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9F7" w:rsidRDefault="004F29F7">
      <w:pPr>
        <w:rPr>
          <w:lang w:val="en-US"/>
        </w:rPr>
      </w:pPr>
    </w:p>
    <w:p w:rsidR="004F29F7" w:rsidRDefault="004F29F7">
      <w:pPr>
        <w:rPr>
          <w:lang w:val="en-US"/>
        </w:rPr>
      </w:pPr>
    </w:p>
    <w:p w:rsidR="004F29F7" w:rsidRDefault="004F29F7">
      <w:pPr>
        <w:rPr>
          <w:lang w:val="en-US"/>
        </w:rPr>
      </w:pPr>
    </w:p>
    <w:p w:rsidR="004F29F7" w:rsidRDefault="004F29F7">
      <w:pPr>
        <w:rPr>
          <w:lang w:val="en-US"/>
        </w:rPr>
      </w:pPr>
    </w:p>
    <w:p w:rsidR="004F29F7" w:rsidRDefault="004F29F7">
      <w:pPr>
        <w:rPr>
          <w:lang w:val="en-US"/>
        </w:rPr>
      </w:pPr>
    </w:p>
    <w:p w:rsidR="004F29F7" w:rsidRDefault="004F29F7">
      <w:pPr>
        <w:rPr>
          <w:lang w:val="en-US"/>
        </w:rPr>
      </w:pPr>
    </w:p>
    <w:p w:rsidR="004F29F7" w:rsidRDefault="004F29F7">
      <w:pPr>
        <w:rPr>
          <w:lang w:val="en-US"/>
        </w:rPr>
      </w:pPr>
    </w:p>
    <w:p w:rsidR="004F29F7" w:rsidRPr="009B62A6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Отчет за 2016 год</w:t>
      </w:r>
    </w:p>
    <w:p w:rsidR="004F29F7" w:rsidRPr="009B62A6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о реализации  муниципальной программы</w:t>
      </w:r>
    </w:p>
    <w:p w:rsidR="004F29F7" w:rsidRPr="009B62A6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Абанского района «Развитие сельского хозяйства и регулирование</w:t>
      </w:r>
    </w:p>
    <w:p w:rsidR="004F29F7" w:rsidRPr="009B62A6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Рынков сельскохозяйственной продукции, сырья и продовольствия</w:t>
      </w: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в Абанском районе»</w:t>
      </w: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29F7" w:rsidRPr="009B62A6" w:rsidRDefault="004F29F7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сельского хозяйства администрации Абанского района</w:t>
      </w:r>
      <w:bookmarkStart w:id="0" w:name="_GoBack"/>
      <w:bookmarkEnd w:id="0"/>
    </w:p>
    <w:sectPr w:rsidR="004F29F7" w:rsidRPr="009B62A6" w:rsidSect="00F10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C6D"/>
    <w:rsid w:val="00131B29"/>
    <w:rsid w:val="002829F9"/>
    <w:rsid w:val="004F29F7"/>
    <w:rsid w:val="005E2C6D"/>
    <w:rsid w:val="00853A79"/>
    <w:rsid w:val="008978F3"/>
    <w:rsid w:val="009B62A6"/>
    <w:rsid w:val="00F10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41</Words>
  <Characters>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dcterms:created xsi:type="dcterms:W3CDTF">2016-07-24T06:02:00Z</dcterms:created>
  <dcterms:modified xsi:type="dcterms:W3CDTF">2017-03-28T08:43:00Z</dcterms:modified>
</cp:coreProperties>
</file>