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F3" w:rsidRDefault="008122F3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</w:t>
      </w:r>
    </w:p>
    <w:p w:rsidR="008122F3" w:rsidRDefault="00DF0E86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122F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Абанского района </w:t>
      </w:r>
      <w:r w:rsidR="00A91547">
        <w:rPr>
          <w:rFonts w:ascii="Times New Roman" w:hAnsi="Times New Roman" w:cs="Times New Roman"/>
          <w:sz w:val="28"/>
          <w:szCs w:val="28"/>
        </w:rPr>
        <w:t xml:space="preserve">  </w:t>
      </w:r>
      <w:r w:rsidR="008122F3">
        <w:rPr>
          <w:rFonts w:ascii="Times New Roman" w:hAnsi="Times New Roman" w:cs="Times New Roman"/>
          <w:sz w:val="28"/>
          <w:szCs w:val="28"/>
        </w:rPr>
        <w:t xml:space="preserve">   от </w:t>
      </w:r>
      <w:r w:rsidR="00A91547">
        <w:rPr>
          <w:rFonts w:ascii="Times New Roman" w:hAnsi="Times New Roman" w:cs="Times New Roman"/>
          <w:sz w:val="28"/>
          <w:szCs w:val="28"/>
        </w:rPr>
        <w:t xml:space="preserve"> 09.02.2015</w:t>
      </w:r>
      <w:r w:rsidR="008122F3">
        <w:rPr>
          <w:rFonts w:ascii="Times New Roman" w:hAnsi="Times New Roman" w:cs="Times New Roman"/>
          <w:sz w:val="28"/>
          <w:szCs w:val="28"/>
        </w:rPr>
        <w:t xml:space="preserve">  № </w:t>
      </w:r>
      <w:r w:rsidR="00A91547">
        <w:rPr>
          <w:rFonts w:ascii="Times New Roman" w:hAnsi="Times New Roman" w:cs="Times New Roman"/>
          <w:sz w:val="28"/>
          <w:szCs w:val="28"/>
        </w:rPr>
        <w:t>121-п</w:t>
      </w:r>
    </w:p>
    <w:p w:rsidR="00B57529" w:rsidRDefault="00B57529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E78FD" w:rsidRPr="00EC682B" w:rsidRDefault="002E78FD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44077">
        <w:rPr>
          <w:rFonts w:ascii="Times New Roman" w:hAnsi="Times New Roman" w:cs="Times New Roman"/>
          <w:sz w:val="28"/>
          <w:szCs w:val="28"/>
        </w:rPr>
        <w:t>4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2E78FD" w:rsidRDefault="002E78FD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</w:p>
    <w:p w:rsidR="002E78FD" w:rsidRPr="00EC682B" w:rsidRDefault="002E78FD" w:rsidP="006F71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</w:t>
      </w:r>
    </w:p>
    <w:tbl>
      <w:tblPr>
        <w:tblW w:w="14991" w:type="dxa"/>
        <w:tblInd w:w="-106" w:type="dxa"/>
        <w:tblLook w:val="00A0"/>
      </w:tblPr>
      <w:tblGrid>
        <w:gridCol w:w="1834"/>
        <w:gridCol w:w="3488"/>
        <w:gridCol w:w="3922"/>
        <w:gridCol w:w="996"/>
        <w:gridCol w:w="876"/>
        <w:gridCol w:w="876"/>
        <w:gridCol w:w="876"/>
        <w:gridCol w:w="2123"/>
      </w:tblGrid>
      <w:tr w:rsidR="002E78FD" w:rsidRPr="00A23EB2">
        <w:trPr>
          <w:trHeight w:val="467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7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2E78FD" w:rsidRPr="00A23EB2">
        <w:trPr>
          <w:trHeight w:val="291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2A3C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за 2014-201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</w:tr>
      <w:tr w:rsidR="00DF0E86" w:rsidRPr="00A23EB2">
        <w:trPr>
          <w:trHeight w:val="85"/>
        </w:trPr>
        <w:tc>
          <w:tcPr>
            <w:tcW w:w="18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0E86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0E86" w:rsidRPr="00A23EB2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программа</w:t>
            </w:r>
          </w:p>
          <w:p w:rsidR="00DF0E86" w:rsidRPr="00A23EB2" w:rsidRDefault="00DF0E86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0E86" w:rsidRPr="00D86684" w:rsidRDefault="00DF0E86" w:rsidP="00D866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  <w:r w:rsidRPr="00D866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0E86" w:rsidRPr="00A23EB2" w:rsidRDefault="00DF0E86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F0E86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7580,2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0E86" w:rsidRPr="00880AF8" w:rsidRDefault="00D44077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44077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880AF8" w:rsidRDefault="00D44077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0E86" w:rsidRPr="00DF0E86" w:rsidRDefault="00D44077" w:rsidP="00937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12847,2</w:t>
            </w:r>
          </w:p>
        </w:tc>
      </w:tr>
      <w:tr w:rsidR="002E78FD" w:rsidRPr="00A23EB2">
        <w:trPr>
          <w:trHeight w:val="21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7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66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D44077" w:rsidRPr="00A23EB2">
        <w:trPr>
          <w:trHeight w:val="245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077" w:rsidRPr="00A23EB2" w:rsidRDefault="00D4407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077" w:rsidRPr="00A23EB2" w:rsidRDefault="00D44077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077" w:rsidRPr="00A23EB2" w:rsidRDefault="00D44077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7580,2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077" w:rsidRPr="00880AF8" w:rsidRDefault="00D44077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880AF8" w:rsidRDefault="00D44077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4077" w:rsidRPr="00DF0E86" w:rsidRDefault="00D44077" w:rsidP="00DB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12847,2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BA2E94" w:rsidRPr="00A23EB2">
        <w:trPr>
          <w:trHeight w:val="256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94" w:rsidRDefault="00BA2E94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BA2E94" w:rsidRPr="00A23EB2" w:rsidRDefault="00BA2E94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94" w:rsidRPr="00D86684" w:rsidRDefault="00BA2E94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управления муниципальным имуществом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94" w:rsidRPr="00A23EB2" w:rsidRDefault="00BA2E94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E94" w:rsidRPr="00BA2E94" w:rsidRDefault="00730BBE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2E94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BA2E94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94" w:rsidRPr="00880AF8" w:rsidRDefault="00730BBE" w:rsidP="00937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BA2E9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563,0</w:t>
            </w:r>
          </w:p>
        </w:tc>
      </w:tr>
      <w:tr w:rsidR="002E78FD" w:rsidRPr="00A23EB2">
        <w:trPr>
          <w:trHeight w:val="172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730BBE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E" w:rsidRPr="00A23EB2" w:rsidRDefault="00730BBE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BE" w:rsidRPr="00D86684" w:rsidRDefault="00730BBE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BBE" w:rsidRPr="00A23EB2" w:rsidRDefault="00730BBE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BBE" w:rsidRPr="00BA2E94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0BBE" w:rsidRPr="00880AF8" w:rsidRDefault="00730BBE" w:rsidP="00DB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6563,0</w:t>
            </w:r>
          </w:p>
        </w:tc>
      </w:tr>
      <w:tr w:rsidR="002E78FD" w:rsidRPr="00A23EB2">
        <w:trPr>
          <w:trHeight w:val="256"/>
        </w:trPr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FD" w:rsidRPr="00D86684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Default="0044307C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2E78FD" w:rsidRPr="00A23EB2" w:rsidRDefault="002E78FD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8FD" w:rsidRPr="006D0B36" w:rsidRDefault="002E78FD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D0B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CC4B2D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F652A9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F652A9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F652A9" w:rsidP="00F1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CC4B2D" w:rsidRDefault="00F652A9" w:rsidP="00F13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6264,2</w:t>
            </w:r>
          </w:p>
        </w:tc>
      </w:tr>
      <w:tr w:rsidR="002E78FD" w:rsidRPr="00A23EB2">
        <w:trPr>
          <w:trHeight w:val="258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E78FD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554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F652A9" w:rsidRPr="00A23EB2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2A9" w:rsidRPr="00A23EB2" w:rsidRDefault="00F652A9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2A9" w:rsidRPr="00A23EB2" w:rsidRDefault="00F652A9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2A9" w:rsidRPr="00A23EB2" w:rsidRDefault="00F652A9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937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52A9" w:rsidRPr="00880AF8" w:rsidRDefault="00F652A9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1653,7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1301,9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880AF8" w:rsidRDefault="00F652A9" w:rsidP="00DB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1291,4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2A9" w:rsidRPr="00CC4B2D" w:rsidRDefault="00F652A9" w:rsidP="00DB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6264,2</w:t>
            </w:r>
          </w:p>
        </w:tc>
      </w:tr>
      <w:tr w:rsidR="002E78FD" w:rsidRPr="00A23EB2" w:rsidTr="00622C7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8FD" w:rsidRPr="00A23EB2" w:rsidRDefault="002E78FD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78FD" w:rsidRPr="00A23EB2" w:rsidRDefault="002E78FD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E78FD" w:rsidRPr="00880AF8" w:rsidRDefault="002E78FD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622C7B" w:rsidRPr="00A23EB2" w:rsidTr="007A524C">
        <w:trPr>
          <w:trHeight w:val="68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B" w:rsidRPr="00A23EB2" w:rsidRDefault="00622C7B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7B" w:rsidRPr="00A23EB2" w:rsidRDefault="00622C7B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C7B" w:rsidRPr="00A23EB2" w:rsidRDefault="00622C7B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C7B" w:rsidRPr="00880AF8" w:rsidRDefault="00622C7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2A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2C7B" w:rsidRPr="00880AF8" w:rsidRDefault="00622C7B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Default="0044307C" w:rsidP="0044307C">
            <w:pPr>
              <w:spacing w:after="0" w:line="240" w:lineRule="auto"/>
            </w:pPr>
            <w:r>
              <w:t xml:space="preserve">    </w:t>
            </w:r>
          </w:p>
          <w:p w:rsidR="0044307C" w:rsidRPr="00A23EB2" w:rsidRDefault="0044307C" w:rsidP="0044307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3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7C" w:rsidRPr="006D0B36" w:rsidRDefault="006D7C55" w:rsidP="00632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генеральных планов сельских поселений, разработка проектов планировки и межевани</w:t>
            </w:r>
            <w:r w:rsidR="00632FB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земельных участков для жилищного строительства, формирование и постановка земельных участков на кадастровый учет 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6D7C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44307C" w:rsidRPr="00880AF8" w:rsidTr="00553A1B">
        <w:trPr>
          <w:trHeight w:val="258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6D7C55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6D7C55" w:rsidRDefault="006D7C55" w:rsidP="0055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0AF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4307C" w:rsidRPr="00880AF8" w:rsidTr="00553A1B">
        <w:trPr>
          <w:trHeight w:val="300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A23EB2" w:rsidRDefault="0044307C" w:rsidP="00553A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307C" w:rsidRPr="00880AF8" w:rsidRDefault="0044307C" w:rsidP="00553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E78FD" w:rsidRDefault="002E78FD" w:rsidP="00622C7B">
      <w:pPr>
        <w:ind w:left="-567"/>
      </w:pPr>
    </w:p>
    <w:sectPr w:rsidR="002E78FD" w:rsidSect="00D32BE7">
      <w:headerReference w:type="default" r:id="rId6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E08" w:rsidRDefault="006B6E08">
      <w:r>
        <w:separator/>
      </w:r>
    </w:p>
  </w:endnote>
  <w:endnote w:type="continuationSeparator" w:id="1">
    <w:p w:rsidR="006B6E08" w:rsidRDefault="006B6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E08" w:rsidRDefault="006B6E08">
      <w:r>
        <w:separator/>
      </w:r>
    </w:p>
  </w:footnote>
  <w:footnote w:type="continuationSeparator" w:id="1">
    <w:p w:rsidR="006B6E08" w:rsidRDefault="006B6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8FD" w:rsidRPr="00AB6F44" w:rsidRDefault="00C662FD" w:rsidP="00CB137A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AB6F44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2E78FD" w:rsidRPr="00AB6F44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AB6F44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57529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AB6F44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2E78FD" w:rsidRDefault="002E78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0864"/>
    <w:rsid w:val="00001D09"/>
    <w:rsid w:val="000022F1"/>
    <w:rsid w:val="000074D3"/>
    <w:rsid w:val="00017D6C"/>
    <w:rsid w:val="000411AC"/>
    <w:rsid w:val="00051ED9"/>
    <w:rsid w:val="00056180"/>
    <w:rsid w:val="00067793"/>
    <w:rsid w:val="00072410"/>
    <w:rsid w:val="0007268A"/>
    <w:rsid w:val="00073A8E"/>
    <w:rsid w:val="000808B0"/>
    <w:rsid w:val="0008717A"/>
    <w:rsid w:val="00087E0D"/>
    <w:rsid w:val="00092467"/>
    <w:rsid w:val="000F0263"/>
    <w:rsid w:val="001009E4"/>
    <w:rsid w:val="001157F5"/>
    <w:rsid w:val="001158AD"/>
    <w:rsid w:val="001306BA"/>
    <w:rsid w:val="00135329"/>
    <w:rsid w:val="001364EB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25510"/>
    <w:rsid w:val="00244313"/>
    <w:rsid w:val="00251760"/>
    <w:rsid w:val="0026348F"/>
    <w:rsid w:val="00270813"/>
    <w:rsid w:val="0027124D"/>
    <w:rsid w:val="0028191A"/>
    <w:rsid w:val="00287347"/>
    <w:rsid w:val="00287B99"/>
    <w:rsid w:val="0029470C"/>
    <w:rsid w:val="002A3CBE"/>
    <w:rsid w:val="002A4290"/>
    <w:rsid w:val="002B0BB8"/>
    <w:rsid w:val="002B423B"/>
    <w:rsid w:val="002C16A1"/>
    <w:rsid w:val="002C47AA"/>
    <w:rsid w:val="002C6512"/>
    <w:rsid w:val="002D4BC0"/>
    <w:rsid w:val="002E78FD"/>
    <w:rsid w:val="00301FB9"/>
    <w:rsid w:val="00303028"/>
    <w:rsid w:val="003171B7"/>
    <w:rsid w:val="00317FD7"/>
    <w:rsid w:val="00327842"/>
    <w:rsid w:val="00335CA7"/>
    <w:rsid w:val="00342CC5"/>
    <w:rsid w:val="0034557C"/>
    <w:rsid w:val="00346A42"/>
    <w:rsid w:val="00362C22"/>
    <w:rsid w:val="0037127A"/>
    <w:rsid w:val="003917AB"/>
    <w:rsid w:val="00393EE1"/>
    <w:rsid w:val="003A7217"/>
    <w:rsid w:val="003B23DF"/>
    <w:rsid w:val="003D1E42"/>
    <w:rsid w:val="003D4F26"/>
    <w:rsid w:val="003D746D"/>
    <w:rsid w:val="00400EE1"/>
    <w:rsid w:val="00401BC8"/>
    <w:rsid w:val="00412EE9"/>
    <w:rsid w:val="004202AE"/>
    <w:rsid w:val="0042489B"/>
    <w:rsid w:val="00424FAF"/>
    <w:rsid w:val="004307AD"/>
    <w:rsid w:val="0044307C"/>
    <w:rsid w:val="00446208"/>
    <w:rsid w:val="004600D3"/>
    <w:rsid w:val="00461059"/>
    <w:rsid w:val="00462BFD"/>
    <w:rsid w:val="00483F4B"/>
    <w:rsid w:val="004C5BA1"/>
    <w:rsid w:val="004C791F"/>
    <w:rsid w:val="004D24F0"/>
    <w:rsid w:val="004F02E4"/>
    <w:rsid w:val="004F0514"/>
    <w:rsid w:val="004F17BD"/>
    <w:rsid w:val="00510BF6"/>
    <w:rsid w:val="00514130"/>
    <w:rsid w:val="005257C7"/>
    <w:rsid w:val="00527D63"/>
    <w:rsid w:val="00527FB7"/>
    <w:rsid w:val="00536ECD"/>
    <w:rsid w:val="00554537"/>
    <w:rsid w:val="00556C11"/>
    <w:rsid w:val="00577DA6"/>
    <w:rsid w:val="00595636"/>
    <w:rsid w:val="005B28F1"/>
    <w:rsid w:val="005B5AAF"/>
    <w:rsid w:val="005D2293"/>
    <w:rsid w:val="005D3E40"/>
    <w:rsid w:val="005E2D02"/>
    <w:rsid w:val="005F46C7"/>
    <w:rsid w:val="00602F1F"/>
    <w:rsid w:val="0060664C"/>
    <w:rsid w:val="006069EF"/>
    <w:rsid w:val="00610F83"/>
    <w:rsid w:val="00620A69"/>
    <w:rsid w:val="00622C7B"/>
    <w:rsid w:val="00624BB1"/>
    <w:rsid w:val="0062619F"/>
    <w:rsid w:val="00632FB4"/>
    <w:rsid w:val="00636EA4"/>
    <w:rsid w:val="0064417C"/>
    <w:rsid w:val="00652681"/>
    <w:rsid w:val="00695428"/>
    <w:rsid w:val="006A4540"/>
    <w:rsid w:val="006A7645"/>
    <w:rsid w:val="006B51A8"/>
    <w:rsid w:val="006B6E08"/>
    <w:rsid w:val="006C6E09"/>
    <w:rsid w:val="006C6E6B"/>
    <w:rsid w:val="006D0B36"/>
    <w:rsid w:val="006D0F23"/>
    <w:rsid w:val="006D7C55"/>
    <w:rsid w:val="006E3B6F"/>
    <w:rsid w:val="006E6155"/>
    <w:rsid w:val="006F713F"/>
    <w:rsid w:val="007203DB"/>
    <w:rsid w:val="00722FE2"/>
    <w:rsid w:val="00730A7E"/>
    <w:rsid w:val="00730BBE"/>
    <w:rsid w:val="00731D87"/>
    <w:rsid w:val="00732572"/>
    <w:rsid w:val="00734A51"/>
    <w:rsid w:val="00740F9A"/>
    <w:rsid w:val="00744E16"/>
    <w:rsid w:val="007566FA"/>
    <w:rsid w:val="00770F90"/>
    <w:rsid w:val="0077640E"/>
    <w:rsid w:val="00796580"/>
    <w:rsid w:val="007A2168"/>
    <w:rsid w:val="007A4639"/>
    <w:rsid w:val="007A524C"/>
    <w:rsid w:val="007C7177"/>
    <w:rsid w:val="007C737B"/>
    <w:rsid w:val="007C7D9D"/>
    <w:rsid w:val="007D2711"/>
    <w:rsid w:val="007D45AD"/>
    <w:rsid w:val="007E44AE"/>
    <w:rsid w:val="008013FE"/>
    <w:rsid w:val="00803BD9"/>
    <w:rsid w:val="00807523"/>
    <w:rsid w:val="00811A27"/>
    <w:rsid w:val="008122F3"/>
    <w:rsid w:val="00821804"/>
    <w:rsid w:val="00822375"/>
    <w:rsid w:val="00822CC3"/>
    <w:rsid w:val="008266CE"/>
    <w:rsid w:val="008339D0"/>
    <w:rsid w:val="00834103"/>
    <w:rsid w:val="0085186C"/>
    <w:rsid w:val="00865F12"/>
    <w:rsid w:val="00870FDB"/>
    <w:rsid w:val="00880AF8"/>
    <w:rsid w:val="008843EF"/>
    <w:rsid w:val="008908A4"/>
    <w:rsid w:val="008A45FB"/>
    <w:rsid w:val="008A7609"/>
    <w:rsid w:val="008B42DA"/>
    <w:rsid w:val="008B697C"/>
    <w:rsid w:val="008C6836"/>
    <w:rsid w:val="009066C8"/>
    <w:rsid w:val="00910005"/>
    <w:rsid w:val="00911036"/>
    <w:rsid w:val="009155FA"/>
    <w:rsid w:val="00924AE0"/>
    <w:rsid w:val="0092580E"/>
    <w:rsid w:val="009274BD"/>
    <w:rsid w:val="009322A0"/>
    <w:rsid w:val="00932A17"/>
    <w:rsid w:val="00937922"/>
    <w:rsid w:val="009514B0"/>
    <w:rsid w:val="0095673A"/>
    <w:rsid w:val="00960977"/>
    <w:rsid w:val="00960E27"/>
    <w:rsid w:val="0096186B"/>
    <w:rsid w:val="00966E6C"/>
    <w:rsid w:val="00970465"/>
    <w:rsid w:val="0097655B"/>
    <w:rsid w:val="009930A9"/>
    <w:rsid w:val="009A48C0"/>
    <w:rsid w:val="009B2EA7"/>
    <w:rsid w:val="009C6A1B"/>
    <w:rsid w:val="009D2D4D"/>
    <w:rsid w:val="009D6869"/>
    <w:rsid w:val="009D7D19"/>
    <w:rsid w:val="009E2C20"/>
    <w:rsid w:val="009F0CBA"/>
    <w:rsid w:val="009F6E72"/>
    <w:rsid w:val="00A17A51"/>
    <w:rsid w:val="00A23B49"/>
    <w:rsid w:val="00A23CCF"/>
    <w:rsid w:val="00A23EB2"/>
    <w:rsid w:val="00A3069C"/>
    <w:rsid w:val="00A45A2D"/>
    <w:rsid w:val="00A47742"/>
    <w:rsid w:val="00A6065F"/>
    <w:rsid w:val="00A67453"/>
    <w:rsid w:val="00A71C3F"/>
    <w:rsid w:val="00A74FC6"/>
    <w:rsid w:val="00A914B9"/>
    <w:rsid w:val="00A91547"/>
    <w:rsid w:val="00A95ECE"/>
    <w:rsid w:val="00A972DD"/>
    <w:rsid w:val="00AA6D2F"/>
    <w:rsid w:val="00AB20D9"/>
    <w:rsid w:val="00AB2C75"/>
    <w:rsid w:val="00AB3DE7"/>
    <w:rsid w:val="00AB6ACA"/>
    <w:rsid w:val="00AB6F44"/>
    <w:rsid w:val="00AC2323"/>
    <w:rsid w:val="00AE2DFA"/>
    <w:rsid w:val="00AE3E50"/>
    <w:rsid w:val="00B3039E"/>
    <w:rsid w:val="00B307B2"/>
    <w:rsid w:val="00B30A6A"/>
    <w:rsid w:val="00B47065"/>
    <w:rsid w:val="00B571F9"/>
    <w:rsid w:val="00B57529"/>
    <w:rsid w:val="00B65561"/>
    <w:rsid w:val="00B73621"/>
    <w:rsid w:val="00B77B00"/>
    <w:rsid w:val="00BA2E94"/>
    <w:rsid w:val="00BA2EC2"/>
    <w:rsid w:val="00BB2EEE"/>
    <w:rsid w:val="00BD00EE"/>
    <w:rsid w:val="00BD1933"/>
    <w:rsid w:val="00BD3FB6"/>
    <w:rsid w:val="00BE2CCC"/>
    <w:rsid w:val="00BE5FF3"/>
    <w:rsid w:val="00BF0D6C"/>
    <w:rsid w:val="00BF3958"/>
    <w:rsid w:val="00BF7DD6"/>
    <w:rsid w:val="00C0720D"/>
    <w:rsid w:val="00C23F9E"/>
    <w:rsid w:val="00C24B2E"/>
    <w:rsid w:val="00C44102"/>
    <w:rsid w:val="00C64C98"/>
    <w:rsid w:val="00C662FD"/>
    <w:rsid w:val="00C720B1"/>
    <w:rsid w:val="00C754DE"/>
    <w:rsid w:val="00C871AF"/>
    <w:rsid w:val="00C94629"/>
    <w:rsid w:val="00C9595E"/>
    <w:rsid w:val="00CA7E21"/>
    <w:rsid w:val="00CB137A"/>
    <w:rsid w:val="00CB3298"/>
    <w:rsid w:val="00CB6212"/>
    <w:rsid w:val="00CC4B2D"/>
    <w:rsid w:val="00CF7D36"/>
    <w:rsid w:val="00D2113B"/>
    <w:rsid w:val="00D32BE7"/>
    <w:rsid w:val="00D3552A"/>
    <w:rsid w:val="00D44077"/>
    <w:rsid w:val="00D55F7C"/>
    <w:rsid w:val="00D64F07"/>
    <w:rsid w:val="00D8661E"/>
    <w:rsid w:val="00D86684"/>
    <w:rsid w:val="00DA25C7"/>
    <w:rsid w:val="00DB131E"/>
    <w:rsid w:val="00DB4312"/>
    <w:rsid w:val="00DB6F79"/>
    <w:rsid w:val="00DC726E"/>
    <w:rsid w:val="00DC764B"/>
    <w:rsid w:val="00DD38B3"/>
    <w:rsid w:val="00DD6386"/>
    <w:rsid w:val="00DF0E86"/>
    <w:rsid w:val="00DF22B0"/>
    <w:rsid w:val="00E014A8"/>
    <w:rsid w:val="00E051B5"/>
    <w:rsid w:val="00E07456"/>
    <w:rsid w:val="00E3602C"/>
    <w:rsid w:val="00E720F6"/>
    <w:rsid w:val="00E86BDD"/>
    <w:rsid w:val="00E8770F"/>
    <w:rsid w:val="00EC0182"/>
    <w:rsid w:val="00EC682B"/>
    <w:rsid w:val="00ED0570"/>
    <w:rsid w:val="00EE6EF1"/>
    <w:rsid w:val="00EE781C"/>
    <w:rsid w:val="00F11D67"/>
    <w:rsid w:val="00F1332D"/>
    <w:rsid w:val="00F24048"/>
    <w:rsid w:val="00F338D3"/>
    <w:rsid w:val="00F4337A"/>
    <w:rsid w:val="00F44A33"/>
    <w:rsid w:val="00F6025E"/>
    <w:rsid w:val="00F652A9"/>
    <w:rsid w:val="00F772BE"/>
    <w:rsid w:val="00F9412D"/>
    <w:rsid w:val="00FB33BB"/>
    <w:rsid w:val="00FB4575"/>
    <w:rsid w:val="00FB6AB5"/>
    <w:rsid w:val="00FE390E"/>
    <w:rsid w:val="00FE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32B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96580"/>
    <w:rPr>
      <w:lang w:eastAsia="en-US"/>
    </w:rPr>
  </w:style>
  <w:style w:type="character" w:styleId="a5">
    <w:name w:val="page number"/>
    <w:basedOn w:val="a0"/>
    <w:uiPriority w:val="99"/>
    <w:rsid w:val="00D32BE7"/>
  </w:style>
  <w:style w:type="paragraph" w:styleId="a6">
    <w:name w:val="footer"/>
    <w:basedOn w:val="a"/>
    <w:link w:val="a7"/>
    <w:uiPriority w:val="99"/>
    <w:rsid w:val="00AB6F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658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77</cp:revision>
  <cp:lastPrinted>2015-01-16T09:16:00Z</cp:lastPrinted>
  <dcterms:created xsi:type="dcterms:W3CDTF">2013-06-04T07:20:00Z</dcterms:created>
  <dcterms:modified xsi:type="dcterms:W3CDTF">2015-02-09T07:48:00Z</dcterms:modified>
</cp:coreProperties>
</file>