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D3" w:rsidRDefault="005252D3" w:rsidP="00525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5252D3" w:rsidRDefault="005252D3" w:rsidP="00525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252D3" w:rsidRDefault="005252D3" w:rsidP="00525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5252D3" w:rsidRDefault="005252D3" w:rsidP="00525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25.11.2016 № 378-1-п</w:t>
      </w:r>
    </w:p>
    <w:p w:rsidR="005252D3" w:rsidRDefault="005252D3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5368C" w:rsidRDefault="00A5368C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A5368C" w:rsidRDefault="00A5368C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A5368C" w:rsidRDefault="00A5368C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A5368C" w:rsidRDefault="00A5368C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68C" w:rsidRPr="008B640C" w:rsidRDefault="00A5368C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A5368C" w:rsidRPr="008B640C" w:rsidRDefault="00A5368C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A5368C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368C" w:rsidRPr="003E5093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3E5093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368C" w:rsidRPr="008B640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5368C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3E5093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3E5093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8B640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8B640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8B640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-2018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B75FBB" w:rsidRDefault="00A5368C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68C" w:rsidRPr="00B75FBB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68C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9E6477" w:rsidRDefault="00A5368C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A5368C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852947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A53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53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421,1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D7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D73C89"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9E6477" w:rsidRDefault="00A5368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субъектам малого и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1207,3</w:t>
            </w:r>
          </w:p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AB0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1949,3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9E6477" w:rsidRDefault="00A5368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852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52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421,1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D808FC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08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3186</w:t>
            </w:r>
            <w:r w:rsidR="00A5368C" w:rsidRPr="00D808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9E6477" w:rsidRDefault="00A5368C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A5368C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A5368C" w:rsidP="00852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</w:t>
            </w:r>
            <w:r w:rsidR="00852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EC68F4" w:rsidRDefault="00A5368C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421,1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D7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D73C89"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D73C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68C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68C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611CC0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EC68F4" w:rsidRDefault="00A5368C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A5368C" w:rsidRPr="00EC68F4" w:rsidRDefault="00A5368C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A5368C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68C" w:rsidRPr="00EC68F4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CF6D7C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информационно-консультационных услуг через Центр содействия малому и среднему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CF6D7C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CF6D7C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A5368C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8C" w:rsidRPr="00CF6D7C" w:rsidRDefault="00A5368C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Pr="009B3C7A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8C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A5368C" w:rsidRPr="00B37CC7" w:rsidRDefault="00A5368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A5368C" w:rsidRDefault="00A5368C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368C" w:rsidRDefault="00A5368C"/>
    <w:sectPr w:rsidR="00A5368C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26" w:rsidRDefault="00963B26" w:rsidP="005000B9">
      <w:pPr>
        <w:spacing w:after="0" w:line="240" w:lineRule="auto"/>
      </w:pPr>
      <w:r>
        <w:separator/>
      </w:r>
    </w:p>
  </w:endnote>
  <w:endnote w:type="continuationSeparator" w:id="0">
    <w:p w:rsidR="00963B26" w:rsidRDefault="00963B26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26" w:rsidRDefault="00963B26" w:rsidP="005000B9">
      <w:pPr>
        <w:spacing w:after="0" w:line="240" w:lineRule="auto"/>
      </w:pPr>
      <w:r>
        <w:separator/>
      </w:r>
    </w:p>
  </w:footnote>
  <w:footnote w:type="continuationSeparator" w:id="0">
    <w:p w:rsidR="00963B26" w:rsidRDefault="00963B26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8C" w:rsidRDefault="00A5368C">
    <w:pPr>
      <w:pStyle w:val="a3"/>
      <w:jc w:val="center"/>
    </w:pPr>
  </w:p>
  <w:p w:rsidR="00A5368C" w:rsidRDefault="00A536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7EA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8ED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A75B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DE7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A9B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78F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ADA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516"/>
    <w:rsid w:val="001C3D52"/>
    <w:rsid w:val="001C46E3"/>
    <w:rsid w:val="001D02DB"/>
    <w:rsid w:val="001D175A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58F4"/>
    <w:rsid w:val="001E6368"/>
    <w:rsid w:val="001E7DC9"/>
    <w:rsid w:val="001F05E8"/>
    <w:rsid w:val="001F2A7A"/>
    <w:rsid w:val="001F2DCE"/>
    <w:rsid w:val="001F4949"/>
    <w:rsid w:val="001F4E37"/>
    <w:rsid w:val="001F6C5D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164F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0F0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5F66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2BFF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54"/>
    <w:rsid w:val="004E2E88"/>
    <w:rsid w:val="004E38D4"/>
    <w:rsid w:val="004E3C3D"/>
    <w:rsid w:val="004E407A"/>
    <w:rsid w:val="004E47D7"/>
    <w:rsid w:val="004E735D"/>
    <w:rsid w:val="004F0B8B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52D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36CF9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AA8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8A9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6C2C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C797A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68B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A1E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7F1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7F76BD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2947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35C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3B26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2D90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518C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68C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6C10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843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F19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96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016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218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EAE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C89"/>
    <w:rsid w:val="00D73EC0"/>
    <w:rsid w:val="00D73FB5"/>
    <w:rsid w:val="00D74E8E"/>
    <w:rsid w:val="00D76C71"/>
    <w:rsid w:val="00D778F5"/>
    <w:rsid w:val="00D8089C"/>
    <w:rsid w:val="00D808F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0EDD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188B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3CDE"/>
    <w:rsid w:val="00FA423A"/>
    <w:rsid w:val="00FA6959"/>
    <w:rsid w:val="00FA7072"/>
    <w:rsid w:val="00FA729F"/>
    <w:rsid w:val="00FA78E8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7F9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CE2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90618"/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2968C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540</Words>
  <Characters>3079</Characters>
  <Application>Microsoft Office Word</Application>
  <DocSecurity>0</DocSecurity>
  <Lines>25</Lines>
  <Paragraphs>7</Paragraphs>
  <ScaleCrop>false</ScaleCrop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2016-04-06T06:12:00Z</cp:lastPrinted>
  <dcterms:created xsi:type="dcterms:W3CDTF">2013-10-11T07:32:00Z</dcterms:created>
  <dcterms:modified xsi:type="dcterms:W3CDTF">2016-12-02T07:29:00Z</dcterms:modified>
</cp:coreProperties>
</file>