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58B" w:rsidRDefault="0010458B" w:rsidP="00131272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№1 к Постановлению                                                                                                                                 Администрации Абанского района </w:t>
      </w:r>
    </w:p>
    <w:p w:rsidR="0010458B" w:rsidRDefault="0010458B" w:rsidP="00131272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от 23.11.2015г. № 684-п                            </w:t>
      </w:r>
    </w:p>
    <w:p w:rsidR="0010458B" w:rsidRDefault="0010458B" w:rsidP="00B34802">
      <w:pPr>
        <w:jc w:val="right"/>
        <w:rPr>
          <w:sz w:val="28"/>
          <w:szCs w:val="28"/>
        </w:rPr>
      </w:pPr>
    </w:p>
    <w:p w:rsidR="0010458B" w:rsidRDefault="0010458B" w:rsidP="00B34802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10458B" w:rsidRDefault="0010458B" w:rsidP="00B34802">
      <w:pPr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10458B" w:rsidRDefault="0010458B" w:rsidP="00B3480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«Управление муниципальными </w:t>
      </w:r>
    </w:p>
    <w:p w:rsidR="0010458B" w:rsidRDefault="0010458B" w:rsidP="00B34802">
      <w:pPr>
        <w:jc w:val="right"/>
        <w:rPr>
          <w:sz w:val="28"/>
          <w:szCs w:val="28"/>
        </w:rPr>
      </w:pPr>
      <w:r>
        <w:rPr>
          <w:sz w:val="28"/>
          <w:szCs w:val="28"/>
        </w:rPr>
        <w:t>финансами Абанского района»,</w:t>
      </w:r>
    </w:p>
    <w:p w:rsidR="0010458B" w:rsidRDefault="0010458B" w:rsidP="00B34802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утвержденной постановлением</w:t>
      </w:r>
    </w:p>
    <w:p w:rsidR="0010458B" w:rsidRDefault="0010458B" w:rsidP="00B3480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администрации Абанского района </w:t>
      </w:r>
    </w:p>
    <w:p w:rsidR="0010458B" w:rsidRPr="005A7C6A" w:rsidRDefault="0010458B" w:rsidP="00B34802">
      <w:pPr>
        <w:jc w:val="right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от 28.10.2013 № 1438-п </w:t>
      </w:r>
    </w:p>
    <w:p w:rsidR="0010458B" w:rsidRDefault="0010458B" w:rsidP="003C213F">
      <w:pPr>
        <w:jc w:val="both"/>
        <w:rPr>
          <w:color w:val="000000"/>
          <w:sz w:val="24"/>
          <w:szCs w:val="24"/>
        </w:rPr>
      </w:pPr>
    </w:p>
    <w:p w:rsidR="0010458B" w:rsidRPr="004757F2" w:rsidRDefault="0010458B" w:rsidP="003C213F">
      <w:pPr>
        <w:pStyle w:val="Heading1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Подпрограмма</w:t>
      </w:r>
      <w:r w:rsidRPr="004757F2">
        <w:rPr>
          <w:b w:val="0"/>
          <w:bCs w:val="0"/>
          <w:color w:val="000000"/>
        </w:rPr>
        <w:t xml:space="preserve"> </w:t>
      </w:r>
    </w:p>
    <w:p w:rsidR="0010458B" w:rsidRDefault="0010458B" w:rsidP="003C213F">
      <w:pPr>
        <w:jc w:val="center"/>
        <w:rPr>
          <w:color w:val="000000"/>
          <w:sz w:val="28"/>
          <w:szCs w:val="28"/>
        </w:rPr>
      </w:pPr>
      <w:r w:rsidRPr="004757F2">
        <w:rPr>
          <w:color w:val="000000"/>
          <w:sz w:val="28"/>
          <w:szCs w:val="28"/>
        </w:rPr>
        <w:t xml:space="preserve">«Содействие развитию субъектов  </w:t>
      </w:r>
    </w:p>
    <w:p w:rsidR="0010458B" w:rsidRDefault="0010458B" w:rsidP="003C213F">
      <w:pPr>
        <w:jc w:val="center"/>
        <w:rPr>
          <w:color w:val="000000"/>
          <w:sz w:val="28"/>
          <w:szCs w:val="28"/>
        </w:rPr>
      </w:pPr>
      <w:r w:rsidRPr="004757F2">
        <w:rPr>
          <w:color w:val="000000"/>
          <w:sz w:val="28"/>
          <w:szCs w:val="28"/>
        </w:rPr>
        <w:t xml:space="preserve">малого и среднего предпринимательства в Абанском районе» </w:t>
      </w:r>
    </w:p>
    <w:p w:rsidR="0010458B" w:rsidRDefault="0010458B" w:rsidP="003C213F">
      <w:pPr>
        <w:jc w:val="center"/>
        <w:rPr>
          <w:color w:val="000000"/>
          <w:sz w:val="28"/>
          <w:szCs w:val="28"/>
        </w:rPr>
      </w:pPr>
    </w:p>
    <w:p w:rsidR="0010458B" w:rsidRDefault="0010458B" w:rsidP="004757F2">
      <w:pPr>
        <w:numPr>
          <w:ilvl w:val="0"/>
          <w:numId w:val="37"/>
        </w:num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Паспорт программы</w:t>
      </w:r>
    </w:p>
    <w:p w:rsidR="0010458B" w:rsidRPr="004757F2" w:rsidRDefault="0010458B" w:rsidP="004757F2">
      <w:pPr>
        <w:ind w:left="360"/>
        <w:jc w:val="center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33"/>
        <w:gridCol w:w="5877"/>
      </w:tblGrid>
      <w:tr w:rsidR="0010458B" w:rsidRPr="00EB4A41">
        <w:tc>
          <w:tcPr>
            <w:tcW w:w="4108" w:type="dxa"/>
          </w:tcPr>
          <w:p w:rsidR="0010458B" w:rsidRPr="00EB4A41" w:rsidRDefault="0010458B" w:rsidP="00F00C38">
            <w:pPr>
              <w:pStyle w:val="BodyText"/>
            </w:pPr>
            <w:r w:rsidRPr="00EB4A41">
              <w:t xml:space="preserve">Наименование подпрограммы </w:t>
            </w:r>
          </w:p>
          <w:p w:rsidR="0010458B" w:rsidRPr="00EB4A41" w:rsidRDefault="0010458B" w:rsidP="00F00C38">
            <w:pPr>
              <w:pStyle w:val="BodyText"/>
            </w:pPr>
          </w:p>
          <w:p w:rsidR="0010458B" w:rsidRPr="00EB4A41" w:rsidRDefault="0010458B" w:rsidP="00F00C38">
            <w:pPr>
              <w:pStyle w:val="BodyText"/>
              <w:rPr>
                <w:b/>
                <w:bCs/>
              </w:rPr>
            </w:pPr>
          </w:p>
        </w:tc>
        <w:tc>
          <w:tcPr>
            <w:tcW w:w="6000" w:type="dxa"/>
          </w:tcPr>
          <w:p w:rsidR="0010458B" w:rsidRPr="00EB4A41" w:rsidRDefault="0010458B" w:rsidP="00AA25E8">
            <w:pPr>
              <w:pStyle w:val="BodyText"/>
              <w:jc w:val="left"/>
              <w:rPr>
                <w:b/>
                <w:bCs/>
              </w:rPr>
            </w:pPr>
            <w:r w:rsidRPr="00EB4A41">
              <w:t>«</w:t>
            </w:r>
            <w:r>
              <w:t>Содействие развитию</w:t>
            </w:r>
            <w:r w:rsidRPr="00EB4A41">
              <w:t xml:space="preserve"> субъектов малого и среднего предпринимательства в Абанском районе» </w:t>
            </w:r>
          </w:p>
        </w:tc>
      </w:tr>
      <w:tr w:rsidR="0010458B" w:rsidRPr="00EB4A41">
        <w:trPr>
          <w:trHeight w:val="1066"/>
        </w:trPr>
        <w:tc>
          <w:tcPr>
            <w:tcW w:w="4108" w:type="dxa"/>
          </w:tcPr>
          <w:p w:rsidR="0010458B" w:rsidRPr="00EB4A41" w:rsidRDefault="0010458B" w:rsidP="00F00C38">
            <w:pPr>
              <w:pStyle w:val="BodyText"/>
            </w:pPr>
            <w:r w:rsidRPr="00EB4A41"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000" w:type="dxa"/>
          </w:tcPr>
          <w:p w:rsidR="0010458B" w:rsidRPr="00EB4A41" w:rsidRDefault="0010458B" w:rsidP="00AA25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B4A41">
              <w:rPr>
                <w:sz w:val="28"/>
                <w:szCs w:val="28"/>
              </w:rPr>
              <w:t xml:space="preserve">Управление муниципальными финансами Абанского района </w:t>
            </w:r>
          </w:p>
        </w:tc>
      </w:tr>
      <w:tr w:rsidR="0010458B" w:rsidRPr="00EB4A41">
        <w:trPr>
          <w:trHeight w:val="1920"/>
        </w:trPr>
        <w:tc>
          <w:tcPr>
            <w:tcW w:w="4108" w:type="dxa"/>
          </w:tcPr>
          <w:p w:rsidR="0010458B" w:rsidRPr="00EB4A41" w:rsidRDefault="0010458B" w:rsidP="00925CEF">
            <w:pPr>
              <w:pStyle w:val="BodyText"/>
            </w:pPr>
            <w:r w:rsidRPr="00EB4A41">
              <w:t>Муниципальный заказчик – координатор подпрограммы (орган администрации Абанского района, главный распорядитель бюджетных средств, определенный в муниципальной программе соисполнителем, реализующим настоящую программу)</w:t>
            </w:r>
          </w:p>
        </w:tc>
        <w:tc>
          <w:tcPr>
            <w:tcW w:w="6000" w:type="dxa"/>
          </w:tcPr>
          <w:p w:rsidR="0010458B" w:rsidRPr="00EB4A41" w:rsidRDefault="0010458B" w:rsidP="00864E6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B4A41">
              <w:rPr>
                <w:sz w:val="28"/>
                <w:szCs w:val="28"/>
              </w:rPr>
              <w:t>Администрация Абанского района</w:t>
            </w:r>
            <w:r>
              <w:rPr>
                <w:sz w:val="28"/>
                <w:szCs w:val="28"/>
              </w:rPr>
              <w:t xml:space="preserve"> Красноярского края</w:t>
            </w:r>
          </w:p>
        </w:tc>
      </w:tr>
      <w:tr w:rsidR="0010458B" w:rsidRPr="00EB4A41">
        <w:trPr>
          <w:trHeight w:val="776"/>
        </w:trPr>
        <w:tc>
          <w:tcPr>
            <w:tcW w:w="4108" w:type="dxa"/>
          </w:tcPr>
          <w:p w:rsidR="0010458B" w:rsidRPr="00EB4A41" w:rsidRDefault="0010458B" w:rsidP="00F00C38">
            <w:pPr>
              <w:pStyle w:val="BodyText"/>
            </w:pPr>
            <w:r w:rsidRPr="00EB4A41">
              <w:t xml:space="preserve">Исполнители мероприятий подпрограммы, </w:t>
            </w:r>
            <w:r>
              <w:t>ГРБС</w:t>
            </w:r>
          </w:p>
        </w:tc>
        <w:tc>
          <w:tcPr>
            <w:tcW w:w="6000" w:type="dxa"/>
          </w:tcPr>
          <w:p w:rsidR="0010458B" w:rsidRPr="00EB4A41" w:rsidRDefault="0010458B" w:rsidP="00864E6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B4A41">
              <w:rPr>
                <w:sz w:val="28"/>
                <w:szCs w:val="28"/>
              </w:rPr>
              <w:t>Администрация Абанского района</w:t>
            </w:r>
            <w:r>
              <w:rPr>
                <w:sz w:val="28"/>
                <w:szCs w:val="28"/>
              </w:rPr>
              <w:t xml:space="preserve"> Красноярского края</w:t>
            </w:r>
          </w:p>
        </w:tc>
      </w:tr>
      <w:tr w:rsidR="0010458B" w:rsidRPr="00EB4A41">
        <w:trPr>
          <w:trHeight w:val="3025"/>
        </w:trPr>
        <w:tc>
          <w:tcPr>
            <w:tcW w:w="4108" w:type="dxa"/>
          </w:tcPr>
          <w:p w:rsidR="0010458B" w:rsidRPr="00EB4A41" w:rsidRDefault="0010458B" w:rsidP="00F00C38">
            <w:pPr>
              <w:pStyle w:val="BodyText"/>
            </w:pPr>
            <w:r w:rsidRPr="00EB4A41">
              <w:t>Цель и задачи подпрограммы</w:t>
            </w:r>
          </w:p>
        </w:tc>
        <w:tc>
          <w:tcPr>
            <w:tcW w:w="6000" w:type="dxa"/>
          </w:tcPr>
          <w:p w:rsidR="0010458B" w:rsidRPr="00EB4A41" w:rsidRDefault="0010458B" w:rsidP="00864E69">
            <w:pPr>
              <w:pStyle w:val="BodyText"/>
              <w:jc w:val="left"/>
            </w:pPr>
            <w:r w:rsidRPr="00EB4A41">
              <w:t>Цель подпрограммы: создание благоприятных условий для развития малого и среднего предпринимательства в Абанском районе.</w:t>
            </w:r>
          </w:p>
          <w:p w:rsidR="0010458B" w:rsidRPr="00EB4A41" w:rsidRDefault="0010458B" w:rsidP="00864E69">
            <w:pPr>
              <w:pStyle w:val="BodyText"/>
              <w:jc w:val="left"/>
            </w:pPr>
            <w:r w:rsidRPr="00EB4A41">
              <w:t>Задачи подпрограммы:</w:t>
            </w:r>
          </w:p>
          <w:p w:rsidR="0010458B" w:rsidRPr="00EB4A41" w:rsidRDefault="0010458B" w:rsidP="00864E69">
            <w:pPr>
              <w:pStyle w:val="BodyText"/>
              <w:jc w:val="left"/>
            </w:pPr>
            <w:r w:rsidRPr="00EB4A41">
              <w:t>1.Создание эффективных форм  финансово-имущественной поддержки субъектам малого и среднего предпринимательства;</w:t>
            </w:r>
          </w:p>
          <w:p w:rsidR="0010458B" w:rsidRPr="00EB4A41" w:rsidRDefault="0010458B" w:rsidP="00864E69">
            <w:pPr>
              <w:pStyle w:val="BodyText"/>
              <w:jc w:val="left"/>
            </w:pPr>
            <w:r w:rsidRPr="00EB4A41">
              <w:t>2.Повышение доступности информационно- консультационных ресурсов для субъектов малого и среднего  предпринимательства</w:t>
            </w:r>
            <w:r>
              <w:t>.</w:t>
            </w:r>
          </w:p>
        </w:tc>
      </w:tr>
      <w:tr w:rsidR="0010458B" w:rsidRPr="00212498">
        <w:tc>
          <w:tcPr>
            <w:tcW w:w="4108" w:type="dxa"/>
          </w:tcPr>
          <w:p w:rsidR="0010458B" w:rsidRPr="00EB4A41" w:rsidRDefault="0010458B" w:rsidP="00F00C38">
            <w:pPr>
              <w:pStyle w:val="BodyText"/>
            </w:pPr>
            <w:r w:rsidRPr="00EB4A41">
              <w:t xml:space="preserve">Целевые индикаторы </w:t>
            </w:r>
          </w:p>
        </w:tc>
        <w:tc>
          <w:tcPr>
            <w:tcW w:w="6000" w:type="dxa"/>
          </w:tcPr>
          <w:p w:rsidR="0010458B" w:rsidRPr="00212498" w:rsidRDefault="0010458B" w:rsidP="00864E69">
            <w:pPr>
              <w:pStyle w:val="BodyText"/>
              <w:jc w:val="left"/>
              <w:rPr>
                <w:color w:val="000000"/>
              </w:rPr>
            </w:pPr>
            <w:r w:rsidRPr="00212498">
              <w:rPr>
                <w:color w:val="000000"/>
              </w:rPr>
              <w:t>1.Количество субъектов малого и  среднего предпринимательства, получивших муниципальную поддержку (ежегодно) - 6 единиц;</w:t>
            </w:r>
          </w:p>
          <w:p w:rsidR="0010458B" w:rsidRPr="00212498" w:rsidRDefault="0010458B" w:rsidP="00864E69">
            <w:pPr>
              <w:pStyle w:val="BodyText"/>
              <w:jc w:val="left"/>
              <w:rPr>
                <w:color w:val="000000"/>
              </w:rPr>
            </w:pPr>
            <w:r w:rsidRPr="00212498">
              <w:rPr>
                <w:color w:val="000000"/>
              </w:rPr>
              <w:t>2.Количество созданных рабочих мест  (включая вновь зарегистрированных индивидуальных предпринимателей) в  сфере малого и среднего предпринимательства при реализации мероприятий подпрограммы (ежегодно) - 6 единиц;</w:t>
            </w:r>
          </w:p>
          <w:p w:rsidR="0010458B" w:rsidRPr="00212498" w:rsidRDefault="0010458B" w:rsidP="00864E69">
            <w:pPr>
              <w:pStyle w:val="BodyText"/>
              <w:jc w:val="left"/>
              <w:rPr>
                <w:color w:val="000000"/>
              </w:rPr>
            </w:pPr>
            <w:r w:rsidRPr="00212498">
              <w:rPr>
                <w:color w:val="000000"/>
              </w:rPr>
              <w:t xml:space="preserve">3.Количество сохраненных рабочих мест в сфере малого и среднего предпринимательства за период реализации подпрограммы, до </w:t>
            </w:r>
            <w:r>
              <w:rPr>
                <w:color w:val="000000"/>
              </w:rPr>
              <w:t>97</w:t>
            </w:r>
            <w:r w:rsidRPr="00212498">
              <w:rPr>
                <w:color w:val="000000"/>
              </w:rPr>
              <w:t xml:space="preserve"> единиц в 20</w:t>
            </w:r>
            <w:r>
              <w:rPr>
                <w:color w:val="000000"/>
              </w:rPr>
              <w:t>17</w:t>
            </w:r>
            <w:r w:rsidRPr="00212498">
              <w:rPr>
                <w:color w:val="000000"/>
              </w:rPr>
              <w:t xml:space="preserve"> году.</w:t>
            </w:r>
          </w:p>
          <w:p w:rsidR="0010458B" w:rsidRPr="00212498" w:rsidRDefault="0010458B" w:rsidP="00212498">
            <w:pPr>
              <w:pStyle w:val="BodyText"/>
              <w:jc w:val="left"/>
            </w:pPr>
            <w:r w:rsidRPr="00212498">
              <w:rPr>
                <w:color w:val="000000"/>
              </w:rPr>
              <w:t>4.Объем привлеченных поддержанными субъектами малого и (или) среднего предпринимательства инвестиций при  реализации подпрограммы –24,3 млн. рублей.</w:t>
            </w:r>
          </w:p>
        </w:tc>
      </w:tr>
      <w:tr w:rsidR="0010458B" w:rsidRPr="00EB4A41">
        <w:tc>
          <w:tcPr>
            <w:tcW w:w="4108" w:type="dxa"/>
          </w:tcPr>
          <w:p w:rsidR="0010458B" w:rsidRPr="00EB4A41" w:rsidRDefault="0010458B" w:rsidP="007F1CBF">
            <w:pPr>
              <w:pStyle w:val="BodyText"/>
              <w:jc w:val="left"/>
            </w:pPr>
            <w:r w:rsidRPr="00EB4A41">
              <w:t>Сроки реализации подпрограммы</w:t>
            </w:r>
          </w:p>
        </w:tc>
        <w:tc>
          <w:tcPr>
            <w:tcW w:w="6000" w:type="dxa"/>
          </w:tcPr>
          <w:p w:rsidR="0010458B" w:rsidRPr="00EB4A41" w:rsidRDefault="0010458B" w:rsidP="00864E69">
            <w:pPr>
              <w:pStyle w:val="BodyText"/>
              <w:jc w:val="left"/>
            </w:pPr>
            <w:r w:rsidRPr="00EB4A41">
              <w:t>2014-201</w:t>
            </w:r>
            <w:r>
              <w:t>7</w:t>
            </w:r>
            <w:r w:rsidRPr="00EB4A41">
              <w:t xml:space="preserve"> годы</w:t>
            </w:r>
          </w:p>
        </w:tc>
      </w:tr>
      <w:tr w:rsidR="0010458B" w:rsidRPr="00EB4A41">
        <w:tc>
          <w:tcPr>
            <w:tcW w:w="4108" w:type="dxa"/>
          </w:tcPr>
          <w:p w:rsidR="0010458B" w:rsidRPr="00EB4A41" w:rsidRDefault="0010458B" w:rsidP="00F00C38">
            <w:pPr>
              <w:pStyle w:val="BodyText"/>
            </w:pPr>
            <w:r w:rsidRPr="00EB4A41">
              <w:t>Объемы и источники финансирования подпрограммы на период действия программы с указанием на источники финансирования по годам реализации подпрограммы</w:t>
            </w:r>
          </w:p>
        </w:tc>
        <w:tc>
          <w:tcPr>
            <w:tcW w:w="6000" w:type="dxa"/>
          </w:tcPr>
          <w:p w:rsidR="0010458B" w:rsidRDefault="0010458B" w:rsidP="00864E69">
            <w:pPr>
              <w:pStyle w:val="BodyText"/>
              <w:jc w:val="left"/>
            </w:pPr>
            <w:r w:rsidRPr="00EB4A41">
              <w:t xml:space="preserve">Общий объём </w:t>
            </w:r>
            <w:r>
              <w:t>бюджетных ассигнований на реализацию</w:t>
            </w:r>
            <w:r w:rsidRPr="00EB4A41">
              <w:t xml:space="preserve"> подпрограммы </w:t>
            </w:r>
            <w:r>
              <w:t xml:space="preserve">составляет </w:t>
            </w:r>
          </w:p>
          <w:p w:rsidR="0010458B" w:rsidRPr="007F56E1" w:rsidRDefault="0010458B" w:rsidP="00864E69">
            <w:pPr>
              <w:pStyle w:val="BodyText"/>
              <w:jc w:val="left"/>
            </w:pPr>
            <w:r>
              <w:t>4 715,00</w:t>
            </w:r>
            <w:r w:rsidRPr="007F56E1">
              <w:t xml:space="preserve"> тысяч рублей, в том числе:</w:t>
            </w:r>
          </w:p>
          <w:p w:rsidR="0010458B" w:rsidRPr="007F56E1" w:rsidRDefault="0010458B" w:rsidP="00864E69">
            <w:pPr>
              <w:pStyle w:val="BodyText"/>
              <w:jc w:val="left"/>
            </w:pPr>
            <w:r>
              <w:t>2 801,00</w:t>
            </w:r>
            <w:r w:rsidRPr="007F56E1">
              <w:t xml:space="preserve"> тыс. руб. средства федерального бюджета;</w:t>
            </w:r>
          </w:p>
          <w:p w:rsidR="0010458B" w:rsidRPr="007F56E1" w:rsidRDefault="0010458B" w:rsidP="007F56E1">
            <w:pPr>
              <w:pStyle w:val="BodyText"/>
              <w:jc w:val="left"/>
            </w:pPr>
            <w:r>
              <w:t>1 8</w:t>
            </w:r>
            <w:r w:rsidRPr="007F56E1">
              <w:t>4</w:t>
            </w:r>
            <w:r>
              <w:t>0</w:t>
            </w:r>
            <w:r w:rsidRPr="007F56E1">
              <w:t>,0 тыс. руб. средства краевого бюджета;</w:t>
            </w:r>
          </w:p>
          <w:p w:rsidR="0010458B" w:rsidRPr="007F56E1" w:rsidRDefault="0010458B" w:rsidP="00864E69">
            <w:pPr>
              <w:pStyle w:val="BodyText"/>
              <w:jc w:val="left"/>
            </w:pPr>
            <w:r w:rsidRPr="007F56E1">
              <w:t>7</w:t>
            </w:r>
            <w:r>
              <w:t>4</w:t>
            </w:r>
            <w:r w:rsidRPr="007F56E1">
              <w:t>,</w:t>
            </w:r>
            <w:r>
              <w:t>0</w:t>
            </w:r>
            <w:r w:rsidRPr="007F56E1">
              <w:t xml:space="preserve"> тыс. руб. средства районного бюджета.</w:t>
            </w:r>
          </w:p>
          <w:p w:rsidR="0010458B" w:rsidRPr="007F56E1" w:rsidRDefault="0010458B" w:rsidP="00864E69">
            <w:pPr>
              <w:pStyle w:val="BodyText"/>
              <w:jc w:val="left"/>
            </w:pPr>
            <w:r w:rsidRPr="007F56E1">
              <w:t>Объем финансирования по годам реализации подпрограммы:</w:t>
            </w:r>
          </w:p>
          <w:p w:rsidR="0010458B" w:rsidRPr="007F56E1" w:rsidRDefault="0010458B" w:rsidP="00864E69">
            <w:pPr>
              <w:pStyle w:val="BodyText"/>
              <w:jc w:val="left"/>
            </w:pPr>
            <w:r w:rsidRPr="007F56E1">
              <w:t>2014 год – 2 1</w:t>
            </w:r>
            <w:r>
              <w:t>91</w:t>
            </w:r>
            <w:r w:rsidRPr="007F56E1">
              <w:t>,</w:t>
            </w:r>
            <w:r>
              <w:t>1</w:t>
            </w:r>
            <w:r w:rsidRPr="007F56E1">
              <w:t xml:space="preserve"> тыс. рублей, в т.ч.:</w:t>
            </w:r>
          </w:p>
          <w:p w:rsidR="0010458B" w:rsidRPr="007F56E1" w:rsidRDefault="0010458B" w:rsidP="00864E69">
            <w:pPr>
              <w:pStyle w:val="BodyText"/>
              <w:jc w:val="left"/>
            </w:pPr>
            <w:r>
              <w:t>1 19</w:t>
            </w:r>
            <w:r w:rsidRPr="007F56E1">
              <w:t>3,</w:t>
            </w:r>
            <w:r>
              <w:t>1</w:t>
            </w:r>
            <w:r w:rsidRPr="007F56E1">
              <w:t xml:space="preserve"> тыс. руб. средства федерального бюджета;</w:t>
            </w:r>
          </w:p>
          <w:p w:rsidR="0010458B" w:rsidRPr="007F56E1" w:rsidRDefault="0010458B" w:rsidP="00D83DB8">
            <w:pPr>
              <w:pStyle w:val="BodyText"/>
              <w:jc w:val="left"/>
            </w:pPr>
            <w:r w:rsidRPr="007F56E1">
              <w:t>974,0 тыс. руб. средства краевого бюджета;</w:t>
            </w:r>
          </w:p>
          <w:p w:rsidR="0010458B" w:rsidRDefault="0010458B" w:rsidP="00864E69">
            <w:pPr>
              <w:pStyle w:val="BodyText"/>
              <w:jc w:val="left"/>
            </w:pPr>
            <w:r>
              <w:t>24</w:t>
            </w:r>
            <w:r w:rsidRPr="00AA25E8">
              <w:t>,</w:t>
            </w:r>
            <w:r>
              <w:t>0</w:t>
            </w:r>
            <w:r w:rsidRPr="00AA25E8">
              <w:t xml:space="preserve"> тыс. руб. средства районного бюджета.</w:t>
            </w:r>
          </w:p>
          <w:p w:rsidR="0010458B" w:rsidRDefault="0010458B" w:rsidP="00864E69">
            <w:pPr>
              <w:pStyle w:val="BodyText"/>
              <w:jc w:val="left"/>
            </w:pPr>
            <w:r w:rsidRPr="00EB4A41">
              <w:t xml:space="preserve">2015 год – </w:t>
            </w:r>
            <w:r>
              <w:t>2523,9</w:t>
            </w:r>
            <w:r w:rsidRPr="00EB4A41">
              <w:t xml:space="preserve"> тыс. руб</w:t>
            </w:r>
            <w:r>
              <w:t>лей, в т.ч.</w:t>
            </w:r>
          </w:p>
          <w:p w:rsidR="0010458B" w:rsidRDefault="0010458B" w:rsidP="00864E69">
            <w:pPr>
              <w:pStyle w:val="BodyText"/>
              <w:jc w:val="left"/>
            </w:pPr>
            <w:r>
              <w:t>1607,9</w:t>
            </w:r>
            <w:r w:rsidRPr="007F56E1">
              <w:t xml:space="preserve"> тыс. руб. средства федерального </w:t>
            </w:r>
            <w:r>
              <w:t>бюджета;</w:t>
            </w:r>
          </w:p>
          <w:p w:rsidR="0010458B" w:rsidRPr="007F56E1" w:rsidRDefault="0010458B" w:rsidP="002B32B8">
            <w:pPr>
              <w:pStyle w:val="BodyText"/>
              <w:jc w:val="left"/>
            </w:pPr>
            <w:r>
              <w:t>866</w:t>
            </w:r>
            <w:r w:rsidRPr="007F56E1">
              <w:t>,0 тыс. руб. средства краевого бюджета;</w:t>
            </w:r>
          </w:p>
          <w:p w:rsidR="0010458B" w:rsidRDefault="0010458B" w:rsidP="007F1CBF">
            <w:pPr>
              <w:pStyle w:val="BodyText"/>
              <w:jc w:val="left"/>
            </w:pPr>
            <w:r>
              <w:t>50,0 тыс. руб. средства районного бюджета.</w:t>
            </w:r>
          </w:p>
          <w:p w:rsidR="0010458B" w:rsidRPr="00EB4A41" w:rsidRDefault="0010458B" w:rsidP="00864E69">
            <w:pPr>
              <w:pStyle w:val="BodyText"/>
              <w:jc w:val="left"/>
            </w:pPr>
            <w:r w:rsidRPr="00EB4A41">
              <w:t>2016 год – 0,0 тыс. руб</w:t>
            </w:r>
            <w:r>
              <w:t>лей,</w:t>
            </w:r>
          </w:p>
          <w:p w:rsidR="0010458B" w:rsidRPr="00EB4A41" w:rsidRDefault="0010458B" w:rsidP="00263BE6">
            <w:pPr>
              <w:pStyle w:val="BodyText"/>
              <w:jc w:val="left"/>
            </w:pPr>
            <w:r w:rsidRPr="00EB4A41">
              <w:t>201</w:t>
            </w:r>
            <w:r>
              <w:t>7</w:t>
            </w:r>
            <w:r w:rsidRPr="00EB4A41">
              <w:t xml:space="preserve"> год – 0,0 тыс. руб</w:t>
            </w:r>
            <w:r>
              <w:t>лей.</w:t>
            </w:r>
          </w:p>
        </w:tc>
      </w:tr>
      <w:tr w:rsidR="0010458B" w:rsidRPr="00EB4A41">
        <w:tc>
          <w:tcPr>
            <w:tcW w:w="4108" w:type="dxa"/>
          </w:tcPr>
          <w:p w:rsidR="0010458B" w:rsidRPr="00EB4A41" w:rsidRDefault="0010458B" w:rsidP="0035742A">
            <w:pPr>
              <w:pStyle w:val="BodyText"/>
            </w:pPr>
            <w:r w:rsidRPr="00EB4A41">
              <w:t>Система организации контроля за исполнением подпрограммы</w:t>
            </w:r>
          </w:p>
        </w:tc>
        <w:tc>
          <w:tcPr>
            <w:tcW w:w="6000" w:type="dxa"/>
          </w:tcPr>
          <w:p w:rsidR="0010458B" w:rsidRPr="00EB4A41" w:rsidRDefault="0010458B" w:rsidP="00864E69">
            <w:pPr>
              <w:pStyle w:val="BodyText"/>
              <w:jc w:val="left"/>
            </w:pPr>
            <w:r w:rsidRPr="00EB4A41">
              <w:t>Контроль за ходом реализации подпрограммы осуществляют:</w:t>
            </w:r>
          </w:p>
          <w:p w:rsidR="0010458B" w:rsidRPr="00EB4A41" w:rsidRDefault="0010458B" w:rsidP="00864E69">
            <w:pPr>
              <w:pStyle w:val="BodyText"/>
              <w:jc w:val="left"/>
            </w:pPr>
            <w:r>
              <w:t>А</w:t>
            </w:r>
            <w:r w:rsidRPr="00EB4A41">
              <w:t>дминистрация Абанского района (отдел социально-экономического развития);</w:t>
            </w:r>
          </w:p>
          <w:p w:rsidR="0010458B" w:rsidRPr="00EB4A41" w:rsidRDefault="0010458B" w:rsidP="00864E69">
            <w:pPr>
              <w:pStyle w:val="BodyText"/>
              <w:jc w:val="left"/>
            </w:pPr>
            <w:r w:rsidRPr="00EB4A41">
              <w:t>Финансовое управление администрации Абанского района</w:t>
            </w:r>
          </w:p>
        </w:tc>
      </w:tr>
    </w:tbl>
    <w:p w:rsidR="0010458B" w:rsidRPr="00EB4A41" w:rsidRDefault="0010458B" w:rsidP="003C213F">
      <w:pPr>
        <w:jc w:val="center"/>
        <w:rPr>
          <w:b/>
          <w:bCs/>
          <w:sz w:val="28"/>
          <w:szCs w:val="28"/>
        </w:rPr>
      </w:pPr>
    </w:p>
    <w:p w:rsidR="0010458B" w:rsidRPr="004757F2" w:rsidRDefault="0010458B" w:rsidP="004757F2">
      <w:pPr>
        <w:pStyle w:val="ListParagraph"/>
        <w:jc w:val="center"/>
        <w:rPr>
          <w:sz w:val="28"/>
          <w:szCs w:val="28"/>
        </w:rPr>
      </w:pPr>
      <w:r>
        <w:rPr>
          <w:sz w:val="28"/>
          <w:szCs w:val="28"/>
        </w:rPr>
        <w:t>2. Постановка общ</w:t>
      </w:r>
      <w:r w:rsidRPr="004757F2">
        <w:rPr>
          <w:sz w:val="28"/>
          <w:szCs w:val="28"/>
        </w:rPr>
        <w:t>ерайонной проблемы и обоснование необходимости разработки подпрограммы</w:t>
      </w:r>
    </w:p>
    <w:p w:rsidR="0010458B" w:rsidRPr="00A44D9D" w:rsidRDefault="0010458B" w:rsidP="005712EA">
      <w:pPr>
        <w:pStyle w:val="ListParagraph"/>
        <w:ind w:left="1080"/>
        <w:rPr>
          <w:sz w:val="28"/>
          <w:szCs w:val="28"/>
        </w:rPr>
      </w:pPr>
    </w:p>
    <w:p w:rsidR="0010458B" w:rsidRPr="00EB4A41" w:rsidRDefault="0010458B" w:rsidP="004757F2">
      <w:pPr>
        <w:ind w:firstLine="708"/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Принятие настоящей подпрограммы обеспечивает преемственность решений органов местного самоуправления в сфере развития малого и среднего предпринимательства с использованием механизмов и форм муниципальной поддержки, положительно зарекомендовавших себя в ходе реализации районной </w:t>
      </w:r>
      <w:r>
        <w:rPr>
          <w:sz w:val="28"/>
          <w:szCs w:val="28"/>
        </w:rPr>
        <w:t xml:space="preserve">долгосрочной </w:t>
      </w:r>
      <w:r w:rsidRPr="00EB4A41">
        <w:rPr>
          <w:sz w:val="28"/>
          <w:szCs w:val="28"/>
        </w:rPr>
        <w:t>целевой программы «Поддержка малого и среднего предпринимательства в Абанском районе на 2011-2013 годы»</w:t>
      </w:r>
      <w:r>
        <w:rPr>
          <w:sz w:val="28"/>
          <w:szCs w:val="28"/>
        </w:rPr>
        <w:t xml:space="preserve">, </w:t>
      </w:r>
      <w:r w:rsidRPr="00EB4A41">
        <w:rPr>
          <w:sz w:val="28"/>
          <w:szCs w:val="28"/>
        </w:rPr>
        <w:t>утвержденной постановлением администрации Абанского района от 23.11.2010 № 1099-п (далее – ДЦП).</w:t>
      </w:r>
    </w:p>
    <w:p w:rsidR="0010458B" w:rsidRPr="00EB4A41" w:rsidRDefault="0010458B" w:rsidP="00C36584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Развитие малого и среднего предпринимательства в Абанском районе в последние годы приобретает все большее социальное и экономическое значение, способствуя повышению благосостояния населения, созданию новых рабочих мест, увеличению доходной части местного бюджета.</w:t>
      </w:r>
    </w:p>
    <w:p w:rsidR="0010458B" w:rsidRPr="00EB4A41" w:rsidRDefault="0010458B" w:rsidP="00C36584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Малое и среднее предпринимательство является неотъемлемой частью экономической системы района. Субъекты малого и среднего предпринимательства присутствуют во всех отраслях производственной и непроизводственной сфер деятельности, поэтому развитие малого и среднего предпринимательства является основным  фактором, определяющим устойчивое развитие экономики района.</w:t>
      </w:r>
    </w:p>
    <w:p w:rsidR="0010458B" w:rsidRPr="00EB4A41" w:rsidRDefault="0010458B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На территории Абанского района осуществляют свою деятельность 59</w:t>
      </w:r>
      <w:r>
        <w:rPr>
          <w:sz w:val="28"/>
          <w:szCs w:val="28"/>
        </w:rPr>
        <w:t xml:space="preserve"> </w:t>
      </w:r>
      <w:r w:rsidRPr="00EB4A41">
        <w:rPr>
          <w:sz w:val="28"/>
          <w:szCs w:val="28"/>
        </w:rPr>
        <w:t>малых предприятий (юридических лиц) и 490 индивидуальных предпринимателей. По сравнению с 2009 годом количество зарегистрированных индивидуальных предпринимателей увеличилось на 38 человек. Наиболее привлекательной для субъектов малого и среднего предпринимательства остается непроизводственная сфера (торговля), сельское хозяйство. Удельный вес сельскохозяйственных предприятий (юридических лиц) в общем объеме организаций малого бизнеса составляет 47,5 процентов</w:t>
      </w:r>
    </w:p>
    <w:p w:rsidR="0010458B" w:rsidRPr="00EB4A41" w:rsidRDefault="0010458B" w:rsidP="003C213F">
      <w:pPr>
        <w:tabs>
          <w:tab w:val="left" w:pos="3119"/>
        </w:tabs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 Среднесписочная численность работников малых предприятий составляет 1019 человек. Сложилась тенденция роста доли численности работников малых предприятий в среднесписочной численности работников всех предприятий и организаций, которая в 2006 году составляла 36,84 процента, в 2010 году 45,37 процентов.</w:t>
      </w:r>
    </w:p>
    <w:p w:rsidR="0010458B" w:rsidRPr="00EB4A41" w:rsidRDefault="0010458B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Среднесписочная численность работников у индивидуальных предпринимателей – 752 человек или 100 процентов к уровню прошлого года и 104 процента к 2010 году.</w:t>
      </w:r>
    </w:p>
    <w:p w:rsidR="0010458B" w:rsidRPr="00EB4A41" w:rsidRDefault="0010458B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Фонд начисленной заработной платы работников малых предприятий  за  2012 год составил 8678,8 млн. рублей  или 107,2 % к 2011 году. Фонд начисленной  заработной платы  работников у индивидуальных предпринимателей в 2012 году составил 4036,7 млн. рублей.</w:t>
      </w:r>
    </w:p>
    <w:p w:rsidR="0010458B" w:rsidRPr="00EB4A41" w:rsidRDefault="0010458B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Среднемесячная заработная плата работников малых предприятий за 2012 год составила 8516,48 рублей (109,3 % к уровню прошлого года) и 112,3 процентов к 2010 году.</w:t>
      </w:r>
    </w:p>
    <w:p w:rsidR="0010458B" w:rsidRPr="00EB4A41" w:rsidRDefault="0010458B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Оборот организаций малого бизнеса в 2012 году выразился в сумме 732868,1 тысяч рублей или 139,6 % к уровню прошлого года и 151,9 процентов к 2010 году.</w:t>
      </w:r>
    </w:p>
    <w:p w:rsidR="0010458B" w:rsidRPr="00EB4A41" w:rsidRDefault="0010458B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Так как Абанский район является сельскохозяйственным районом, на долю сельскохозяйственных предприятий приходится 55,6 процентов от общего оборота малых предприятий.   </w:t>
      </w:r>
    </w:p>
    <w:p w:rsidR="0010458B" w:rsidRPr="00EB4A41" w:rsidRDefault="0010458B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Наиболее привлекательными для субъектов малого предпринимательства все-таки остается непроизводственная сфера, особенно торговля, доля оборота торговых организаций в 2012 году составила 25,8 процента от оборота всех малых предприятии, производство электроэнергии, газа и воды – 16,0 процентов</w:t>
      </w:r>
      <w:r>
        <w:rPr>
          <w:sz w:val="28"/>
          <w:szCs w:val="28"/>
        </w:rPr>
        <w:t>,</w:t>
      </w:r>
      <w:r w:rsidRPr="00EB4A41">
        <w:rPr>
          <w:sz w:val="28"/>
          <w:szCs w:val="28"/>
        </w:rPr>
        <w:t xml:space="preserve"> обрабатывающие производства – 1,8 процентов, транспорт – 0,8 процентов.</w:t>
      </w:r>
    </w:p>
    <w:p w:rsidR="0010458B" w:rsidRPr="00EB4A41" w:rsidRDefault="0010458B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Объем инвестиций в основной капитал субъектов малого предпринимательства возрос на 56,5 процентов  по сравнению с 2011 годом </w:t>
      </w:r>
      <w:r>
        <w:rPr>
          <w:sz w:val="28"/>
          <w:szCs w:val="28"/>
        </w:rPr>
        <w:t>и составил  310</w:t>
      </w:r>
      <w:r w:rsidRPr="00EB4A41">
        <w:rPr>
          <w:sz w:val="28"/>
          <w:szCs w:val="28"/>
        </w:rPr>
        <w:t>699 тысяч рублей.</w:t>
      </w:r>
    </w:p>
    <w:p w:rsidR="0010458B" w:rsidRPr="00EB4A41" w:rsidRDefault="0010458B" w:rsidP="00E535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 Наряду с положительными изменениями существуют и проблемы развития малого и среднего предпринимательства в районе. Основные проблемы, сдерживающие развитие малого и среднего предпринимательства, по оценкам самих предпринимателей, руководителей малых и средних предприятий, вызваны нехваткой собственных оборотных средств, ограниченным доступом к кредитным ресурсам (в основном из-за недостаточности ликвидного имущественного обеспечения), сложностью в подборе необходимых кадров, для начинающих субъектов малого предприниматель</w:t>
      </w:r>
      <w:r>
        <w:rPr>
          <w:rFonts w:ascii="Times New Roman" w:hAnsi="Times New Roman" w:cs="Times New Roman"/>
          <w:sz w:val="28"/>
          <w:szCs w:val="28"/>
        </w:rPr>
        <w:t>ства - высокими издержками при «вхождении на рынок»</w:t>
      </w:r>
      <w:r w:rsidRPr="00EB4A41">
        <w:rPr>
          <w:rFonts w:ascii="Times New Roman" w:hAnsi="Times New Roman" w:cs="Times New Roman"/>
          <w:sz w:val="28"/>
          <w:szCs w:val="28"/>
        </w:rPr>
        <w:t>.</w:t>
      </w:r>
    </w:p>
    <w:p w:rsidR="0010458B" w:rsidRPr="00EB4A41" w:rsidRDefault="0010458B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Тем не менее, в районе имеется потенциал для постепенного увеличения количественных и качественных показателей деятельности малого и среднего предпринимательства. Поддержка малого и среднего предпринимательства, основанная на программно-целевом подходе, при котором мероприятия взаимно увязаны по срокам, ресурсам и исполнителям, в сочетании с действенной системой управления и контроля создаст предпосылки для дальнейшего более динамичного развития этого сектора экономики. </w:t>
      </w:r>
    </w:p>
    <w:p w:rsidR="0010458B" w:rsidRPr="00EB4A41" w:rsidRDefault="0010458B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Основными принципами поддержки субъектов малого и среднего предпринимательства являются:</w:t>
      </w:r>
    </w:p>
    <w:p w:rsidR="0010458B" w:rsidRPr="00EB4A41" w:rsidRDefault="0010458B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- заявительный порядок обращения субъектов малого и среднего предпринимательства за оказанием поддержки;</w:t>
      </w:r>
    </w:p>
    <w:p w:rsidR="0010458B" w:rsidRPr="00EB4A41" w:rsidRDefault="0010458B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- доступность инфраструктуры поддержки малого и среднего предпринимательства для всех субъектов малого и среднего предпринимательства;</w:t>
      </w:r>
    </w:p>
    <w:p w:rsidR="0010458B" w:rsidRPr="00EB4A41" w:rsidRDefault="0010458B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- равный доступ субъектов малого и среднего предпринимательства к участию в настоящей программе;</w:t>
      </w:r>
    </w:p>
    <w:p w:rsidR="0010458B" w:rsidRPr="00EB4A41" w:rsidRDefault="0010458B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- оказание поддержки с соблюдением требований, установленных Фед</w:t>
      </w:r>
      <w:r>
        <w:rPr>
          <w:sz w:val="28"/>
          <w:szCs w:val="28"/>
        </w:rPr>
        <w:t xml:space="preserve">еральным законом от 26.07.2006 </w:t>
      </w:r>
      <w:r w:rsidRPr="00EB4A41">
        <w:rPr>
          <w:sz w:val="28"/>
          <w:szCs w:val="28"/>
        </w:rPr>
        <w:t>№135-ФЗ «О защите конкуренции».</w:t>
      </w:r>
    </w:p>
    <w:p w:rsidR="0010458B" w:rsidRPr="00EB4A41" w:rsidRDefault="0010458B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Проведение эффективной последовательной политики в вопросах поддержки малого и среднего предпринимательства, а также реализация </w:t>
      </w:r>
      <w:r>
        <w:rPr>
          <w:sz w:val="28"/>
          <w:szCs w:val="28"/>
        </w:rPr>
        <w:t>м</w:t>
      </w:r>
      <w:r w:rsidRPr="00EB4A41">
        <w:rPr>
          <w:sz w:val="28"/>
          <w:szCs w:val="28"/>
        </w:rPr>
        <w:t>ероприятий подпрограммы позволит усилить благоприятные условия для развития малого и среднего предпринимательства в Абанском районе.</w:t>
      </w:r>
    </w:p>
    <w:p w:rsidR="0010458B" w:rsidRPr="00EB4A41" w:rsidRDefault="0010458B" w:rsidP="00E535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</w:t>
      </w:r>
      <w:r w:rsidRPr="00EB4A41">
        <w:rPr>
          <w:sz w:val="28"/>
          <w:szCs w:val="28"/>
        </w:rPr>
        <w:t>направлена</w:t>
      </w:r>
      <w:r>
        <w:rPr>
          <w:sz w:val="28"/>
          <w:szCs w:val="28"/>
        </w:rPr>
        <w:t xml:space="preserve"> на</w:t>
      </w:r>
      <w:r w:rsidRPr="00EB4A41">
        <w:rPr>
          <w:sz w:val="28"/>
          <w:szCs w:val="28"/>
        </w:rPr>
        <w:t>:</w:t>
      </w:r>
    </w:p>
    <w:p w:rsidR="0010458B" w:rsidRPr="00EB4A41" w:rsidRDefault="0010458B" w:rsidP="00E80B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EB4A41">
        <w:rPr>
          <w:sz w:val="28"/>
          <w:szCs w:val="28"/>
        </w:rPr>
        <w:t>беспечение комплексного подхода к решению проблем развития малого и среднего предпринимательства в районе со стороны муниципальной власти, общественных объединений предпринимателей, организаций инфраструктуры поддержки малого и среднего предпринимательства;</w:t>
      </w:r>
    </w:p>
    <w:p w:rsidR="0010458B" w:rsidRPr="00EB4A41" w:rsidRDefault="0010458B" w:rsidP="00E80B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B4A41">
        <w:rPr>
          <w:sz w:val="28"/>
          <w:szCs w:val="28"/>
        </w:rPr>
        <w:t>информационное и консультационное сопровождение предпринимателей района;</w:t>
      </w:r>
    </w:p>
    <w:p w:rsidR="0010458B" w:rsidRPr="00EB4A41" w:rsidRDefault="0010458B" w:rsidP="00E80B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B4A41">
        <w:rPr>
          <w:sz w:val="28"/>
          <w:szCs w:val="28"/>
        </w:rPr>
        <w:t>повышение уровня предпринимательской грамотности;</w:t>
      </w:r>
    </w:p>
    <w:p w:rsidR="0010458B" w:rsidRPr="00EB4A41" w:rsidRDefault="0010458B" w:rsidP="00E80B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B4A41">
        <w:rPr>
          <w:sz w:val="28"/>
          <w:szCs w:val="28"/>
        </w:rPr>
        <w:t>вовлечение граждан, в т.ч. молодежи, в предпринимательскую деятельность.</w:t>
      </w:r>
    </w:p>
    <w:p w:rsidR="0010458B" w:rsidRPr="00EB4A41" w:rsidRDefault="0010458B" w:rsidP="00E80B35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Подпрограмма разработана исходя из принципов ее преемственности с </w:t>
      </w:r>
      <w:r>
        <w:rPr>
          <w:sz w:val="28"/>
          <w:szCs w:val="28"/>
        </w:rPr>
        <w:t>ДЦП</w:t>
      </w:r>
      <w:r w:rsidRPr="00EB4A41">
        <w:rPr>
          <w:sz w:val="28"/>
          <w:szCs w:val="28"/>
        </w:rPr>
        <w:t>, в рамках которой предоставлялась финансовая, информационно-консультационная, методическая поддержка.</w:t>
      </w:r>
    </w:p>
    <w:p w:rsidR="0010458B" w:rsidRPr="00EB4A41" w:rsidRDefault="0010458B" w:rsidP="00E80B35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На финансирование мероприятий ДЦП В 2011-2012 годы направлено 411,4 тысяч рублей за счет средств местного бюджета, в том числе в 2011 году 190,8 тысяч рублей, в 2012 году 220,6 тысяч рублей. Дополнительно на реализацию мероприятий программы в 2011-2012 годы привлечены средства краевого и федерального бюджетов по результатам конкурса муниципальных программ в сумме 3548,8 тысяч рублей. Финансовая поддержка оказана 20 субъектам малого предпринимательства.</w:t>
      </w:r>
    </w:p>
    <w:p w:rsidR="0010458B" w:rsidRPr="00EB4A41" w:rsidRDefault="0010458B" w:rsidP="00E80B35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Помимо предоставления прямой финансовой поддержки субъектам малого и среднего предпринимательства оказывается информационная, консультационная поддержка.</w:t>
      </w:r>
    </w:p>
    <w:p w:rsidR="0010458B" w:rsidRPr="00EB4A41" w:rsidRDefault="0010458B" w:rsidP="00E80B35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Проведение эффективной последовательной политики в вопросах поддержки малого и среднего предпринимательства, а также реализация мероприятий подпрограммы позволит усилить благоприятные условия для развития малого и среднего предпринимательства в Абанском районе.</w:t>
      </w:r>
    </w:p>
    <w:p w:rsidR="0010458B" w:rsidRPr="00EB4A41" w:rsidRDefault="0010458B" w:rsidP="00E80B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В результате реализации мероприятий подпрограммы ожидаются следующие социально-экономические результаты:</w:t>
      </w:r>
    </w:p>
    <w:p w:rsidR="0010458B" w:rsidRPr="00EB4A41" w:rsidRDefault="0010458B" w:rsidP="00E80B35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1. Количество субъектов малого и среднего предпринимательства, получивших муниципальную поддержку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EB4A41">
        <w:rPr>
          <w:rFonts w:ascii="Times New Roman" w:hAnsi="Times New Roman" w:cs="Times New Roman"/>
          <w:sz w:val="28"/>
          <w:szCs w:val="28"/>
        </w:rPr>
        <w:t xml:space="preserve">ежегодно) - </w:t>
      </w:r>
      <w:r>
        <w:rPr>
          <w:rFonts w:ascii="Times New Roman" w:hAnsi="Times New Roman" w:cs="Times New Roman"/>
          <w:sz w:val="28"/>
          <w:szCs w:val="28"/>
        </w:rPr>
        <w:t>6 единиц</w:t>
      </w:r>
      <w:r w:rsidRPr="00EB4A41">
        <w:rPr>
          <w:rFonts w:ascii="Times New Roman" w:hAnsi="Times New Roman" w:cs="Times New Roman"/>
          <w:sz w:val="28"/>
          <w:szCs w:val="28"/>
        </w:rPr>
        <w:t>.</w:t>
      </w:r>
    </w:p>
    <w:p w:rsidR="0010458B" w:rsidRPr="00EB4A41" w:rsidRDefault="0010458B" w:rsidP="00663F46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2. 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при реализации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EB4A41">
        <w:rPr>
          <w:rFonts w:ascii="Times New Roman" w:hAnsi="Times New Roman" w:cs="Times New Roman"/>
          <w:sz w:val="28"/>
          <w:szCs w:val="28"/>
        </w:rPr>
        <w:t xml:space="preserve">ежегодно) - </w:t>
      </w:r>
      <w:r>
        <w:rPr>
          <w:rFonts w:ascii="Times New Roman" w:hAnsi="Times New Roman" w:cs="Times New Roman"/>
          <w:sz w:val="28"/>
          <w:szCs w:val="28"/>
        </w:rPr>
        <w:t>6 единиц</w:t>
      </w:r>
      <w:r w:rsidRPr="00EB4A41">
        <w:rPr>
          <w:rFonts w:ascii="Times New Roman" w:hAnsi="Times New Roman" w:cs="Times New Roman"/>
          <w:sz w:val="28"/>
          <w:szCs w:val="28"/>
        </w:rPr>
        <w:t>.</w:t>
      </w:r>
    </w:p>
    <w:p w:rsidR="0010458B" w:rsidRPr="00200063" w:rsidRDefault="0010458B" w:rsidP="00E80B35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3. Количество сохраненных рабочих мест в секторе малого и среднего предпринимательства при реализации подпрограммы</w:t>
      </w:r>
      <w:r w:rsidRPr="00200063">
        <w:rPr>
          <w:rFonts w:ascii="Times New Roman" w:hAnsi="Times New Roman" w:cs="Times New Roman"/>
          <w:sz w:val="28"/>
          <w:szCs w:val="28"/>
        </w:rPr>
        <w:t>, 97 единиц в 2017 году.</w:t>
      </w:r>
    </w:p>
    <w:p w:rsidR="0010458B" w:rsidRPr="00EB4A41" w:rsidRDefault="0010458B" w:rsidP="00E80B35">
      <w:pPr>
        <w:pStyle w:val="ConsPlusNonformat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4. Объем привлеченных инвестиций в секторе малого и среднего предпринимательства при реализации подпрограммы, </w:t>
      </w:r>
      <w:r>
        <w:rPr>
          <w:rFonts w:ascii="Times New Roman" w:hAnsi="Times New Roman" w:cs="Times New Roman"/>
          <w:sz w:val="28"/>
          <w:szCs w:val="28"/>
        </w:rPr>
        <w:t>24,3 млн.</w:t>
      </w:r>
      <w:r w:rsidRPr="00EB4A4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10458B" w:rsidRPr="00EB4A41" w:rsidRDefault="0010458B" w:rsidP="00832835">
      <w:pPr>
        <w:jc w:val="both"/>
        <w:rPr>
          <w:sz w:val="28"/>
          <w:szCs w:val="28"/>
        </w:rPr>
      </w:pPr>
    </w:p>
    <w:p w:rsidR="0010458B" w:rsidRPr="00F63D92" w:rsidRDefault="0010458B" w:rsidP="00F63D92">
      <w:pPr>
        <w:ind w:left="720"/>
        <w:rPr>
          <w:sz w:val="28"/>
          <w:szCs w:val="28"/>
        </w:rPr>
      </w:pPr>
      <w:r w:rsidRPr="00F63D92">
        <w:rPr>
          <w:sz w:val="28"/>
          <w:szCs w:val="28"/>
        </w:rPr>
        <w:t xml:space="preserve">3. Основная цель, задачи, этапы и срок выполнения подпрограммы, </w:t>
      </w:r>
    </w:p>
    <w:p w:rsidR="0010458B" w:rsidRPr="00F63D92" w:rsidRDefault="0010458B" w:rsidP="000E4B77">
      <w:pPr>
        <w:ind w:left="720"/>
        <w:jc w:val="center"/>
        <w:rPr>
          <w:sz w:val="28"/>
          <w:szCs w:val="28"/>
        </w:rPr>
      </w:pPr>
      <w:r w:rsidRPr="00F63D92">
        <w:rPr>
          <w:sz w:val="28"/>
          <w:szCs w:val="28"/>
        </w:rPr>
        <w:t>целевые индикаторы</w:t>
      </w:r>
    </w:p>
    <w:p w:rsidR="0010458B" w:rsidRPr="00882122" w:rsidRDefault="0010458B" w:rsidP="003C213F">
      <w:pPr>
        <w:jc w:val="center"/>
        <w:rPr>
          <w:sz w:val="28"/>
          <w:szCs w:val="28"/>
        </w:rPr>
      </w:pPr>
    </w:p>
    <w:p w:rsidR="0010458B" w:rsidRPr="00EB4A41" w:rsidRDefault="0010458B" w:rsidP="00E80B35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  Целью подпрограммы является создание благоприятных условий для развития малого и среднего предпринимательства в Абанском районе на основе повышения эффективности и качества мер муниципальной поддержки.</w:t>
      </w:r>
    </w:p>
    <w:p w:rsidR="0010458B" w:rsidRPr="00EB4A41" w:rsidRDefault="0010458B" w:rsidP="00E80B35">
      <w:pPr>
        <w:jc w:val="both"/>
        <w:rPr>
          <w:sz w:val="28"/>
          <w:szCs w:val="28"/>
          <w:highlight w:val="yellow"/>
        </w:rPr>
      </w:pPr>
      <w:r w:rsidRPr="00EB4A41">
        <w:rPr>
          <w:sz w:val="28"/>
          <w:szCs w:val="28"/>
        </w:rPr>
        <w:t xml:space="preserve">           Принятие подпрограммы будет способствовать решению социально-трудовых проблем, обеспечению социальных гарантий. За период реализации Подпрограммы должна быть создана благоприятная среда, стимулирующая предпринимательскую активность. А это возможно при условии снижения правовых, нормативных, финансовых, информационных, налоговых и иных рисков.</w:t>
      </w:r>
    </w:p>
    <w:p w:rsidR="0010458B" w:rsidRPr="00EB4A41" w:rsidRDefault="0010458B" w:rsidP="00E80B35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 В соответствии с поставленной целью задачами подпрограммы являются:</w:t>
      </w:r>
    </w:p>
    <w:p w:rsidR="0010458B" w:rsidRDefault="0010458B" w:rsidP="00E80B35">
      <w:pPr>
        <w:pStyle w:val="BodyText"/>
      </w:pPr>
      <w:r w:rsidRPr="00EB4A41">
        <w:t xml:space="preserve">           1.Создание эффективных форм финансово-имущественной поддержки субъектам малого и среднего предпринимательства;</w:t>
      </w:r>
    </w:p>
    <w:p w:rsidR="0010458B" w:rsidRPr="00EB4A41" w:rsidRDefault="0010458B" w:rsidP="00E80B35">
      <w:pPr>
        <w:pStyle w:val="BodyText"/>
      </w:pPr>
      <w:r>
        <w:t xml:space="preserve">           2.</w:t>
      </w:r>
      <w:r w:rsidRPr="00EB4A41">
        <w:t xml:space="preserve">Повышение доступности информационно- консультационных ресурсов для субъектов малого и </w:t>
      </w:r>
      <w:r>
        <w:t>среднего предпринимательства.</w:t>
      </w:r>
    </w:p>
    <w:p w:rsidR="0010458B" w:rsidRPr="00EB4A41" w:rsidRDefault="0010458B" w:rsidP="00B50124">
      <w:pPr>
        <w:pStyle w:val="BodyText"/>
      </w:pPr>
      <w:r w:rsidRPr="00EB4A41">
        <w:t xml:space="preserve">           Решение задач дальнейшего развития малого и среднего предпринимательства должно быть направлено на увеличение его вклада на социально-экономическое развитие Абанского района</w:t>
      </w:r>
      <w:r>
        <w:t>.</w:t>
      </w:r>
    </w:p>
    <w:p w:rsidR="0010458B" w:rsidRPr="00EB4A41" w:rsidRDefault="0010458B" w:rsidP="00E80B35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 Сроки реализации подпрограммы: 2014-201</w:t>
      </w:r>
      <w:r>
        <w:rPr>
          <w:sz w:val="28"/>
          <w:szCs w:val="28"/>
        </w:rPr>
        <w:t>7</w:t>
      </w:r>
      <w:r w:rsidRPr="00EB4A41">
        <w:rPr>
          <w:sz w:val="28"/>
          <w:szCs w:val="28"/>
        </w:rPr>
        <w:t xml:space="preserve"> годы.</w:t>
      </w:r>
    </w:p>
    <w:p w:rsidR="0010458B" w:rsidRPr="00EB4A41" w:rsidRDefault="0010458B" w:rsidP="00DA2984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 Целевые индикаторы и показатели результативности подпрограммы:           </w:t>
      </w:r>
    </w:p>
    <w:p w:rsidR="0010458B" w:rsidRPr="002605F3" w:rsidRDefault="0010458B" w:rsidP="00E80B35">
      <w:pPr>
        <w:pStyle w:val="BodyText"/>
      </w:pPr>
      <w:r w:rsidRPr="002605F3">
        <w:t xml:space="preserve">           количество  субъектов малого и среднего предпринимательства, получивших муниципальную поддержку(ежегодно) –</w:t>
      </w:r>
      <w:r>
        <w:t xml:space="preserve"> 6</w:t>
      </w:r>
      <w:r w:rsidRPr="002605F3">
        <w:t xml:space="preserve"> единицы;</w:t>
      </w:r>
    </w:p>
    <w:p w:rsidR="0010458B" w:rsidRPr="002605F3" w:rsidRDefault="0010458B" w:rsidP="00E80B35">
      <w:pPr>
        <w:pStyle w:val="BodyText"/>
      </w:pPr>
      <w:r w:rsidRPr="002605F3">
        <w:t xml:space="preserve">           количество созданных рабочих мест (включая вновь зарегистрированных индивидуальных предпринимателей) в сфере малого и среднего предпринимательства при реализации мероприятий подпрограммы</w:t>
      </w:r>
      <w:r>
        <w:t xml:space="preserve"> (ежегодно)</w:t>
      </w:r>
      <w:r w:rsidRPr="002605F3">
        <w:t xml:space="preserve">, </w:t>
      </w:r>
      <w:r>
        <w:t>6</w:t>
      </w:r>
      <w:r w:rsidRPr="002605F3">
        <w:t xml:space="preserve"> единиц;</w:t>
      </w:r>
    </w:p>
    <w:p w:rsidR="0010458B" w:rsidRPr="002605F3" w:rsidRDefault="0010458B" w:rsidP="00E80B35">
      <w:pPr>
        <w:pStyle w:val="BodyText"/>
      </w:pPr>
      <w:r w:rsidRPr="002605F3">
        <w:t xml:space="preserve">           количество сохраненных рабочих мест в сфере малого и среднего предпринимательства при реализации подпрограммы, </w:t>
      </w:r>
      <w:r w:rsidRPr="00200063">
        <w:t>97 единиц в 2017 году.</w:t>
      </w:r>
    </w:p>
    <w:p w:rsidR="0010458B" w:rsidRPr="002605F3" w:rsidRDefault="0010458B" w:rsidP="00776E5B">
      <w:pPr>
        <w:pStyle w:val="BodyText"/>
      </w:pPr>
      <w:r w:rsidRPr="002605F3">
        <w:t xml:space="preserve">           объем привлеченных поддержанными субъектами малого и (или) среднего предпринимательства инвестиций при реализации подпрограммы – </w:t>
      </w:r>
      <w:r>
        <w:t>24</w:t>
      </w:r>
      <w:r w:rsidRPr="002605F3">
        <w:t>,</w:t>
      </w:r>
      <w:r>
        <w:t>3</w:t>
      </w:r>
      <w:r w:rsidRPr="002605F3">
        <w:t xml:space="preserve"> млн. рублей; </w:t>
      </w:r>
    </w:p>
    <w:p w:rsidR="0010458B" w:rsidRPr="002605F3" w:rsidRDefault="0010458B" w:rsidP="00E80B35">
      <w:pPr>
        <w:jc w:val="both"/>
        <w:rPr>
          <w:sz w:val="28"/>
          <w:szCs w:val="28"/>
        </w:rPr>
      </w:pPr>
      <w:r w:rsidRPr="002605F3">
        <w:rPr>
          <w:sz w:val="28"/>
          <w:szCs w:val="28"/>
        </w:rPr>
        <w:t xml:space="preserve">          Перечень целевых показателей подпрограммы представлен в приложении № 1 к подпрограмме.</w:t>
      </w:r>
    </w:p>
    <w:p w:rsidR="0010458B" w:rsidRDefault="0010458B" w:rsidP="00E80B35">
      <w:pPr>
        <w:jc w:val="both"/>
        <w:rPr>
          <w:sz w:val="28"/>
          <w:szCs w:val="28"/>
        </w:rPr>
      </w:pPr>
    </w:p>
    <w:p w:rsidR="0010458B" w:rsidRPr="00F63D92" w:rsidRDefault="0010458B" w:rsidP="00F06C4B">
      <w:pPr>
        <w:jc w:val="center"/>
        <w:rPr>
          <w:sz w:val="28"/>
          <w:szCs w:val="28"/>
        </w:rPr>
      </w:pPr>
      <w:r w:rsidRPr="00F63D92">
        <w:rPr>
          <w:sz w:val="28"/>
          <w:szCs w:val="28"/>
        </w:rPr>
        <w:t xml:space="preserve">4. Механизм реализации подпрограммы </w:t>
      </w:r>
    </w:p>
    <w:p w:rsidR="0010458B" w:rsidRPr="00EB4A41" w:rsidRDefault="0010458B" w:rsidP="00F06C4B">
      <w:pPr>
        <w:jc w:val="center"/>
        <w:rPr>
          <w:sz w:val="28"/>
          <w:szCs w:val="28"/>
        </w:rPr>
      </w:pPr>
    </w:p>
    <w:p w:rsidR="0010458B" w:rsidRDefault="0010458B" w:rsidP="00F274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Механизмы поддержки и развития субъектов малого и среднего предпринимательства в рамках </w:t>
      </w:r>
      <w:r>
        <w:rPr>
          <w:sz w:val="28"/>
          <w:szCs w:val="28"/>
        </w:rPr>
        <w:t>подпрограммы сгруппированы в следующие разделы</w:t>
      </w:r>
      <w:r w:rsidRPr="00EB4A41">
        <w:rPr>
          <w:sz w:val="28"/>
          <w:szCs w:val="28"/>
        </w:rPr>
        <w:t xml:space="preserve"> (в зависимости от способа воздействия на формирование благоприятного предпринимательского климата):</w:t>
      </w:r>
    </w:p>
    <w:p w:rsidR="0010458B" w:rsidRDefault="0010458B" w:rsidP="00F63D92">
      <w:pPr>
        <w:pStyle w:val="BodyText"/>
        <w:ind w:firstLine="708"/>
      </w:pPr>
      <w:r w:rsidRPr="00EB4A41">
        <w:t>2.3</w:t>
      </w:r>
      <w:r>
        <w:t xml:space="preserve">.1 </w:t>
      </w:r>
      <w:r w:rsidRPr="00EB4A41">
        <w:t>Оказание финансовой поддержки</w:t>
      </w:r>
      <w:r>
        <w:t>:</w:t>
      </w:r>
    </w:p>
    <w:p w:rsidR="0010458B" w:rsidRPr="00EB4A41" w:rsidRDefault="0010458B" w:rsidP="00B50124">
      <w:pPr>
        <w:pStyle w:val="BodyText"/>
      </w:pPr>
      <w:r w:rsidRPr="00EB4A41">
        <w:t>Источниками финансирования подпрограммы являются средства районного бюджета. Кроме того по результатам участия Абанского района в конкурсах по отбору муниципальных программ (отдельных мероприятий программ) для представления субсидий бюджетам муниципальных образований края в целях софинансир</w:t>
      </w:r>
      <w:r>
        <w:t xml:space="preserve">ования мероприятий подпрограммы </w:t>
      </w:r>
      <w:r w:rsidRPr="00EB4A41">
        <w:t xml:space="preserve"> по поддержке и развитию малого и среднего предпринимательства могут быть привлечены средства краевого и федерального бюджетов, в том числе использованы остатки  межбюджетных трансфертов. </w:t>
      </w:r>
    </w:p>
    <w:p w:rsidR="0010458B" w:rsidRDefault="0010458B" w:rsidP="00EB4A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Получателями бюджетных средств в рамках подпрограммы могут быть субъекты малого и среднего предпринимательства, являющиеся таковыми согласно ста</w:t>
      </w:r>
      <w:r>
        <w:rPr>
          <w:rFonts w:ascii="Times New Roman" w:hAnsi="Times New Roman" w:cs="Times New Roman"/>
          <w:sz w:val="28"/>
          <w:szCs w:val="28"/>
        </w:rPr>
        <w:t>тье 4 Федерального закона от 24.07.</w:t>
      </w:r>
      <w:r w:rsidRPr="00EB4A41">
        <w:rPr>
          <w:rFonts w:ascii="Times New Roman" w:hAnsi="Times New Roman" w:cs="Times New Roman"/>
          <w:sz w:val="28"/>
          <w:szCs w:val="28"/>
        </w:rPr>
        <w:t>2007 № 209-ФЗ</w:t>
      </w:r>
      <w:r>
        <w:rPr>
          <w:rFonts w:ascii="Times New Roman" w:hAnsi="Times New Roman" w:cs="Times New Roman"/>
          <w:sz w:val="28"/>
          <w:szCs w:val="28"/>
        </w:rPr>
        <w:t xml:space="preserve"> «О развитии малого и среднего предпринимательства в Российской Федерации»</w:t>
      </w:r>
      <w:r w:rsidRPr="00EB4A41">
        <w:rPr>
          <w:rFonts w:ascii="Times New Roman" w:hAnsi="Times New Roman" w:cs="Times New Roman"/>
          <w:sz w:val="28"/>
          <w:szCs w:val="28"/>
        </w:rPr>
        <w:t>, зарегистрированные на территории Красноярского края и осуществляющие деятельность на территории Абанского района.</w:t>
      </w:r>
    </w:p>
    <w:p w:rsidR="0010458B" w:rsidRPr="00EB4A41" w:rsidRDefault="0010458B" w:rsidP="00EB4A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Поддержка не может оказываться в отношении субъектов малого и среднего предпринимательства, указанных в  пунктах 3, 4, 5 статьи 14 </w:t>
      </w:r>
      <w:r w:rsidRPr="00EB4A41">
        <w:rPr>
          <w:rFonts w:ascii="Times New Roman" w:hAnsi="Times New Roman" w:cs="Times New Roman"/>
          <w:sz w:val="28"/>
          <w:szCs w:val="28"/>
        </w:rPr>
        <w:t>Федерального закона от 24</w:t>
      </w:r>
      <w:r>
        <w:rPr>
          <w:rFonts w:ascii="Times New Roman" w:hAnsi="Times New Roman" w:cs="Times New Roman"/>
          <w:sz w:val="28"/>
          <w:szCs w:val="28"/>
        </w:rPr>
        <w:t>.07.</w:t>
      </w:r>
      <w:r w:rsidRPr="00EB4A41">
        <w:rPr>
          <w:rFonts w:ascii="Times New Roman" w:hAnsi="Times New Roman" w:cs="Times New Roman"/>
          <w:sz w:val="28"/>
          <w:szCs w:val="28"/>
        </w:rPr>
        <w:t>2007 № 209-ФЗ</w:t>
      </w:r>
      <w:r>
        <w:rPr>
          <w:rFonts w:ascii="Times New Roman" w:hAnsi="Times New Roman" w:cs="Times New Roman"/>
          <w:sz w:val="28"/>
          <w:szCs w:val="28"/>
        </w:rPr>
        <w:t xml:space="preserve"> «О развитии малого и среднего предпринимательства в Российской Федерации».</w:t>
      </w:r>
    </w:p>
    <w:p w:rsidR="0010458B" w:rsidRPr="00EB4A41" w:rsidRDefault="0010458B" w:rsidP="00EB4A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Бюджетное финансирование программных мероприятий осуществляется в форме субсидии юридическим и физическим лицам.</w:t>
      </w:r>
    </w:p>
    <w:p w:rsidR="0010458B" w:rsidRPr="00EB4A41" w:rsidRDefault="0010458B" w:rsidP="00EB4A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Финансовая поддержка за счет районного бюджета предоставляется в пределах средств, предусмотренных на эти цели решением Абанского районного Совета депутатов о районном бюджете на очередной финансовый год и плановый период.</w:t>
      </w:r>
    </w:p>
    <w:p w:rsidR="0010458B" w:rsidRPr="00EB4A41" w:rsidRDefault="0010458B" w:rsidP="00EB4A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Оказание финансовой поддержки носит заявительный характер и осуществляется при отсутствии у субъектов малого и среднего предпринимательства задолженности по налоговым и иным обязательным платежам в бюджетную систему Российской Федерации и внебюджетные фонды.</w:t>
      </w:r>
    </w:p>
    <w:p w:rsidR="0010458B" w:rsidRPr="00FA7F68" w:rsidRDefault="0010458B" w:rsidP="00EB4A41">
      <w:pPr>
        <w:pStyle w:val="BodyText"/>
      </w:pPr>
      <w:r w:rsidRPr="00FA7F68">
        <w:t xml:space="preserve">         Администрация Абанского района после подписания Постановления о предоставлении субсидии заключает с получателем субсидии Соглашение о предоставлении субсидии по форме, установленной администрацией Абанского района.</w:t>
      </w:r>
    </w:p>
    <w:p w:rsidR="0010458B" w:rsidRPr="00EB4A41" w:rsidRDefault="0010458B" w:rsidP="00EB4A41">
      <w:pPr>
        <w:pStyle w:val="BodyText"/>
      </w:pPr>
      <w:r w:rsidRPr="00EB4A41">
        <w:t xml:space="preserve"> </w:t>
      </w:r>
      <w:r>
        <w:tab/>
      </w:r>
      <w:r w:rsidRPr="00EB4A41">
        <w:t xml:space="preserve">В случае выявления нарушений условий, установленных при предоставлении субсидии администрация Абанского района принимает </w:t>
      </w:r>
      <w:r>
        <w:t xml:space="preserve">решение в форме </w:t>
      </w:r>
      <w:r w:rsidRPr="00EB4A41">
        <w:t>постановлени</w:t>
      </w:r>
      <w:r>
        <w:t>я</w:t>
      </w:r>
      <w:r w:rsidRPr="00EB4A41">
        <w:t xml:space="preserve"> о возврате субсидии в районный бюджет в порядке, установленном администрацией и доводит его до сведения получателя субсидии в течение трех рабочих дней с указанием оснований.</w:t>
      </w:r>
    </w:p>
    <w:p w:rsidR="0010458B" w:rsidRPr="004944AF" w:rsidRDefault="0010458B" w:rsidP="007F1CBF">
      <w:pPr>
        <w:pStyle w:val="BodyText"/>
      </w:pPr>
      <w:r>
        <w:tab/>
      </w:r>
      <w:r w:rsidRPr="00EB4A41">
        <w:t>2.3</w:t>
      </w:r>
      <w:r>
        <w:t>.1</w:t>
      </w:r>
      <w:r w:rsidRPr="00EB4A41">
        <w:t>.1 Поддержка субъектов малого и среднего предпринимательства</w:t>
      </w:r>
      <w:r>
        <w:t>, в целях создания, и (или) развития, либо модернизации производства товаров (работ, услуг), развития лизинга</w:t>
      </w:r>
      <w:r w:rsidRPr="004944AF">
        <w:t xml:space="preserve">: </w:t>
      </w:r>
    </w:p>
    <w:p w:rsidR="0010458B" w:rsidRPr="00EB4A41" w:rsidRDefault="0010458B" w:rsidP="00EB4A41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B4A41">
        <w:rPr>
          <w:rFonts w:ascii="Times New Roman" w:hAnsi="Times New Roman" w:cs="Times New Roman"/>
          <w:sz w:val="28"/>
          <w:szCs w:val="28"/>
        </w:rPr>
        <w:t xml:space="preserve">. Субсидии субъектам малого и среднего предпринимательства </w:t>
      </w:r>
      <w:r w:rsidRPr="000665F9">
        <w:rPr>
          <w:rFonts w:ascii="Times New Roman" w:hAnsi="Times New Roman" w:cs="Times New Roman"/>
          <w:sz w:val="28"/>
          <w:szCs w:val="28"/>
        </w:rPr>
        <w:t xml:space="preserve">на возмещение части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 </w:t>
      </w:r>
      <w:r w:rsidRPr="00EB4A41">
        <w:rPr>
          <w:rFonts w:ascii="Times New Roman" w:hAnsi="Times New Roman" w:cs="Times New Roman"/>
          <w:sz w:val="28"/>
          <w:szCs w:val="28"/>
        </w:rPr>
        <w:t xml:space="preserve">(далее субсидия) предоставляются в размере </w:t>
      </w:r>
      <w:r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Pr="00EB4A41">
        <w:rPr>
          <w:rFonts w:ascii="Times New Roman" w:hAnsi="Times New Roman" w:cs="Times New Roman"/>
          <w:sz w:val="28"/>
          <w:szCs w:val="28"/>
        </w:rPr>
        <w:t>100 процентов от затрат на оплату первого взноса (аванса) при заключен</w:t>
      </w:r>
      <w:r w:rsidRPr="00174A38">
        <w:rPr>
          <w:rFonts w:ascii="Times New Roman" w:hAnsi="Times New Roman" w:cs="Times New Roman"/>
          <w:sz w:val="28"/>
          <w:szCs w:val="28"/>
        </w:rPr>
        <w:t xml:space="preserve">ии </w:t>
      </w:r>
      <w:r w:rsidRPr="00EB4A41">
        <w:rPr>
          <w:rFonts w:ascii="Times New Roman" w:hAnsi="Times New Roman" w:cs="Times New Roman"/>
          <w:sz w:val="28"/>
          <w:szCs w:val="28"/>
        </w:rPr>
        <w:t xml:space="preserve">договоров лизинга оборудования (без учета НДС – для получателей субсидии, применяющих общую систему налогообложения), но не более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EB4A41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10458B" w:rsidRPr="00EB4A41" w:rsidRDefault="0010458B" w:rsidP="00EB4A41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При условии поступления денежных средств краевого и федерального бюджетов по итогам конкурса по отбору муниципальных программ </w:t>
      </w:r>
      <w:r w:rsidRPr="00FA7F68">
        <w:rPr>
          <w:rFonts w:ascii="Times New Roman" w:hAnsi="Times New Roman" w:cs="Times New Roman"/>
          <w:b w:val="0"/>
          <w:bCs w:val="0"/>
          <w:sz w:val="28"/>
          <w:szCs w:val="28"/>
        </w:rPr>
        <w:t>для</w:t>
      </w: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>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предпринимательства, размер субсидии составляет не более 1,0 млн. рублей одному субъекту малого и среднего предпринимательства.</w:t>
      </w:r>
    </w:p>
    <w:p w:rsidR="0010458B" w:rsidRPr="00EB4A41" w:rsidRDefault="0010458B" w:rsidP="00EB4A41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91B2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Предоставление субсидий субъектам малого и среднего предпринимательства на возмещение части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услуг), осуществляется</w:t>
      </w: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порядке и на условиях согласно приложен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ию № 4 к настоящей Подпрограмме</w:t>
      </w: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10458B" w:rsidRPr="00330297" w:rsidRDefault="0010458B" w:rsidP="00EB4A41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B4A4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Субсидии</w:t>
      </w:r>
      <w:r w:rsidRPr="00357B59">
        <w:rPr>
          <w:rFonts w:ascii="Times New Roman" w:hAnsi="Times New Roman" w:cs="Times New Roman"/>
          <w:sz w:val="28"/>
          <w:szCs w:val="28"/>
        </w:rPr>
        <w:t xml:space="preserve"> субъектам малого и среднего предпринимательства на возмещение части затрат   на приобретение оборудования в целях создания и (или) развития</w:t>
      </w:r>
      <w:r>
        <w:rPr>
          <w:rFonts w:ascii="Times New Roman" w:hAnsi="Times New Roman" w:cs="Times New Roman"/>
          <w:sz w:val="28"/>
          <w:szCs w:val="28"/>
        </w:rPr>
        <w:t xml:space="preserve"> либо </w:t>
      </w:r>
      <w:r w:rsidRPr="00357B59">
        <w:rPr>
          <w:rFonts w:ascii="Times New Roman" w:hAnsi="Times New Roman" w:cs="Times New Roman"/>
          <w:sz w:val="28"/>
          <w:szCs w:val="28"/>
        </w:rPr>
        <w:t>модернизации производства товаров</w:t>
      </w:r>
      <w:r>
        <w:rPr>
          <w:rFonts w:ascii="Times New Roman" w:hAnsi="Times New Roman" w:cs="Times New Roman"/>
          <w:sz w:val="28"/>
          <w:szCs w:val="28"/>
        </w:rPr>
        <w:t xml:space="preserve"> (работ, услуг). </w:t>
      </w:r>
      <w:r w:rsidRPr="00EB4A41">
        <w:rPr>
          <w:rFonts w:ascii="Times New Roman" w:hAnsi="Times New Roman" w:cs="Times New Roman"/>
          <w:sz w:val="28"/>
          <w:szCs w:val="28"/>
        </w:rPr>
        <w:t xml:space="preserve">Размер субсидии составляет </w:t>
      </w:r>
      <w:r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Pr="00EB4A41">
        <w:rPr>
          <w:rFonts w:ascii="Times New Roman" w:hAnsi="Times New Roman" w:cs="Times New Roman"/>
          <w:sz w:val="28"/>
          <w:szCs w:val="28"/>
        </w:rPr>
        <w:t xml:space="preserve">50 процентов от произведенных затрат (включая транспортные расходы на доставку и монтаж оборудования, но без учета НДС- для получателей субсидии, применяющих общую систему налогообложения), но не более 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EB4A41">
        <w:rPr>
          <w:rFonts w:ascii="Times New Roman" w:hAnsi="Times New Roman" w:cs="Times New Roman"/>
          <w:sz w:val="28"/>
          <w:szCs w:val="28"/>
        </w:rPr>
        <w:t xml:space="preserve"> тысяч рублей одному субъекту малого и (или) среднего предпринимательства в течение одного финансового года.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297">
        <w:rPr>
          <w:rFonts w:ascii="Times New Roman" w:hAnsi="Times New Roman" w:cs="Times New Roman"/>
          <w:sz w:val="28"/>
          <w:szCs w:val="28"/>
        </w:rPr>
        <w:t>При условии поступления денежных средств краевого и федерального бюджетов по итогам конкурса по отбору муниципальных программ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297">
        <w:rPr>
          <w:rFonts w:ascii="Times New Roman" w:hAnsi="Times New Roman" w:cs="Times New Roman"/>
          <w:sz w:val="28"/>
          <w:szCs w:val="28"/>
        </w:rPr>
        <w:t xml:space="preserve">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предпринимательства, максимальная сумма выплаты субсидии одному субъекту малого и (или) среднего предпринимательства в течение одного финансового года составляет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30297">
        <w:rPr>
          <w:rFonts w:ascii="Times New Roman" w:hAnsi="Times New Roman" w:cs="Times New Roman"/>
          <w:sz w:val="28"/>
          <w:szCs w:val="28"/>
        </w:rPr>
        <w:t>,5 млн. рублей.</w:t>
      </w:r>
    </w:p>
    <w:p w:rsidR="0010458B" w:rsidRDefault="0010458B" w:rsidP="00EB4A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Предоставление субсидий субъектам </w:t>
      </w:r>
      <w:r w:rsidRPr="00357B59">
        <w:rPr>
          <w:rFonts w:ascii="Times New Roman" w:hAnsi="Times New Roman" w:cs="Times New Roman"/>
          <w:sz w:val="28"/>
          <w:szCs w:val="28"/>
        </w:rPr>
        <w:t>малого и среднего предпринимательства на возмещение части затрат   на приобретение оборудования в целях создания и (или) развития</w:t>
      </w:r>
      <w:r>
        <w:rPr>
          <w:rFonts w:ascii="Times New Roman" w:hAnsi="Times New Roman" w:cs="Times New Roman"/>
          <w:sz w:val="28"/>
          <w:szCs w:val="28"/>
        </w:rPr>
        <w:t xml:space="preserve"> либо </w:t>
      </w:r>
      <w:r w:rsidRPr="00357B59">
        <w:rPr>
          <w:rFonts w:ascii="Times New Roman" w:hAnsi="Times New Roman" w:cs="Times New Roman"/>
          <w:sz w:val="28"/>
          <w:szCs w:val="28"/>
        </w:rPr>
        <w:t>модернизации производства товаров</w:t>
      </w:r>
      <w:r>
        <w:rPr>
          <w:rFonts w:ascii="Times New Roman" w:hAnsi="Times New Roman" w:cs="Times New Roman"/>
          <w:sz w:val="28"/>
          <w:szCs w:val="28"/>
        </w:rPr>
        <w:t xml:space="preserve"> (работ, услуг), </w:t>
      </w:r>
      <w:r w:rsidRPr="00EB4A41">
        <w:rPr>
          <w:rFonts w:ascii="Times New Roman" w:hAnsi="Times New Roman" w:cs="Times New Roman"/>
          <w:sz w:val="28"/>
          <w:szCs w:val="28"/>
        </w:rPr>
        <w:t>осуществляется в порядке и на условиях согласно приложению № 5 к настоящей Подпрограмме.</w:t>
      </w:r>
    </w:p>
    <w:p w:rsidR="0010458B" w:rsidRPr="00EB4A41" w:rsidRDefault="0010458B" w:rsidP="00EB4A41">
      <w:pPr>
        <w:pStyle w:val="BodyText"/>
      </w:pPr>
      <w:r>
        <w:t xml:space="preserve">         3. </w:t>
      </w:r>
      <w:r w:rsidRPr="00EB4A41">
        <w:t>Субсидии вновь созданным субъектам малого предпринимательства на возмещение части  расходов, связанных с приобретением и созданием основных средств и началом предпринимательской деятельности (далее – субсидии), предоставляются субъектам малого предпринимательства, с даты регистрации которых до момента обращения за муниципальной поддержкой прошло не более 1 года. Субсидии предоставляются в размере 85 процентов от указанных выше затрат (с учетом налога на добавленную стоимость - для получателей субсидии, применяющих специальные режимы налогообложения, и без учета налога на добавленную стоимость – для получателей субсидии, применяющих общую систему налогообложения), но не более 10</w:t>
      </w:r>
      <w:r>
        <w:t>,0</w:t>
      </w:r>
      <w:r w:rsidRPr="00EB4A41">
        <w:t xml:space="preserve"> тыс. рублей одному субъекту малого предпринимательства.</w:t>
      </w:r>
    </w:p>
    <w:p w:rsidR="0010458B" w:rsidRPr="006C7F4A" w:rsidRDefault="0010458B" w:rsidP="00EB4A41">
      <w:pPr>
        <w:pStyle w:val="BodyText"/>
      </w:pPr>
      <w:r w:rsidRPr="006C7F4A">
        <w:t xml:space="preserve">         При условии поступления денежных средств краевого и федерального бюджетов по итогам конкурса по отбору муниципальных программ для</w:t>
      </w:r>
      <w:r>
        <w:t xml:space="preserve"> </w:t>
      </w:r>
      <w:r w:rsidRPr="006C7F4A">
        <w:t xml:space="preserve">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предпринимательства, максимальный размер субсидии одному субъекту малого предпринимательства составляет не более 300,0 тысяч рублей. </w:t>
      </w:r>
    </w:p>
    <w:p w:rsidR="0010458B" w:rsidRPr="00EB4A41" w:rsidRDefault="0010458B" w:rsidP="00EB4A41">
      <w:pPr>
        <w:pStyle w:val="BodyText"/>
      </w:pPr>
      <w:r w:rsidRPr="00EB4A41">
        <w:t xml:space="preserve">       </w:t>
      </w:r>
      <w:r>
        <w:t xml:space="preserve"> </w:t>
      </w:r>
      <w:r w:rsidRPr="00EB4A41">
        <w:t xml:space="preserve"> При этом субсидии на возмещение части затрат одного вновь созданного субъекта малого предпринимательства на разработку бизнес-проекта (бизнес-плана) создания и ведения предпринимательской деятельности предоставляются в размере не более  10 тысяч рублей, на прохождение краткосрочного обучения по вопросам организации и ведения предпринимательской деятельности – не более 5 тысяч рублей.</w:t>
      </w:r>
    </w:p>
    <w:p w:rsidR="0010458B" w:rsidRPr="00EB4A41" w:rsidRDefault="0010458B" w:rsidP="00F63D92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Предоставление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предпринимательской деятельности осуществляется в порядке и на условиях согласно приложению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B4A41">
        <w:rPr>
          <w:rFonts w:ascii="Times New Roman" w:hAnsi="Times New Roman" w:cs="Times New Roman"/>
          <w:sz w:val="28"/>
          <w:szCs w:val="28"/>
        </w:rPr>
        <w:t xml:space="preserve"> к настоящей Подпрограмме.</w:t>
      </w:r>
    </w:p>
    <w:p w:rsidR="0010458B" w:rsidRPr="00EB4A41" w:rsidRDefault="0010458B" w:rsidP="00F63D92">
      <w:pPr>
        <w:pStyle w:val="BodyText"/>
        <w:ind w:firstLine="708"/>
      </w:pPr>
      <w:r w:rsidRPr="00FD5D26">
        <w:t>Перечень мероприятий с указанием объемов средств на их реализацию и ожидаемых результатов представлен в приложении № 1 к ме</w:t>
      </w:r>
      <w:r>
        <w:t>ханизму реализации подпрограммы.</w:t>
      </w:r>
    </w:p>
    <w:p w:rsidR="0010458B" w:rsidRPr="00EB4A41" w:rsidRDefault="0010458B" w:rsidP="00882122">
      <w:pPr>
        <w:pStyle w:val="ConsPlusNormal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2.3</w:t>
      </w:r>
      <w:r>
        <w:rPr>
          <w:rFonts w:ascii="Times New Roman" w:hAnsi="Times New Roman" w:cs="Times New Roman"/>
          <w:sz w:val="28"/>
          <w:szCs w:val="28"/>
        </w:rPr>
        <w:t xml:space="preserve">.2 </w:t>
      </w:r>
      <w:r w:rsidRPr="00EB4A41">
        <w:rPr>
          <w:rFonts w:ascii="Times New Roman" w:hAnsi="Times New Roman" w:cs="Times New Roman"/>
          <w:sz w:val="28"/>
          <w:szCs w:val="28"/>
        </w:rPr>
        <w:t>Имущественная поддержка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0458B" w:rsidRPr="00EB4A41" w:rsidRDefault="0010458B" w:rsidP="00F63D92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A41">
        <w:rPr>
          <w:rFonts w:ascii="Times New Roman" w:hAnsi="Times New Roman" w:cs="Times New Roman"/>
          <w:sz w:val="28"/>
          <w:szCs w:val="28"/>
        </w:rPr>
        <w:t>Предоставление субъектам малого и среднего предпринимательства муниципального имущества в аренду для развития производственной деятельности. Формирование перечня объектов муниципального имущества, предназначенного для предоставления его во владение и (или) в пользование субъектам малого и среднего предпринимательства осуществляет районный отдел по управлению муниципальным имуществом администрации Абанского района Красноярского края. Порядок и условия предоставления муниципального имущества в аренду для развития производственной деятельности субъектов малого и среднего предпринимательства утверждаются постановлением администрации Абанского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A41">
        <w:rPr>
          <w:rFonts w:ascii="Times New Roman" w:hAnsi="Times New Roman" w:cs="Times New Roman"/>
          <w:sz w:val="28"/>
          <w:szCs w:val="28"/>
        </w:rPr>
        <w:t>района.</w:t>
      </w:r>
    </w:p>
    <w:p w:rsidR="0010458B" w:rsidRPr="00EB4A41" w:rsidRDefault="0010458B" w:rsidP="00882122">
      <w:pPr>
        <w:pStyle w:val="BodyText"/>
      </w:pPr>
      <w:r w:rsidRPr="00EB4A41">
        <w:t>2.3.</w:t>
      </w:r>
      <w:r>
        <w:t xml:space="preserve">3 </w:t>
      </w:r>
      <w:r w:rsidRPr="00EB4A41">
        <w:t>Информационно- консультационная поддержка субъектов малого и среднего бизнеса</w:t>
      </w:r>
      <w:r>
        <w:t xml:space="preserve"> предусматривает:</w:t>
      </w:r>
    </w:p>
    <w:p w:rsidR="0010458B" w:rsidRPr="00EB4A41" w:rsidRDefault="0010458B" w:rsidP="00EB4A41">
      <w:pPr>
        <w:pStyle w:val="BodyText"/>
      </w:pPr>
      <w:r w:rsidRPr="00EB4A41">
        <w:t xml:space="preserve">        -Обеспечение бесплатного доступа субъектам малого и среднего предпринимательства к информационно- консультационным ресурсам, размещенным на специализированном Интернет – портале Красноярского края: </w:t>
      </w:r>
      <w:hyperlink r:id="rId7" w:history="1">
        <w:r w:rsidRPr="00EB4A41">
          <w:rPr>
            <w:rStyle w:val="Hyperlink"/>
            <w:color w:val="auto"/>
            <w:lang w:val="en-US"/>
          </w:rPr>
          <w:t>www</w:t>
        </w:r>
        <w:r w:rsidRPr="00EB4A41">
          <w:rPr>
            <w:rStyle w:val="Hyperlink"/>
            <w:color w:val="auto"/>
          </w:rPr>
          <w:t>.</w:t>
        </w:r>
        <w:r w:rsidRPr="00EB4A41">
          <w:rPr>
            <w:rStyle w:val="Hyperlink"/>
            <w:color w:val="auto"/>
            <w:lang w:val="en-US"/>
          </w:rPr>
          <w:t>bikr</w:t>
        </w:r>
        <w:r w:rsidRPr="00EB4A41">
          <w:rPr>
            <w:rStyle w:val="Hyperlink"/>
            <w:color w:val="auto"/>
          </w:rPr>
          <w:t>.</w:t>
        </w:r>
        <w:r w:rsidRPr="00EB4A41">
          <w:rPr>
            <w:rStyle w:val="Hyperlink"/>
            <w:color w:val="auto"/>
            <w:lang w:val="en-US"/>
          </w:rPr>
          <w:t>ru</w:t>
        </w:r>
      </w:hyperlink>
      <w:r w:rsidRPr="00EB4A41">
        <w:t xml:space="preserve"> через информационно-правовые центры, действующие на базах: Центральной библиотеки М</w:t>
      </w:r>
      <w:r>
        <w:t>Б</w:t>
      </w:r>
      <w:r w:rsidRPr="00EB4A41">
        <w:t>УК «Абанское районное библиотечное объединение»;</w:t>
      </w:r>
    </w:p>
    <w:p w:rsidR="0010458B" w:rsidRPr="00EB4A41" w:rsidRDefault="0010458B" w:rsidP="00EB4A41">
      <w:pPr>
        <w:pStyle w:val="BodyText"/>
      </w:pPr>
      <w:r w:rsidRPr="00EB4A41">
        <w:t xml:space="preserve">       -Информирование субъектов малого и среднего предпринимательства через средства массовой информации, официальный сайт администрации Абанского района - http://abannet.ru/ о формах поддержки субъектов малого и среднего предпринимательства, предусмотренных краевой и муниципальной программами.</w:t>
      </w:r>
    </w:p>
    <w:p w:rsidR="0010458B" w:rsidRPr="00EB4A41" w:rsidRDefault="0010458B" w:rsidP="00EB4A41">
      <w:pPr>
        <w:pStyle w:val="BodyText"/>
      </w:pPr>
      <w:r w:rsidRPr="00EB4A41">
        <w:t xml:space="preserve">       -Предоставление информационно-консультационных услуг через Центр содействия малому и среднему предпринимательству</w:t>
      </w:r>
      <w:r>
        <w:t>, работающему по принципу «одно окно»</w:t>
      </w:r>
      <w:r w:rsidRPr="00EB4A41">
        <w:t xml:space="preserve"> в порядке, установленном администрацией</w:t>
      </w:r>
      <w:r>
        <w:t xml:space="preserve"> Абанского района</w:t>
      </w:r>
      <w:r w:rsidRPr="00EB4A41">
        <w:t>.</w:t>
      </w:r>
    </w:p>
    <w:p w:rsidR="0010458B" w:rsidRPr="00EB4A41" w:rsidRDefault="0010458B" w:rsidP="00EB4A41">
      <w:pPr>
        <w:pStyle w:val="BodyText"/>
      </w:pPr>
      <w:r w:rsidRPr="00EB4A41">
        <w:t xml:space="preserve">       -Информирование предпринимателей о свободных му</w:t>
      </w:r>
      <w:r>
        <w:t xml:space="preserve">ниципальных помещениях районным отделом </w:t>
      </w:r>
      <w:r w:rsidRPr="00EB4A41">
        <w:t xml:space="preserve">по управлению муниципальным имуществом администрации </w:t>
      </w:r>
      <w:r>
        <w:t xml:space="preserve">Абанского </w:t>
      </w:r>
      <w:r w:rsidRPr="00EB4A41">
        <w:t>района;</w:t>
      </w:r>
    </w:p>
    <w:p w:rsidR="0010458B" w:rsidRPr="00EB4A41" w:rsidRDefault="0010458B" w:rsidP="00EB4A41">
      <w:pPr>
        <w:pStyle w:val="BodyText"/>
      </w:pPr>
      <w:r w:rsidRPr="00EB4A41">
        <w:t xml:space="preserve">       -Предоставление консультаций субъектам малого и среднего предпринимательства как в письменной, так и в устной форме, а также через средства телефонной и электронной связи;</w:t>
      </w:r>
    </w:p>
    <w:p w:rsidR="0010458B" w:rsidRPr="00EB4A41" w:rsidRDefault="0010458B" w:rsidP="00882122">
      <w:pPr>
        <w:pStyle w:val="BodyText"/>
      </w:pPr>
      <w:r w:rsidRPr="00EB4A41">
        <w:t xml:space="preserve">       -Прове</w:t>
      </w:r>
      <w:r>
        <w:t>дение семинаров, круглых столов.</w:t>
      </w:r>
    </w:p>
    <w:p w:rsidR="0010458B" w:rsidRPr="00EB4A41" w:rsidRDefault="0010458B" w:rsidP="00F06C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458B" w:rsidRPr="00F63D92" w:rsidRDefault="0010458B" w:rsidP="007B469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63D92">
        <w:rPr>
          <w:rFonts w:ascii="Times New Roman" w:hAnsi="Times New Roman" w:cs="Times New Roman"/>
          <w:sz w:val="28"/>
          <w:szCs w:val="28"/>
        </w:rPr>
        <w:t>5. Управление подпрограммой и контроль за ходом ее реализации</w:t>
      </w:r>
    </w:p>
    <w:p w:rsidR="0010458B" w:rsidRPr="00EB4A41" w:rsidRDefault="0010458B" w:rsidP="00F06C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458B" w:rsidRPr="00EB4A41" w:rsidRDefault="0010458B" w:rsidP="00F06C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Организацию управления настоящей подпрограммой осуществляет администрация Абанского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лице</w:t>
      </w:r>
      <w:r w:rsidRPr="00EB4A41">
        <w:rPr>
          <w:rFonts w:ascii="Times New Roman" w:hAnsi="Times New Roman" w:cs="Times New Roman"/>
          <w:sz w:val="28"/>
          <w:szCs w:val="28"/>
        </w:rPr>
        <w:t xml:space="preserve"> отдел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B4A41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развития.</w:t>
      </w:r>
    </w:p>
    <w:p w:rsidR="0010458B" w:rsidRPr="00EB4A41" w:rsidRDefault="0010458B" w:rsidP="007B469A">
      <w:pPr>
        <w:pStyle w:val="BodyText"/>
      </w:pPr>
      <w:r w:rsidRPr="00EB4A41">
        <w:t xml:space="preserve">        Текущий контроль за ходом реализации мероприятий подпрограммы осуществляет отдел социально-экономического развития администрации Абанского района, контроль за расходованием средств районного бюджета</w:t>
      </w:r>
      <w:r>
        <w:t>,</w:t>
      </w:r>
      <w:r w:rsidRPr="00EB4A41">
        <w:t xml:space="preserve"> в рамках реализации мероприятий подпрограммы, осуществляет </w:t>
      </w:r>
      <w:r>
        <w:t>главный распорядитель бюджетных средств</w:t>
      </w:r>
      <w:r w:rsidRPr="00EB4A41">
        <w:t xml:space="preserve"> администрации Абанского района</w:t>
      </w:r>
    </w:p>
    <w:p w:rsidR="0010458B" w:rsidRPr="00EB4A41" w:rsidRDefault="0010458B" w:rsidP="007B469A">
      <w:pPr>
        <w:pStyle w:val="BodyText"/>
      </w:pPr>
      <w:r w:rsidRPr="00EB4A41">
        <w:t xml:space="preserve">        Отдел социально-экономического развития Администрации Абанского района уточняет целевые показатели и затраты по подпрограммным мероприятиям, механизм реализации подпрограммы, при необходимости вносит предложения (с обоснованиями) о продлении сроков реализации подпрограммы.</w:t>
      </w:r>
    </w:p>
    <w:p w:rsidR="0010458B" w:rsidRPr="00EB4A41" w:rsidRDefault="0010458B" w:rsidP="007B469A">
      <w:pPr>
        <w:pStyle w:val="BodyText"/>
      </w:pPr>
      <w:r w:rsidRPr="00EB4A41">
        <w:t xml:space="preserve">        Отдел социально- экономического развития администрации Абанского района осуществляет мониторинг подпрограммных мероприятий и ежеквартально направляет информацию в министерство инвестиций и инноваций Красноярского края.     </w:t>
      </w:r>
    </w:p>
    <w:p w:rsidR="0010458B" w:rsidRDefault="0010458B" w:rsidP="007B469A">
      <w:pPr>
        <w:pStyle w:val="BodyText"/>
        <w:jc w:val="center"/>
      </w:pPr>
    </w:p>
    <w:p w:rsidR="0010458B" w:rsidRPr="00F63D92" w:rsidRDefault="0010458B" w:rsidP="007B469A">
      <w:pPr>
        <w:pStyle w:val="BodyText"/>
        <w:jc w:val="center"/>
      </w:pPr>
      <w:r w:rsidRPr="00F63D92">
        <w:t>6. Оценка социал</w:t>
      </w:r>
      <w:r>
        <w:t>ьно-экономической эффективности</w:t>
      </w:r>
    </w:p>
    <w:p w:rsidR="0010458B" w:rsidRPr="00EB4A41" w:rsidRDefault="0010458B" w:rsidP="007B469A">
      <w:pPr>
        <w:pStyle w:val="BodyText"/>
        <w:jc w:val="center"/>
        <w:rPr>
          <w:b/>
          <w:bCs/>
        </w:rPr>
      </w:pPr>
    </w:p>
    <w:p w:rsidR="0010458B" w:rsidRPr="00EB4A41" w:rsidRDefault="0010458B" w:rsidP="00F63D92">
      <w:pPr>
        <w:pStyle w:val="BodyText"/>
        <w:ind w:firstLine="708"/>
      </w:pPr>
      <w:r w:rsidRPr="00EB4A41">
        <w:t>Реали</w:t>
      </w:r>
      <w:r>
        <w:t xml:space="preserve">зация мероприятий подпрограммы </w:t>
      </w:r>
      <w:r w:rsidRPr="00EB4A41">
        <w:t>позволит решить ряд задач, в частности:</w:t>
      </w:r>
    </w:p>
    <w:p w:rsidR="0010458B" w:rsidRPr="00EB4A41" w:rsidRDefault="0010458B" w:rsidP="00882122">
      <w:pPr>
        <w:pStyle w:val="BodyText"/>
      </w:pPr>
      <w:r w:rsidRPr="00EB4A41">
        <w:t xml:space="preserve">        сократить численность безработных;</w:t>
      </w:r>
    </w:p>
    <w:p w:rsidR="0010458B" w:rsidRPr="00EB4A41" w:rsidRDefault="0010458B" w:rsidP="00882122">
      <w:pPr>
        <w:pStyle w:val="BodyText"/>
      </w:pPr>
      <w:r w:rsidRPr="00EB4A41">
        <w:t xml:space="preserve">        повысить предпринимательскую активность;</w:t>
      </w:r>
    </w:p>
    <w:p w:rsidR="0010458B" w:rsidRPr="00EB4A41" w:rsidRDefault="0010458B" w:rsidP="00882122">
      <w:pPr>
        <w:pStyle w:val="BodyText"/>
      </w:pPr>
      <w:r w:rsidRPr="00EB4A41">
        <w:t xml:space="preserve">        обновить основные фонды и увеличить имущественный комплекс субъектов малого и среднего предпринимательства;</w:t>
      </w:r>
    </w:p>
    <w:p w:rsidR="0010458B" w:rsidRPr="00EB4A41" w:rsidRDefault="0010458B" w:rsidP="00882122">
      <w:pPr>
        <w:pStyle w:val="BodyText"/>
      </w:pPr>
      <w:r w:rsidRPr="00EB4A41">
        <w:t xml:space="preserve">        повысит</w:t>
      </w:r>
      <w:r>
        <w:t>ь</w:t>
      </w:r>
      <w:r w:rsidRPr="00EB4A41">
        <w:t xml:space="preserve"> производительность труда;</w:t>
      </w:r>
    </w:p>
    <w:p w:rsidR="0010458B" w:rsidRPr="00EB4A41" w:rsidRDefault="0010458B" w:rsidP="00882122">
      <w:pPr>
        <w:pStyle w:val="BodyText"/>
      </w:pPr>
      <w:r w:rsidRPr="00EB4A41">
        <w:t xml:space="preserve">        снизить издержки производства для начинающих субъектов малого предпринимательства;</w:t>
      </w:r>
    </w:p>
    <w:p w:rsidR="0010458B" w:rsidRPr="00EB4A41" w:rsidRDefault="0010458B" w:rsidP="00882122">
      <w:pPr>
        <w:pStyle w:val="BodyText"/>
      </w:pPr>
      <w:r w:rsidRPr="00EB4A41">
        <w:t xml:space="preserve">        поднять размер налоговых поступлений в местный бюджет.</w:t>
      </w:r>
    </w:p>
    <w:p w:rsidR="0010458B" w:rsidRDefault="0010458B" w:rsidP="00FB3D66">
      <w:pPr>
        <w:pStyle w:val="BodyText"/>
        <w:ind w:firstLine="708"/>
      </w:pPr>
      <w:r w:rsidRPr="00EB4A41">
        <w:t>В результате реализации мероприятий подпрограммы планируется достичь следующих показателей:</w:t>
      </w:r>
    </w:p>
    <w:p w:rsidR="0010458B" w:rsidRDefault="0010458B" w:rsidP="00882122">
      <w:pPr>
        <w:pStyle w:val="BodyText"/>
      </w:pPr>
    </w:p>
    <w:p w:rsidR="0010458B" w:rsidRDefault="0010458B" w:rsidP="00882122">
      <w:pPr>
        <w:pStyle w:val="BodyText"/>
      </w:pPr>
    </w:p>
    <w:p w:rsidR="0010458B" w:rsidRPr="00EB4A41" w:rsidRDefault="0010458B" w:rsidP="00882122">
      <w:pPr>
        <w:pStyle w:val="BodyText"/>
      </w:pPr>
    </w:p>
    <w:tbl>
      <w:tblPr>
        <w:tblW w:w="93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06"/>
        <w:gridCol w:w="1203"/>
        <w:gridCol w:w="1086"/>
        <w:gridCol w:w="1200"/>
        <w:gridCol w:w="1414"/>
      </w:tblGrid>
      <w:tr w:rsidR="0010458B" w:rsidRPr="00EB4A41">
        <w:tc>
          <w:tcPr>
            <w:tcW w:w="4406" w:type="dxa"/>
          </w:tcPr>
          <w:p w:rsidR="0010458B" w:rsidRPr="00D25412" w:rsidRDefault="0010458B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03" w:type="dxa"/>
          </w:tcPr>
          <w:p w:rsidR="0010458B" w:rsidRPr="00D25412" w:rsidRDefault="0010458B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Единицы измер</w:t>
            </w:r>
            <w:r>
              <w:rPr>
                <w:sz w:val="24"/>
                <w:szCs w:val="24"/>
              </w:rPr>
              <w:t>-</w:t>
            </w:r>
            <w:r w:rsidRPr="00D25412">
              <w:rPr>
                <w:sz w:val="24"/>
                <w:szCs w:val="24"/>
              </w:rPr>
              <w:t>я</w:t>
            </w:r>
          </w:p>
        </w:tc>
        <w:tc>
          <w:tcPr>
            <w:tcW w:w="1086" w:type="dxa"/>
          </w:tcPr>
          <w:p w:rsidR="0010458B" w:rsidRPr="00D25412" w:rsidRDefault="0010458B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2012</w:t>
            </w:r>
          </w:p>
        </w:tc>
        <w:tc>
          <w:tcPr>
            <w:tcW w:w="1200" w:type="dxa"/>
          </w:tcPr>
          <w:p w:rsidR="0010458B" w:rsidRPr="00D25412" w:rsidRDefault="0010458B" w:rsidP="00607547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1414" w:type="dxa"/>
          </w:tcPr>
          <w:p w:rsidR="0010458B" w:rsidRPr="00D25412" w:rsidRDefault="0010458B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Динамика, процентов</w:t>
            </w:r>
          </w:p>
        </w:tc>
      </w:tr>
      <w:tr w:rsidR="0010458B" w:rsidRPr="00EB4A41">
        <w:tc>
          <w:tcPr>
            <w:tcW w:w="4406" w:type="dxa"/>
          </w:tcPr>
          <w:p w:rsidR="0010458B" w:rsidRPr="00D25412" w:rsidRDefault="0010458B" w:rsidP="00D25412">
            <w:pPr>
              <w:pStyle w:val="BodyText"/>
              <w:jc w:val="left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 xml:space="preserve">Количество поддержанных субъектов малого и (или) среднего предпринимательства </w:t>
            </w:r>
          </w:p>
        </w:tc>
        <w:tc>
          <w:tcPr>
            <w:tcW w:w="1203" w:type="dxa"/>
          </w:tcPr>
          <w:p w:rsidR="0010458B" w:rsidRPr="00D25412" w:rsidRDefault="0010458B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единиц</w:t>
            </w:r>
          </w:p>
        </w:tc>
        <w:tc>
          <w:tcPr>
            <w:tcW w:w="1086" w:type="dxa"/>
          </w:tcPr>
          <w:p w:rsidR="0010458B" w:rsidRPr="00D25412" w:rsidRDefault="0010458B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13</w:t>
            </w:r>
          </w:p>
        </w:tc>
        <w:tc>
          <w:tcPr>
            <w:tcW w:w="1200" w:type="dxa"/>
          </w:tcPr>
          <w:p w:rsidR="0010458B" w:rsidRPr="00D25412" w:rsidRDefault="0010458B" w:rsidP="00D25412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  <w:p w:rsidR="0010458B" w:rsidRPr="00D25412" w:rsidRDefault="0010458B" w:rsidP="00D25412">
            <w:pPr>
              <w:pStyle w:val="BodyText"/>
              <w:jc w:val="center"/>
              <w:rPr>
                <w:sz w:val="24"/>
                <w:szCs w:val="24"/>
              </w:rPr>
            </w:pPr>
          </w:p>
        </w:tc>
        <w:tc>
          <w:tcPr>
            <w:tcW w:w="1414" w:type="dxa"/>
          </w:tcPr>
          <w:p w:rsidR="0010458B" w:rsidRPr="00D25412" w:rsidRDefault="0010458B" w:rsidP="00607547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4</w:t>
            </w:r>
            <w:r w:rsidRPr="00D25412">
              <w:rPr>
                <w:sz w:val="24"/>
                <w:szCs w:val="24"/>
              </w:rPr>
              <w:t xml:space="preserve"> раза</w:t>
            </w:r>
          </w:p>
        </w:tc>
      </w:tr>
      <w:tr w:rsidR="0010458B" w:rsidRPr="00EB4A41">
        <w:tc>
          <w:tcPr>
            <w:tcW w:w="4406" w:type="dxa"/>
          </w:tcPr>
          <w:p w:rsidR="0010458B" w:rsidRPr="00D25412" w:rsidRDefault="0010458B" w:rsidP="00D25412">
            <w:pPr>
              <w:pStyle w:val="BodyText"/>
              <w:jc w:val="left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Количество созданных  рабочих мест (включая вновь зарегистрированных индивидуальных предпринимателей)</w:t>
            </w:r>
          </w:p>
        </w:tc>
        <w:tc>
          <w:tcPr>
            <w:tcW w:w="1203" w:type="dxa"/>
          </w:tcPr>
          <w:p w:rsidR="0010458B" w:rsidRPr="00D25412" w:rsidRDefault="0010458B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единиц</w:t>
            </w:r>
          </w:p>
        </w:tc>
        <w:tc>
          <w:tcPr>
            <w:tcW w:w="1086" w:type="dxa"/>
          </w:tcPr>
          <w:p w:rsidR="0010458B" w:rsidRPr="00D25412" w:rsidRDefault="0010458B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17</w:t>
            </w:r>
          </w:p>
        </w:tc>
        <w:tc>
          <w:tcPr>
            <w:tcW w:w="1200" w:type="dxa"/>
          </w:tcPr>
          <w:p w:rsidR="0010458B" w:rsidRPr="00D25412" w:rsidRDefault="0010458B" w:rsidP="00D25412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414" w:type="dxa"/>
          </w:tcPr>
          <w:p w:rsidR="0010458B" w:rsidRPr="00D25412" w:rsidRDefault="0010458B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3,5</w:t>
            </w:r>
            <w:r w:rsidRPr="00D25412">
              <w:rPr>
                <w:sz w:val="24"/>
                <w:szCs w:val="24"/>
              </w:rPr>
              <w:t xml:space="preserve"> раза</w:t>
            </w:r>
          </w:p>
        </w:tc>
      </w:tr>
      <w:tr w:rsidR="0010458B" w:rsidRPr="00EB4A41">
        <w:tc>
          <w:tcPr>
            <w:tcW w:w="4406" w:type="dxa"/>
          </w:tcPr>
          <w:p w:rsidR="0010458B" w:rsidRPr="00D25412" w:rsidRDefault="0010458B" w:rsidP="00D25412">
            <w:pPr>
              <w:pStyle w:val="BodyText"/>
              <w:jc w:val="left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Количество сохраненных рабочих мест в сфере малого и среднего предпринимательства</w:t>
            </w:r>
          </w:p>
        </w:tc>
        <w:tc>
          <w:tcPr>
            <w:tcW w:w="1203" w:type="dxa"/>
          </w:tcPr>
          <w:p w:rsidR="0010458B" w:rsidRPr="00D25412" w:rsidRDefault="0010458B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единиц</w:t>
            </w:r>
          </w:p>
        </w:tc>
        <w:tc>
          <w:tcPr>
            <w:tcW w:w="1086" w:type="dxa"/>
          </w:tcPr>
          <w:p w:rsidR="0010458B" w:rsidRPr="00D25412" w:rsidRDefault="0010458B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8</w:t>
            </w:r>
          </w:p>
        </w:tc>
        <w:tc>
          <w:tcPr>
            <w:tcW w:w="1200" w:type="dxa"/>
          </w:tcPr>
          <w:p w:rsidR="0010458B" w:rsidRPr="00D25412" w:rsidRDefault="0010458B" w:rsidP="00D25412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1414" w:type="dxa"/>
          </w:tcPr>
          <w:p w:rsidR="0010458B" w:rsidRPr="00D25412" w:rsidRDefault="0010458B" w:rsidP="00607547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1</w:t>
            </w:r>
            <w:r w:rsidRPr="00D25412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4</w:t>
            </w:r>
            <w:r w:rsidRPr="00D25412">
              <w:rPr>
                <w:sz w:val="24"/>
                <w:szCs w:val="24"/>
              </w:rPr>
              <w:t xml:space="preserve"> раза</w:t>
            </w:r>
          </w:p>
        </w:tc>
      </w:tr>
      <w:tr w:rsidR="0010458B" w:rsidRPr="00EB4A41">
        <w:tc>
          <w:tcPr>
            <w:tcW w:w="4406" w:type="dxa"/>
          </w:tcPr>
          <w:p w:rsidR="0010458B" w:rsidRPr="00D25412" w:rsidRDefault="0010458B" w:rsidP="00D25412">
            <w:pPr>
              <w:pStyle w:val="BodyText"/>
              <w:jc w:val="left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Объем привлеченных поддержанными субъектами малого и (или) среднего предпринимательства инвестиций</w:t>
            </w:r>
          </w:p>
        </w:tc>
        <w:tc>
          <w:tcPr>
            <w:tcW w:w="1203" w:type="dxa"/>
          </w:tcPr>
          <w:p w:rsidR="0010458B" w:rsidRPr="00D25412" w:rsidRDefault="0010458B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тыс.рублей</w:t>
            </w:r>
          </w:p>
        </w:tc>
        <w:tc>
          <w:tcPr>
            <w:tcW w:w="1086" w:type="dxa"/>
          </w:tcPr>
          <w:p w:rsidR="0010458B" w:rsidRPr="00D25412" w:rsidRDefault="0010458B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9122</w:t>
            </w:r>
          </w:p>
        </w:tc>
        <w:tc>
          <w:tcPr>
            <w:tcW w:w="1200" w:type="dxa"/>
          </w:tcPr>
          <w:p w:rsidR="0010458B" w:rsidRPr="00D25412" w:rsidRDefault="0010458B" w:rsidP="00D25412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29405</w:t>
            </w:r>
          </w:p>
        </w:tc>
        <w:tc>
          <w:tcPr>
            <w:tcW w:w="1414" w:type="dxa"/>
          </w:tcPr>
          <w:p w:rsidR="0010458B" w:rsidRPr="00D25412" w:rsidRDefault="0010458B" w:rsidP="00607547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3,7</w:t>
            </w:r>
            <w:r w:rsidRPr="00D25412">
              <w:rPr>
                <w:sz w:val="24"/>
                <w:szCs w:val="24"/>
              </w:rPr>
              <w:t xml:space="preserve"> раза</w:t>
            </w:r>
          </w:p>
        </w:tc>
      </w:tr>
    </w:tbl>
    <w:p w:rsidR="0010458B" w:rsidRPr="00EB4A41" w:rsidRDefault="0010458B" w:rsidP="007B469A">
      <w:pPr>
        <w:pStyle w:val="BodyText"/>
        <w:ind w:left="708"/>
        <w:jc w:val="left"/>
      </w:pPr>
    </w:p>
    <w:p w:rsidR="0010458B" w:rsidRDefault="0010458B" w:rsidP="00882122">
      <w:pPr>
        <w:pStyle w:val="BodyText"/>
        <w:ind w:left="708"/>
        <w:jc w:val="center"/>
      </w:pPr>
      <w:r w:rsidRPr="00FB3D66">
        <w:t xml:space="preserve">7. Мероприятия подпрограммы </w:t>
      </w:r>
    </w:p>
    <w:p w:rsidR="0010458B" w:rsidRPr="00FB3D66" w:rsidRDefault="0010458B" w:rsidP="00882122">
      <w:pPr>
        <w:pStyle w:val="BodyText"/>
        <w:ind w:left="708"/>
        <w:jc w:val="center"/>
      </w:pPr>
    </w:p>
    <w:p w:rsidR="0010458B" w:rsidRDefault="0010458B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Перечень подпрограммных мероприятий представлен в приложении № 2 к</w:t>
      </w:r>
      <w:r>
        <w:rPr>
          <w:sz w:val="28"/>
          <w:szCs w:val="28"/>
        </w:rPr>
        <w:t xml:space="preserve"> </w:t>
      </w:r>
      <w:r w:rsidRPr="00EB4A41">
        <w:rPr>
          <w:sz w:val="28"/>
          <w:szCs w:val="28"/>
        </w:rPr>
        <w:t xml:space="preserve">подпрограмме «Развитие субъектов малого и среднего предпринимательства в Абанском районе» </w:t>
      </w:r>
    </w:p>
    <w:p w:rsidR="0010458B" w:rsidRPr="00EB4A41" w:rsidRDefault="0010458B" w:rsidP="003C213F">
      <w:pPr>
        <w:jc w:val="both"/>
        <w:rPr>
          <w:sz w:val="28"/>
          <w:szCs w:val="28"/>
        </w:rPr>
      </w:pPr>
    </w:p>
    <w:p w:rsidR="0010458B" w:rsidRDefault="0010458B" w:rsidP="00FB3D6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FB3D66">
        <w:rPr>
          <w:sz w:val="28"/>
          <w:szCs w:val="28"/>
        </w:rPr>
        <w:t xml:space="preserve">8. Обоснование финансовых, материальных и трудовых затрат </w:t>
      </w:r>
    </w:p>
    <w:p w:rsidR="0010458B" w:rsidRDefault="0010458B" w:rsidP="00FB3D6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FB3D66">
        <w:rPr>
          <w:sz w:val="28"/>
          <w:szCs w:val="28"/>
        </w:rPr>
        <w:t xml:space="preserve">(ресурсное обеспечение подпрограммы) с указанием </w:t>
      </w:r>
    </w:p>
    <w:p w:rsidR="0010458B" w:rsidRPr="00FB3D66" w:rsidRDefault="0010458B" w:rsidP="00FB3D6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FB3D66">
        <w:rPr>
          <w:sz w:val="28"/>
          <w:szCs w:val="28"/>
        </w:rPr>
        <w:t>источников финансирования.</w:t>
      </w:r>
    </w:p>
    <w:p w:rsidR="0010458B" w:rsidRPr="007F56E1" w:rsidRDefault="0010458B" w:rsidP="00361ED2">
      <w:pPr>
        <w:pStyle w:val="ListParagraph"/>
        <w:widowControl w:val="0"/>
        <w:spacing w:line="100" w:lineRule="atLeast"/>
        <w:ind w:left="0" w:firstLine="708"/>
        <w:rPr>
          <w:sz w:val="28"/>
          <w:szCs w:val="28"/>
        </w:rPr>
      </w:pPr>
      <w:r w:rsidRPr="00924762">
        <w:rPr>
          <w:sz w:val="28"/>
          <w:szCs w:val="28"/>
        </w:rPr>
        <w:t xml:space="preserve">Общий объём финансирования Программы – </w:t>
      </w:r>
      <w:r>
        <w:rPr>
          <w:sz w:val="28"/>
          <w:szCs w:val="28"/>
        </w:rPr>
        <w:t>4715,00</w:t>
      </w:r>
      <w:r w:rsidRPr="00924762">
        <w:rPr>
          <w:sz w:val="28"/>
          <w:szCs w:val="28"/>
        </w:rPr>
        <w:t xml:space="preserve"> тысяч рублей</w:t>
      </w:r>
      <w:r>
        <w:rPr>
          <w:sz w:val="28"/>
          <w:szCs w:val="28"/>
        </w:rPr>
        <w:t xml:space="preserve">, </w:t>
      </w:r>
      <w:r w:rsidRPr="007F56E1">
        <w:rPr>
          <w:sz w:val="28"/>
          <w:szCs w:val="28"/>
        </w:rPr>
        <w:t>в том числе по годам:</w:t>
      </w:r>
    </w:p>
    <w:p w:rsidR="0010458B" w:rsidRPr="00924762" w:rsidRDefault="0010458B" w:rsidP="00361ED2">
      <w:pPr>
        <w:pStyle w:val="BodyText"/>
      </w:pPr>
      <w:r w:rsidRPr="00924762">
        <w:t xml:space="preserve">2014 год – </w:t>
      </w:r>
      <w:r>
        <w:t>2 191,1</w:t>
      </w:r>
      <w:r w:rsidRPr="00924762">
        <w:t xml:space="preserve"> тыс. руб. </w:t>
      </w:r>
    </w:p>
    <w:p w:rsidR="0010458B" w:rsidRDefault="0010458B" w:rsidP="00361ED2">
      <w:pPr>
        <w:pStyle w:val="BodyText"/>
      </w:pPr>
      <w:r w:rsidRPr="00924762">
        <w:t xml:space="preserve">2015 год – </w:t>
      </w:r>
      <w:r>
        <w:t>2523,9</w:t>
      </w:r>
      <w:r w:rsidRPr="00924762">
        <w:t xml:space="preserve"> тыс. руб. </w:t>
      </w:r>
    </w:p>
    <w:p w:rsidR="0010458B" w:rsidRDefault="0010458B" w:rsidP="00361ED2">
      <w:pPr>
        <w:pStyle w:val="BodyText"/>
      </w:pPr>
      <w:r w:rsidRPr="00924762">
        <w:t xml:space="preserve">2016 год – 0,0 тыс. руб. </w:t>
      </w:r>
    </w:p>
    <w:p w:rsidR="0010458B" w:rsidRDefault="0010458B" w:rsidP="00361ED2">
      <w:pPr>
        <w:pStyle w:val="BodyText"/>
      </w:pPr>
      <w:r>
        <w:t xml:space="preserve">2017 год </w:t>
      </w:r>
      <w:r w:rsidRPr="00924762">
        <w:t xml:space="preserve">– 0,0 тыс. руб. </w:t>
      </w:r>
    </w:p>
    <w:p w:rsidR="0010458B" w:rsidRDefault="0010458B" w:rsidP="00361ED2">
      <w:pPr>
        <w:pStyle w:val="BodyText"/>
      </w:pPr>
    </w:p>
    <w:p w:rsidR="0010458B" w:rsidRDefault="0010458B" w:rsidP="00361ED2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sectPr w:rsidR="0010458B" w:rsidSect="000E2222">
      <w:footerReference w:type="default" r:id="rId8"/>
      <w:pgSz w:w="11906" w:h="16838" w:code="9"/>
      <w:pgMar w:top="1077" w:right="794" w:bottom="851" w:left="1418" w:header="907" w:footer="90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458B" w:rsidRDefault="0010458B" w:rsidP="00345A77">
      <w:r>
        <w:separator/>
      </w:r>
    </w:p>
  </w:endnote>
  <w:endnote w:type="continuationSeparator" w:id="1">
    <w:p w:rsidR="0010458B" w:rsidRDefault="0010458B" w:rsidP="00345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58B" w:rsidRDefault="0010458B" w:rsidP="00F00C3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458B" w:rsidRDefault="0010458B" w:rsidP="00345A77">
      <w:r>
        <w:separator/>
      </w:r>
    </w:p>
  </w:footnote>
  <w:footnote w:type="continuationSeparator" w:id="1">
    <w:p w:rsidR="0010458B" w:rsidRDefault="0010458B" w:rsidP="00345A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76017"/>
    <w:multiLevelType w:val="hybridMultilevel"/>
    <w:tmpl w:val="11F2D954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cs="Wingdings" w:hint="default"/>
      </w:rPr>
    </w:lvl>
  </w:abstractNum>
  <w:abstractNum w:abstractNumId="1">
    <w:nsid w:val="0242587F"/>
    <w:multiLevelType w:val="hybridMultilevel"/>
    <w:tmpl w:val="F2B22D66"/>
    <w:lvl w:ilvl="0" w:tplc="07441F38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20D49"/>
    <w:multiLevelType w:val="multilevel"/>
    <w:tmpl w:val="C19E6F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CB65A8A"/>
    <w:multiLevelType w:val="singleLevel"/>
    <w:tmpl w:val="10FE5B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D397B17"/>
    <w:multiLevelType w:val="hybridMultilevel"/>
    <w:tmpl w:val="09B0F4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0DAC2D92"/>
    <w:multiLevelType w:val="singleLevel"/>
    <w:tmpl w:val="F37803D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15B74EC"/>
    <w:multiLevelType w:val="hybridMultilevel"/>
    <w:tmpl w:val="A2F290C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7">
    <w:nsid w:val="13C223A9"/>
    <w:multiLevelType w:val="hybridMultilevel"/>
    <w:tmpl w:val="F0605C9E"/>
    <w:lvl w:ilvl="0" w:tplc="4ECC7C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14A958B2"/>
    <w:multiLevelType w:val="hybridMultilevel"/>
    <w:tmpl w:val="E7C61F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E7B0CDA"/>
    <w:multiLevelType w:val="multilevel"/>
    <w:tmpl w:val="7428866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165"/>
        </w:tabs>
        <w:ind w:left="31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330"/>
        </w:tabs>
        <w:ind w:left="63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495"/>
        </w:tabs>
        <w:ind w:left="94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300"/>
        </w:tabs>
        <w:ind w:left="12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465"/>
        </w:tabs>
        <w:ind w:left="154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270"/>
        </w:tabs>
        <w:ind w:left="182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35"/>
        </w:tabs>
        <w:ind w:left="214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600"/>
        </w:tabs>
        <w:ind w:left="24600" w:hanging="2160"/>
      </w:pPr>
      <w:rPr>
        <w:rFonts w:hint="default"/>
      </w:rPr>
    </w:lvl>
  </w:abstractNum>
  <w:abstractNum w:abstractNumId="10">
    <w:nsid w:val="205E66F9"/>
    <w:multiLevelType w:val="singleLevel"/>
    <w:tmpl w:val="4BE06984"/>
    <w:lvl w:ilvl="0">
      <w:start w:val="45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16A10D3"/>
    <w:multiLevelType w:val="singleLevel"/>
    <w:tmpl w:val="25ACB2E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12">
    <w:nsid w:val="21D526EA"/>
    <w:multiLevelType w:val="singleLevel"/>
    <w:tmpl w:val="10FE5B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67219D1"/>
    <w:multiLevelType w:val="hybridMultilevel"/>
    <w:tmpl w:val="2822ED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86D266E"/>
    <w:multiLevelType w:val="singleLevel"/>
    <w:tmpl w:val="10FE5B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8E2291A"/>
    <w:multiLevelType w:val="hybridMultilevel"/>
    <w:tmpl w:val="EC9E2402"/>
    <w:lvl w:ilvl="0" w:tplc="0419000F">
      <w:start w:val="1"/>
      <w:numFmt w:val="decimal"/>
      <w:lvlText w:val="%1."/>
      <w:lvlJc w:val="left"/>
      <w:pPr>
        <w:ind w:left="1471" w:hanging="360"/>
      </w:pPr>
    </w:lvl>
    <w:lvl w:ilvl="1" w:tplc="04190019">
      <w:start w:val="1"/>
      <w:numFmt w:val="lowerLetter"/>
      <w:lvlText w:val="%2."/>
      <w:lvlJc w:val="left"/>
      <w:pPr>
        <w:ind w:left="2191" w:hanging="360"/>
      </w:pPr>
    </w:lvl>
    <w:lvl w:ilvl="2" w:tplc="0419001B">
      <w:start w:val="1"/>
      <w:numFmt w:val="lowerRoman"/>
      <w:lvlText w:val="%3."/>
      <w:lvlJc w:val="right"/>
      <w:pPr>
        <w:ind w:left="2911" w:hanging="180"/>
      </w:pPr>
    </w:lvl>
    <w:lvl w:ilvl="3" w:tplc="0419000F">
      <w:start w:val="1"/>
      <w:numFmt w:val="decimal"/>
      <w:lvlText w:val="%4."/>
      <w:lvlJc w:val="left"/>
      <w:pPr>
        <w:ind w:left="3631" w:hanging="360"/>
      </w:pPr>
    </w:lvl>
    <w:lvl w:ilvl="4" w:tplc="04190019">
      <w:start w:val="1"/>
      <w:numFmt w:val="lowerLetter"/>
      <w:lvlText w:val="%5."/>
      <w:lvlJc w:val="left"/>
      <w:pPr>
        <w:ind w:left="4351" w:hanging="360"/>
      </w:pPr>
    </w:lvl>
    <w:lvl w:ilvl="5" w:tplc="0419001B">
      <w:start w:val="1"/>
      <w:numFmt w:val="lowerRoman"/>
      <w:lvlText w:val="%6."/>
      <w:lvlJc w:val="right"/>
      <w:pPr>
        <w:ind w:left="5071" w:hanging="180"/>
      </w:pPr>
    </w:lvl>
    <w:lvl w:ilvl="6" w:tplc="0419000F">
      <w:start w:val="1"/>
      <w:numFmt w:val="decimal"/>
      <w:lvlText w:val="%7."/>
      <w:lvlJc w:val="left"/>
      <w:pPr>
        <w:ind w:left="5791" w:hanging="360"/>
      </w:pPr>
    </w:lvl>
    <w:lvl w:ilvl="7" w:tplc="04190019">
      <w:start w:val="1"/>
      <w:numFmt w:val="lowerLetter"/>
      <w:lvlText w:val="%8."/>
      <w:lvlJc w:val="left"/>
      <w:pPr>
        <w:ind w:left="6511" w:hanging="360"/>
      </w:pPr>
    </w:lvl>
    <w:lvl w:ilvl="8" w:tplc="0419001B">
      <w:start w:val="1"/>
      <w:numFmt w:val="lowerRoman"/>
      <w:lvlText w:val="%9."/>
      <w:lvlJc w:val="right"/>
      <w:pPr>
        <w:ind w:left="7231" w:hanging="180"/>
      </w:pPr>
    </w:lvl>
  </w:abstractNum>
  <w:abstractNum w:abstractNumId="16">
    <w:nsid w:val="28F0396B"/>
    <w:multiLevelType w:val="hybridMultilevel"/>
    <w:tmpl w:val="6E8A42A8"/>
    <w:lvl w:ilvl="0" w:tplc="186ADD32">
      <w:start w:val="201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285B25"/>
    <w:multiLevelType w:val="hybridMultilevel"/>
    <w:tmpl w:val="C54EFB24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cs="Wingdings" w:hint="default"/>
      </w:rPr>
    </w:lvl>
  </w:abstractNum>
  <w:abstractNum w:abstractNumId="18">
    <w:nsid w:val="2F896518"/>
    <w:multiLevelType w:val="multilevel"/>
    <w:tmpl w:val="17A683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>
    <w:nsid w:val="33DD717D"/>
    <w:multiLevelType w:val="multilevel"/>
    <w:tmpl w:val="D7C8CF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3F4D2DA1"/>
    <w:multiLevelType w:val="hybridMultilevel"/>
    <w:tmpl w:val="6740636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8C213F"/>
    <w:multiLevelType w:val="hybridMultilevel"/>
    <w:tmpl w:val="69685B0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2">
    <w:nsid w:val="466005BB"/>
    <w:multiLevelType w:val="hybridMultilevel"/>
    <w:tmpl w:val="1B061756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cs="Wingdings" w:hint="default"/>
      </w:rPr>
    </w:lvl>
  </w:abstractNum>
  <w:abstractNum w:abstractNumId="23">
    <w:nsid w:val="4B8034F1"/>
    <w:multiLevelType w:val="hybridMultilevel"/>
    <w:tmpl w:val="B9265E3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DA64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52170DF5"/>
    <w:multiLevelType w:val="hybridMultilevel"/>
    <w:tmpl w:val="581465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41314DA"/>
    <w:multiLevelType w:val="hybridMultilevel"/>
    <w:tmpl w:val="27F68C10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324123"/>
    <w:multiLevelType w:val="hybridMultilevel"/>
    <w:tmpl w:val="A6E87E88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cs="Wingdings" w:hint="default"/>
      </w:rPr>
    </w:lvl>
  </w:abstractNum>
  <w:abstractNum w:abstractNumId="28">
    <w:nsid w:val="5CB5467A"/>
    <w:multiLevelType w:val="multilevel"/>
    <w:tmpl w:val="A2181E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611F2911"/>
    <w:multiLevelType w:val="singleLevel"/>
    <w:tmpl w:val="3522A04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64F43AB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7631BB5"/>
    <w:multiLevelType w:val="hybridMultilevel"/>
    <w:tmpl w:val="CBA4F0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2221D0"/>
    <w:multiLevelType w:val="singleLevel"/>
    <w:tmpl w:val="25ACB2E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33">
    <w:nsid w:val="762B3254"/>
    <w:multiLevelType w:val="hybridMultilevel"/>
    <w:tmpl w:val="D91EF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6051E9"/>
    <w:multiLevelType w:val="singleLevel"/>
    <w:tmpl w:val="10FE5B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79C01C11"/>
    <w:multiLevelType w:val="hybridMultilevel"/>
    <w:tmpl w:val="859081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B1472BC"/>
    <w:multiLevelType w:val="singleLevel"/>
    <w:tmpl w:val="10FE5B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8"/>
  </w:num>
  <w:num w:numId="2">
    <w:abstractNumId w:val="10"/>
  </w:num>
  <w:num w:numId="3">
    <w:abstractNumId w:val="11"/>
  </w:num>
  <w:num w:numId="4">
    <w:abstractNumId w:val="32"/>
  </w:num>
  <w:num w:numId="5">
    <w:abstractNumId w:val="24"/>
  </w:num>
  <w:num w:numId="6">
    <w:abstractNumId w:val="30"/>
  </w:num>
  <w:num w:numId="7">
    <w:abstractNumId w:val="19"/>
  </w:num>
  <w:num w:numId="8">
    <w:abstractNumId w:val="5"/>
  </w:num>
  <w:num w:numId="9">
    <w:abstractNumId w:val="29"/>
  </w:num>
  <w:num w:numId="10">
    <w:abstractNumId w:val="12"/>
  </w:num>
  <w:num w:numId="11">
    <w:abstractNumId w:val="3"/>
  </w:num>
  <w:num w:numId="12">
    <w:abstractNumId w:val="14"/>
  </w:num>
  <w:num w:numId="13">
    <w:abstractNumId w:val="36"/>
  </w:num>
  <w:num w:numId="14">
    <w:abstractNumId w:val="34"/>
  </w:num>
  <w:num w:numId="15">
    <w:abstractNumId w:val="9"/>
  </w:num>
  <w:num w:numId="16">
    <w:abstractNumId w:val="13"/>
  </w:num>
  <w:num w:numId="17">
    <w:abstractNumId w:val="8"/>
  </w:num>
  <w:num w:numId="18">
    <w:abstractNumId w:val="4"/>
  </w:num>
  <w:num w:numId="19">
    <w:abstractNumId w:val="17"/>
  </w:num>
  <w:num w:numId="20">
    <w:abstractNumId w:val="22"/>
  </w:num>
  <w:num w:numId="21">
    <w:abstractNumId w:val="27"/>
  </w:num>
  <w:num w:numId="22">
    <w:abstractNumId w:val="21"/>
  </w:num>
  <w:num w:numId="23">
    <w:abstractNumId w:val="0"/>
  </w:num>
  <w:num w:numId="24">
    <w:abstractNumId w:val="25"/>
  </w:num>
  <w:num w:numId="25">
    <w:abstractNumId w:val="26"/>
  </w:num>
  <w:num w:numId="26">
    <w:abstractNumId w:val="6"/>
  </w:num>
  <w:num w:numId="27">
    <w:abstractNumId w:val="7"/>
  </w:num>
  <w:num w:numId="28">
    <w:abstractNumId w:val="33"/>
  </w:num>
  <w:num w:numId="29">
    <w:abstractNumId w:val="31"/>
  </w:num>
  <w:num w:numId="30">
    <w:abstractNumId w:val="16"/>
  </w:num>
  <w:num w:numId="31">
    <w:abstractNumId w:val="20"/>
  </w:num>
  <w:num w:numId="32">
    <w:abstractNumId w:val="1"/>
  </w:num>
  <w:num w:numId="33">
    <w:abstractNumId w:val="23"/>
  </w:num>
  <w:num w:numId="34">
    <w:abstractNumId w:val="18"/>
  </w:num>
  <w:num w:numId="35">
    <w:abstractNumId w:val="15"/>
  </w:num>
  <w:num w:numId="36">
    <w:abstractNumId w:val="2"/>
  </w:num>
  <w:num w:numId="37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213F"/>
    <w:rsid w:val="00001CD1"/>
    <w:rsid w:val="00002022"/>
    <w:rsid w:val="000021FC"/>
    <w:rsid w:val="00002BB1"/>
    <w:rsid w:val="000056CA"/>
    <w:rsid w:val="0000570A"/>
    <w:rsid w:val="00005F30"/>
    <w:rsid w:val="000062BF"/>
    <w:rsid w:val="00006707"/>
    <w:rsid w:val="00007341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170A0"/>
    <w:rsid w:val="00020251"/>
    <w:rsid w:val="000207AC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5895"/>
    <w:rsid w:val="0003740F"/>
    <w:rsid w:val="00037455"/>
    <w:rsid w:val="000403E1"/>
    <w:rsid w:val="00040B3C"/>
    <w:rsid w:val="0004241A"/>
    <w:rsid w:val="00042707"/>
    <w:rsid w:val="0004326D"/>
    <w:rsid w:val="00044D05"/>
    <w:rsid w:val="00045237"/>
    <w:rsid w:val="00046D51"/>
    <w:rsid w:val="00047856"/>
    <w:rsid w:val="00051449"/>
    <w:rsid w:val="000524FB"/>
    <w:rsid w:val="00053975"/>
    <w:rsid w:val="0005461F"/>
    <w:rsid w:val="00055953"/>
    <w:rsid w:val="000604A0"/>
    <w:rsid w:val="000623AE"/>
    <w:rsid w:val="000627C9"/>
    <w:rsid w:val="00064663"/>
    <w:rsid w:val="00064AD8"/>
    <w:rsid w:val="000652AE"/>
    <w:rsid w:val="00065B8D"/>
    <w:rsid w:val="00065C3B"/>
    <w:rsid w:val="000665F9"/>
    <w:rsid w:val="00070031"/>
    <w:rsid w:val="00071245"/>
    <w:rsid w:val="000728EA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4C22"/>
    <w:rsid w:val="00084C54"/>
    <w:rsid w:val="00084D4B"/>
    <w:rsid w:val="00085681"/>
    <w:rsid w:val="00085EE8"/>
    <w:rsid w:val="00086022"/>
    <w:rsid w:val="00086563"/>
    <w:rsid w:val="00086A12"/>
    <w:rsid w:val="00086BFF"/>
    <w:rsid w:val="0008792C"/>
    <w:rsid w:val="0009048A"/>
    <w:rsid w:val="00090767"/>
    <w:rsid w:val="00090AD1"/>
    <w:rsid w:val="000915F7"/>
    <w:rsid w:val="00091D49"/>
    <w:rsid w:val="00092994"/>
    <w:rsid w:val="000951FC"/>
    <w:rsid w:val="0009523B"/>
    <w:rsid w:val="00095FFA"/>
    <w:rsid w:val="00096E45"/>
    <w:rsid w:val="000970A3"/>
    <w:rsid w:val="000A100B"/>
    <w:rsid w:val="000A11AE"/>
    <w:rsid w:val="000A1CB5"/>
    <w:rsid w:val="000A2266"/>
    <w:rsid w:val="000A265F"/>
    <w:rsid w:val="000A3204"/>
    <w:rsid w:val="000A429E"/>
    <w:rsid w:val="000A6957"/>
    <w:rsid w:val="000B0ACF"/>
    <w:rsid w:val="000B13B9"/>
    <w:rsid w:val="000B1BA7"/>
    <w:rsid w:val="000B1EC9"/>
    <w:rsid w:val="000B34FC"/>
    <w:rsid w:val="000B3AD7"/>
    <w:rsid w:val="000B45CF"/>
    <w:rsid w:val="000B45E7"/>
    <w:rsid w:val="000B5468"/>
    <w:rsid w:val="000B59B9"/>
    <w:rsid w:val="000B67FA"/>
    <w:rsid w:val="000C1D92"/>
    <w:rsid w:val="000C24B4"/>
    <w:rsid w:val="000C2C8E"/>
    <w:rsid w:val="000C5437"/>
    <w:rsid w:val="000C5DF3"/>
    <w:rsid w:val="000C683E"/>
    <w:rsid w:val="000C74C2"/>
    <w:rsid w:val="000D0F46"/>
    <w:rsid w:val="000D126A"/>
    <w:rsid w:val="000D1E49"/>
    <w:rsid w:val="000D220E"/>
    <w:rsid w:val="000D241B"/>
    <w:rsid w:val="000D2A1C"/>
    <w:rsid w:val="000D2FD1"/>
    <w:rsid w:val="000D3151"/>
    <w:rsid w:val="000D3221"/>
    <w:rsid w:val="000D37F4"/>
    <w:rsid w:val="000D46BE"/>
    <w:rsid w:val="000D7ABC"/>
    <w:rsid w:val="000D7D1C"/>
    <w:rsid w:val="000D7DAE"/>
    <w:rsid w:val="000E1160"/>
    <w:rsid w:val="000E2222"/>
    <w:rsid w:val="000E2C12"/>
    <w:rsid w:val="000E2F2F"/>
    <w:rsid w:val="000E3822"/>
    <w:rsid w:val="000E3B32"/>
    <w:rsid w:val="000E4B77"/>
    <w:rsid w:val="000E55F7"/>
    <w:rsid w:val="000F0507"/>
    <w:rsid w:val="000F26C4"/>
    <w:rsid w:val="000F2898"/>
    <w:rsid w:val="000F310C"/>
    <w:rsid w:val="000F3BDD"/>
    <w:rsid w:val="000F44AE"/>
    <w:rsid w:val="000F4D68"/>
    <w:rsid w:val="000F4F7D"/>
    <w:rsid w:val="000F6636"/>
    <w:rsid w:val="000F67DB"/>
    <w:rsid w:val="000F6D75"/>
    <w:rsid w:val="000F6F7E"/>
    <w:rsid w:val="001001A5"/>
    <w:rsid w:val="00102CED"/>
    <w:rsid w:val="00102E55"/>
    <w:rsid w:val="00103944"/>
    <w:rsid w:val="00103C2D"/>
    <w:rsid w:val="0010458B"/>
    <w:rsid w:val="00104CA0"/>
    <w:rsid w:val="001059AD"/>
    <w:rsid w:val="00106723"/>
    <w:rsid w:val="001079AA"/>
    <w:rsid w:val="0011176E"/>
    <w:rsid w:val="001118B6"/>
    <w:rsid w:val="00111F6B"/>
    <w:rsid w:val="00112E87"/>
    <w:rsid w:val="0011324A"/>
    <w:rsid w:val="00113372"/>
    <w:rsid w:val="00113562"/>
    <w:rsid w:val="001137D6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09A1"/>
    <w:rsid w:val="00131272"/>
    <w:rsid w:val="00134C34"/>
    <w:rsid w:val="001361FC"/>
    <w:rsid w:val="00136A20"/>
    <w:rsid w:val="00137324"/>
    <w:rsid w:val="00140868"/>
    <w:rsid w:val="00140CC4"/>
    <w:rsid w:val="00141085"/>
    <w:rsid w:val="00141CD4"/>
    <w:rsid w:val="0014242B"/>
    <w:rsid w:val="00143FAD"/>
    <w:rsid w:val="00144331"/>
    <w:rsid w:val="001448AE"/>
    <w:rsid w:val="00144D52"/>
    <w:rsid w:val="0014589F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2233"/>
    <w:rsid w:val="00153607"/>
    <w:rsid w:val="00153A9B"/>
    <w:rsid w:val="001541D9"/>
    <w:rsid w:val="00154AB2"/>
    <w:rsid w:val="00154E94"/>
    <w:rsid w:val="00155545"/>
    <w:rsid w:val="0015663A"/>
    <w:rsid w:val="00156772"/>
    <w:rsid w:val="00156B42"/>
    <w:rsid w:val="00156E05"/>
    <w:rsid w:val="00157919"/>
    <w:rsid w:val="00157C8C"/>
    <w:rsid w:val="0016118E"/>
    <w:rsid w:val="001611FC"/>
    <w:rsid w:val="00162407"/>
    <w:rsid w:val="00162DA9"/>
    <w:rsid w:val="001635FA"/>
    <w:rsid w:val="00163A20"/>
    <w:rsid w:val="001648B0"/>
    <w:rsid w:val="00164E4C"/>
    <w:rsid w:val="00166F24"/>
    <w:rsid w:val="00167633"/>
    <w:rsid w:val="00167A7E"/>
    <w:rsid w:val="00170DFE"/>
    <w:rsid w:val="0017107E"/>
    <w:rsid w:val="00171C74"/>
    <w:rsid w:val="00171E69"/>
    <w:rsid w:val="0017206E"/>
    <w:rsid w:val="0017330B"/>
    <w:rsid w:val="00173733"/>
    <w:rsid w:val="00174A38"/>
    <w:rsid w:val="0017514C"/>
    <w:rsid w:val="001755B2"/>
    <w:rsid w:val="0017637C"/>
    <w:rsid w:val="0017674C"/>
    <w:rsid w:val="0017706F"/>
    <w:rsid w:val="00180BE6"/>
    <w:rsid w:val="00180D8D"/>
    <w:rsid w:val="00181D07"/>
    <w:rsid w:val="00182726"/>
    <w:rsid w:val="001835CB"/>
    <w:rsid w:val="0018440B"/>
    <w:rsid w:val="00184E09"/>
    <w:rsid w:val="00185098"/>
    <w:rsid w:val="001863E4"/>
    <w:rsid w:val="001866C4"/>
    <w:rsid w:val="0018689B"/>
    <w:rsid w:val="00187E16"/>
    <w:rsid w:val="00187E8B"/>
    <w:rsid w:val="00187F60"/>
    <w:rsid w:val="00190515"/>
    <w:rsid w:val="00190731"/>
    <w:rsid w:val="00192C7B"/>
    <w:rsid w:val="001935F3"/>
    <w:rsid w:val="001937E7"/>
    <w:rsid w:val="0019408B"/>
    <w:rsid w:val="00196600"/>
    <w:rsid w:val="0019720C"/>
    <w:rsid w:val="001973FB"/>
    <w:rsid w:val="00197C6B"/>
    <w:rsid w:val="001A0948"/>
    <w:rsid w:val="001A0986"/>
    <w:rsid w:val="001A1559"/>
    <w:rsid w:val="001A1771"/>
    <w:rsid w:val="001A1D12"/>
    <w:rsid w:val="001A258F"/>
    <w:rsid w:val="001A2793"/>
    <w:rsid w:val="001A2C7A"/>
    <w:rsid w:val="001A3AFD"/>
    <w:rsid w:val="001A3B48"/>
    <w:rsid w:val="001A3D6C"/>
    <w:rsid w:val="001A409F"/>
    <w:rsid w:val="001A4456"/>
    <w:rsid w:val="001A44F2"/>
    <w:rsid w:val="001A66B7"/>
    <w:rsid w:val="001A6A86"/>
    <w:rsid w:val="001A6B31"/>
    <w:rsid w:val="001A792F"/>
    <w:rsid w:val="001A7D61"/>
    <w:rsid w:val="001B0BF3"/>
    <w:rsid w:val="001B157B"/>
    <w:rsid w:val="001B2177"/>
    <w:rsid w:val="001B248F"/>
    <w:rsid w:val="001B2567"/>
    <w:rsid w:val="001B3768"/>
    <w:rsid w:val="001B4365"/>
    <w:rsid w:val="001B71A0"/>
    <w:rsid w:val="001C06D1"/>
    <w:rsid w:val="001C1D2C"/>
    <w:rsid w:val="001C2630"/>
    <w:rsid w:val="001C2634"/>
    <w:rsid w:val="001C27FD"/>
    <w:rsid w:val="001C46E3"/>
    <w:rsid w:val="001C5C44"/>
    <w:rsid w:val="001C6419"/>
    <w:rsid w:val="001D02DB"/>
    <w:rsid w:val="001D1870"/>
    <w:rsid w:val="001D2AB4"/>
    <w:rsid w:val="001D31CB"/>
    <w:rsid w:val="001D335F"/>
    <w:rsid w:val="001D4897"/>
    <w:rsid w:val="001D552E"/>
    <w:rsid w:val="001D5637"/>
    <w:rsid w:val="001D6262"/>
    <w:rsid w:val="001D6D3A"/>
    <w:rsid w:val="001D6FB2"/>
    <w:rsid w:val="001E0A6C"/>
    <w:rsid w:val="001E1AC7"/>
    <w:rsid w:val="001E247F"/>
    <w:rsid w:val="001E2D4F"/>
    <w:rsid w:val="001E458F"/>
    <w:rsid w:val="001E6368"/>
    <w:rsid w:val="001E6ED9"/>
    <w:rsid w:val="001E7DC9"/>
    <w:rsid w:val="001F05E8"/>
    <w:rsid w:val="001F1142"/>
    <w:rsid w:val="001F1BFB"/>
    <w:rsid w:val="001F2A7A"/>
    <w:rsid w:val="001F2DCE"/>
    <w:rsid w:val="001F4949"/>
    <w:rsid w:val="001F4E37"/>
    <w:rsid w:val="001F51B8"/>
    <w:rsid w:val="001F67D6"/>
    <w:rsid w:val="001F6E52"/>
    <w:rsid w:val="00200063"/>
    <w:rsid w:val="00200CC0"/>
    <w:rsid w:val="00203D56"/>
    <w:rsid w:val="00204359"/>
    <w:rsid w:val="002049DD"/>
    <w:rsid w:val="0020616E"/>
    <w:rsid w:val="00206DEE"/>
    <w:rsid w:val="00207FC3"/>
    <w:rsid w:val="00210941"/>
    <w:rsid w:val="002111B9"/>
    <w:rsid w:val="00211840"/>
    <w:rsid w:val="00212498"/>
    <w:rsid w:val="00212932"/>
    <w:rsid w:val="0021297D"/>
    <w:rsid w:val="00212ED8"/>
    <w:rsid w:val="00213712"/>
    <w:rsid w:val="0021372F"/>
    <w:rsid w:val="002146A5"/>
    <w:rsid w:val="00215D7B"/>
    <w:rsid w:val="002162AE"/>
    <w:rsid w:val="00216619"/>
    <w:rsid w:val="00220D3B"/>
    <w:rsid w:val="0022130D"/>
    <w:rsid w:val="002220BC"/>
    <w:rsid w:val="00222613"/>
    <w:rsid w:val="0022337F"/>
    <w:rsid w:val="002234A8"/>
    <w:rsid w:val="00223641"/>
    <w:rsid w:val="00223E40"/>
    <w:rsid w:val="002240DC"/>
    <w:rsid w:val="00224385"/>
    <w:rsid w:val="002269D6"/>
    <w:rsid w:val="00226D39"/>
    <w:rsid w:val="00227BA2"/>
    <w:rsid w:val="00227E52"/>
    <w:rsid w:val="00231F3F"/>
    <w:rsid w:val="00233C48"/>
    <w:rsid w:val="00236954"/>
    <w:rsid w:val="00236A74"/>
    <w:rsid w:val="00236B19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1D9A"/>
    <w:rsid w:val="00254959"/>
    <w:rsid w:val="002553A3"/>
    <w:rsid w:val="00255703"/>
    <w:rsid w:val="00255855"/>
    <w:rsid w:val="0025627F"/>
    <w:rsid w:val="00256577"/>
    <w:rsid w:val="00256DD4"/>
    <w:rsid w:val="00260354"/>
    <w:rsid w:val="002605F3"/>
    <w:rsid w:val="002616B5"/>
    <w:rsid w:val="00261F37"/>
    <w:rsid w:val="00262D92"/>
    <w:rsid w:val="00262F0E"/>
    <w:rsid w:val="0026303A"/>
    <w:rsid w:val="0026326B"/>
    <w:rsid w:val="00263BE6"/>
    <w:rsid w:val="00263DFC"/>
    <w:rsid w:val="00264022"/>
    <w:rsid w:val="002641CB"/>
    <w:rsid w:val="002643AD"/>
    <w:rsid w:val="00271138"/>
    <w:rsid w:val="002712ED"/>
    <w:rsid w:val="00272630"/>
    <w:rsid w:val="0027349F"/>
    <w:rsid w:val="00274AA0"/>
    <w:rsid w:val="00276292"/>
    <w:rsid w:val="00276967"/>
    <w:rsid w:val="00277246"/>
    <w:rsid w:val="00277D25"/>
    <w:rsid w:val="002802E8"/>
    <w:rsid w:val="00280B6C"/>
    <w:rsid w:val="00280F65"/>
    <w:rsid w:val="00280F7D"/>
    <w:rsid w:val="00281735"/>
    <w:rsid w:val="002817ED"/>
    <w:rsid w:val="00281A61"/>
    <w:rsid w:val="00283BB1"/>
    <w:rsid w:val="00283D1A"/>
    <w:rsid w:val="002843F7"/>
    <w:rsid w:val="00286E46"/>
    <w:rsid w:val="00287EC6"/>
    <w:rsid w:val="00290AF6"/>
    <w:rsid w:val="00292190"/>
    <w:rsid w:val="00292558"/>
    <w:rsid w:val="002944F8"/>
    <w:rsid w:val="002946EC"/>
    <w:rsid w:val="00294BFA"/>
    <w:rsid w:val="002958D0"/>
    <w:rsid w:val="00296F45"/>
    <w:rsid w:val="00297456"/>
    <w:rsid w:val="00297D2A"/>
    <w:rsid w:val="002A02C4"/>
    <w:rsid w:val="002A145A"/>
    <w:rsid w:val="002A168D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0261"/>
    <w:rsid w:val="002B17E6"/>
    <w:rsid w:val="002B1BA7"/>
    <w:rsid w:val="002B1F66"/>
    <w:rsid w:val="002B2071"/>
    <w:rsid w:val="002B27A3"/>
    <w:rsid w:val="002B32B8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0F"/>
    <w:rsid w:val="002C4159"/>
    <w:rsid w:val="002C5C6E"/>
    <w:rsid w:val="002C692B"/>
    <w:rsid w:val="002C7C9D"/>
    <w:rsid w:val="002C7F9C"/>
    <w:rsid w:val="002D0480"/>
    <w:rsid w:val="002D10D4"/>
    <w:rsid w:val="002D1E22"/>
    <w:rsid w:val="002D1EDB"/>
    <w:rsid w:val="002D22BD"/>
    <w:rsid w:val="002D33DA"/>
    <w:rsid w:val="002D4E5D"/>
    <w:rsid w:val="002D6956"/>
    <w:rsid w:val="002D7405"/>
    <w:rsid w:val="002D7856"/>
    <w:rsid w:val="002E0556"/>
    <w:rsid w:val="002E0945"/>
    <w:rsid w:val="002E1409"/>
    <w:rsid w:val="002E1586"/>
    <w:rsid w:val="002E2B67"/>
    <w:rsid w:val="002E2B87"/>
    <w:rsid w:val="002E2CD1"/>
    <w:rsid w:val="002E3A64"/>
    <w:rsid w:val="002E5B13"/>
    <w:rsid w:val="002F017A"/>
    <w:rsid w:val="002F0817"/>
    <w:rsid w:val="002F11EA"/>
    <w:rsid w:val="002F132D"/>
    <w:rsid w:val="002F22C5"/>
    <w:rsid w:val="002F2351"/>
    <w:rsid w:val="002F35D5"/>
    <w:rsid w:val="002F37EE"/>
    <w:rsid w:val="002F3C2A"/>
    <w:rsid w:val="002F44C8"/>
    <w:rsid w:val="002F52EA"/>
    <w:rsid w:val="002F54F5"/>
    <w:rsid w:val="002F609C"/>
    <w:rsid w:val="002F6675"/>
    <w:rsid w:val="002F71B5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64BC"/>
    <w:rsid w:val="0030662D"/>
    <w:rsid w:val="003069A7"/>
    <w:rsid w:val="00306B19"/>
    <w:rsid w:val="00306CA9"/>
    <w:rsid w:val="0030761E"/>
    <w:rsid w:val="00307E29"/>
    <w:rsid w:val="00310392"/>
    <w:rsid w:val="003104A0"/>
    <w:rsid w:val="00310665"/>
    <w:rsid w:val="003107F4"/>
    <w:rsid w:val="00310BC0"/>
    <w:rsid w:val="00312B27"/>
    <w:rsid w:val="00312D30"/>
    <w:rsid w:val="00312D44"/>
    <w:rsid w:val="0031308B"/>
    <w:rsid w:val="003148A1"/>
    <w:rsid w:val="0031606E"/>
    <w:rsid w:val="00316ED8"/>
    <w:rsid w:val="003173A6"/>
    <w:rsid w:val="00317C78"/>
    <w:rsid w:val="00320150"/>
    <w:rsid w:val="003203AD"/>
    <w:rsid w:val="00320718"/>
    <w:rsid w:val="00320728"/>
    <w:rsid w:val="0032103F"/>
    <w:rsid w:val="0032160E"/>
    <w:rsid w:val="0032241C"/>
    <w:rsid w:val="00322B5C"/>
    <w:rsid w:val="00325163"/>
    <w:rsid w:val="003257C7"/>
    <w:rsid w:val="00327044"/>
    <w:rsid w:val="00330297"/>
    <w:rsid w:val="0033115A"/>
    <w:rsid w:val="00331C03"/>
    <w:rsid w:val="00331DAA"/>
    <w:rsid w:val="00331FFA"/>
    <w:rsid w:val="00332C98"/>
    <w:rsid w:val="003357EB"/>
    <w:rsid w:val="00335E97"/>
    <w:rsid w:val="00335F59"/>
    <w:rsid w:val="0033628D"/>
    <w:rsid w:val="00336E5F"/>
    <w:rsid w:val="003411DC"/>
    <w:rsid w:val="003433F9"/>
    <w:rsid w:val="003442C9"/>
    <w:rsid w:val="00344ADB"/>
    <w:rsid w:val="00345A77"/>
    <w:rsid w:val="00345E28"/>
    <w:rsid w:val="00346BD5"/>
    <w:rsid w:val="00347245"/>
    <w:rsid w:val="00347DFC"/>
    <w:rsid w:val="00350209"/>
    <w:rsid w:val="00350687"/>
    <w:rsid w:val="00350766"/>
    <w:rsid w:val="0035182F"/>
    <w:rsid w:val="00351861"/>
    <w:rsid w:val="00351C5B"/>
    <w:rsid w:val="00351F7E"/>
    <w:rsid w:val="00353836"/>
    <w:rsid w:val="00353A64"/>
    <w:rsid w:val="003557F8"/>
    <w:rsid w:val="00355FE2"/>
    <w:rsid w:val="0035742A"/>
    <w:rsid w:val="003575F1"/>
    <w:rsid w:val="00357A6A"/>
    <w:rsid w:val="00357B59"/>
    <w:rsid w:val="00357F34"/>
    <w:rsid w:val="00360CFC"/>
    <w:rsid w:val="00361ED2"/>
    <w:rsid w:val="00362F8F"/>
    <w:rsid w:val="0036345E"/>
    <w:rsid w:val="003647DA"/>
    <w:rsid w:val="0036528E"/>
    <w:rsid w:val="003655A2"/>
    <w:rsid w:val="00365A4F"/>
    <w:rsid w:val="00365C64"/>
    <w:rsid w:val="00366B54"/>
    <w:rsid w:val="0037086A"/>
    <w:rsid w:val="00371D01"/>
    <w:rsid w:val="00372245"/>
    <w:rsid w:val="00373845"/>
    <w:rsid w:val="00374B73"/>
    <w:rsid w:val="00376F06"/>
    <w:rsid w:val="00380704"/>
    <w:rsid w:val="00381954"/>
    <w:rsid w:val="00383E89"/>
    <w:rsid w:val="00384AFE"/>
    <w:rsid w:val="00386805"/>
    <w:rsid w:val="003875D1"/>
    <w:rsid w:val="00387603"/>
    <w:rsid w:val="003918AA"/>
    <w:rsid w:val="00392093"/>
    <w:rsid w:val="003927F7"/>
    <w:rsid w:val="00392EE1"/>
    <w:rsid w:val="00392FA2"/>
    <w:rsid w:val="0039378B"/>
    <w:rsid w:val="00393877"/>
    <w:rsid w:val="00394C5A"/>
    <w:rsid w:val="00395310"/>
    <w:rsid w:val="00395367"/>
    <w:rsid w:val="00396615"/>
    <w:rsid w:val="003971FC"/>
    <w:rsid w:val="003A061D"/>
    <w:rsid w:val="003A203A"/>
    <w:rsid w:val="003A24DE"/>
    <w:rsid w:val="003A5CCE"/>
    <w:rsid w:val="003A5F22"/>
    <w:rsid w:val="003A76A6"/>
    <w:rsid w:val="003A7BA1"/>
    <w:rsid w:val="003B0CB4"/>
    <w:rsid w:val="003B214C"/>
    <w:rsid w:val="003B219F"/>
    <w:rsid w:val="003B2C79"/>
    <w:rsid w:val="003B411A"/>
    <w:rsid w:val="003B5698"/>
    <w:rsid w:val="003B57FB"/>
    <w:rsid w:val="003C05BC"/>
    <w:rsid w:val="003C0815"/>
    <w:rsid w:val="003C213F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777"/>
    <w:rsid w:val="003D1928"/>
    <w:rsid w:val="003D2363"/>
    <w:rsid w:val="003D25D2"/>
    <w:rsid w:val="003D273E"/>
    <w:rsid w:val="003D2C20"/>
    <w:rsid w:val="003D2E69"/>
    <w:rsid w:val="003D3B8C"/>
    <w:rsid w:val="003D41BE"/>
    <w:rsid w:val="003D5DAC"/>
    <w:rsid w:val="003D6891"/>
    <w:rsid w:val="003D7879"/>
    <w:rsid w:val="003D7FA3"/>
    <w:rsid w:val="003E0929"/>
    <w:rsid w:val="003E2780"/>
    <w:rsid w:val="003E36E7"/>
    <w:rsid w:val="003E3959"/>
    <w:rsid w:val="003E39C6"/>
    <w:rsid w:val="003E3FE8"/>
    <w:rsid w:val="003E4178"/>
    <w:rsid w:val="003E4977"/>
    <w:rsid w:val="003E4990"/>
    <w:rsid w:val="003E57AB"/>
    <w:rsid w:val="003E5B7D"/>
    <w:rsid w:val="003E6F98"/>
    <w:rsid w:val="003E7434"/>
    <w:rsid w:val="003E78CE"/>
    <w:rsid w:val="003F11F9"/>
    <w:rsid w:val="003F18E7"/>
    <w:rsid w:val="003F201C"/>
    <w:rsid w:val="003F2130"/>
    <w:rsid w:val="003F3F19"/>
    <w:rsid w:val="003F4862"/>
    <w:rsid w:val="003F68A2"/>
    <w:rsid w:val="003F71B6"/>
    <w:rsid w:val="003F73C2"/>
    <w:rsid w:val="003F7B63"/>
    <w:rsid w:val="003F7E93"/>
    <w:rsid w:val="00400C8B"/>
    <w:rsid w:val="00400E6B"/>
    <w:rsid w:val="004014B5"/>
    <w:rsid w:val="004038E3"/>
    <w:rsid w:val="00403D49"/>
    <w:rsid w:val="0040411B"/>
    <w:rsid w:val="00405D1C"/>
    <w:rsid w:val="0040651D"/>
    <w:rsid w:val="004071D5"/>
    <w:rsid w:val="00407441"/>
    <w:rsid w:val="00407BB0"/>
    <w:rsid w:val="00407BB1"/>
    <w:rsid w:val="004101A0"/>
    <w:rsid w:val="00411A44"/>
    <w:rsid w:val="0041463D"/>
    <w:rsid w:val="00414B33"/>
    <w:rsid w:val="00415847"/>
    <w:rsid w:val="00416A77"/>
    <w:rsid w:val="00417546"/>
    <w:rsid w:val="0042098B"/>
    <w:rsid w:val="0042139B"/>
    <w:rsid w:val="004217AC"/>
    <w:rsid w:val="004229E7"/>
    <w:rsid w:val="00424F6B"/>
    <w:rsid w:val="00425BB8"/>
    <w:rsid w:val="00425E95"/>
    <w:rsid w:val="004262C1"/>
    <w:rsid w:val="00427299"/>
    <w:rsid w:val="004314CF"/>
    <w:rsid w:val="004322A6"/>
    <w:rsid w:val="0043253B"/>
    <w:rsid w:val="004353E4"/>
    <w:rsid w:val="00435AC4"/>
    <w:rsid w:val="00436B50"/>
    <w:rsid w:val="00436F05"/>
    <w:rsid w:val="00437733"/>
    <w:rsid w:val="00437ACC"/>
    <w:rsid w:val="00440E95"/>
    <w:rsid w:val="00441026"/>
    <w:rsid w:val="004410D0"/>
    <w:rsid w:val="0044110D"/>
    <w:rsid w:val="00441ACB"/>
    <w:rsid w:val="00441C72"/>
    <w:rsid w:val="0044225C"/>
    <w:rsid w:val="00442D7D"/>
    <w:rsid w:val="00443ACA"/>
    <w:rsid w:val="00445957"/>
    <w:rsid w:val="00446822"/>
    <w:rsid w:val="00447E3E"/>
    <w:rsid w:val="004505C0"/>
    <w:rsid w:val="004510EE"/>
    <w:rsid w:val="00451865"/>
    <w:rsid w:val="00451F4D"/>
    <w:rsid w:val="00453077"/>
    <w:rsid w:val="0045370F"/>
    <w:rsid w:val="00453CFD"/>
    <w:rsid w:val="00454EBF"/>
    <w:rsid w:val="0045550A"/>
    <w:rsid w:val="004558D8"/>
    <w:rsid w:val="00455C76"/>
    <w:rsid w:val="0045752A"/>
    <w:rsid w:val="004575FC"/>
    <w:rsid w:val="00457E28"/>
    <w:rsid w:val="00457FE7"/>
    <w:rsid w:val="0046335F"/>
    <w:rsid w:val="004639AC"/>
    <w:rsid w:val="00463BB4"/>
    <w:rsid w:val="004649A3"/>
    <w:rsid w:val="00465285"/>
    <w:rsid w:val="00466ACD"/>
    <w:rsid w:val="00466B37"/>
    <w:rsid w:val="00467328"/>
    <w:rsid w:val="00467E8C"/>
    <w:rsid w:val="00470910"/>
    <w:rsid w:val="00470C00"/>
    <w:rsid w:val="00472487"/>
    <w:rsid w:val="0047309B"/>
    <w:rsid w:val="00474B72"/>
    <w:rsid w:val="00474C2F"/>
    <w:rsid w:val="004757D4"/>
    <w:rsid w:val="004757F2"/>
    <w:rsid w:val="00475D99"/>
    <w:rsid w:val="00475ECA"/>
    <w:rsid w:val="00476801"/>
    <w:rsid w:val="00476FFD"/>
    <w:rsid w:val="00481B7B"/>
    <w:rsid w:val="00481DA3"/>
    <w:rsid w:val="0048261F"/>
    <w:rsid w:val="0048413B"/>
    <w:rsid w:val="00484BAD"/>
    <w:rsid w:val="00485428"/>
    <w:rsid w:val="0048583F"/>
    <w:rsid w:val="00485E83"/>
    <w:rsid w:val="004868E1"/>
    <w:rsid w:val="0048715D"/>
    <w:rsid w:val="00487D09"/>
    <w:rsid w:val="004900A3"/>
    <w:rsid w:val="004902F2"/>
    <w:rsid w:val="004907D3"/>
    <w:rsid w:val="00490E0E"/>
    <w:rsid w:val="004915F9"/>
    <w:rsid w:val="00492546"/>
    <w:rsid w:val="00493F86"/>
    <w:rsid w:val="00494262"/>
    <w:rsid w:val="00494272"/>
    <w:rsid w:val="004944AF"/>
    <w:rsid w:val="00495D1F"/>
    <w:rsid w:val="00496166"/>
    <w:rsid w:val="004A17B9"/>
    <w:rsid w:val="004A195D"/>
    <w:rsid w:val="004A1DC7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010"/>
    <w:rsid w:val="004A7AC0"/>
    <w:rsid w:val="004A7F93"/>
    <w:rsid w:val="004B2E0A"/>
    <w:rsid w:val="004B3EBD"/>
    <w:rsid w:val="004B41D4"/>
    <w:rsid w:val="004B569A"/>
    <w:rsid w:val="004B6834"/>
    <w:rsid w:val="004B7B78"/>
    <w:rsid w:val="004B7B7B"/>
    <w:rsid w:val="004B7DE3"/>
    <w:rsid w:val="004C0C11"/>
    <w:rsid w:val="004C0C66"/>
    <w:rsid w:val="004C0D6C"/>
    <w:rsid w:val="004C1709"/>
    <w:rsid w:val="004C1DC1"/>
    <w:rsid w:val="004C1ECE"/>
    <w:rsid w:val="004C2D47"/>
    <w:rsid w:val="004C3508"/>
    <w:rsid w:val="004C4A3D"/>
    <w:rsid w:val="004C4D06"/>
    <w:rsid w:val="004C4F8A"/>
    <w:rsid w:val="004C6C83"/>
    <w:rsid w:val="004C756F"/>
    <w:rsid w:val="004C7C47"/>
    <w:rsid w:val="004C7EC1"/>
    <w:rsid w:val="004D065B"/>
    <w:rsid w:val="004D105B"/>
    <w:rsid w:val="004D13B2"/>
    <w:rsid w:val="004D2330"/>
    <w:rsid w:val="004D2CB0"/>
    <w:rsid w:val="004D35B5"/>
    <w:rsid w:val="004D3F56"/>
    <w:rsid w:val="004D402E"/>
    <w:rsid w:val="004D427A"/>
    <w:rsid w:val="004D50ED"/>
    <w:rsid w:val="004D5131"/>
    <w:rsid w:val="004D5FBA"/>
    <w:rsid w:val="004D5FEB"/>
    <w:rsid w:val="004D6734"/>
    <w:rsid w:val="004D74BF"/>
    <w:rsid w:val="004D7697"/>
    <w:rsid w:val="004E0F43"/>
    <w:rsid w:val="004E257E"/>
    <w:rsid w:val="004E38D4"/>
    <w:rsid w:val="004E3C3D"/>
    <w:rsid w:val="004E407A"/>
    <w:rsid w:val="004E47D7"/>
    <w:rsid w:val="004E735D"/>
    <w:rsid w:val="004F0CDD"/>
    <w:rsid w:val="004F1591"/>
    <w:rsid w:val="004F229A"/>
    <w:rsid w:val="004F2C56"/>
    <w:rsid w:val="004F33DF"/>
    <w:rsid w:val="004F3C09"/>
    <w:rsid w:val="004F464B"/>
    <w:rsid w:val="005000B1"/>
    <w:rsid w:val="00500810"/>
    <w:rsid w:val="005014CA"/>
    <w:rsid w:val="005026BB"/>
    <w:rsid w:val="005032D0"/>
    <w:rsid w:val="0050339C"/>
    <w:rsid w:val="00503CB3"/>
    <w:rsid w:val="00503D9F"/>
    <w:rsid w:val="00504064"/>
    <w:rsid w:val="00506CB0"/>
    <w:rsid w:val="00507F7D"/>
    <w:rsid w:val="005100F8"/>
    <w:rsid w:val="00510316"/>
    <w:rsid w:val="00513586"/>
    <w:rsid w:val="00514674"/>
    <w:rsid w:val="00514B07"/>
    <w:rsid w:val="00515756"/>
    <w:rsid w:val="005161EE"/>
    <w:rsid w:val="00516C7C"/>
    <w:rsid w:val="00516E8A"/>
    <w:rsid w:val="00517B2B"/>
    <w:rsid w:val="00517E6A"/>
    <w:rsid w:val="0052016D"/>
    <w:rsid w:val="00522EAD"/>
    <w:rsid w:val="0052303B"/>
    <w:rsid w:val="005240F3"/>
    <w:rsid w:val="0052452A"/>
    <w:rsid w:val="005252C3"/>
    <w:rsid w:val="00526753"/>
    <w:rsid w:val="00527A6D"/>
    <w:rsid w:val="005310E0"/>
    <w:rsid w:val="00532064"/>
    <w:rsid w:val="00532237"/>
    <w:rsid w:val="00532CF3"/>
    <w:rsid w:val="0053313A"/>
    <w:rsid w:val="00533666"/>
    <w:rsid w:val="00533914"/>
    <w:rsid w:val="00535AD3"/>
    <w:rsid w:val="00535B6F"/>
    <w:rsid w:val="00536031"/>
    <w:rsid w:val="0053615B"/>
    <w:rsid w:val="00541343"/>
    <w:rsid w:val="00541E18"/>
    <w:rsid w:val="0054222D"/>
    <w:rsid w:val="00542487"/>
    <w:rsid w:val="00542650"/>
    <w:rsid w:val="0054362F"/>
    <w:rsid w:val="00543A54"/>
    <w:rsid w:val="005447C5"/>
    <w:rsid w:val="0054544B"/>
    <w:rsid w:val="005456DA"/>
    <w:rsid w:val="005461F9"/>
    <w:rsid w:val="00547946"/>
    <w:rsid w:val="00547AB8"/>
    <w:rsid w:val="00550DFE"/>
    <w:rsid w:val="00553301"/>
    <w:rsid w:val="00553BA8"/>
    <w:rsid w:val="00553E98"/>
    <w:rsid w:val="0055458A"/>
    <w:rsid w:val="00555360"/>
    <w:rsid w:val="00556A8C"/>
    <w:rsid w:val="0055707E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2EA"/>
    <w:rsid w:val="00571A5A"/>
    <w:rsid w:val="00571E7E"/>
    <w:rsid w:val="00572465"/>
    <w:rsid w:val="00573169"/>
    <w:rsid w:val="005735A1"/>
    <w:rsid w:val="005739D2"/>
    <w:rsid w:val="00574075"/>
    <w:rsid w:val="00575275"/>
    <w:rsid w:val="005759BA"/>
    <w:rsid w:val="00575B80"/>
    <w:rsid w:val="00575D06"/>
    <w:rsid w:val="0057695D"/>
    <w:rsid w:val="00576AC1"/>
    <w:rsid w:val="0058013D"/>
    <w:rsid w:val="0058140F"/>
    <w:rsid w:val="005826B6"/>
    <w:rsid w:val="005833AB"/>
    <w:rsid w:val="00585803"/>
    <w:rsid w:val="005870D5"/>
    <w:rsid w:val="00587D11"/>
    <w:rsid w:val="005904D7"/>
    <w:rsid w:val="0059117E"/>
    <w:rsid w:val="00593F50"/>
    <w:rsid w:val="00594ABC"/>
    <w:rsid w:val="00594AC5"/>
    <w:rsid w:val="0059574F"/>
    <w:rsid w:val="0059606E"/>
    <w:rsid w:val="00596282"/>
    <w:rsid w:val="005969F6"/>
    <w:rsid w:val="00597053"/>
    <w:rsid w:val="0059781A"/>
    <w:rsid w:val="00597853"/>
    <w:rsid w:val="00597FF0"/>
    <w:rsid w:val="005A04EC"/>
    <w:rsid w:val="005A1314"/>
    <w:rsid w:val="005A13CE"/>
    <w:rsid w:val="005A20A4"/>
    <w:rsid w:val="005A222D"/>
    <w:rsid w:val="005A23A8"/>
    <w:rsid w:val="005A2404"/>
    <w:rsid w:val="005A2FB3"/>
    <w:rsid w:val="005A549A"/>
    <w:rsid w:val="005A5A97"/>
    <w:rsid w:val="005A621D"/>
    <w:rsid w:val="005A764E"/>
    <w:rsid w:val="005A7C6A"/>
    <w:rsid w:val="005B0362"/>
    <w:rsid w:val="005B1AE9"/>
    <w:rsid w:val="005B3037"/>
    <w:rsid w:val="005B3285"/>
    <w:rsid w:val="005B4360"/>
    <w:rsid w:val="005B48DD"/>
    <w:rsid w:val="005B645C"/>
    <w:rsid w:val="005B6CC1"/>
    <w:rsid w:val="005B78E8"/>
    <w:rsid w:val="005C21A9"/>
    <w:rsid w:val="005C2EF3"/>
    <w:rsid w:val="005C3C13"/>
    <w:rsid w:val="005C48A1"/>
    <w:rsid w:val="005C48B3"/>
    <w:rsid w:val="005C52ED"/>
    <w:rsid w:val="005C590F"/>
    <w:rsid w:val="005C6046"/>
    <w:rsid w:val="005C6109"/>
    <w:rsid w:val="005D116C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2EB5"/>
    <w:rsid w:val="005E40C6"/>
    <w:rsid w:val="005E4276"/>
    <w:rsid w:val="005E4564"/>
    <w:rsid w:val="005E47D6"/>
    <w:rsid w:val="005E4A6A"/>
    <w:rsid w:val="005E4A8F"/>
    <w:rsid w:val="005E4C9B"/>
    <w:rsid w:val="005E5030"/>
    <w:rsid w:val="005E66A7"/>
    <w:rsid w:val="005F14FE"/>
    <w:rsid w:val="005F1614"/>
    <w:rsid w:val="005F1FDB"/>
    <w:rsid w:val="005F2731"/>
    <w:rsid w:val="005F2CCA"/>
    <w:rsid w:val="005F3A67"/>
    <w:rsid w:val="005F43EE"/>
    <w:rsid w:val="005F6289"/>
    <w:rsid w:val="005F7A5D"/>
    <w:rsid w:val="005F7D07"/>
    <w:rsid w:val="00600A65"/>
    <w:rsid w:val="00600AF8"/>
    <w:rsid w:val="00600FFA"/>
    <w:rsid w:val="00601B58"/>
    <w:rsid w:val="00601C42"/>
    <w:rsid w:val="0060314C"/>
    <w:rsid w:val="006033AF"/>
    <w:rsid w:val="00604309"/>
    <w:rsid w:val="00604C53"/>
    <w:rsid w:val="00605047"/>
    <w:rsid w:val="00606F39"/>
    <w:rsid w:val="00607547"/>
    <w:rsid w:val="00607E81"/>
    <w:rsid w:val="006106CC"/>
    <w:rsid w:val="00610E64"/>
    <w:rsid w:val="0061126B"/>
    <w:rsid w:val="006116D0"/>
    <w:rsid w:val="006117A3"/>
    <w:rsid w:val="00613678"/>
    <w:rsid w:val="00613A27"/>
    <w:rsid w:val="00614383"/>
    <w:rsid w:val="00614594"/>
    <w:rsid w:val="0061464B"/>
    <w:rsid w:val="00614673"/>
    <w:rsid w:val="00614790"/>
    <w:rsid w:val="0061498F"/>
    <w:rsid w:val="0061513D"/>
    <w:rsid w:val="00615437"/>
    <w:rsid w:val="006155DD"/>
    <w:rsid w:val="00617929"/>
    <w:rsid w:val="00617DDC"/>
    <w:rsid w:val="00617E2B"/>
    <w:rsid w:val="0062146C"/>
    <w:rsid w:val="006219A9"/>
    <w:rsid w:val="00623342"/>
    <w:rsid w:val="00623992"/>
    <w:rsid w:val="006240C7"/>
    <w:rsid w:val="0062489B"/>
    <w:rsid w:val="0062500C"/>
    <w:rsid w:val="0062513B"/>
    <w:rsid w:val="00625D5D"/>
    <w:rsid w:val="0062697C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53C5"/>
    <w:rsid w:val="0063594D"/>
    <w:rsid w:val="00636EC6"/>
    <w:rsid w:val="00637830"/>
    <w:rsid w:val="0064146B"/>
    <w:rsid w:val="006417BA"/>
    <w:rsid w:val="00643767"/>
    <w:rsid w:val="00645276"/>
    <w:rsid w:val="00645738"/>
    <w:rsid w:val="006458E8"/>
    <w:rsid w:val="006461D5"/>
    <w:rsid w:val="0064664E"/>
    <w:rsid w:val="0064743A"/>
    <w:rsid w:val="0065152B"/>
    <w:rsid w:val="006520A8"/>
    <w:rsid w:val="00652B62"/>
    <w:rsid w:val="00652B9C"/>
    <w:rsid w:val="00652D6F"/>
    <w:rsid w:val="00653518"/>
    <w:rsid w:val="00653CF1"/>
    <w:rsid w:val="00653E66"/>
    <w:rsid w:val="00656224"/>
    <w:rsid w:val="00656984"/>
    <w:rsid w:val="006608F3"/>
    <w:rsid w:val="00662084"/>
    <w:rsid w:val="006626F8"/>
    <w:rsid w:val="006627FA"/>
    <w:rsid w:val="00663F46"/>
    <w:rsid w:val="006646D8"/>
    <w:rsid w:val="0066505D"/>
    <w:rsid w:val="00666E91"/>
    <w:rsid w:val="006675BA"/>
    <w:rsid w:val="00670506"/>
    <w:rsid w:val="006729F7"/>
    <w:rsid w:val="00672BF1"/>
    <w:rsid w:val="00673830"/>
    <w:rsid w:val="00674FCB"/>
    <w:rsid w:val="00675F96"/>
    <w:rsid w:val="006765CF"/>
    <w:rsid w:val="00680281"/>
    <w:rsid w:val="0068084D"/>
    <w:rsid w:val="00680F45"/>
    <w:rsid w:val="00684A3A"/>
    <w:rsid w:val="006852AC"/>
    <w:rsid w:val="00685986"/>
    <w:rsid w:val="00690C61"/>
    <w:rsid w:val="00691708"/>
    <w:rsid w:val="00691B1F"/>
    <w:rsid w:val="00691B2A"/>
    <w:rsid w:val="006927FD"/>
    <w:rsid w:val="00692CC1"/>
    <w:rsid w:val="00693607"/>
    <w:rsid w:val="006944F7"/>
    <w:rsid w:val="00694ED5"/>
    <w:rsid w:val="00695160"/>
    <w:rsid w:val="00695655"/>
    <w:rsid w:val="00696C12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B07FE"/>
    <w:rsid w:val="006B0D68"/>
    <w:rsid w:val="006B2B28"/>
    <w:rsid w:val="006B39CE"/>
    <w:rsid w:val="006B3A94"/>
    <w:rsid w:val="006B4079"/>
    <w:rsid w:val="006B6283"/>
    <w:rsid w:val="006B6417"/>
    <w:rsid w:val="006C08EA"/>
    <w:rsid w:val="006C2F12"/>
    <w:rsid w:val="006C46D0"/>
    <w:rsid w:val="006C5548"/>
    <w:rsid w:val="006C624D"/>
    <w:rsid w:val="006C6D85"/>
    <w:rsid w:val="006C7F4A"/>
    <w:rsid w:val="006D108F"/>
    <w:rsid w:val="006D134A"/>
    <w:rsid w:val="006D15C2"/>
    <w:rsid w:val="006D1642"/>
    <w:rsid w:val="006D2959"/>
    <w:rsid w:val="006D2B5A"/>
    <w:rsid w:val="006D407B"/>
    <w:rsid w:val="006D4248"/>
    <w:rsid w:val="006D5B8B"/>
    <w:rsid w:val="006E0DBA"/>
    <w:rsid w:val="006E1312"/>
    <w:rsid w:val="006E1C9A"/>
    <w:rsid w:val="006E2907"/>
    <w:rsid w:val="006E2D57"/>
    <w:rsid w:val="006E39DE"/>
    <w:rsid w:val="006E5758"/>
    <w:rsid w:val="006E7A43"/>
    <w:rsid w:val="006F061F"/>
    <w:rsid w:val="006F0832"/>
    <w:rsid w:val="006F1F54"/>
    <w:rsid w:val="006F205E"/>
    <w:rsid w:val="006F2F71"/>
    <w:rsid w:val="006F4594"/>
    <w:rsid w:val="006F4620"/>
    <w:rsid w:val="006F47F4"/>
    <w:rsid w:val="006F532C"/>
    <w:rsid w:val="006F55AC"/>
    <w:rsid w:val="006F6417"/>
    <w:rsid w:val="006F641C"/>
    <w:rsid w:val="0070097D"/>
    <w:rsid w:val="007020E8"/>
    <w:rsid w:val="007022A5"/>
    <w:rsid w:val="00702BED"/>
    <w:rsid w:val="007042FC"/>
    <w:rsid w:val="00705C4C"/>
    <w:rsid w:val="00706ECC"/>
    <w:rsid w:val="00710EFE"/>
    <w:rsid w:val="0071112F"/>
    <w:rsid w:val="00711579"/>
    <w:rsid w:val="00711BCE"/>
    <w:rsid w:val="00711C8C"/>
    <w:rsid w:val="00712AB7"/>
    <w:rsid w:val="00712B63"/>
    <w:rsid w:val="007131C7"/>
    <w:rsid w:val="00714B28"/>
    <w:rsid w:val="0071512A"/>
    <w:rsid w:val="00716253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5159"/>
    <w:rsid w:val="00726BF4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5396"/>
    <w:rsid w:val="00735BD7"/>
    <w:rsid w:val="0073671A"/>
    <w:rsid w:val="00736C5C"/>
    <w:rsid w:val="00740CFF"/>
    <w:rsid w:val="00741277"/>
    <w:rsid w:val="00741549"/>
    <w:rsid w:val="007417A4"/>
    <w:rsid w:val="00742319"/>
    <w:rsid w:val="007425F0"/>
    <w:rsid w:val="00742640"/>
    <w:rsid w:val="00742C35"/>
    <w:rsid w:val="00743791"/>
    <w:rsid w:val="0074413F"/>
    <w:rsid w:val="007445F3"/>
    <w:rsid w:val="007448D4"/>
    <w:rsid w:val="00744E36"/>
    <w:rsid w:val="00744E79"/>
    <w:rsid w:val="00745025"/>
    <w:rsid w:val="00745C62"/>
    <w:rsid w:val="007463C3"/>
    <w:rsid w:val="007464DE"/>
    <w:rsid w:val="00747634"/>
    <w:rsid w:val="007502F7"/>
    <w:rsid w:val="00750624"/>
    <w:rsid w:val="007519D5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5E14"/>
    <w:rsid w:val="0076621A"/>
    <w:rsid w:val="0076624D"/>
    <w:rsid w:val="007664E1"/>
    <w:rsid w:val="007668D4"/>
    <w:rsid w:val="007709C3"/>
    <w:rsid w:val="00770A95"/>
    <w:rsid w:val="007722B3"/>
    <w:rsid w:val="007723E3"/>
    <w:rsid w:val="00772A6F"/>
    <w:rsid w:val="00773821"/>
    <w:rsid w:val="00773F5C"/>
    <w:rsid w:val="0077462D"/>
    <w:rsid w:val="00774FC1"/>
    <w:rsid w:val="00775E12"/>
    <w:rsid w:val="007764CE"/>
    <w:rsid w:val="00776974"/>
    <w:rsid w:val="007769B5"/>
    <w:rsid w:val="00776E5B"/>
    <w:rsid w:val="00780307"/>
    <w:rsid w:val="00780523"/>
    <w:rsid w:val="00780C59"/>
    <w:rsid w:val="00781F0C"/>
    <w:rsid w:val="00782066"/>
    <w:rsid w:val="007821F7"/>
    <w:rsid w:val="0078322C"/>
    <w:rsid w:val="00783E05"/>
    <w:rsid w:val="0078407C"/>
    <w:rsid w:val="00784EAD"/>
    <w:rsid w:val="007854D5"/>
    <w:rsid w:val="00785F7A"/>
    <w:rsid w:val="00786605"/>
    <w:rsid w:val="00786D20"/>
    <w:rsid w:val="00787798"/>
    <w:rsid w:val="007879EF"/>
    <w:rsid w:val="00787CFE"/>
    <w:rsid w:val="007910F4"/>
    <w:rsid w:val="00792291"/>
    <w:rsid w:val="00794446"/>
    <w:rsid w:val="00794B41"/>
    <w:rsid w:val="00794FA9"/>
    <w:rsid w:val="0079628C"/>
    <w:rsid w:val="00796C0F"/>
    <w:rsid w:val="0079781A"/>
    <w:rsid w:val="00797A70"/>
    <w:rsid w:val="00797C04"/>
    <w:rsid w:val="007A1891"/>
    <w:rsid w:val="007A1A99"/>
    <w:rsid w:val="007A3367"/>
    <w:rsid w:val="007A3651"/>
    <w:rsid w:val="007A3FB6"/>
    <w:rsid w:val="007A44D2"/>
    <w:rsid w:val="007A5B4F"/>
    <w:rsid w:val="007A63E0"/>
    <w:rsid w:val="007A6879"/>
    <w:rsid w:val="007A69DA"/>
    <w:rsid w:val="007B0864"/>
    <w:rsid w:val="007B0FE6"/>
    <w:rsid w:val="007B2E0C"/>
    <w:rsid w:val="007B2FEA"/>
    <w:rsid w:val="007B344D"/>
    <w:rsid w:val="007B469A"/>
    <w:rsid w:val="007B48FD"/>
    <w:rsid w:val="007B58F4"/>
    <w:rsid w:val="007B6BC7"/>
    <w:rsid w:val="007B77B0"/>
    <w:rsid w:val="007C0422"/>
    <w:rsid w:val="007C25F0"/>
    <w:rsid w:val="007C3303"/>
    <w:rsid w:val="007C40C9"/>
    <w:rsid w:val="007C41E1"/>
    <w:rsid w:val="007C426C"/>
    <w:rsid w:val="007C6096"/>
    <w:rsid w:val="007C60DF"/>
    <w:rsid w:val="007C6166"/>
    <w:rsid w:val="007C6939"/>
    <w:rsid w:val="007C7DA4"/>
    <w:rsid w:val="007D09A2"/>
    <w:rsid w:val="007D100E"/>
    <w:rsid w:val="007D11C2"/>
    <w:rsid w:val="007D2EB2"/>
    <w:rsid w:val="007D3063"/>
    <w:rsid w:val="007D3B47"/>
    <w:rsid w:val="007D450C"/>
    <w:rsid w:val="007D5335"/>
    <w:rsid w:val="007D5586"/>
    <w:rsid w:val="007D6714"/>
    <w:rsid w:val="007D6CEE"/>
    <w:rsid w:val="007D6FB7"/>
    <w:rsid w:val="007D7B65"/>
    <w:rsid w:val="007E151C"/>
    <w:rsid w:val="007E180D"/>
    <w:rsid w:val="007E1ED0"/>
    <w:rsid w:val="007E213D"/>
    <w:rsid w:val="007E2E86"/>
    <w:rsid w:val="007E3F93"/>
    <w:rsid w:val="007E43F2"/>
    <w:rsid w:val="007E537A"/>
    <w:rsid w:val="007E59C4"/>
    <w:rsid w:val="007E5F8F"/>
    <w:rsid w:val="007E6A8A"/>
    <w:rsid w:val="007E6B9B"/>
    <w:rsid w:val="007E6E03"/>
    <w:rsid w:val="007E7642"/>
    <w:rsid w:val="007E7AB6"/>
    <w:rsid w:val="007E7D00"/>
    <w:rsid w:val="007F04DE"/>
    <w:rsid w:val="007F0AEC"/>
    <w:rsid w:val="007F1818"/>
    <w:rsid w:val="007F1CBF"/>
    <w:rsid w:val="007F3CF0"/>
    <w:rsid w:val="007F4AEE"/>
    <w:rsid w:val="007F4BA6"/>
    <w:rsid w:val="007F51AD"/>
    <w:rsid w:val="007F56E1"/>
    <w:rsid w:val="007F5CF8"/>
    <w:rsid w:val="007F6519"/>
    <w:rsid w:val="007F7710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10168"/>
    <w:rsid w:val="00810174"/>
    <w:rsid w:val="00812467"/>
    <w:rsid w:val="00813539"/>
    <w:rsid w:val="00813F2E"/>
    <w:rsid w:val="00816773"/>
    <w:rsid w:val="00817614"/>
    <w:rsid w:val="0082043F"/>
    <w:rsid w:val="00820E00"/>
    <w:rsid w:val="008222EF"/>
    <w:rsid w:val="00822883"/>
    <w:rsid w:val="00822BE4"/>
    <w:rsid w:val="00822FF6"/>
    <w:rsid w:val="00823B9D"/>
    <w:rsid w:val="008241E2"/>
    <w:rsid w:val="00824578"/>
    <w:rsid w:val="00824627"/>
    <w:rsid w:val="00824F3F"/>
    <w:rsid w:val="008277F2"/>
    <w:rsid w:val="0083073E"/>
    <w:rsid w:val="00830796"/>
    <w:rsid w:val="00830FE1"/>
    <w:rsid w:val="00832835"/>
    <w:rsid w:val="00840393"/>
    <w:rsid w:val="0084099D"/>
    <w:rsid w:val="00840FDC"/>
    <w:rsid w:val="00842183"/>
    <w:rsid w:val="008433E9"/>
    <w:rsid w:val="00843CF2"/>
    <w:rsid w:val="00843D3A"/>
    <w:rsid w:val="00846251"/>
    <w:rsid w:val="00846D47"/>
    <w:rsid w:val="0084713B"/>
    <w:rsid w:val="0084744C"/>
    <w:rsid w:val="00847FDC"/>
    <w:rsid w:val="00850647"/>
    <w:rsid w:val="008516B1"/>
    <w:rsid w:val="00852828"/>
    <w:rsid w:val="008537A4"/>
    <w:rsid w:val="00853CED"/>
    <w:rsid w:val="00854AD5"/>
    <w:rsid w:val="00855254"/>
    <w:rsid w:val="008555CA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466C"/>
    <w:rsid w:val="00864E69"/>
    <w:rsid w:val="00864EBE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122"/>
    <w:rsid w:val="00882634"/>
    <w:rsid w:val="00882939"/>
    <w:rsid w:val="00882AD2"/>
    <w:rsid w:val="00882F4B"/>
    <w:rsid w:val="00885158"/>
    <w:rsid w:val="008863BF"/>
    <w:rsid w:val="00887ACE"/>
    <w:rsid w:val="00890529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43E0"/>
    <w:rsid w:val="00895A58"/>
    <w:rsid w:val="008960E9"/>
    <w:rsid w:val="008972AE"/>
    <w:rsid w:val="008A030D"/>
    <w:rsid w:val="008A034B"/>
    <w:rsid w:val="008A08FC"/>
    <w:rsid w:val="008A0B76"/>
    <w:rsid w:val="008A0F1A"/>
    <w:rsid w:val="008A1193"/>
    <w:rsid w:val="008A1480"/>
    <w:rsid w:val="008A1847"/>
    <w:rsid w:val="008A323C"/>
    <w:rsid w:val="008A366C"/>
    <w:rsid w:val="008A37F8"/>
    <w:rsid w:val="008A3DEF"/>
    <w:rsid w:val="008A4DB6"/>
    <w:rsid w:val="008A5A76"/>
    <w:rsid w:val="008A5FB5"/>
    <w:rsid w:val="008A6146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B6781"/>
    <w:rsid w:val="008C0F45"/>
    <w:rsid w:val="008C100D"/>
    <w:rsid w:val="008C1DE4"/>
    <w:rsid w:val="008C1F9B"/>
    <w:rsid w:val="008C4AA9"/>
    <w:rsid w:val="008C4C70"/>
    <w:rsid w:val="008C6638"/>
    <w:rsid w:val="008C7BE7"/>
    <w:rsid w:val="008C7DA1"/>
    <w:rsid w:val="008D0210"/>
    <w:rsid w:val="008D0D29"/>
    <w:rsid w:val="008D1509"/>
    <w:rsid w:val="008D1F13"/>
    <w:rsid w:val="008D2463"/>
    <w:rsid w:val="008D286A"/>
    <w:rsid w:val="008D313B"/>
    <w:rsid w:val="008D35F3"/>
    <w:rsid w:val="008D411E"/>
    <w:rsid w:val="008D4B99"/>
    <w:rsid w:val="008D4C67"/>
    <w:rsid w:val="008D5181"/>
    <w:rsid w:val="008D564C"/>
    <w:rsid w:val="008D59DD"/>
    <w:rsid w:val="008D5D24"/>
    <w:rsid w:val="008D7DAA"/>
    <w:rsid w:val="008E0356"/>
    <w:rsid w:val="008E0D4C"/>
    <w:rsid w:val="008E3CCF"/>
    <w:rsid w:val="008E498B"/>
    <w:rsid w:val="008E7087"/>
    <w:rsid w:val="008E7B66"/>
    <w:rsid w:val="008E7F60"/>
    <w:rsid w:val="008F060B"/>
    <w:rsid w:val="008F138E"/>
    <w:rsid w:val="008F22EF"/>
    <w:rsid w:val="008F23C7"/>
    <w:rsid w:val="008F297B"/>
    <w:rsid w:val="008F3E76"/>
    <w:rsid w:val="008F3FC8"/>
    <w:rsid w:val="008F5675"/>
    <w:rsid w:val="008F6C5D"/>
    <w:rsid w:val="00901D23"/>
    <w:rsid w:val="009056DB"/>
    <w:rsid w:val="00905C7B"/>
    <w:rsid w:val="00907F22"/>
    <w:rsid w:val="00910273"/>
    <w:rsid w:val="00910330"/>
    <w:rsid w:val="00910B15"/>
    <w:rsid w:val="00910B20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762"/>
    <w:rsid w:val="009248E4"/>
    <w:rsid w:val="00925275"/>
    <w:rsid w:val="00925BC6"/>
    <w:rsid w:val="00925CEF"/>
    <w:rsid w:val="009265A2"/>
    <w:rsid w:val="0092672B"/>
    <w:rsid w:val="00930CBF"/>
    <w:rsid w:val="00930F66"/>
    <w:rsid w:val="009313A0"/>
    <w:rsid w:val="009313A5"/>
    <w:rsid w:val="00931A21"/>
    <w:rsid w:val="0093221C"/>
    <w:rsid w:val="00932490"/>
    <w:rsid w:val="009340AF"/>
    <w:rsid w:val="009342BA"/>
    <w:rsid w:val="009378B7"/>
    <w:rsid w:val="009424B2"/>
    <w:rsid w:val="00942B4F"/>
    <w:rsid w:val="00943C67"/>
    <w:rsid w:val="00944DEC"/>
    <w:rsid w:val="00945408"/>
    <w:rsid w:val="00945536"/>
    <w:rsid w:val="0094554D"/>
    <w:rsid w:val="009457BE"/>
    <w:rsid w:val="009458C7"/>
    <w:rsid w:val="00945ED6"/>
    <w:rsid w:val="0094607B"/>
    <w:rsid w:val="00946FD4"/>
    <w:rsid w:val="00953391"/>
    <w:rsid w:val="00953D71"/>
    <w:rsid w:val="0095436E"/>
    <w:rsid w:val="00957A4F"/>
    <w:rsid w:val="00960638"/>
    <w:rsid w:val="009612C0"/>
    <w:rsid w:val="00961581"/>
    <w:rsid w:val="00962BA3"/>
    <w:rsid w:val="009640F5"/>
    <w:rsid w:val="009644F9"/>
    <w:rsid w:val="00964903"/>
    <w:rsid w:val="00964E0E"/>
    <w:rsid w:val="0096524D"/>
    <w:rsid w:val="00965589"/>
    <w:rsid w:val="00967B0B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141D"/>
    <w:rsid w:val="009822A8"/>
    <w:rsid w:val="00982504"/>
    <w:rsid w:val="009827D2"/>
    <w:rsid w:val="0098500C"/>
    <w:rsid w:val="00987835"/>
    <w:rsid w:val="00987BF4"/>
    <w:rsid w:val="00990000"/>
    <w:rsid w:val="00990576"/>
    <w:rsid w:val="0099071A"/>
    <w:rsid w:val="00991887"/>
    <w:rsid w:val="00991E85"/>
    <w:rsid w:val="00993CD2"/>
    <w:rsid w:val="00993D4D"/>
    <w:rsid w:val="009950AF"/>
    <w:rsid w:val="00995A38"/>
    <w:rsid w:val="00995DD4"/>
    <w:rsid w:val="00995F25"/>
    <w:rsid w:val="00997B85"/>
    <w:rsid w:val="009A37B7"/>
    <w:rsid w:val="009A402E"/>
    <w:rsid w:val="009A4A3F"/>
    <w:rsid w:val="009A5173"/>
    <w:rsid w:val="009A7204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6C7"/>
    <w:rsid w:val="009B5B9E"/>
    <w:rsid w:val="009B62DC"/>
    <w:rsid w:val="009B67C4"/>
    <w:rsid w:val="009B72FB"/>
    <w:rsid w:val="009C0226"/>
    <w:rsid w:val="009C037E"/>
    <w:rsid w:val="009C1C10"/>
    <w:rsid w:val="009C2370"/>
    <w:rsid w:val="009C26A4"/>
    <w:rsid w:val="009C4005"/>
    <w:rsid w:val="009C5379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3926"/>
    <w:rsid w:val="009D46ED"/>
    <w:rsid w:val="009D5C45"/>
    <w:rsid w:val="009D64AD"/>
    <w:rsid w:val="009D6879"/>
    <w:rsid w:val="009D6A8C"/>
    <w:rsid w:val="009D70F5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D05"/>
    <w:rsid w:val="009F0838"/>
    <w:rsid w:val="009F0DEA"/>
    <w:rsid w:val="009F10A2"/>
    <w:rsid w:val="009F1D4D"/>
    <w:rsid w:val="009F21B9"/>
    <w:rsid w:val="009F42A5"/>
    <w:rsid w:val="009F59DE"/>
    <w:rsid w:val="009F6207"/>
    <w:rsid w:val="00A00344"/>
    <w:rsid w:val="00A0227E"/>
    <w:rsid w:val="00A02656"/>
    <w:rsid w:val="00A02ADE"/>
    <w:rsid w:val="00A03984"/>
    <w:rsid w:val="00A04BFF"/>
    <w:rsid w:val="00A04C8A"/>
    <w:rsid w:val="00A053F6"/>
    <w:rsid w:val="00A06286"/>
    <w:rsid w:val="00A123C8"/>
    <w:rsid w:val="00A12B67"/>
    <w:rsid w:val="00A137D3"/>
    <w:rsid w:val="00A13909"/>
    <w:rsid w:val="00A13A6D"/>
    <w:rsid w:val="00A13BC9"/>
    <w:rsid w:val="00A1495B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EFD"/>
    <w:rsid w:val="00A21F8C"/>
    <w:rsid w:val="00A248DD"/>
    <w:rsid w:val="00A26208"/>
    <w:rsid w:val="00A27A8F"/>
    <w:rsid w:val="00A27D1D"/>
    <w:rsid w:val="00A27E31"/>
    <w:rsid w:val="00A27F02"/>
    <w:rsid w:val="00A30542"/>
    <w:rsid w:val="00A30B2D"/>
    <w:rsid w:val="00A313D6"/>
    <w:rsid w:val="00A31D83"/>
    <w:rsid w:val="00A31D9F"/>
    <w:rsid w:val="00A321B6"/>
    <w:rsid w:val="00A32F21"/>
    <w:rsid w:val="00A338BE"/>
    <w:rsid w:val="00A33966"/>
    <w:rsid w:val="00A34270"/>
    <w:rsid w:val="00A347FE"/>
    <w:rsid w:val="00A34853"/>
    <w:rsid w:val="00A34A1C"/>
    <w:rsid w:val="00A352BA"/>
    <w:rsid w:val="00A36532"/>
    <w:rsid w:val="00A37313"/>
    <w:rsid w:val="00A375B1"/>
    <w:rsid w:val="00A377CC"/>
    <w:rsid w:val="00A377DB"/>
    <w:rsid w:val="00A406FB"/>
    <w:rsid w:val="00A40938"/>
    <w:rsid w:val="00A4259B"/>
    <w:rsid w:val="00A429C9"/>
    <w:rsid w:val="00A442CA"/>
    <w:rsid w:val="00A4480C"/>
    <w:rsid w:val="00A44B52"/>
    <w:rsid w:val="00A44D9D"/>
    <w:rsid w:val="00A45200"/>
    <w:rsid w:val="00A46B4B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0F20"/>
    <w:rsid w:val="00A5108F"/>
    <w:rsid w:val="00A51295"/>
    <w:rsid w:val="00A51928"/>
    <w:rsid w:val="00A5230D"/>
    <w:rsid w:val="00A52CDB"/>
    <w:rsid w:val="00A53B47"/>
    <w:rsid w:val="00A53E86"/>
    <w:rsid w:val="00A54B38"/>
    <w:rsid w:val="00A55CBA"/>
    <w:rsid w:val="00A55FE1"/>
    <w:rsid w:val="00A561DF"/>
    <w:rsid w:val="00A56613"/>
    <w:rsid w:val="00A57709"/>
    <w:rsid w:val="00A57F85"/>
    <w:rsid w:val="00A61B39"/>
    <w:rsid w:val="00A62CB3"/>
    <w:rsid w:val="00A65164"/>
    <w:rsid w:val="00A6624D"/>
    <w:rsid w:val="00A664A2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8C3"/>
    <w:rsid w:val="00A739E0"/>
    <w:rsid w:val="00A743B1"/>
    <w:rsid w:val="00A74683"/>
    <w:rsid w:val="00A7545F"/>
    <w:rsid w:val="00A75960"/>
    <w:rsid w:val="00A772AE"/>
    <w:rsid w:val="00A805E3"/>
    <w:rsid w:val="00A80B71"/>
    <w:rsid w:val="00A8148A"/>
    <w:rsid w:val="00A821D1"/>
    <w:rsid w:val="00A8236B"/>
    <w:rsid w:val="00A83A4B"/>
    <w:rsid w:val="00A84AF9"/>
    <w:rsid w:val="00A85FBF"/>
    <w:rsid w:val="00A86DE7"/>
    <w:rsid w:val="00A86FF7"/>
    <w:rsid w:val="00A87A42"/>
    <w:rsid w:val="00A87AFC"/>
    <w:rsid w:val="00A87C93"/>
    <w:rsid w:val="00A90E48"/>
    <w:rsid w:val="00A915AE"/>
    <w:rsid w:val="00A92013"/>
    <w:rsid w:val="00A92DDA"/>
    <w:rsid w:val="00A9400E"/>
    <w:rsid w:val="00A9471E"/>
    <w:rsid w:val="00A94D40"/>
    <w:rsid w:val="00A95343"/>
    <w:rsid w:val="00A957FD"/>
    <w:rsid w:val="00A95872"/>
    <w:rsid w:val="00A95945"/>
    <w:rsid w:val="00A95A00"/>
    <w:rsid w:val="00A960AA"/>
    <w:rsid w:val="00AA1310"/>
    <w:rsid w:val="00AA163A"/>
    <w:rsid w:val="00AA25E8"/>
    <w:rsid w:val="00AA2675"/>
    <w:rsid w:val="00AA2FBC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2039"/>
    <w:rsid w:val="00AB2069"/>
    <w:rsid w:val="00AB2276"/>
    <w:rsid w:val="00AB34EF"/>
    <w:rsid w:val="00AB3960"/>
    <w:rsid w:val="00AB4118"/>
    <w:rsid w:val="00AB52A6"/>
    <w:rsid w:val="00AB538F"/>
    <w:rsid w:val="00AB5E05"/>
    <w:rsid w:val="00AC142B"/>
    <w:rsid w:val="00AC1D45"/>
    <w:rsid w:val="00AC2434"/>
    <w:rsid w:val="00AC2477"/>
    <w:rsid w:val="00AC2D6C"/>
    <w:rsid w:val="00AC3F55"/>
    <w:rsid w:val="00AC5A21"/>
    <w:rsid w:val="00AC6977"/>
    <w:rsid w:val="00AC74F0"/>
    <w:rsid w:val="00AC7AD2"/>
    <w:rsid w:val="00AC7C15"/>
    <w:rsid w:val="00AD0C27"/>
    <w:rsid w:val="00AD0CCE"/>
    <w:rsid w:val="00AD1AC1"/>
    <w:rsid w:val="00AD2E82"/>
    <w:rsid w:val="00AD350E"/>
    <w:rsid w:val="00AD3F83"/>
    <w:rsid w:val="00AD4015"/>
    <w:rsid w:val="00AD4F89"/>
    <w:rsid w:val="00AD5229"/>
    <w:rsid w:val="00AD53D4"/>
    <w:rsid w:val="00AD702E"/>
    <w:rsid w:val="00AD72F9"/>
    <w:rsid w:val="00AE0ABD"/>
    <w:rsid w:val="00AE15EB"/>
    <w:rsid w:val="00AE1956"/>
    <w:rsid w:val="00AE229C"/>
    <w:rsid w:val="00AE4681"/>
    <w:rsid w:val="00AE5160"/>
    <w:rsid w:val="00AE6782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1AF"/>
    <w:rsid w:val="00AF5D39"/>
    <w:rsid w:val="00AF5DD6"/>
    <w:rsid w:val="00AF6C09"/>
    <w:rsid w:val="00AF7333"/>
    <w:rsid w:val="00AF787E"/>
    <w:rsid w:val="00B0098B"/>
    <w:rsid w:val="00B015C4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45F4"/>
    <w:rsid w:val="00B14B1E"/>
    <w:rsid w:val="00B15474"/>
    <w:rsid w:val="00B17A30"/>
    <w:rsid w:val="00B2002F"/>
    <w:rsid w:val="00B2287B"/>
    <w:rsid w:val="00B22B58"/>
    <w:rsid w:val="00B248EA"/>
    <w:rsid w:val="00B249EB"/>
    <w:rsid w:val="00B24A2A"/>
    <w:rsid w:val="00B2633F"/>
    <w:rsid w:val="00B268BF"/>
    <w:rsid w:val="00B27E57"/>
    <w:rsid w:val="00B27EEC"/>
    <w:rsid w:val="00B304C2"/>
    <w:rsid w:val="00B305F6"/>
    <w:rsid w:val="00B32F7C"/>
    <w:rsid w:val="00B33ACB"/>
    <w:rsid w:val="00B3434D"/>
    <w:rsid w:val="00B34802"/>
    <w:rsid w:val="00B3521C"/>
    <w:rsid w:val="00B353E8"/>
    <w:rsid w:val="00B40380"/>
    <w:rsid w:val="00B403A7"/>
    <w:rsid w:val="00B4055A"/>
    <w:rsid w:val="00B40822"/>
    <w:rsid w:val="00B41969"/>
    <w:rsid w:val="00B42199"/>
    <w:rsid w:val="00B42285"/>
    <w:rsid w:val="00B42D9E"/>
    <w:rsid w:val="00B42F6E"/>
    <w:rsid w:val="00B4305D"/>
    <w:rsid w:val="00B442CC"/>
    <w:rsid w:val="00B448E4"/>
    <w:rsid w:val="00B4495A"/>
    <w:rsid w:val="00B45643"/>
    <w:rsid w:val="00B46F9D"/>
    <w:rsid w:val="00B470AD"/>
    <w:rsid w:val="00B50124"/>
    <w:rsid w:val="00B502D1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1C16"/>
    <w:rsid w:val="00B729DF"/>
    <w:rsid w:val="00B7337A"/>
    <w:rsid w:val="00B741A1"/>
    <w:rsid w:val="00B742A1"/>
    <w:rsid w:val="00B74C34"/>
    <w:rsid w:val="00B7530E"/>
    <w:rsid w:val="00B7536E"/>
    <w:rsid w:val="00B757AA"/>
    <w:rsid w:val="00B75AFB"/>
    <w:rsid w:val="00B75B68"/>
    <w:rsid w:val="00B75BB4"/>
    <w:rsid w:val="00B77650"/>
    <w:rsid w:val="00B809F7"/>
    <w:rsid w:val="00B80FEB"/>
    <w:rsid w:val="00B81505"/>
    <w:rsid w:val="00B821A2"/>
    <w:rsid w:val="00B82B32"/>
    <w:rsid w:val="00B83B2B"/>
    <w:rsid w:val="00B842E5"/>
    <w:rsid w:val="00B8486E"/>
    <w:rsid w:val="00B8566F"/>
    <w:rsid w:val="00B862FF"/>
    <w:rsid w:val="00B86A65"/>
    <w:rsid w:val="00B86CD8"/>
    <w:rsid w:val="00B86E68"/>
    <w:rsid w:val="00B8789D"/>
    <w:rsid w:val="00B90EAE"/>
    <w:rsid w:val="00B90FEF"/>
    <w:rsid w:val="00B9105A"/>
    <w:rsid w:val="00B91662"/>
    <w:rsid w:val="00B92C97"/>
    <w:rsid w:val="00B941F8"/>
    <w:rsid w:val="00B94AB4"/>
    <w:rsid w:val="00B94F0F"/>
    <w:rsid w:val="00B95424"/>
    <w:rsid w:val="00B95C55"/>
    <w:rsid w:val="00B9602F"/>
    <w:rsid w:val="00B96133"/>
    <w:rsid w:val="00B96AEE"/>
    <w:rsid w:val="00B96C19"/>
    <w:rsid w:val="00B96F36"/>
    <w:rsid w:val="00BA16AF"/>
    <w:rsid w:val="00BA35EF"/>
    <w:rsid w:val="00BA36D0"/>
    <w:rsid w:val="00BA3E6E"/>
    <w:rsid w:val="00BA4499"/>
    <w:rsid w:val="00BA45A2"/>
    <w:rsid w:val="00BA4652"/>
    <w:rsid w:val="00BA563D"/>
    <w:rsid w:val="00BA5FA2"/>
    <w:rsid w:val="00BA6336"/>
    <w:rsid w:val="00BA6B5A"/>
    <w:rsid w:val="00BA7542"/>
    <w:rsid w:val="00BB16AE"/>
    <w:rsid w:val="00BB21EB"/>
    <w:rsid w:val="00BB2E79"/>
    <w:rsid w:val="00BB40DD"/>
    <w:rsid w:val="00BB417F"/>
    <w:rsid w:val="00BB425F"/>
    <w:rsid w:val="00BB5971"/>
    <w:rsid w:val="00BB7D44"/>
    <w:rsid w:val="00BC0E7E"/>
    <w:rsid w:val="00BC2EA6"/>
    <w:rsid w:val="00BC2FEB"/>
    <w:rsid w:val="00BC32B9"/>
    <w:rsid w:val="00BC37D7"/>
    <w:rsid w:val="00BC37DD"/>
    <w:rsid w:val="00BC3F29"/>
    <w:rsid w:val="00BC4355"/>
    <w:rsid w:val="00BC5BA7"/>
    <w:rsid w:val="00BC5D20"/>
    <w:rsid w:val="00BC6C17"/>
    <w:rsid w:val="00BC6F89"/>
    <w:rsid w:val="00BC7BEB"/>
    <w:rsid w:val="00BD0947"/>
    <w:rsid w:val="00BD1910"/>
    <w:rsid w:val="00BD19E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F0834"/>
    <w:rsid w:val="00BF1C70"/>
    <w:rsid w:val="00BF2A2E"/>
    <w:rsid w:val="00BF34C5"/>
    <w:rsid w:val="00BF37D5"/>
    <w:rsid w:val="00BF3947"/>
    <w:rsid w:val="00BF3CBD"/>
    <w:rsid w:val="00BF41DC"/>
    <w:rsid w:val="00BF46F1"/>
    <w:rsid w:val="00BF607A"/>
    <w:rsid w:val="00BF61E7"/>
    <w:rsid w:val="00BF66BF"/>
    <w:rsid w:val="00BF6751"/>
    <w:rsid w:val="00C0046D"/>
    <w:rsid w:val="00C0079D"/>
    <w:rsid w:val="00C013C5"/>
    <w:rsid w:val="00C0198C"/>
    <w:rsid w:val="00C01B14"/>
    <w:rsid w:val="00C02005"/>
    <w:rsid w:val="00C02057"/>
    <w:rsid w:val="00C023B3"/>
    <w:rsid w:val="00C02BE1"/>
    <w:rsid w:val="00C02E6A"/>
    <w:rsid w:val="00C03CF4"/>
    <w:rsid w:val="00C047B5"/>
    <w:rsid w:val="00C0489E"/>
    <w:rsid w:val="00C05B3F"/>
    <w:rsid w:val="00C05EBC"/>
    <w:rsid w:val="00C11691"/>
    <w:rsid w:val="00C126D6"/>
    <w:rsid w:val="00C12DD5"/>
    <w:rsid w:val="00C12F28"/>
    <w:rsid w:val="00C132F8"/>
    <w:rsid w:val="00C1378B"/>
    <w:rsid w:val="00C13B27"/>
    <w:rsid w:val="00C13BA2"/>
    <w:rsid w:val="00C14E1B"/>
    <w:rsid w:val="00C15976"/>
    <w:rsid w:val="00C15991"/>
    <w:rsid w:val="00C15BF9"/>
    <w:rsid w:val="00C17934"/>
    <w:rsid w:val="00C204F9"/>
    <w:rsid w:val="00C209EC"/>
    <w:rsid w:val="00C21167"/>
    <w:rsid w:val="00C22522"/>
    <w:rsid w:val="00C239B6"/>
    <w:rsid w:val="00C23DA3"/>
    <w:rsid w:val="00C2482A"/>
    <w:rsid w:val="00C24F31"/>
    <w:rsid w:val="00C25D16"/>
    <w:rsid w:val="00C27762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51AA"/>
    <w:rsid w:val="00C36584"/>
    <w:rsid w:val="00C36D21"/>
    <w:rsid w:val="00C37611"/>
    <w:rsid w:val="00C414F4"/>
    <w:rsid w:val="00C4181C"/>
    <w:rsid w:val="00C41BAF"/>
    <w:rsid w:val="00C41BF5"/>
    <w:rsid w:val="00C42A6A"/>
    <w:rsid w:val="00C43B3F"/>
    <w:rsid w:val="00C4551C"/>
    <w:rsid w:val="00C455D3"/>
    <w:rsid w:val="00C4591F"/>
    <w:rsid w:val="00C4614F"/>
    <w:rsid w:val="00C4656C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57993"/>
    <w:rsid w:val="00C60AD8"/>
    <w:rsid w:val="00C61122"/>
    <w:rsid w:val="00C627F3"/>
    <w:rsid w:val="00C631C5"/>
    <w:rsid w:val="00C633AC"/>
    <w:rsid w:val="00C634F4"/>
    <w:rsid w:val="00C6519B"/>
    <w:rsid w:val="00C65C2F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3CBE"/>
    <w:rsid w:val="00C74D42"/>
    <w:rsid w:val="00C74FB5"/>
    <w:rsid w:val="00C75511"/>
    <w:rsid w:val="00C75DB5"/>
    <w:rsid w:val="00C77FE8"/>
    <w:rsid w:val="00C8072D"/>
    <w:rsid w:val="00C82165"/>
    <w:rsid w:val="00C822E1"/>
    <w:rsid w:val="00C829A1"/>
    <w:rsid w:val="00C83392"/>
    <w:rsid w:val="00C83E8E"/>
    <w:rsid w:val="00C84970"/>
    <w:rsid w:val="00C85062"/>
    <w:rsid w:val="00C850C2"/>
    <w:rsid w:val="00C85A24"/>
    <w:rsid w:val="00C8627F"/>
    <w:rsid w:val="00C862D7"/>
    <w:rsid w:val="00C86F1C"/>
    <w:rsid w:val="00C876ED"/>
    <w:rsid w:val="00C87C03"/>
    <w:rsid w:val="00C87C57"/>
    <w:rsid w:val="00C87F81"/>
    <w:rsid w:val="00C90AC5"/>
    <w:rsid w:val="00C90F9C"/>
    <w:rsid w:val="00C9369A"/>
    <w:rsid w:val="00C93E8C"/>
    <w:rsid w:val="00C94DBE"/>
    <w:rsid w:val="00C954D2"/>
    <w:rsid w:val="00C95CB0"/>
    <w:rsid w:val="00C96277"/>
    <w:rsid w:val="00C972A9"/>
    <w:rsid w:val="00C97BD5"/>
    <w:rsid w:val="00CA08A1"/>
    <w:rsid w:val="00CA0A65"/>
    <w:rsid w:val="00CA13AC"/>
    <w:rsid w:val="00CA186A"/>
    <w:rsid w:val="00CA1B07"/>
    <w:rsid w:val="00CA2195"/>
    <w:rsid w:val="00CA39E2"/>
    <w:rsid w:val="00CA4077"/>
    <w:rsid w:val="00CA420C"/>
    <w:rsid w:val="00CA469B"/>
    <w:rsid w:val="00CA7719"/>
    <w:rsid w:val="00CA7D6E"/>
    <w:rsid w:val="00CB0796"/>
    <w:rsid w:val="00CB0E9A"/>
    <w:rsid w:val="00CB153A"/>
    <w:rsid w:val="00CB1B94"/>
    <w:rsid w:val="00CB1C11"/>
    <w:rsid w:val="00CB1D38"/>
    <w:rsid w:val="00CB2410"/>
    <w:rsid w:val="00CB2536"/>
    <w:rsid w:val="00CB2A25"/>
    <w:rsid w:val="00CB4655"/>
    <w:rsid w:val="00CB4D2D"/>
    <w:rsid w:val="00CB652B"/>
    <w:rsid w:val="00CB6675"/>
    <w:rsid w:val="00CB6F77"/>
    <w:rsid w:val="00CC0B49"/>
    <w:rsid w:val="00CC1889"/>
    <w:rsid w:val="00CC41D8"/>
    <w:rsid w:val="00CC4D2F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647"/>
    <w:rsid w:val="00CD3BA9"/>
    <w:rsid w:val="00CD4072"/>
    <w:rsid w:val="00CD4114"/>
    <w:rsid w:val="00CD5D3A"/>
    <w:rsid w:val="00CE017A"/>
    <w:rsid w:val="00CE1539"/>
    <w:rsid w:val="00CE1BCD"/>
    <w:rsid w:val="00CE239B"/>
    <w:rsid w:val="00CE27B8"/>
    <w:rsid w:val="00CE288C"/>
    <w:rsid w:val="00CE3326"/>
    <w:rsid w:val="00CE5D9C"/>
    <w:rsid w:val="00CE627F"/>
    <w:rsid w:val="00CE6ADC"/>
    <w:rsid w:val="00CE732B"/>
    <w:rsid w:val="00CF095A"/>
    <w:rsid w:val="00CF14F2"/>
    <w:rsid w:val="00CF18EB"/>
    <w:rsid w:val="00CF267F"/>
    <w:rsid w:val="00CF2779"/>
    <w:rsid w:val="00CF2CD8"/>
    <w:rsid w:val="00CF41B0"/>
    <w:rsid w:val="00CF4DD7"/>
    <w:rsid w:val="00CF5ABF"/>
    <w:rsid w:val="00CF6364"/>
    <w:rsid w:val="00CF6A42"/>
    <w:rsid w:val="00CF6FCF"/>
    <w:rsid w:val="00CF725E"/>
    <w:rsid w:val="00CF773C"/>
    <w:rsid w:val="00D009CA"/>
    <w:rsid w:val="00D01708"/>
    <w:rsid w:val="00D02FED"/>
    <w:rsid w:val="00D0619B"/>
    <w:rsid w:val="00D06695"/>
    <w:rsid w:val="00D06D75"/>
    <w:rsid w:val="00D0703E"/>
    <w:rsid w:val="00D07804"/>
    <w:rsid w:val="00D11945"/>
    <w:rsid w:val="00D12DE2"/>
    <w:rsid w:val="00D1320F"/>
    <w:rsid w:val="00D13A0F"/>
    <w:rsid w:val="00D13A7E"/>
    <w:rsid w:val="00D13CE7"/>
    <w:rsid w:val="00D14300"/>
    <w:rsid w:val="00D14961"/>
    <w:rsid w:val="00D14B1C"/>
    <w:rsid w:val="00D15088"/>
    <w:rsid w:val="00D156A3"/>
    <w:rsid w:val="00D16547"/>
    <w:rsid w:val="00D16BEF"/>
    <w:rsid w:val="00D16CF3"/>
    <w:rsid w:val="00D17D73"/>
    <w:rsid w:val="00D20BAF"/>
    <w:rsid w:val="00D21D21"/>
    <w:rsid w:val="00D22C41"/>
    <w:rsid w:val="00D232A2"/>
    <w:rsid w:val="00D2386B"/>
    <w:rsid w:val="00D23AE9"/>
    <w:rsid w:val="00D253C9"/>
    <w:rsid w:val="00D25412"/>
    <w:rsid w:val="00D26315"/>
    <w:rsid w:val="00D26529"/>
    <w:rsid w:val="00D2670F"/>
    <w:rsid w:val="00D26FD5"/>
    <w:rsid w:val="00D27C9C"/>
    <w:rsid w:val="00D30779"/>
    <w:rsid w:val="00D33332"/>
    <w:rsid w:val="00D339CF"/>
    <w:rsid w:val="00D34804"/>
    <w:rsid w:val="00D34CBF"/>
    <w:rsid w:val="00D34CFD"/>
    <w:rsid w:val="00D35B48"/>
    <w:rsid w:val="00D3635D"/>
    <w:rsid w:val="00D365F4"/>
    <w:rsid w:val="00D377E6"/>
    <w:rsid w:val="00D37850"/>
    <w:rsid w:val="00D402A5"/>
    <w:rsid w:val="00D4066C"/>
    <w:rsid w:val="00D40C67"/>
    <w:rsid w:val="00D410B7"/>
    <w:rsid w:val="00D418BE"/>
    <w:rsid w:val="00D41B1E"/>
    <w:rsid w:val="00D4293E"/>
    <w:rsid w:val="00D42AA1"/>
    <w:rsid w:val="00D43020"/>
    <w:rsid w:val="00D443BB"/>
    <w:rsid w:val="00D44431"/>
    <w:rsid w:val="00D453AF"/>
    <w:rsid w:val="00D45772"/>
    <w:rsid w:val="00D45FC5"/>
    <w:rsid w:val="00D46799"/>
    <w:rsid w:val="00D469F7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605D9"/>
    <w:rsid w:val="00D63ADA"/>
    <w:rsid w:val="00D63AE4"/>
    <w:rsid w:val="00D640F7"/>
    <w:rsid w:val="00D652D9"/>
    <w:rsid w:val="00D65F56"/>
    <w:rsid w:val="00D66240"/>
    <w:rsid w:val="00D66943"/>
    <w:rsid w:val="00D6716A"/>
    <w:rsid w:val="00D6732D"/>
    <w:rsid w:val="00D70814"/>
    <w:rsid w:val="00D70970"/>
    <w:rsid w:val="00D72A67"/>
    <w:rsid w:val="00D73149"/>
    <w:rsid w:val="00D73A05"/>
    <w:rsid w:val="00D73ABC"/>
    <w:rsid w:val="00D73EC0"/>
    <w:rsid w:val="00D73FB5"/>
    <w:rsid w:val="00D74E8E"/>
    <w:rsid w:val="00D757BE"/>
    <w:rsid w:val="00D76C71"/>
    <w:rsid w:val="00D7722B"/>
    <w:rsid w:val="00D778F5"/>
    <w:rsid w:val="00D8089C"/>
    <w:rsid w:val="00D82178"/>
    <w:rsid w:val="00D822C3"/>
    <w:rsid w:val="00D8232C"/>
    <w:rsid w:val="00D8309D"/>
    <w:rsid w:val="00D83632"/>
    <w:rsid w:val="00D83DB8"/>
    <w:rsid w:val="00D8672D"/>
    <w:rsid w:val="00D86C77"/>
    <w:rsid w:val="00D87659"/>
    <w:rsid w:val="00D9157D"/>
    <w:rsid w:val="00D91779"/>
    <w:rsid w:val="00D92F88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7F5"/>
    <w:rsid w:val="00DA0C9F"/>
    <w:rsid w:val="00DA100D"/>
    <w:rsid w:val="00DA12B8"/>
    <w:rsid w:val="00DA1330"/>
    <w:rsid w:val="00DA1BFD"/>
    <w:rsid w:val="00DA2390"/>
    <w:rsid w:val="00DA2790"/>
    <w:rsid w:val="00DA2984"/>
    <w:rsid w:val="00DA35B2"/>
    <w:rsid w:val="00DA3857"/>
    <w:rsid w:val="00DA3920"/>
    <w:rsid w:val="00DA3D7D"/>
    <w:rsid w:val="00DA5902"/>
    <w:rsid w:val="00DA769C"/>
    <w:rsid w:val="00DA7A8D"/>
    <w:rsid w:val="00DB0E08"/>
    <w:rsid w:val="00DB1215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F54"/>
    <w:rsid w:val="00DC205C"/>
    <w:rsid w:val="00DC31F2"/>
    <w:rsid w:val="00DC47A3"/>
    <w:rsid w:val="00DC4CEF"/>
    <w:rsid w:val="00DC636D"/>
    <w:rsid w:val="00DC63EE"/>
    <w:rsid w:val="00DC6E2D"/>
    <w:rsid w:val="00DC6F0C"/>
    <w:rsid w:val="00DD007B"/>
    <w:rsid w:val="00DD0875"/>
    <w:rsid w:val="00DD2396"/>
    <w:rsid w:val="00DD2C54"/>
    <w:rsid w:val="00DD3C15"/>
    <w:rsid w:val="00DD4F16"/>
    <w:rsid w:val="00DD52CE"/>
    <w:rsid w:val="00DD5602"/>
    <w:rsid w:val="00DD5C84"/>
    <w:rsid w:val="00DD6B8D"/>
    <w:rsid w:val="00DD7AF2"/>
    <w:rsid w:val="00DD7D8F"/>
    <w:rsid w:val="00DE0E36"/>
    <w:rsid w:val="00DE1893"/>
    <w:rsid w:val="00DE28C9"/>
    <w:rsid w:val="00DE3259"/>
    <w:rsid w:val="00DE3C82"/>
    <w:rsid w:val="00DE46FB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4A98"/>
    <w:rsid w:val="00DF5337"/>
    <w:rsid w:val="00DF5B68"/>
    <w:rsid w:val="00DF7762"/>
    <w:rsid w:val="00DF7C1E"/>
    <w:rsid w:val="00E00CA2"/>
    <w:rsid w:val="00E00DB1"/>
    <w:rsid w:val="00E02DA1"/>
    <w:rsid w:val="00E02DB4"/>
    <w:rsid w:val="00E04162"/>
    <w:rsid w:val="00E05693"/>
    <w:rsid w:val="00E0791B"/>
    <w:rsid w:val="00E10DFE"/>
    <w:rsid w:val="00E10EEE"/>
    <w:rsid w:val="00E11C30"/>
    <w:rsid w:val="00E127B3"/>
    <w:rsid w:val="00E128B3"/>
    <w:rsid w:val="00E133C3"/>
    <w:rsid w:val="00E135CC"/>
    <w:rsid w:val="00E13740"/>
    <w:rsid w:val="00E138F6"/>
    <w:rsid w:val="00E13E50"/>
    <w:rsid w:val="00E141DA"/>
    <w:rsid w:val="00E152F7"/>
    <w:rsid w:val="00E1536F"/>
    <w:rsid w:val="00E15792"/>
    <w:rsid w:val="00E17854"/>
    <w:rsid w:val="00E20917"/>
    <w:rsid w:val="00E20931"/>
    <w:rsid w:val="00E20E3A"/>
    <w:rsid w:val="00E2115D"/>
    <w:rsid w:val="00E21FCA"/>
    <w:rsid w:val="00E22722"/>
    <w:rsid w:val="00E231FA"/>
    <w:rsid w:val="00E237EC"/>
    <w:rsid w:val="00E25646"/>
    <w:rsid w:val="00E264A3"/>
    <w:rsid w:val="00E26AAB"/>
    <w:rsid w:val="00E27A7B"/>
    <w:rsid w:val="00E30438"/>
    <w:rsid w:val="00E30449"/>
    <w:rsid w:val="00E308D2"/>
    <w:rsid w:val="00E31101"/>
    <w:rsid w:val="00E31B21"/>
    <w:rsid w:val="00E33477"/>
    <w:rsid w:val="00E4086E"/>
    <w:rsid w:val="00E41EDD"/>
    <w:rsid w:val="00E43254"/>
    <w:rsid w:val="00E448AC"/>
    <w:rsid w:val="00E44939"/>
    <w:rsid w:val="00E4576E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3598"/>
    <w:rsid w:val="00E54943"/>
    <w:rsid w:val="00E5585B"/>
    <w:rsid w:val="00E55CBC"/>
    <w:rsid w:val="00E56F46"/>
    <w:rsid w:val="00E5720D"/>
    <w:rsid w:val="00E57DF5"/>
    <w:rsid w:val="00E634E2"/>
    <w:rsid w:val="00E63AED"/>
    <w:rsid w:val="00E6444C"/>
    <w:rsid w:val="00E646BE"/>
    <w:rsid w:val="00E64984"/>
    <w:rsid w:val="00E663CC"/>
    <w:rsid w:val="00E6717E"/>
    <w:rsid w:val="00E671CB"/>
    <w:rsid w:val="00E70524"/>
    <w:rsid w:val="00E70BE1"/>
    <w:rsid w:val="00E71047"/>
    <w:rsid w:val="00E71168"/>
    <w:rsid w:val="00E7190B"/>
    <w:rsid w:val="00E72111"/>
    <w:rsid w:val="00E72603"/>
    <w:rsid w:val="00E72965"/>
    <w:rsid w:val="00E73077"/>
    <w:rsid w:val="00E7363C"/>
    <w:rsid w:val="00E744DF"/>
    <w:rsid w:val="00E74A8D"/>
    <w:rsid w:val="00E76880"/>
    <w:rsid w:val="00E7707D"/>
    <w:rsid w:val="00E80715"/>
    <w:rsid w:val="00E80B35"/>
    <w:rsid w:val="00E80F16"/>
    <w:rsid w:val="00E82501"/>
    <w:rsid w:val="00E840F8"/>
    <w:rsid w:val="00E849FD"/>
    <w:rsid w:val="00E85350"/>
    <w:rsid w:val="00E85942"/>
    <w:rsid w:val="00E860EC"/>
    <w:rsid w:val="00E866E5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3D0B"/>
    <w:rsid w:val="00E9445D"/>
    <w:rsid w:val="00E947B2"/>
    <w:rsid w:val="00E94EE7"/>
    <w:rsid w:val="00E950E0"/>
    <w:rsid w:val="00E95255"/>
    <w:rsid w:val="00E95886"/>
    <w:rsid w:val="00E961A2"/>
    <w:rsid w:val="00E9639C"/>
    <w:rsid w:val="00E96FBA"/>
    <w:rsid w:val="00E974FE"/>
    <w:rsid w:val="00E97DE0"/>
    <w:rsid w:val="00EA08B2"/>
    <w:rsid w:val="00EA0995"/>
    <w:rsid w:val="00EA23A5"/>
    <w:rsid w:val="00EA482B"/>
    <w:rsid w:val="00EA591B"/>
    <w:rsid w:val="00EA6923"/>
    <w:rsid w:val="00EA6938"/>
    <w:rsid w:val="00EA70E8"/>
    <w:rsid w:val="00EA7258"/>
    <w:rsid w:val="00EA7B58"/>
    <w:rsid w:val="00EB41F0"/>
    <w:rsid w:val="00EB4A41"/>
    <w:rsid w:val="00EB521D"/>
    <w:rsid w:val="00EB574C"/>
    <w:rsid w:val="00EB58BE"/>
    <w:rsid w:val="00EB7924"/>
    <w:rsid w:val="00EC00E8"/>
    <w:rsid w:val="00EC0565"/>
    <w:rsid w:val="00EC155C"/>
    <w:rsid w:val="00EC1D70"/>
    <w:rsid w:val="00EC2011"/>
    <w:rsid w:val="00EC2FFC"/>
    <w:rsid w:val="00EC3D65"/>
    <w:rsid w:val="00EC4221"/>
    <w:rsid w:val="00EC4488"/>
    <w:rsid w:val="00EC4D2E"/>
    <w:rsid w:val="00EC4F79"/>
    <w:rsid w:val="00EC570E"/>
    <w:rsid w:val="00EC7425"/>
    <w:rsid w:val="00ED02CB"/>
    <w:rsid w:val="00ED0BA1"/>
    <w:rsid w:val="00ED127B"/>
    <w:rsid w:val="00ED1B96"/>
    <w:rsid w:val="00ED1BB6"/>
    <w:rsid w:val="00ED2209"/>
    <w:rsid w:val="00ED560A"/>
    <w:rsid w:val="00ED62E4"/>
    <w:rsid w:val="00ED7632"/>
    <w:rsid w:val="00ED777A"/>
    <w:rsid w:val="00EE00B6"/>
    <w:rsid w:val="00EE0EA9"/>
    <w:rsid w:val="00EE2F53"/>
    <w:rsid w:val="00EE3345"/>
    <w:rsid w:val="00EE3910"/>
    <w:rsid w:val="00EE46F8"/>
    <w:rsid w:val="00EE4886"/>
    <w:rsid w:val="00EE4E6B"/>
    <w:rsid w:val="00EE52C2"/>
    <w:rsid w:val="00EF04BD"/>
    <w:rsid w:val="00EF20DC"/>
    <w:rsid w:val="00EF34A1"/>
    <w:rsid w:val="00EF3E81"/>
    <w:rsid w:val="00EF47C5"/>
    <w:rsid w:val="00EF4DEF"/>
    <w:rsid w:val="00EF62B0"/>
    <w:rsid w:val="00EF6CE7"/>
    <w:rsid w:val="00EF7BEB"/>
    <w:rsid w:val="00F00866"/>
    <w:rsid w:val="00F00C38"/>
    <w:rsid w:val="00F01873"/>
    <w:rsid w:val="00F01B69"/>
    <w:rsid w:val="00F04C2E"/>
    <w:rsid w:val="00F06C4B"/>
    <w:rsid w:val="00F06ECA"/>
    <w:rsid w:val="00F1022F"/>
    <w:rsid w:val="00F102A9"/>
    <w:rsid w:val="00F1034C"/>
    <w:rsid w:val="00F12BC3"/>
    <w:rsid w:val="00F14035"/>
    <w:rsid w:val="00F175F4"/>
    <w:rsid w:val="00F17C4F"/>
    <w:rsid w:val="00F20567"/>
    <w:rsid w:val="00F21C59"/>
    <w:rsid w:val="00F238C5"/>
    <w:rsid w:val="00F23F20"/>
    <w:rsid w:val="00F24CDF"/>
    <w:rsid w:val="00F24ED1"/>
    <w:rsid w:val="00F25A61"/>
    <w:rsid w:val="00F2735C"/>
    <w:rsid w:val="00F27417"/>
    <w:rsid w:val="00F2796F"/>
    <w:rsid w:val="00F27DA3"/>
    <w:rsid w:val="00F30CF7"/>
    <w:rsid w:val="00F31D29"/>
    <w:rsid w:val="00F3353F"/>
    <w:rsid w:val="00F33984"/>
    <w:rsid w:val="00F35135"/>
    <w:rsid w:val="00F35313"/>
    <w:rsid w:val="00F357C4"/>
    <w:rsid w:val="00F3776D"/>
    <w:rsid w:val="00F37EC5"/>
    <w:rsid w:val="00F405DE"/>
    <w:rsid w:val="00F41A81"/>
    <w:rsid w:val="00F421C4"/>
    <w:rsid w:val="00F44401"/>
    <w:rsid w:val="00F447EA"/>
    <w:rsid w:val="00F44AA2"/>
    <w:rsid w:val="00F45A3D"/>
    <w:rsid w:val="00F45CC4"/>
    <w:rsid w:val="00F45EA8"/>
    <w:rsid w:val="00F4616D"/>
    <w:rsid w:val="00F46751"/>
    <w:rsid w:val="00F46930"/>
    <w:rsid w:val="00F46D8C"/>
    <w:rsid w:val="00F47008"/>
    <w:rsid w:val="00F5052A"/>
    <w:rsid w:val="00F50871"/>
    <w:rsid w:val="00F50DCF"/>
    <w:rsid w:val="00F5156F"/>
    <w:rsid w:val="00F51604"/>
    <w:rsid w:val="00F5233D"/>
    <w:rsid w:val="00F52340"/>
    <w:rsid w:val="00F52496"/>
    <w:rsid w:val="00F524D5"/>
    <w:rsid w:val="00F524F0"/>
    <w:rsid w:val="00F52C0E"/>
    <w:rsid w:val="00F53BC8"/>
    <w:rsid w:val="00F54617"/>
    <w:rsid w:val="00F5567C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3D92"/>
    <w:rsid w:val="00F647FA"/>
    <w:rsid w:val="00F66227"/>
    <w:rsid w:val="00F67EA5"/>
    <w:rsid w:val="00F70163"/>
    <w:rsid w:val="00F70AFD"/>
    <w:rsid w:val="00F71830"/>
    <w:rsid w:val="00F72221"/>
    <w:rsid w:val="00F723BE"/>
    <w:rsid w:val="00F7470D"/>
    <w:rsid w:val="00F7484A"/>
    <w:rsid w:val="00F74F40"/>
    <w:rsid w:val="00F760CF"/>
    <w:rsid w:val="00F760ED"/>
    <w:rsid w:val="00F76F3D"/>
    <w:rsid w:val="00F76FC2"/>
    <w:rsid w:val="00F774B9"/>
    <w:rsid w:val="00F7782E"/>
    <w:rsid w:val="00F77B71"/>
    <w:rsid w:val="00F82334"/>
    <w:rsid w:val="00F8334D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104"/>
    <w:rsid w:val="00F91BD0"/>
    <w:rsid w:val="00F94F7E"/>
    <w:rsid w:val="00F95A6B"/>
    <w:rsid w:val="00F9685A"/>
    <w:rsid w:val="00F96B1C"/>
    <w:rsid w:val="00FA09EF"/>
    <w:rsid w:val="00FA1E09"/>
    <w:rsid w:val="00FA28E3"/>
    <w:rsid w:val="00FA2C65"/>
    <w:rsid w:val="00FA32B2"/>
    <w:rsid w:val="00FA33C4"/>
    <w:rsid w:val="00FA522E"/>
    <w:rsid w:val="00FA5C3A"/>
    <w:rsid w:val="00FA6959"/>
    <w:rsid w:val="00FA7072"/>
    <w:rsid w:val="00FA729F"/>
    <w:rsid w:val="00FA7AA8"/>
    <w:rsid w:val="00FA7F6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18F0"/>
    <w:rsid w:val="00FB2716"/>
    <w:rsid w:val="00FB36F8"/>
    <w:rsid w:val="00FB3D66"/>
    <w:rsid w:val="00FB3DBA"/>
    <w:rsid w:val="00FB40A3"/>
    <w:rsid w:val="00FB4659"/>
    <w:rsid w:val="00FB4F70"/>
    <w:rsid w:val="00FB68A0"/>
    <w:rsid w:val="00FB7D57"/>
    <w:rsid w:val="00FC0357"/>
    <w:rsid w:val="00FC0520"/>
    <w:rsid w:val="00FC0C36"/>
    <w:rsid w:val="00FC0C56"/>
    <w:rsid w:val="00FC1366"/>
    <w:rsid w:val="00FC1405"/>
    <w:rsid w:val="00FC1846"/>
    <w:rsid w:val="00FC3029"/>
    <w:rsid w:val="00FC3964"/>
    <w:rsid w:val="00FC3CF5"/>
    <w:rsid w:val="00FC3D7C"/>
    <w:rsid w:val="00FC5D43"/>
    <w:rsid w:val="00FC6CAD"/>
    <w:rsid w:val="00FD0B0D"/>
    <w:rsid w:val="00FD4042"/>
    <w:rsid w:val="00FD56FD"/>
    <w:rsid w:val="00FD5D26"/>
    <w:rsid w:val="00FD60D6"/>
    <w:rsid w:val="00FD6314"/>
    <w:rsid w:val="00FD6545"/>
    <w:rsid w:val="00FD67E6"/>
    <w:rsid w:val="00FE2C3D"/>
    <w:rsid w:val="00FE3294"/>
    <w:rsid w:val="00FE3297"/>
    <w:rsid w:val="00FE489E"/>
    <w:rsid w:val="00FE52FE"/>
    <w:rsid w:val="00FE546C"/>
    <w:rsid w:val="00FE5877"/>
    <w:rsid w:val="00FE5A65"/>
    <w:rsid w:val="00FE61C9"/>
    <w:rsid w:val="00FE66C7"/>
    <w:rsid w:val="00FF01F1"/>
    <w:rsid w:val="00FF09EE"/>
    <w:rsid w:val="00FF123E"/>
    <w:rsid w:val="00FF187C"/>
    <w:rsid w:val="00FF1EFB"/>
    <w:rsid w:val="00FF2603"/>
    <w:rsid w:val="00FF35C2"/>
    <w:rsid w:val="00FF35CC"/>
    <w:rsid w:val="00FF3C3F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13F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C213F"/>
    <w:pPr>
      <w:keepNext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C213F"/>
    <w:pPr>
      <w:keepNext/>
      <w:jc w:val="both"/>
      <w:outlineLvl w:val="1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C213F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C213F"/>
    <w:rPr>
      <w:rFonts w:ascii="Times New Roman" w:hAnsi="Times New Roman" w:cs="Times New Roman"/>
      <w:sz w:val="20"/>
      <w:szCs w:val="20"/>
      <w:lang w:eastAsia="ru-RU"/>
    </w:rPr>
  </w:style>
  <w:style w:type="paragraph" w:styleId="Title">
    <w:name w:val="Title"/>
    <w:basedOn w:val="Normal"/>
    <w:link w:val="TitleChar"/>
    <w:uiPriority w:val="99"/>
    <w:qFormat/>
    <w:rsid w:val="003C213F"/>
    <w:pPr>
      <w:jc w:val="center"/>
    </w:pPr>
    <w:rPr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99"/>
    <w:locked/>
    <w:rsid w:val="003C213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3C213F"/>
    <w:pPr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C213F"/>
    <w:rPr>
      <w:rFonts w:ascii="Times New Roman" w:hAnsi="Times New Roman" w:cs="Times New Roman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3C213F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3C213F"/>
    <w:rPr>
      <w:color w:val="0000FF"/>
      <w:u w:val="single"/>
    </w:rPr>
  </w:style>
  <w:style w:type="paragraph" w:customStyle="1" w:styleId="ConsPlusNormal">
    <w:name w:val="ConsPlusNormal"/>
    <w:uiPriority w:val="99"/>
    <w:rsid w:val="003C213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C213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C213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rsid w:val="003C213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C213F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3C213F"/>
  </w:style>
  <w:style w:type="paragraph" w:customStyle="1" w:styleId="ConsPlusCell">
    <w:name w:val="ConsPlusCell"/>
    <w:uiPriority w:val="99"/>
    <w:rsid w:val="003C213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3C213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ListParagraph">
    <w:name w:val="List Paragraph"/>
    <w:basedOn w:val="Normal"/>
    <w:uiPriority w:val="99"/>
    <w:qFormat/>
    <w:rsid w:val="003C213F"/>
    <w:pPr>
      <w:ind w:left="720"/>
    </w:pPr>
  </w:style>
  <w:style w:type="paragraph" w:styleId="Header">
    <w:name w:val="header"/>
    <w:basedOn w:val="Normal"/>
    <w:link w:val="HeaderChar"/>
    <w:uiPriority w:val="99"/>
    <w:semiHidden/>
    <w:rsid w:val="00B3480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34802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0">
    <w:name w:val="Знак Знак Знак"/>
    <w:basedOn w:val="Normal"/>
    <w:uiPriority w:val="99"/>
    <w:rsid w:val="006B4079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980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mb24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3554</TotalTime>
  <Pages>11</Pages>
  <Words>3797</Words>
  <Characters>21648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211</cp:revision>
  <cp:lastPrinted>2015-11-18T06:18:00Z</cp:lastPrinted>
  <dcterms:created xsi:type="dcterms:W3CDTF">2013-08-08T09:14:00Z</dcterms:created>
  <dcterms:modified xsi:type="dcterms:W3CDTF">2015-11-24T02:42:00Z</dcterms:modified>
</cp:coreProperties>
</file>