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56" w:rsidRPr="005544D5" w:rsidRDefault="00274E56" w:rsidP="00DE414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74E56" w:rsidRPr="005544D5" w:rsidRDefault="00274E56" w:rsidP="00DE414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74E56" w:rsidRPr="005544D5" w:rsidRDefault="00274E56" w:rsidP="00DE414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274E56" w:rsidRPr="005544D5" w:rsidRDefault="00274E56" w:rsidP="000E007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4D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44D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4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1212</w:t>
      </w:r>
      <w:r w:rsidRPr="005544D5">
        <w:rPr>
          <w:rFonts w:ascii="Times New Roman" w:hAnsi="Times New Roman" w:cs="Times New Roman"/>
          <w:sz w:val="28"/>
          <w:szCs w:val="28"/>
        </w:rPr>
        <w:t>-п</w:t>
      </w: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№ 6 к подпрограмме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ab/>
        <w:t>«Содействие развитию субъектов малого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среднего предпринимательства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 xml:space="preserve"> в Абанском районе на» 2014-2016 годы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ПОРЯДОК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 НА ВОЗМЕЩЕНИЕ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ЧАСТИ ЗАТРАТ, СВЯЗАННЫХ С ТЕХНОЛОГИЧЕСКИМ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ПРИСОЕДИНЕНИЕМ ЭНЕРГОПРИНИМАЮЩИХ УСТРОЙСТВ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 К ЭЛЕКТРИЧЕСКИМ СЕТЯМ</w:t>
      </w:r>
    </w:p>
    <w:p w:rsidR="00274E56" w:rsidRDefault="00274E56" w:rsidP="00F655A6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</w:t>
      </w:r>
    </w:p>
    <w:p w:rsidR="00274E56" w:rsidRDefault="00274E56" w:rsidP="00F655A6">
      <w:pPr>
        <w:jc w:val="center"/>
        <w:rPr>
          <w:sz w:val="26"/>
          <w:szCs w:val="26"/>
        </w:rPr>
      </w:pPr>
    </w:p>
    <w:p w:rsidR="00274E56" w:rsidRPr="00E33DA6" w:rsidRDefault="00274E56" w:rsidP="00F655A6">
      <w:pPr>
        <w:jc w:val="center"/>
        <w:rPr>
          <w:sz w:val="26"/>
          <w:szCs w:val="26"/>
        </w:rPr>
      </w:pPr>
    </w:p>
    <w:p w:rsidR="00274E56" w:rsidRPr="00D46C23" w:rsidRDefault="00274E56" w:rsidP="00AC44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274E56" w:rsidRDefault="00274E56" w:rsidP="00AC4478"/>
    <w:p w:rsidR="00274E56" w:rsidRPr="00C11F86" w:rsidRDefault="00274E56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</w:t>
      </w:r>
      <w:r w:rsidRPr="00C11F86">
        <w:rPr>
          <w:sz w:val="28"/>
          <w:szCs w:val="28"/>
        </w:rPr>
        <w:t>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Порядок) устанавливает условия предоставления муниципальной поддержки в форме субсидий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субсидии).</w:t>
      </w:r>
    </w:p>
    <w:p w:rsidR="00274E56" w:rsidRPr="00C11F86" w:rsidRDefault="00274E56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274E56" w:rsidRPr="00C11F86" w:rsidRDefault="00274E56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274E56" w:rsidRPr="00C11F86" w:rsidRDefault="00274E56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274E56" w:rsidRPr="00C11F86" w:rsidRDefault="00274E56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274E56" w:rsidRPr="00C11F86" w:rsidRDefault="00274E56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274E56" w:rsidRPr="00C11F86" w:rsidRDefault="00274E56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субсидии.</w:t>
      </w:r>
    </w:p>
    <w:p w:rsidR="00274E56" w:rsidRPr="00E33DA6" w:rsidRDefault="00274E56" w:rsidP="00F655A6">
      <w:pPr>
        <w:jc w:val="center"/>
        <w:rPr>
          <w:sz w:val="26"/>
          <w:szCs w:val="26"/>
        </w:rPr>
      </w:pPr>
    </w:p>
    <w:p w:rsidR="00274E56" w:rsidRPr="00357B59" w:rsidRDefault="00274E56" w:rsidP="00B573D3">
      <w:pPr>
        <w:ind w:left="360"/>
        <w:jc w:val="center"/>
        <w:rPr>
          <w:sz w:val="28"/>
          <w:szCs w:val="28"/>
        </w:rPr>
      </w:pPr>
      <w:r w:rsidRPr="00357B59">
        <w:rPr>
          <w:sz w:val="28"/>
          <w:szCs w:val="28"/>
        </w:rPr>
        <w:t>2.УСЛОВИЯ ПРЕДОСТАВЛЕНИЯ СУБСИДИИ</w:t>
      </w:r>
    </w:p>
    <w:p w:rsidR="00274E56" w:rsidRPr="00C11F86" w:rsidRDefault="00274E56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 </w:t>
      </w:r>
      <w:r w:rsidRPr="00C11F86">
        <w:rPr>
          <w:sz w:val="28"/>
          <w:szCs w:val="28"/>
        </w:rPr>
        <w:t>2.1. Условиями предоставления субсидии являются:</w:t>
      </w:r>
    </w:p>
    <w:p w:rsidR="00274E56" w:rsidRPr="00C11F86" w:rsidRDefault="00274E56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274E56" w:rsidRPr="00C11F86" w:rsidRDefault="00274E56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274E56" w:rsidRPr="00C11F86" w:rsidRDefault="00274E56" w:rsidP="00AC4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274E56" w:rsidRPr="00C11F86" w:rsidRDefault="00274E56" w:rsidP="00AC4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представление в полном объеме документов, обозначенных в пункте 3.2 настоящего Порядка.    </w:t>
      </w:r>
    </w:p>
    <w:p w:rsidR="00274E56" w:rsidRPr="00357B59" w:rsidRDefault="00274E56" w:rsidP="00E2312D">
      <w:pPr>
        <w:jc w:val="center"/>
        <w:rPr>
          <w:sz w:val="28"/>
          <w:szCs w:val="28"/>
        </w:rPr>
      </w:pPr>
      <w:r w:rsidRPr="00357B59">
        <w:rPr>
          <w:sz w:val="28"/>
          <w:szCs w:val="28"/>
        </w:rPr>
        <w:t xml:space="preserve">      3.ПОРЯДОК ПРЕДОСТАВЛЕНИЯ СУБСИДИИ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3.1. Субсидии предоставляются в размере </w:t>
      </w:r>
      <w:r>
        <w:rPr>
          <w:sz w:val="28"/>
          <w:szCs w:val="28"/>
        </w:rPr>
        <w:t xml:space="preserve">не более </w:t>
      </w:r>
      <w:r w:rsidRPr="00C11F86">
        <w:rPr>
          <w:sz w:val="28"/>
          <w:szCs w:val="28"/>
        </w:rPr>
        <w:t>70 процентов затрат, связанных с технологическим присоединением энергопринимающих устройств (энергетических установок) к электрическим сетям сетевых организаций, после их документального подтверждения (без учета НДС - для получателей субсидий, применяющих общую систему налогообложения), но не более 50 тыс. рублей на технологическое присоединение одного энергопринимающего устройства (энергетической установки) (далее - получатель субсидии).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3.2.. Для предоставления субсидии получатель представляет в администрацию Абанского района  через отдел социально-экономического развития (далее – Отдел СЭР администрации) следующие документы: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заявление о предоставлении субсидии по форме согласно приложению N 1 к настоящему Порядку;</w:t>
      </w:r>
    </w:p>
    <w:p w:rsidR="00274E56" w:rsidRPr="000052F9" w:rsidRDefault="00274E56" w:rsidP="00E231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12D">
        <w:rPr>
          <w:rFonts w:ascii="Times New Roman" w:hAnsi="Times New Roman" w:cs="Times New Roman"/>
          <w:sz w:val="28"/>
          <w:szCs w:val="28"/>
        </w:rPr>
        <w:t xml:space="preserve">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312D">
        <w:rPr>
          <w:rFonts w:ascii="Times New Roman" w:hAnsi="Times New Roman" w:cs="Times New Roman"/>
          <w:sz w:val="28"/>
          <w:szCs w:val="28"/>
        </w:rPr>
        <w:t xml:space="preserve">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</w:t>
      </w:r>
      <w:r w:rsidRPr="000052F9">
        <w:rPr>
          <w:rFonts w:ascii="Times New Roman" w:hAnsi="Times New Roman" w:cs="Times New Roman"/>
          <w:sz w:val="28"/>
          <w:szCs w:val="28"/>
        </w:rPr>
        <w:t>заявки (предоставляется по инициативе заявителя);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0052F9">
        <w:rPr>
          <w:sz w:val="28"/>
          <w:szCs w:val="28"/>
        </w:rPr>
        <w:t xml:space="preserve">      копии договоров о выполнении работ, оказании услуг, копии технических условий для присоединения к электрическим сетям, копии проектных документаций согласно обязательствам, предусмотренным техническими условиями</w:t>
      </w:r>
      <w:r w:rsidRPr="00C11F86">
        <w:rPr>
          <w:sz w:val="28"/>
          <w:szCs w:val="28"/>
        </w:rPr>
        <w:t xml:space="preserve">, копии платежных документов, подтверждающих оплату, в том числе частичную,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организаций: счета-фактуры (за исключением случаев, предусмотренных законодательством, когда счет-фактура может не составляться поставщиком (исполнителем, </w:t>
      </w:r>
      <w:r w:rsidRPr="00E2312D">
        <w:rPr>
          <w:sz w:val="28"/>
          <w:szCs w:val="28"/>
        </w:rPr>
        <w:t>подрядчиком),</w:t>
      </w:r>
      <w:r w:rsidRPr="00C11F86">
        <w:rPr>
          <w:sz w:val="28"/>
          <w:szCs w:val="28"/>
        </w:rPr>
        <w:t xml:space="preserve">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заверенные получателем субсидии;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документов, подтверждающих получение работ (услуг): товарные (или товарно-транспортные) накладные, акты передачи-приемки выполненных работ (оказанных услуг), заверенные получателем субсидии. В случае если получателем субсидии произведена частичная оплата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организаций, допускается непредставление счетов-фактур и актов передачи-приемки выполненных работ (оказанных услуг). Копии счетов-фактур и актов передачи-приемки выполненных работ (оказанных услуг) должны быть представлены в течение одного месяца после выполнения обязательств по договору;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бухгалтерского баланса (форма N 1), отчета о прибыли и убытках (форма N 2), заверенные получателем субсидии, за предшествующий календарный год и последний отчетный период - для субъектов малого и (или) среднего предпринимательства, применяющих общую систему налогообложения, справку об имущественном и финансовом состоянии за предшествующий календарный год и последний отчетный период согласно приложению N 2 к настоящему Порядку - для субъектов малого и (или) среднего предпринимательства, применяющих специальные режимы налогообложения и индивидуальных предпринимателей, применяющих общую систему налогообложения.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7 настоящего пункта, представляются за период, прошедший со дня их государственной регистрации.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3.3. Получатель субсидии несет ответственность за достоверность представляемых сведений в соответствии с действующим законодательством Российской Федерации.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3.4. Заявка получателя субсидии регистрируется отделом СЭР администрации. По требованию получателя субсидии Отдел СЭР выдает расписку в получении документов, установленных пунктом 4 настоящего Порядка.</w:t>
      </w:r>
    </w:p>
    <w:p w:rsidR="00274E56" w:rsidRDefault="00274E56" w:rsidP="0096676A">
      <w:pPr>
        <w:jc w:val="both"/>
        <w:rPr>
          <w:sz w:val="28"/>
          <w:szCs w:val="28"/>
        </w:rPr>
      </w:pPr>
      <w:r w:rsidRPr="006D1AF1">
        <w:rPr>
          <w:sz w:val="28"/>
          <w:szCs w:val="28"/>
        </w:rPr>
        <w:t xml:space="preserve">       3.5.</w:t>
      </w:r>
      <w:r w:rsidRPr="005807B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10071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310071">
        <w:rPr>
          <w:sz w:val="28"/>
          <w:szCs w:val="28"/>
        </w:rPr>
        <w:t xml:space="preserve"> Абанского района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статьи 14 Федерального закона,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3.6. Предоставление субсидий получателям производится в пределах средств, предусмотренных на эти цели  подпрограммой «Содействие развитию субъектов малого и среднего предпринимательства в Абанском районе», решением сессии Абанского районного Совета депутатов  о районном бюджете на очередной финансовый год и плановый период, а также межбюджетных трансфертов из федерального и краевого бюджетов.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3.7. Расчет субсидии осуществляет отдел СЭР администрации  на основании представленных получателем субсидии документов.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3.8. Отдел СЭР 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реестр получателей субсидий по форме согласно приложению N.3 к настоящему Порядку;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копию постановления о предоставлении субсидии.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3.9.Финансовое управление на основании представленных документов производит перечисление бюджетных средств на лицевой счет Администрации, открытый в  территориальном отделе казначейства Красноярского края по Абанскому району (далее - Казначейство).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3.10.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краевого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3.11.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274E56" w:rsidRPr="00C11F86" w:rsidRDefault="00274E56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</w:t>
      </w:r>
    </w:p>
    <w:p w:rsidR="00274E56" w:rsidRDefault="00274E56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4</w:t>
      </w:r>
      <w:r w:rsidRPr="00357B59">
        <w:rPr>
          <w:sz w:val="28"/>
          <w:szCs w:val="28"/>
        </w:rPr>
        <w:t xml:space="preserve"> к Порядку;</w:t>
      </w:r>
    </w:p>
    <w:p w:rsidR="00274E56" w:rsidRPr="00607D4E" w:rsidRDefault="00274E56" w:rsidP="001D11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7D4E">
        <w:rPr>
          <w:sz w:val="28"/>
          <w:szCs w:val="28"/>
        </w:rPr>
        <w:t>сведения о среднесписочной численности работников за отчетный год,</w:t>
      </w:r>
    </w:p>
    <w:p w:rsidR="00274E56" w:rsidRDefault="00274E56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274E56" w:rsidRDefault="00274E56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274E56" w:rsidRDefault="00274E56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274E56" w:rsidRDefault="00274E56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274E56" w:rsidRPr="008076E1" w:rsidRDefault="00274E56" w:rsidP="001D110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274E56" w:rsidRPr="000052F9" w:rsidRDefault="00274E56" w:rsidP="00BE263C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52F9">
        <w:rPr>
          <w:sz w:val="28"/>
          <w:szCs w:val="28"/>
        </w:rPr>
        <w:t xml:space="preserve">   4.2. Возврат субсидии в бюджет района осуществляется в случае:</w:t>
      </w:r>
    </w:p>
    <w:p w:rsidR="00274E56" w:rsidRPr="000052F9" w:rsidRDefault="00274E56" w:rsidP="00BE263C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274E56" w:rsidRPr="000052F9" w:rsidRDefault="00274E56" w:rsidP="00BE263C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274E56" w:rsidRPr="000052F9" w:rsidRDefault="00274E56" w:rsidP="00BE263C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0052F9">
          <w:rPr>
            <w:rStyle w:val="a0"/>
            <w:color w:val="auto"/>
            <w:sz w:val="28"/>
            <w:szCs w:val="28"/>
          </w:rPr>
          <w:t>пункте 4.</w:t>
        </w:r>
      </w:hyperlink>
      <w:r w:rsidRPr="000052F9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274E56" w:rsidRPr="000052F9" w:rsidRDefault="00274E56" w:rsidP="00BE263C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274E56" w:rsidRPr="000052F9" w:rsidRDefault="00274E56" w:rsidP="00BE26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274E56" w:rsidRPr="000052F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52F9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</w:t>
      </w:r>
      <w:r w:rsidRPr="00357B59">
        <w:rPr>
          <w:sz w:val="28"/>
          <w:szCs w:val="28"/>
        </w:rPr>
        <w:t>зврате субсидии, в полном объеме.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357B59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274E56" w:rsidRPr="00357B59" w:rsidRDefault="00274E56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274E56" w:rsidRPr="00357B59" w:rsidRDefault="00274E56" w:rsidP="006F7881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1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274E56" w:rsidRDefault="00274E56" w:rsidP="0096676A">
      <w:pPr>
        <w:jc w:val="right"/>
        <w:rPr>
          <w:sz w:val="26"/>
          <w:szCs w:val="26"/>
        </w:rPr>
      </w:pPr>
      <w:r>
        <w:rPr>
          <w:sz w:val="26"/>
          <w:szCs w:val="26"/>
        </w:rPr>
        <w:t>сетевых организаций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Заявление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 предоставлении субсидии</w:t>
      </w:r>
    </w:p>
    <w:p w:rsidR="00274E56" w:rsidRPr="00E33DA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E33DA6">
        <w:rPr>
          <w:sz w:val="26"/>
          <w:szCs w:val="26"/>
        </w:rPr>
        <w:t xml:space="preserve">Прошу предоставить </w:t>
      </w:r>
      <w:r>
        <w:rPr>
          <w:sz w:val="26"/>
          <w:szCs w:val="26"/>
        </w:rPr>
        <w:t>______</w:t>
      </w:r>
      <w:r w:rsidRPr="00E33DA6">
        <w:rPr>
          <w:sz w:val="26"/>
          <w:szCs w:val="26"/>
        </w:rPr>
        <w:t>___________________________________________________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                       </w:t>
      </w:r>
      <w:r w:rsidRPr="00E33DA6">
        <w:rPr>
          <w:sz w:val="26"/>
          <w:szCs w:val="26"/>
        </w:rPr>
        <w:t xml:space="preserve">    (полное наименование заявителя)</w:t>
      </w:r>
    </w:p>
    <w:p w:rsidR="00274E56" w:rsidRPr="00E33DA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субсидию </w:t>
      </w:r>
      <w:r w:rsidRPr="00E33DA6">
        <w:rPr>
          <w:sz w:val="26"/>
          <w:szCs w:val="26"/>
        </w:rPr>
        <w:t xml:space="preserve">на возмещение части </w:t>
      </w:r>
      <w:r>
        <w:rPr>
          <w:sz w:val="26"/>
          <w:szCs w:val="26"/>
        </w:rPr>
        <w:t xml:space="preserve">затрат, </w:t>
      </w:r>
      <w:r w:rsidRPr="00E33DA6">
        <w:rPr>
          <w:sz w:val="26"/>
          <w:szCs w:val="26"/>
        </w:rPr>
        <w:t>связанных с технологическим</w:t>
      </w:r>
      <w:r>
        <w:rPr>
          <w:sz w:val="26"/>
          <w:szCs w:val="26"/>
        </w:rPr>
        <w:t xml:space="preserve"> присоединением энергопринимающих </w:t>
      </w:r>
      <w:r w:rsidRPr="00E33DA6">
        <w:rPr>
          <w:sz w:val="26"/>
          <w:szCs w:val="26"/>
        </w:rPr>
        <w:t>устройств (энергетических  установок) к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электрическим сетям сетевых организаций.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1. Информация о заявителе: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Юридический адрес 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E33DA6">
        <w:rPr>
          <w:sz w:val="26"/>
          <w:szCs w:val="26"/>
        </w:rPr>
        <w:t xml:space="preserve"> Телефон, факс, e-mail </w:t>
      </w:r>
      <w:r>
        <w:rPr>
          <w:sz w:val="26"/>
          <w:szCs w:val="26"/>
        </w:rPr>
        <w:t>_____</w:t>
      </w:r>
      <w:r w:rsidRPr="00E33DA6">
        <w:rPr>
          <w:sz w:val="26"/>
          <w:szCs w:val="26"/>
        </w:rPr>
        <w:t>___________________________________________________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ИНН/КПП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Банковские реквизиты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</w:t>
      </w:r>
    </w:p>
    <w:p w:rsidR="00274E5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2. Средняя  численность работников заявителя за предшествующий календарный год, с учетом  всех его работников, в том числе работников, </w:t>
      </w:r>
      <w:r>
        <w:rPr>
          <w:sz w:val="26"/>
          <w:szCs w:val="26"/>
        </w:rPr>
        <w:t xml:space="preserve">работающих по </w:t>
      </w:r>
      <w:r w:rsidRPr="00E33DA6">
        <w:rPr>
          <w:sz w:val="26"/>
          <w:szCs w:val="26"/>
        </w:rPr>
        <w:t>гражданско-</w:t>
      </w:r>
      <w:r>
        <w:rPr>
          <w:sz w:val="26"/>
          <w:szCs w:val="26"/>
        </w:rPr>
        <w:t xml:space="preserve">равовым </w:t>
      </w:r>
      <w:r w:rsidRPr="00E33DA6">
        <w:rPr>
          <w:sz w:val="26"/>
          <w:szCs w:val="26"/>
        </w:rPr>
        <w:t>договорам</w:t>
      </w:r>
      <w:r>
        <w:rPr>
          <w:sz w:val="26"/>
          <w:szCs w:val="26"/>
        </w:rPr>
        <w:t xml:space="preserve"> или </w:t>
      </w:r>
      <w:r w:rsidRPr="00E33DA6">
        <w:rPr>
          <w:sz w:val="26"/>
          <w:szCs w:val="26"/>
        </w:rPr>
        <w:t>по совместительству с учетом реально отработанного времени, работников представительств, филиалов и других обособленных подразделений, человек __</w:t>
      </w:r>
      <w:r>
        <w:rPr>
          <w:sz w:val="26"/>
          <w:szCs w:val="26"/>
        </w:rPr>
        <w:t xml:space="preserve">_________ </w:t>
      </w:r>
    </w:p>
    <w:p w:rsidR="00274E5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3.Размер средней заработной платы, рублей ______________________________________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E33DA6">
        <w:rPr>
          <w:sz w:val="26"/>
          <w:szCs w:val="26"/>
        </w:rPr>
        <w:t>(на последнюю отчетную дату)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4. Является участником соглашений о разделе продукции: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(да/нет)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5. Является профессиональным участником рынка ценных бумаг: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(да/нет)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6. Осуществляет производство и реализацию подакцизных товаров: _</w:t>
      </w:r>
      <w:r>
        <w:rPr>
          <w:sz w:val="26"/>
          <w:szCs w:val="26"/>
        </w:rPr>
        <w:t>_</w:t>
      </w:r>
      <w:r w:rsidRPr="00E33DA6">
        <w:rPr>
          <w:sz w:val="26"/>
          <w:szCs w:val="26"/>
        </w:rPr>
        <w:t>_______________</w:t>
      </w:r>
      <w:r>
        <w:rPr>
          <w:sz w:val="26"/>
          <w:szCs w:val="26"/>
        </w:rPr>
        <w:t>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 (да/нет)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7. Осуществляет добычу и реализацию полезных ископаемых, за исключением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общераспространенных полезных ископаемых: ___________________________________</w:t>
      </w:r>
      <w:r>
        <w:rPr>
          <w:sz w:val="26"/>
          <w:szCs w:val="26"/>
        </w:rPr>
        <w:t>__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(да/нет)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8. Применяемая </w:t>
      </w:r>
      <w:r>
        <w:rPr>
          <w:sz w:val="26"/>
          <w:szCs w:val="26"/>
        </w:rPr>
        <w:t xml:space="preserve">заявителем </w:t>
      </w:r>
      <w:r w:rsidRPr="00E33DA6">
        <w:rPr>
          <w:sz w:val="26"/>
          <w:szCs w:val="26"/>
        </w:rPr>
        <w:t>система налогообложения (отметить любым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знаком):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общеустановленная;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упрощенная (УСН);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в  виде  единого  налога  на   вмененный </w:t>
      </w:r>
      <w:r>
        <w:rPr>
          <w:sz w:val="26"/>
          <w:szCs w:val="26"/>
        </w:rPr>
        <w:t xml:space="preserve">доход для отдельных </w:t>
      </w:r>
      <w:r w:rsidRPr="00E33DA6">
        <w:rPr>
          <w:sz w:val="26"/>
          <w:szCs w:val="26"/>
        </w:rPr>
        <w:t>видов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деятельности </w:t>
      </w:r>
      <w:r>
        <w:rPr>
          <w:sz w:val="26"/>
          <w:szCs w:val="26"/>
        </w:rPr>
        <w:t>(                (</w:t>
      </w:r>
      <w:r w:rsidRPr="00E33DA6">
        <w:rPr>
          <w:sz w:val="26"/>
          <w:szCs w:val="26"/>
        </w:rPr>
        <w:t>ЕНВД);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- для сельскохозяйственных товаропроизводителей.</w:t>
      </w:r>
    </w:p>
    <w:p w:rsidR="00274E56" w:rsidRPr="00E33DA6" w:rsidRDefault="00274E56" w:rsidP="00033470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организаций.</w:t>
      </w:r>
    </w:p>
    <w:p w:rsidR="00274E56" w:rsidRPr="00E33DA6" w:rsidRDefault="00274E56" w:rsidP="00775F29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Прошу указанную информацию не предоставлять без моего согласия третьим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лицам.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          </w:t>
      </w:r>
      <w:r>
        <w:rPr>
          <w:sz w:val="26"/>
          <w:szCs w:val="26"/>
        </w:rPr>
        <w:t xml:space="preserve">     </w:t>
      </w:r>
      <w:r w:rsidRPr="00E33DA6">
        <w:rPr>
          <w:sz w:val="26"/>
          <w:szCs w:val="26"/>
        </w:rPr>
        <w:t>______________________/           ________________________/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(указать должность)                            (подпись)                      </w:t>
      </w:r>
      <w:r>
        <w:rPr>
          <w:sz w:val="26"/>
          <w:szCs w:val="26"/>
        </w:rPr>
        <w:t xml:space="preserve">        </w:t>
      </w:r>
      <w:r w:rsidRPr="00E33DA6">
        <w:rPr>
          <w:sz w:val="26"/>
          <w:szCs w:val="26"/>
        </w:rPr>
        <w:t xml:space="preserve"> (расшифровка подписи)</w:t>
      </w:r>
    </w:p>
    <w:p w:rsidR="00274E5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М.П.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      ____________________   /________________________/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(подпись)                 (расшифровка подписи)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Дата</w:t>
      </w: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2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организаций.</w:t>
      </w:r>
    </w:p>
    <w:p w:rsidR="00274E56" w:rsidRPr="00E33DA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right"/>
        <w:rPr>
          <w:sz w:val="26"/>
          <w:szCs w:val="26"/>
        </w:rPr>
      </w:pP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Справка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об имущественном и финансовом состоянии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________________________________________________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(полное наименование заявителя)</w:t>
      </w:r>
    </w:p>
    <w:p w:rsidR="00274E56" w:rsidRPr="00E33DA6" w:rsidRDefault="00274E56" w:rsidP="0096676A">
      <w:pPr>
        <w:jc w:val="center"/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1. Сведения об имуществе: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тыс. рублей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6345"/>
      </w:tblGrid>
      <w:tr w:rsidR="00274E56" w:rsidRPr="00E33DA6">
        <w:trPr>
          <w:cantSplit/>
          <w:trHeight w:val="48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Наименование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Остаточная стоимость за предшествующий    </w:t>
            </w:r>
            <w:r w:rsidRPr="00E33DA6">
              <w:rPr>
                <w:sz w:val="26"/>
                <w:szCs w:val="26"/>
              </w:rPr>
              <w:br/>
              <w:t xml:space="preserve">календарный год (или последний        </w:t>
            </w:r>
            <w:r w:rsidRPr="00E33DA6">
              <w:rPr>
                <w:sz w:val="26"/>
                <w:szCs w:val="26"/>
              </w:rPr>
              <w:br/>
              <w:t xml:space="preserve">отчетный период) &lt;*&gt;             </w:t>
            </w:r>
          </w:p>
        </w:tc>
      </w:tr>
      <w:tr w:rsidR="00274E56" w:rsidRPr="00E33DA6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</w:p>
        </w:tc>
      </w:tr>
      <w:tr w:rsidR="00274E56" w:rsidRPr="00E33DA6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</w:p>
        </w:tc>
      </w:tr>
      <w:tr w:rsidR="00274E56" w:rsidRPr="00E33DA6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Всего              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E33DA6" w:rsidRDefault="00274E56" w:rsidP="00EC7C34">
            <w:pPr>
              <w:rPr>
                <w:sz w:val="26"/>
                <w:szCs w:val="26"/>
              </w:rPr>
            </w:pPr>
          </w:p>
        </w:tc>
      </w:tr>
    </w:tbl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2. Сведения о финансовом состоянии: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Выручка от реализации </w:t>
      </w:r>
      <w:r w:rsidRPr="00E33DA6">
        <w:rPr>
          <w:sz w:val="26"/>
          <w:szCs w:val="26"/>
        </w:rPr>
        <w:t xml:space="preserve">товаров </w:t>
      </w:r>
      <w:r>
        <w:rPr>
          <w:sz w:val="26"/>
          <w:szCs w:val="26"/>
        </w:rPr>
        <w:t xml:space="preserve">(работ, </w:t>
      </w:r>
      <w:r w:rsidRPr="00E33DA6">
        <w:rPr>
          <w:sz w:val="26"/>
          <w:szCs w:val="26"/>
        </w:rPr>
        <w:t>услуг) без учета налога на добавленную стоимость (доходы от основной деятельности) за предшествующий календарный год (или последний отчетный период) &lt;*&gt;, тыс. рублей: ________.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______________________/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>________________________/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(должность)                        (подпись)                     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 xml:space="preserve"> (расшифровка подписи)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М.П.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____________________/________________________/</w:t>
      </w: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(подпись)                (расшифровка подписи)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E33DA6" w:rsidRDefault="00274E56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Дата</w:t>
      </w:r>
    </w:p>
    <w:p w:rsidR="00274E56" w:rsidRPr="00E33DA6" w:rsidRDefault="00274E56" w:rsidP="0096676A">
      <w:pPr>
        <w:rPr>
          <w:sz w:val="26"/>
          <w:szCs w:val="26"/>
        </w:rPr>
      </w:pPr>
    </w:p>
    <w:p w:rsidR="00274E56" w:rsidRPr="0096676A" w:rsidRDefault="00274E56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--------------------------------</w:t>
      </w:r>
    </w:p>
    <w:p w:rsidR="00274E56" w:rsidRPr="0096676A" w:rsidRDefault="00274E56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представляются за период, прошедший со дня их государственной регистрации.</w:t>
      </w: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Default="00274E56" w:rsidP="0096676A">
      <w:pPr>
        <w:jc w:val="right"/>
        <w:rPr>
          <w:sz w:val="26"/>
          <w:szCs w:val="26"/>
        </w:rPr>
      </w:pP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Приложение N.3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Порядку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предоставления субсидий субъектам малого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и (или) среднего предпринимательства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на возмещение части затрат, связанных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 технологическим присоединением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энергопринимающих устройств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(энергетических установок)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электрическим сетям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сетевых организаций.</w:t>
      </w:r>
    </w:p>
    <w:p w:rsidR="00274E56" w:rsidRPr="00386D9D" w:rsidRDefault="00274E56" w:rsidP="0096676A">
      <w:pPr>
        <w:jc w:val="right"/>
        <w:rPr>
          <w:sz w:val="26"/>
          <w:szCs w:val="26"/>
        </w:rPr>
      </w:pPr>
    </w:p>
    <w:p w:rsidR="00274E56" w:rsidRPr="00386D9D" w:rsidRDefault="00274E56" w:rsidP="0096676A">
      <w:pPr>
        <w:rPr>
          <w:sz w:val="26"/>
          <w:szCs w:val="26"/>
        </w:rPr>
      </w:pPr>
    </w:p>
    <w:p w:rsidR="00274E56" w:rsidRPr="00386D9D" w:rsidRDefault="00274E56" w:rsidP="0096676A">
      <w:pPr>
        <w:jc w:val="center"/>
        <w:rPr>
          <w:sz w:val="26"/>
          <w:szCs w:val="26"/>
        </w:rPr>
      </w:pPr>
      <w:r w:rsidRPr="00386D9D">
        <w:rPr>
          <w:sz w:val="26"/>
          <w:szCs w:val="26"/>
        </w:rPr>
        <w:t>Реестр получателей субсидий</w:t>
      </w:r>
    </w:p>
    <w:p w:rsidR="00274E56" w:rsidRPr="0096676A" w:rsidRDefault="00274E56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______________________________________________________________</w:t>
      </w:r>
    </w:p>
    <w:p w:rsidR="00274E56" w:rsidRPr="0096676A" w:rsidRDefault="00274E56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(наименование формы муниципальной поддержки)</w:t>
      </w:r>
    </w:p>
    <w:p w:rsidR="00274E56" w:rsidRPr="0096676A" w:rsidRDefault="00274E56" w:rsidP="0096676A">
      <w:pPr>
        <w:rPr>
          <w:sz w:val="24"/>
          <w:szCs w:val="24"/>
        </w:rPr>
      </w:pPr>
    </w:p>
    <w:p w:rsidR="00274E56" w:rsidRPr="0096676A" w:rsidRDefault="00274E56" w:rsidP="0096676A">
      <w:p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540"/>
        <w:gridCol w:w="1350"/>
        <w:gridCol w:w="2835"/>
        <w:gridCol w:w="1755"/>
      </w:tblGrid>
      <w:tr w:rsidR="00274E56" w:rsidRPr="0096676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N </w:t>
            </w:r>
            <w:r w:rsidRPr="0096676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Наименование субъекта</w:t>
            </w:r>
            <w:r w:rsidRPr="0096676A">
              <w:rPr>
                <w:sz w:val="24"/>
                <w:szCs w:val="24"/>
              </w:rPr>
              <w:br/>
              <w:t xml:space="preserve">малого или среднего </w:t>
            </w:r>
            <w:r w:rsidRPr="0096676A">
              <w:rPr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ИНН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и </w:t>
            </w:r>
            <w:r>
              <w:rPr>
                <w:sz w:val="24"/>
                <w:szCs w:val="24"/>
              </w:rPr>
              <w:br/>
              <w:t>дата</w:t>
            </w:r>
            <w:r w:rsidRPr="0096676A">
              <w:rPr>
                <w:sz w:val="24"/>
                <w:szCs w:val="24"/>
              </w:rPr>
              <w:br/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386D9D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Наименование банка </w:t>
            </w:r>
            <w:r w:rsidRPr="0096676A">
              <w:rPr>
                <w:sz w:val="24"/>
                <w:szCs w:val="24"/>
              </w:rPr>
              <w:br/>
              <w:t>субъекта малого или</w:t>
            </w:r>
            <w:r w:rsidRPr="0096676A">
              <w:rPr>
                <w:sz w:val="24"/>
                <w:szCs w:val="24"/>
              </w:rPr>
              <w:br/>
              <w:t>среднего</w:t>
            </w:r>
            <w:r>
              <w:rPr>
                <w:sz w:val="24"/>
                <w:szCs w:val="24"/>
              </w:rPr>
              <w:t xml:space="preserve"> </w:t>
            </w:r>
            <w:r w:rsidRPr="0096676A">
              <w:rPr>
                <w:sz w:val="24"/>
                <w:szCs w:val="24"/>
              </w:rPr>
              <w:t>предпринимательства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br/>
              <w:t>субсидии,</w:t>
            </w:r>
            <w:r w:rsidRPr="0096676A">
              <w:rPr>
                <w:sz w:val="24"/>
                <w:szCs w:val="24"/>
              </w:rPr>
              <w:br/>
              <w:t xml:space="preserve">рублей </w:t>
            </w:r>
          </w:p>
        </w:tc>
      </w:tr>
      <w:tr w:rsidR="00274E56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</w:tr>
      <w:tr w:rsidR="00274E56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</w:tr>
      <w:tr w:rsidR="00274E56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</w:tr>
      <w:tr w:rsidR="00274E56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</w:tr>
      <w:tr w:rsidR="00274E56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E56" w:rsidRPr="0096676A" w:rsidRDefault="00274E56" w:rsidP="00EC7C34">
            <w:pPr>
              <w:rPr>
                <w:sz w:val="24"/>
                <w:szCs w:val="24"/>
              </w:rPr>
            </w:pPr>
          </w:p>
        </w:tc>
      </w:tr>
    </w:tbl>
    <w:p w:rsidR="00274E56" w:rsidRPr="0096676A" w:rsidRDefault="00274E56" w:rsidP="0096676A">
      <w:pPr>
        <w:rPr>
          <w:sz w:val="24"/>
          <w:szCs w:val="24"/>
        </w:rPr>
      </w:pPr>
    </w:p>
    <w:p w:rsidR="00274E56" w:rsidRPr="00386D9D" w:rsidRDefault="00274E56" w:rsidP="0096676A">
      <w:pPr>
        <w:rPr>
          <w:sz w:val="26"/>
          <w:szCs w:val="26"/>
        </w:rPr>
      </w:pPr>
      <w:r>
        <w:rPr>
          <w:sz w:val="26"/>
          <w:szCs w:val="26"/>
        </w:rPr>
        <w:t>Заместитель г</w:t>
      </w:r>
      <w:r w:rsidRPr="00386D9D">
        <w:rPr>
          <w:sz w:val="26"/>
          <w:szCs w:val="26"/>
        </w:rPr>
        <w:t>лавы администрации</w:t>
      </w:r>
    </w:p>
    <w:p w:rsidR="00274E56" w:rsidRPr="00386D9D" w:rsidRDefault="00274E56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Абанского района                   </w:t>
      </w:r>
      <w:r>
        <w:rPr>
          <w:sz w:val="26"/>
          <w:szCs w:val="26"/>
        </w:rPr>
        <w:t xml:space="preserve">             </w:t>
      </w:r>
      <w:r w:rsidRPr="00386D9D">
        <w:rPr>
          <w:sz w:val="26"/>
          <w:szCs w:val="26"/>
        </w:rPr>
        <w:t>______________________</w:t>
      </w:r>
      <w:r>
        <w:rPr>
          <w:sz w:val="26"/>
          <w:szCs w:val="26"/>
        </w:rPr>
        <w:t xml:space="preserve">                                    </w:t>
      </w:r>
      <w:r w:rsidRPr="00386D9D">
        <w:rPr>
          <w:sz w:val="26"/>
          <w:szCs w:val="26"/>
        </w:rPr>
        <w:t>Ф.И.О.</w:t>
      </w:r>
    </w:p>
    <w:p w:rsidR="00274E56" w:rsidRPr="00386D9D" w:rsidRDefault="00274E56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                        </w:t>
      </w:r>
      <w:r w:rsidRPr="00386D9D">
        <w:rPr>
          <w:sz w:val="26"/>
          <w:szCs w:val="26"/>
        </w:rPr>
        <w:t xml:space="preserve"> (подпись)</w:t>
      </w:r>
    </w:p>
    <w:p w:rsidR="00274E56" w:rsidRDefault="00274E56">
      <w:pPr>
        <w:rPr>
          <w:sz w:val="26"/>
          <w:szCs w:val="26"/>
        </w:rPr>
      </w:pPr>
    </w:p>
    <w:p w:rsidR="00274E56" w:rsidRDefault="00274E56">
      <w:pPr>
        <w:rPr>
          <w:sz w:val="26"/>
          <w:szCs w:val="26"/>
        </w:rPr>
      </w:pPr>
    </w:p>
    <w:p w:rsidR="00274E56" w:rsidRDefault="00274E56">
      <w:pPr>
        <w:rPr>
          <w:sz w:val="26"/>
          <w:szCs w:val="26"/>
        </w:rPr>
      </w:pPr>
    </w:p>
    <w:p w:rsidR="00274E56" w:rsidRDefault="00274E56" w:rsidP="00C11F86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Порядку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предоставления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субсидий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субъектам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малого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и</w:t>
      </w:r>
      <w:r w:rsidRPr="00F91666">
        <w:rPr>
          <w:rFonts w:ascii="Algerian" w:hAnsi="Algerian" w:cs="Algerian"/>
          <w:sz w:val="26"/>
          <w:szCs w:val="26"/>
        </w:rPr>
        <w:t xml:space="preserve"> (</w:t>
      </w:r>
      <w:r w:rsidRPr="00F91666">
        <w:rPr>
          <w:sz w:val="26"/>
          <w:szCs w:val="26"/>
        </w:rPr>
        <w:t>или</w:t>
      </w:r>
      <w:r w:rsidRPr="00F91666">
        <w:rPr>
          <w:rFonts w:ascii="Algerian" w:hAnsi="Algerian" w:cs="Algerian"/>
          <w:sz w:val="26"/>
          <w:szCs w:val="26"/>
        </w:rPr>
        <w:t xml:space="preserve">) </w:t>
      </w:r>
      <w:r w:rsidRPr="00F91666">
        <w:rPr>
          <w:sz w:val="26"/>
          <w:szCs w:val="26"/>
        </w:rPr>
        <w:t>среднего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предпринимательства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на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возмещение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части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затрат</w:t>
      </w:r>
      <w:r w:rsidRPr="00F91666">
        <w:rPr>
          <w:rFonts w:ascii="Algerian" w:hAnsi="Algerian" w:cs="Algerian"/>
          <w:sz w:val="26"/>
          <w:szCs w:val="26"/>
        </w:rPr>
        <w:t xml:space="preserve">, </w:t>
      </w:r>
      <w:r w:rsidRPr="00F91666">
        <w:rPr>
          <w:sz w:val="26"/>
          <w:szCs w:val="26"/>
        </w:rPr>
        <w:t>связанных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с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технологическим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присоединением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энергопринимающих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устройств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rFonts w:ascii="Algerian" w:hAnsi="Algerian" w:cs="Algerian"/>
          <w:sz w:val="26"/>
          <w:szCs w:val="26"/>
        </w:rPr>
        <w:t>(</w:t>
      </w:r>
      <w:r w:rsidRPr="00F91666">
        <w:rPr>
          <w:sz w:val="26"/>
          <w:szCs w:val="26"/>
        </w:rPr>
        <w:t>энергетических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установок</w:t>
      </w:r>
      <w:r w:rsidRPr="00F91666">
        <w:rPr>
          <w:rFonts w:ascii="Algerian" w:hAnsi="Algerian" w:cs="Algerian"/>
          <w:sz w:val="26"/>
          <w:szCs w:val="26"/>
        </w:rPr>
        <w:t>)</w:t>
      </w:r>
    </w:p>
    <w:p w:rsidR="00274E56" w:rsidRPr="00F91666" w:rsidRDefault="00274E56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электрическим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сетям</w:t>
      </w:r>
    </w:p>
    <w:p w:rsidR="00274E56" w:rsidRPr="00F91666" w:rsidRDefault="00274E56" w:rsidP="00C11F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1666">
        <w:rPr>
          <w:rFonts w:ascii="Times New Roman" w:hAnsi="Times New Roman" w:cs="Times New Roman"/>
          <w:sz w:val="26"/>
          <w:szCs w:val="26"/>
        </w:rPr>
        <w:t>сетевых организаций</w:t>
      </w:r>
    </w:p>
    <w:p w:rsidR="00274E56" w:rsidRDefault="00274E56" w:rsidP="00C11F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74E56" w:rsidRPr="004C0172" w:rsidRDefault="00274E56" w:rsidP="00C11F8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274E56" w:rsidRPr="00995815" w:rsidRDefault="00274E56" w:rsidP="00C11F86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274E56" w:rsidRPr="004C0172" w:rsidRDefault="00274E56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274E56" w:rsidRPr="004C0172" w:rsidRDefault="00274E56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274E56" w:rsidRPr="004C0172" w:rsidRDefault="00274E56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274E56" w:rsidRPr="004C0172" w:rsidRDefault="00274E56" w:rsidP="00C11F8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274E56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274E56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274E56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4E56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E56" w:rsidRPr="00BA6D27" w:rsidRDefault="00274E56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74E56" w:rsidRPr="00386D9D" w:rsidRDefault="00274E56">
      <w:pPr>
        <w:rPr>
          <w:sz w:val="26"/>
          <w:szCs w:val="26"/>
        </w:rPr>
      </w:pPr>
    </w:p>
    <w:sectPr w:rsidR="00274E56" w:rsidRPr="00386D9D" w:rsidSect="00E33DA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76A"/>
    <w:rsid w:val="00001CD1"/>
    <w:rsid w:val="00002BB1"/>
    <w:rsid w:val="000052F9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470"/>
    <w:rsid w:val="000338B1"/>
    <w:rsid w:val="00033989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C92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7F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0075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2E13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6C6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0F06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106"/>
    <w:rsid w:val="001D1870"/>
    <w:rsid w:val="001D32D9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A25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0AF"/>
    <w:rsid w:val="00231F3F"/>
    <w:rsid w:val="00233C48"/>
    <w:rsid w:val="00236A74"/>
    <w:rsid w:val="00237189"/>
    <w:rsid w:val="002377F0"/>
    <w:rsid w:val="00237B11"/>
    <w:rsid w:val="002410BD"/>
    <w:rsid w:val="00241B11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758"/>
    <w:rsid w:val="00271138"/>
    <w:rsid w:val="002712ED"/>
    <w:rsid w:val="00272630"/>
    <w:rsid w:val="00274AA0"/>
    <w:rsid w:val="00274E56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577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1D3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071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BC"/>
    <w:rsid w:val="003257C7"/>
    <w:rsid w:val="00331944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215F"/>
    <w:rsid w:val="00353A64"/>
    <w:rsid w:val="0035566C"/>
    <w:rsid w:val="00355FE2"/>
    <w:rsid w:val="003575F1"/>
    <w:rsid w:val="00357A6A"/>
    <w:rsid w:val="00357B59"/>
    <w:rsid w:val="00357F34"/>
    <w:rsid w:val="00360CFC"/>
    <w:rsid w:val="00362F8F"/>
    <w:rsid w:val="0036305D"/>
    <w:rsid w:val="0036345E"/>
    <w:rsid w:val="003647DA"/>
    <w:rsid w:val="0036528E"/>
    <w:rsid w:val="00365A4F"/>
    <w:rsid w:val="00365C64"/>
    <w:rsid w:val="003662DC"/>
    <w:rsid w:val="00366B54"/>
    <w:rsid w:val="0037086A"/>
    <w:rsid w:val="00371D01"/>
    <w:rsid w:val="00372245"/>
    <w:rsid w:val="00373845"/>
    <w:rsid w:val="00374B73"/>
    <w:rsid w:val="00380704"/>
    <w:rsid w:val="0038147F"/>
    <w:rsid w:val="00383E89"/>
    <w:rsid w:val="00384AFE"/>
    <w:rsid w:val="003862DC"/>
    <w:rsid w:val="00386805"/>
    <w:rsid w:val="00386D9D"/>
    <w:rsid w:val="003875D1"/>
    <w:rsid w:val="00387603"/>
    <w:rsid w:val="003911B0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4D7C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610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97AB7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D86"/>
    <w:rsid w:val="004E38D4"/>
    <w:rsid w:val="004E3C3D"/>
    <w:rsid w:val="004E407A"/>
    <w:rsid w:val="004E47D7"/>
    <w:rsid w:val="004E6F82"/>
    <w:rsid w:val="004E735D"/>
    <w:rsid w:val="004F0CDD"/>
    <w:rsid w:val="004F1591"/>
    <w:rsid w:val="004F2C56"/>
    <w:rsid w:val="004F33DF"/>
    <w:rsid w:val="004F3C09"/>
    <w:rsid w:val="004F401A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4D5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88A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07B4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AB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D4E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2BF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8753F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C7884"/>
    <w:rsid w:val="006D108F"/>
    <w:rsid w:val="006D134A"/>
    <w:rsid w:val="006D15C2"/>
    <w:rsid w:val="006D1642"/>
    <w:rsid w:val="006D1AF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881"/>
    <w:rsid w:val="00701AB8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BB2"/>
    <w:rsid w:val="00740CFF"/>
    <w:rsid w:val="00741549"/>
    <w:rsid w:val="007417A4"/>
    <w:rsid w:val="00742319"/>
    <w:rsid w:val="007425F0"/>
    <w:rsid w:val="00742640"/>
    <w:rsid w:val="00743255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5F29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6DC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6E1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0F13"/>
    <w:rsid w:val="0086171F"/>
    <w:rsid w:val="0086181A"/>
    <w:rsid w:val="00861EF2"/>
    <w:rsid w:val="00862CB8"/>
    <w:rsid w:val="008635BE"/>
    <w:rsid w:val="008656FE"/>
    <w:rsid w:val="00865FD1"/>
    <w:rsid w:val="00866430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2D5E"/>
    <w:rsid w:val="009137E3"/>
    <w:rsid w:val="00915233"/>
    <w:rsid w:val="0091552D"/>
    <w:rsid w:val="009156CE"/>
    <w:rsid w:val="00916D22"/>
    <w:rsid w:val="00917C49"/>
    <w:rsid w:val="009212E2"/>
    <w:rsid w:val="0092134E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3F1"/>
    <w:rsid w:val="00965589"/>
    <w:rsid w:val="0096676A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1D2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CCE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07E0"/>
    <w:rsid w:val="00A0227E"/>
    <w:rsid w:val="00A02656"/>
    <w:rsid w:val="00A03984"/>
    <w:rsid w:val="00A04BFF"/>
    <w:rsid w:val="00A04C8A"/>
    <w:rsid w:val="00A053F6"/>
    <w:rsid w:val="00A056C7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5D89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2077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4478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3D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389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423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DCA"/>
    <w:rsid w:val="00BD5162"/>
    <w:rsid w:val="00BD519A"/>
    <w:rsid w:val="00BD58BD"/>
    <w:rsid w:val="00BD6438"/>
    <w:rsid w:val="00BD6ABA"/>
    <w:rsid w:val="00BE1944"/>
    <w:rsid w:val="00BE1BF0"/>
    <w:rsid w:val="00BE263C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8FE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37CE5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145A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12E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5E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61B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59D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6B10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4145"/>
    <w:rsid w:val="00DE423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2D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363"/>
    <w:rsid w:val="00E56F46"/>
    <w:rsid w:val="00E634E2"/>
    <w:rsid w:val="00E6444C"/>
    <w:rsid w:val="00E646BE"/>
    <w:rsid w:val="00E64984"/>
    <w:rsid w:val="00E663CC"/>
    <w:rsid w:val="00E70524"/>
    <w:rsid w:val="00E70BE1"/>
    <w:rsid w:val="00E70CAA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77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C7C34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163C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A9F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55A6"/>
    <w:rsid w:val="00F66227"/>
    <w:rsid w:val="00F67EA5"/>
    <w:rsid w:val="00F70163"/>
    <w:rsid w:val="00F70A4A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0E9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666"/>
    <w:rsid w:val="00F918CD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44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C447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11F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 Знак"/>
    <w:basedOn w:val="Normal"/>
    <w:uiPriority w:val="99"/>
    <w:rsid w:val="001D1106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a0">
    <w:name w:val="Гипертекстовая ссылка"/>
    <w:uiPriority w:val="99"/>
    <w:rsid w:val="00BE263C"/>
    <w:rPr>
      <w:color w:val="008000"/>
    </w:rPr>
  </w:style>
  <w:style w:type="paragraph" w:styleId="NoSpacing">
    <w:name w:val="No Spacing"/>
    <w:uiPriority w:val="99"/>
    <w:qFormat/>
    <w:rsid w:val="00BE263C"/>
    <w:rPr>
      <w:rFonts w:ascii="Times New Roman" w:hAnsi="Times New Roman"/>
      <w:sz w:val="20"/>
      <w:szCs w:val="20"/>
    </w:rPr>
  </w:style>
  <w:style w:type="paragraph" w:customStyle="1" w:styleId="1">
    <w:name w:val="Знак Знак Знак1"/>
    <w:basedOn w:val="Normal"/>
    <w:uiPriority w:val="99"/>
    <w:rsid w:val="000E0075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9</Pages>
  <Words>3127</Words>
  <Characters>17826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 подпрограмме</dc:title>
  <dc:subject/>
  <dc:creator>User</dc:creator>
  <cp:keywords/>
  <dc:description/>
  <cp:lastModifiedBy>Admin</cp:lastModifiedBy>
  <cp:revision>26</cp:revision>
  <cp:lastPrinted>2014-09-01T04:18:00Z</cp:lastPrinted>
  <dcterms:created xsi:type="dcterms:W3CDTF">2014-06-20T09:39:00Z</dcterms:created>
  <dcterms:modified xsi:type="dcterms:W3CDTF">2014-09-08T05:02:00Z</dcterms:modified>
</cp:coreProperties>
</file>