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7E1" w:rsidRDefault="004177E1" w:rsidP="00AD566D">
      <w:pPr>
        <w:pStyle w:val="Title"/>
        <w:rPr>
          <w:szCs w:val="28"/>
        </w:rPr>
      </w:pPr>
      <w:r w:rsidRPr="001C7FB3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39pt;height:54pt;visibility:visible">
            <v:imagedata r:id="rId5" o:title=""/>
          </v:shape>
        </w:pict>
      </w:r>
    </w:p>
    <w:p w:rsidR="004177E1" w:rsidRPr="007673F2" w:rsidRDefault="004177E1" w:rsidP="00AD566D">
      <w:pPr>
        <w:pStyle w:val="Heading1"/>
        <w:rPr>
          <w:b w:val="0"/>
          <w:sz w:val="28"/>
          <w:szCs w:val="28"/>
        </w:rPr>
      </w:pPr>
      <w:r w:rsidRPr="007673F2">
        <w:rPr>
          <w:b w:val="0"/>
          <w:sz w:val="28"/>
          <w:szCs w:val="28"/>
        </w:rPr>
        <w:t>Администрация Абанского района</w:t>
      </w:r>
    </w:p>
    <w:p w:rsidR="004177E1" w:rsidRPr="007673F2" w:rsidRDefault="004177E1" w:rsidP="00AD566D">
      <w:pPr>
        <w:jc w:val="center"/>
        <w:rPr>
          <w:sz w:val="28"/>
          <w:szCs w:val="28"/>
        </w:rPr>
      </w:pPr>
      <w:r w:rsidRPr="007673F2">
        <w:rPr>
          <w:sz w:val="28"/>
          <w:szCs w:val="28"/>
        </w:rPr>
        <w:t>Красноярского края</w:t>
      </w:r>
    </w:p>
    <w:p w:rsidR="004177E1" w:rsidRDefault="004177E1" w:rsidP="00AD566D">
      <w:pPr>
        <w:rPr>
          <w:b/>
          <w:sz w:val="28"/>
          <w:szCs w:val="28"/>
        </w:rPr>
      </w:pPr>
    </w:p>
    <w:p w:rsidR="004177E1" w:rsidRDefault="004177E1" w:rsidP="00AD566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4177E1" w:rsidRDefault="004177E1" w:rsidP="00056A7D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77E1" w:rsidRDefault="004177E1" w:rsidP="00741B1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15.01.2020</w:t>
      </w:r>
      <w:r w:rsidRPr="0077065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п. Абан         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12</w:t>
      </w:r>
      <w:r w:rsidRPr="0077065A">
        <w:rPr>
          <w:rFonts w:ascii="Times New Roman" w:hAnsi="Times New Roman" w:cs="Times New Roman"/>
          <w:b w:val="0"/>
          <w:sz w:val="28"/>
          <w:szCs w:val="28"/>
        </w:rPr>
        <w:t xml:space="preserve"> – п</w:t>
      </w:r>
    </w:p>
    <w:p w:rsidR="004177E1" w:rsidRDefault="004177E1" w:rsidP="00056A7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77E1" w:rsidRDefault="004177E1" w:rsidP="00056A7D">
      <w:pPr>
        <w:pStyle w:val="ConsPlusNormal"/>
        <w:widowControl/>
        <w:tabs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нарушений обязательных требований земельного законодательства в рамках муниципального контроля на 2020 год и плановый период 2021 – </w:t>
      </w:r>
      <w:smartTag w:uri="urn:schemas-microsoft-com:office:smarttags" w:element="metricconverter">
        <w:smartTagPr>
          <w:attr w:name="ProductID" w:val="2022 г"/>
        </w:smartTagPr>
        <w:r>
          <w:rPr>
            <w:rFonts w:ascii="Times New Roman" w:hAnsi="Times New Roman" w:cs="Times New Roman"/>
            <w:sz w:val="28"/>
            <w:szCs w:val="28"/>
          </w:rPr>
          <w:t>2022 г</w:t>
        </w:r>
      </w:smartTag>
      <w:r>
        <w:rPr>
          <w:rFonts w:ascii="Times New Roman" w:hAnsi="Times New Roman" w:cs="Times New Roman"/>
          <w:sz w:val="28"/>
          <w:szCs w:val="28"/>
        </w:rPr>
        <w:t>.г.</w:t>
      </w:r>
    </w:p>
    <w:p w:rsidR="004177E1" w:rsidRDefault="004177E1" w:rsidP="00056A7D">
      <w:pPr>
        <w:pStyle w:val="ConsPlusNormal"/>
        <w:widowControl/>
        <w:tabs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77E1" w:rsidRDefault="004177E1" w:rsidP="00056A7D">
      <w:pPr>
        <w:pStyle w:val="ConsPlusNormal"/>
        <w:widowControl/>
        <w:tabs>
          <w:tab w:val="left" w:pos="180"/>
          <w:tab w:val="left" w:pos="36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предупреждения нарушения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 земельного законодательства, руководствуясь статьей 8.2. Федерального закона от 26.12.2008 № 294-ФЗ «О защите прав юридических лиц и индивидуальных предпринимателей при осуществлении муниципального контроля»,</w:t>
      </w:r>
    </w:p>
    <w:p w:rsidR="004177E1" w:rsidRDefault="004177E1" w:rsidP="00056A7D">
      <w:pPr>
        <w:pStyle w:val="ConsPlusNormal"/>
        <w:widowControl/>
        <w:tabs>
          <w:tab w:val="left" w:pos="180"/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177E1" w:rsidRDefault="004177E1" w:rsidP="00056A7D">
      <w:pPr>
        <w:pStyle w:val="ConsPlusNormal"/>
        <w:widowControl/>
        <w:tabs>
          <w:tab w:val="left" w:pos="180"/>
          <w:tab w:val="left" w:pos="36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F8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Утвердить программу профилактики нарушений обязательных требований земельного законодательства в рамках муниципального контроля на 2020 год и плановый период 2021 – </w:t>
      </w:r>
      <w:smartTag w:uri="urn:schemas-microsoft-com:office:smarttags" w:element="metricconverter">
        <w:smartTagPr>
          <w:attr w:name="ProductID" w:val="2022 г"/>
        </w:smartTagPr>
        <w:r>
          <w:rPr>
            <w:rFonts w:ascii="Times New Roman" w:hAnsi="Times New Roman" w:cs="Times New Roman"/>
            <w:sz w:val="28"/>
            <w:szCs w:val="28"/>
          </w:rPr>
          <w:t>2022 г</w:t>
        </w:r>
      </w:smartTag>
      <w:r>
        <w:rPr>
          <w:rFonts w:ascii="Times New Roman" w:hAnsi="Times New Roman" w:cs="Times New Roman"/>
          <w:sz w:val="28"/>
          <w:szCs w:val="28"/>
        </w:rPr>
        <w:t>.г. (Приложение 1).</w:t>
      </w:r>
    </w:p>
    <w:p w:rsidR="004177E1" w:rsidRDefault="004177E1" w:rsidP="00056A7D">
      <w:pPr>
        <w:pStyle w:val="ConsPlusNormal"/>
        <w:widowControl/>
        <w:tabs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разместить на официальном сайте администрации Абанского района Красноярского края.</w:t>
      </w:r>
    </w:p>
    <w:p w:rsidR="004177E1" w:rsidRDefault="004177E1" w:rsidP="00056A7D">
      <w:pPr>
        <w:pStyle w:val="ConsPlusNormal"/>
        <w:widowControl/>
        <w:tabs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первого заместителя главы администрации Абанского района Красноярского края С.Д. Горнакову.</w:t>
      </w:r>
    </w:p>
    <w:p w:rsidR="004177E1" w:rsidRDefault="004177E1" w:rsidP="00056A7D">
      <w:pPr>
        <w:pStyle w:val="ConsPlusNormal"/>
        <w:widowControl/>
        <w:tabs>
          <w:tab w:val="left" w:pos="180"/>
          <w:tab w:val="left" w:pos="36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4177E1" w:rsidRDefault="004177E1" w:rsidP="00056A7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77E1" w:rsidRDefault="004177E1" w:rsidP="00056A7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77E1" w:rsidRDefault="004177E1" w:rsidP="00640A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Абанского района                                                          Г.В. Иванченко</w:t>
      </w:r>
    </w:p>
    <w:p w:rsidR="004177E1" w:rsidRDefault="004177E1" w:rsidP="00056A7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77E1" w:rsidRDefault="004177E1" w:rsidP="00056A7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77E1" w:rsidRDefault="004177E1" w:rsidP="00056A7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77E1" w:rsidRDefault="004177E1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177E1" w:rsidRDefault="004177E1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177E1" w:rsidRDefault="004177E1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177E1" w:rsidRDefault="004177E1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177E1" w:rsidRDefault="004177E1"/>
    <w:sectPr w:rsidR="004177E1" w:rsidSect="00391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E5140"/>
    <w:multiLevelType w:val="hybridMultilevel"/>
    <w:tmpl w:val="3AE27E0A"/>
    <w:lvl w:ilvl="0" w:tplc="1FDCC15A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">
    <w:nsid w:val="119128FE"/>
    <w:multiLevelType w:val="hybridMultilevel"/>
    <w:tmpl w:val="B9465192"/>
    <w:lvl w:ilvl="0" w:tplc="FA4844F4">
      <w:start w:val="1"/>
      <w:numFmt w:val="decimal"/>
      <w:lvlText w:val="%1."/>
      <w:lvlJc w:val="left"/>
      <w:pPr>
        <w:ind w:left="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2">
    <w:nsid w:val="24225954"/>
    <w:multiLevelType w:val="hybridMultilevel"/>
    <w:tmpl w:val="BCD0E9CC"/>
    <w:lvl w:ilvl="0" w:tplc="8D068730">
      <w:start w:val="1"/>
      <w:numFmt w:val="decimal"/>
      <w:lvlText w:val="%1."/>
      <w:lvlJc w:val="left"/>
      <w:pPr>
        <w:ind w:left="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3">
    <w:nsid w:val="6A4B15CE"/>
    <w:multiLevelType w:val="hybridMultilevel"/>
    <w:tmpl w:val="B8A2D5E2"/>
    <w:lvl w:ilvl="0" w:tplc="E95AE89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6AB57A5E"/>
    <w:multiLevelType w:val="hybridMultilevel"/>
    <w:tmpl w:val="441420BC"/>
    <w:lvl w:ilvl="0" w:tplc="52D2A8D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566D"/>
    <w:rsid w:val="00005A15"/>
    <w:rsid w:val="00056A7D"/>
    <w:rsid w:val="00081053"/>
    <w:rsid w:val="000E005C"/>
    <w:rsid w:val="000E7DBD"/>
    <w:rsid w:val="00105C5E"/>
    <w:rsid w:val="001649B7"/>
    <w:rsid w:val="001B7AB6"/>
    <w:rsid w:val="001C7FB3"/>
    <w:rsid w:val="0020046C"/>
    <w:rsid w:val="00206D1C"/>
    <w:rsid w:val="00280347"/>
    <w:rsid w:val="00365DB4"/>
    <w:rsid w:val="003919BC"/>
    <w:rsid w:val="004177E1"/>
    <w:rsid w:val="004436B4"/>
    <w:rsid w:val="0058618D"/>
    <w:rsid w:val="005E226B"/>
    <w:rsid w:val="00640A9D"/>
    <w:rsid w:val="006D30D1"/>
    <w:rsid w:val="00741B1A"/>
    <w:rsid w:val="007673F2"/>
    <w:rsid w:val="0077065A"/>
    <w:rsid w:val="007C4FDD"/>
    <w:rsid w:val="007E1878"/>
    <w:rsid w:val="0082183E"/>
    <w:rsid w:val="00852492"/>
    <w:rsid w:val="00916D99"/>
    <w:rsid w:val="009343C8"/>
    <w:rsid w:val="00A04532"/>
    <w:rsid w:val="00A916BE"/>
    <w:rsid w:val="00AD566D"/>
    <w:rsid w:val="00B20F88"/>
    <w:rsid w:val="00C40314"/>
    <w:rsid w:val="00C6132C"/>
    <w:rsid w:val="00D70836"/>
    <w:rsid w:val="00DB35B3"/>
    <w:rsid w:val="00E10EDB"/>
    <w:rsid w:val="00E50AD3"/>
    <w:rsid w:val="00E7539B"/>
    <w:rsid w:val="00E86E27"/>
    <w:rsid w:val="00F13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66D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566D"/>
    <w:pPr>
      <w:keepNext/>
      <w:jc w:val="center"/>
      <w:outlineLvl w:val="0"/>
    </w:pPr>
    <w:rPr>
      <w:b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566D"/>
    <w:rPr>
      <w:rFonts w:ascii="Times New Roman" w:hAnsi="Times New Roman" w:cs="Times New Roman"/>
      <w:b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AD566D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AD566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D566D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D566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D5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566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80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1</Pages>
  <Words>214</Words>
  <Characters>1224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2020-01-23T09:43:00Z</cp:lastPrinted>
  <dcterms:created xsi:type="dcterms:W3CDTF">2019-01-23T07:03:00Z</dcterms:created>
  <dcterms:modified xsi:type="dcterms:W3CDTF">2020-01-24T03:13:00Z</dcterms:modified>
</cp:coreProperties>
</file>