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64" w:rsidRDefault="00CC4664" w:rsidP="00CC4664">
      <w:pPr>
        <w:ind w:left="4820"/>
        <w:rPr>
          <w:szCs w:val="28"/>
        </w:rPr>
      </w:pPr>
      <w:bookmarkStart w:id="0" w:name="_GoBack"/>
      <w:bookmarkEnd w:id="0"/>
    </w:p>
    <w:p w:rsidR="00CC4664" w:rsidRDefault="00B23BE4" w:rsidP="00CC4664">
      <w:pPr>
        <w:jc w:val="center"/>
        <w:rPr>
          <w:szCs w:val="28"/>
        </w:rPr>
      </w:pPr>
      <w:r>
        <w:rPr>
          <w:szCs w:val="28"/>
        </w:rPr>
        <w:t>Заявка для участия в курсах повышения квалификации по теме: «Оформление документов для экспертной оценки ущерба в отраслях АПК»</w:t>
      </w:r>
    </w:p>
    <w:p w:rsidR="00B23BE4" w:rsidRDefault="00B23BE4" w:rsidP="00CC4664">
      <w:pPr>
        <w:jc w:val="center"/>
        <w:rPr>
          <w:szCs w:val="28"/>
        </w:rPr>
      </w:pPr>
    </w:p>
    <w:p w:rsidR="00B23BE4" w:rsidRDefault="00B23BE4" w:rsidP="00CC4664">
      <w:pPr>
        <w:jc w:val="center"/>
        <w:rPr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2817"/>
        <w:gridCol w:w="2393"/>
      </w:tblGrid>
      <w:tr w:rsidR="00B23BE4" w:rsidTr="00B23BE4">
        <w:tc>
          <w:tcPr>
            <w:tcW w:w="959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402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ФИО слушателя</w:t>
            </w:r>
          </w:p>
        </w:tc>
        <w:tc>
          <w:tcPr>
            <w:tcW w:w="2817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Должность</w:t>
            </w:r>
          </w:p>
        </w:tc>
        <w:tc>
          <w:tcPr>
            <w:tcW w:w="2393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Контактный номер</w:t>
            </w:r>
          </w:p>
        </w:tc>
      </w:tr>
      <w:tr w:rsidR="00B23BE4" w:rsidTr="00B23BE4">
        <w:tc>
          <w:tcPr>
            <w:tcW w:w="959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402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817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</w:tr>
      <w:tr w:rsidR="00B23BE4" w:rsidTr="00B23BE4">
        <w:tc>
          <w:tcPr>
            <w:tcW w:w="959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402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817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</w:tr>
      <w:tr w:rsidR="00B23BE4" w:rsidTr="00B23BE4">
        <w:tc>
          <w:tcPr>
            <w:tcW w:w="959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402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817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</w:tr>
      <w:tr w:rsidR="00B23BE4" w:rsidTr="00B23BE4">
        <w:tc>
          <w:tcPr>
            <w:tcW w:w="959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402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817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</w:tr>
      <w:tr w:rsidR="00B23BE4" w:rsidTr="00B23BE4">
        <w:tc>
          <w:tcPr>
            <w:tcW w:w="959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402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817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</w:tr>
      <w:tr w:rsidR="00B23BE4" w:rsidTr="00B23BE4">
        <w:tc>
          <w:tcPr>
            <w:tcW w:w="959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402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817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</w:tr>
      <w:tr w:rsidR="00B23BE4" w:rsidTr="00B23BE4">
        <w:tc>
          <w:tcPr>
            <w:tcW w:w="959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402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817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B23BE4" w:rsidRDefault="00B23BE4" w:rsidP="00CC4664">
            <w:pPr>
              <w:jc w:val="center"/>
              <w:rPr>
                <w:szCs w:val="28"/>
              </w:rPr>
            </w:pPr>
          </w:p>
        </w:tc>
      </w:tr>
    </w:tbl>
    <w:p w:rsidR="00B23BE4" w:rsidRPr="00CC4664" w:rsidRDefault="00B23BE4" w:rsidP="00CC4664">
      <w:pPr>
        <w:jc w:val="center"/>
        <w:rPr>
          <w:szCs w:val="28"/>
        </w:rPr>
      </w:pPr>
    </w:p>
    <w:sectPr w:rsidR="00B23BE4" w:rsidRPr="00CC4664" w:rsidSect="00CC4664">
      <w:pgSz w:w="11907" w:h="16840" w:code="9"/>
      <w:pgMar w:top="993" w:right="851" w:bottom="426" w:left="1701" w:header="397" w:footer="3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0AF" w:rsidRDefault="002340AF">
      <w:r>
        <w:separator/>
      </w:r>
    </w:p>
  </w:endnote>
  <w:endnote w:type="continuationSeparator" w:id="0">
    <w:p w:rsidR="002340AF" w:rsidRDefault="00234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0AF" w:rsidRDefault="002340AF">
      <w:r>
        <w:separator/>
      </w:r>
    </w:p>
  </w:footnote>
  <w:footnote w:type="continuationSeparator" w:id="0">
    <w:p w:rsidR="002340AF" w:rsidRDefault="00234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92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0AF"/>
    <w:rsid w:val="00034A41"/>
    <w:rsid w:val="000920BB"/>
    <w:rsid w:val="000A7B8C"/>
    <w:rsid w:val="000B08FF"/>
    <w:rsid w:val="000E78B8"/>
    <w:rsid w:val="00115DD3"/>
    <w:rsid w:val="00124FA4"/>
    <w:rsid w:val="00155383"/>
    <w:rsid w:val="0018330C"/>
    <w:rsid w:val="001852FD"/>
    <w:rsid w:val="001B63F0"/>
    <w:rsid w:val="001D331E"/>
    <w:rsid w:val="002340AF"/>
    <w:rsid w:val="00262A09"/>
    <w:rsid w:val="0029581F"/>
    <w:rsid w:val="002A7F46"/>
    <w:rsid w:val="002C3567"/>
    <w:rsid w:val="00307035"/>
    <w:rsid w:val="00314CC4"/>
    <w:rsid w:val="00316242"/>
    <w:rsid w:val="00345F7A"/>
    <w:rsid w:val="003553CA"/>
    <w:rsid w:val="00360A12"/>
    <w:rsid w:val="003A5CEB"/>
    <w:rsid w:val="00496CAD"/>
    <w:rsid w:val="004A1723"/>
    <w:rsid w:val="004A318B"/>
    <w:rsid w:val="004C514E"/>
    <w:rsid w:val="004E7864"/>
    <w:rsid w:val="00507F42"/>
    <w:rsid w:val="00531013"/>
    <w:rsid w:val="00544735"/>
    <w:rsid w:val="005A57AE"/>
    <w:rsid w:val="005B697A"/>
    <w:rsid w:val="005D104D"/>
    <w:rsid w:val="00612C9C"/>
    <w:rsid w:val="00637477"/>
    <w:rsid w:val="0068144E"/>
    <w:rsid w:val="006B2E02"/>
    <w:rsid w:val="006E77C6"/>
    <w:rsid w:val="007204D4"/>
    <w:rsid w:val="0075169C"/>
    <w:rsid w:val="00783259"/>
    <w:rsid w:val="0079510C"/>
    <w:rsid w:val="007A2B3F"/>
    <w:rsid w:val="007C7B8E"/>
    <w:rsid w:val="007D6064"/>
    <w:rsid w:val="007E02BF"/>
    <w:rsid w:val="008610B0"/>
    <w:rsid w:val="008957C1"/>
    <w:rsid w:val="008A51C0"/>
    <w:rsid w:val="0093266D"/>
    <w:rsid w:val="009361B1"/>
    <w:rsid w:val="00972B91"/>
    <w:rsid w:val="009B6E9F"/>
    <w:rsid w:val="009B7642"/>
    <w:rsid w:val="009C15DA"/>
    <w:rsid w:val="00A321E8"/>
    <w:rsid w:val="00A34E7C"/>
    <w:rsid w:val="00A5691B"/>
    <w:rsid w:val="00AA4A34"/>
    <w:rsid w:val="00B23BE4"/>
    <w:rsid w:val="00B26D52"/>
    <w:rsid w:val="00BA3901"/>
    <w:rsid w:val="00BB13F1"/>
    <w:rsid w:val="00BC5B84"/>
    <w:rsid w:val="00BF353B"/>
    <w:rsid w:val="00CA248B"/>
    <w:rsid w:val="00CB0213"/>
    <w:rsid w:val="00CC4664"/>
    <w:rsid w:val="00CE3592"/>
    <w:rsid w:val="00D5184B"/>
    <w:rsid w:val="00D60378"/>
    <w:rsid w:val="00D67FA1"/>
    <w:rsid w:val="00DA7AE6"/>
    <w:rsid w:val="00DD62C9"/>
    <w:rsid w:val="00DF4465"/>
    <w:rsid w:val="00E2217D"/>
    <w:rsid w:val="00E54EE7"/>
    <w:rsid w:val="00E713E6"/>
    <w:rsid w:val="00E90011"/>
    <w:rsid w:val="00F17088"/>
    <w:rsid w:val="00F17F8F"/>
    <w:rsid w:val="00F42DF9"/>
    <w:rsid w:val="00F96B64"/>
    <w:rsid w:val="00FA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tabs>
        <w:tab w:val="left" w:pos="992"/>
      </w:tabs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a4">
    <w:name w:val="Body Text Indent"/>
    <w:basedOn w:val="a"/>
    <w:pPr>
      <w:ind w:firstLine="851"/>
    </w:p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Hyperlink"/>
    <w:rPr>
      <w:color w:val="0000FF"/>
      <w:u w:val="single"/>
    </w:rPr>
  </w:style>
  <w:style w:type="table" w:styleId="ab">
    <w:name w:val="Table Grid"/>
    <w:basedOn w:val="a1"/>
    <w:rsid w:val="00BA3901"/>
    <w:pPr>
      <w:tabs>
        <w:tab w:val="left" w:pos="992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tabs>
        <w:tab w:val="left" w:pos="992"/>
      </w:tabs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a4">
    <w:name w:val="Body Text Indent"/>
    <w:basedOn w:val="a"/>
    <w:pPr>
      <w:ind w:firstLine="851"/>
    </w:p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Hyperlink"/>
    <w:rPr>
      <w:color w:val="0000FF"/>
      <w:u w:val="single"/>
    </w:rPr>
  </w:style>
  <w:style w:type="table" w:styleId="ab">
    <w:name w:val="Table Grid"/>
    <w:basedOn w:val="a1"/>
    <w:rsid w:val="00BA3901"/>
    <w:pPr>
      <w:tabs>
        <w:tab w:val="left" w:pos="992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itonova\Desktop\&#1041;&#1083;&#1072;&#1085;&#1082;%20&#1055;&#1048;&#1057;&#1068;&#1052;&#1054;%20&#1052;&#1048;&#1053;&#1048;&#1057;&#1058;&#1045;&#1056;&#1057;&#1058;&#1042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ПИСЬМО МИНИСТЕРСТВО</Template>
  <TotalTime>25</TotalTime>
  <Pages>1</Pages>
  <Words>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KCX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Харитонова Екатерина Андреевна</dc:creator>
  <cp:lastModifiedBy>Харитонова Екатерина Андреевна</cp:lastModifiedBy>
  <cp:revision>2</cp:revision>
  <cp:lastPrinted>2020-03-02T10:01:00Z</cp:lastPrinted>
  <dcterms:created xsi:type="dcterms:W3CDTF">2020-03-02T09:35:00Z</dcterms:created>
  <dcterms:modified xsi:type="dcterms:W3CDTF">2020-03-03T07:17:00Z</dcterms:modified>
</cp:coreProperties>
</file>