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078" w:rsidRDefault="00CA3078" w:rsidP="005A512A">
      <w:pPr>
        <w:rPr>
          <w:sz w:val="36"/>
          <w:szCs w:val="36"/>
        </w:rPr>
      </w:pPr>
    </w:p>
    <w:p w:rsidR="00CA3078" w:rsidRDefault="00CA3078" w:rsidP="00E93F10">
      <w:pPr>
        <w:jc w:val="center"/>
        <w:rPr>
          <w:b/>
          <w:bCs/>
          <w:sz w:val="28"/>
          <w:szCs w:val="28"/>
        </w:rPr>
      </w:pPr>
      <w:r w:rsidRPr="002A388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54pt;height:54pt;visibility:visible">
            <v:imagedata r:id="rId5" o:title=""/>
          </v:shape>
        </w:pict>
      </w:r>
    </w:p>
    <w:p w:rsidR="00CA3078" w:rsidRDefault="00CA3078" w:rsidP="00E93F10">
      <w:pPr>
        <w:jc w:val="center"/>
        <w:rPr>
          <w:b/>
          <w:bCs/>
          <w:sz w:val="28"/>
          <w:szCs w:val="28"/>
        </w:rPr>
      </w:pPr>
    </w:p>
    <w:p w:rsidR="00CA3078" w:rsidRDefault="00CA3078" w:rsidP="00E93F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Абанского района</w:t>
      </w:r>
    </w:p>
    <w:p w:rsidR="00CA3078" w:rsidRDefault="00CA3078" w:rsidP="00E93F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Красноярского края</w:t>
      </w:r>
    </w:p>
    <w:p w:rsidR="00CA3078" w:rsidRDefault="00CA3078" w:rsidP="00E93F10">
      <w:pPr>
        <w:jc w:val="center"/>
        <w:rPr>
          <w:sz w:val="28"/>
          <w:szCs w:val="28"/>
        </w:rPr>
      </w:pPr>
    </w:p>
    <w:p w:rsidR="00CA3078" w:rsidRDefault="00CA3078" w:rsidP="00E93F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CA3078" w:rsidRDefault="00CA3078" w:rsidP="00E93F10"/>
    <w:p w:rsidR="00CA3078" w:rsidRDefault="00CA3078" w:rsidP="00E93F10">
      <w:pPr>
        <w:jc w:val="center"/>
        <w:rPr>
          <w:sz w:val="28"/>
          <w:szCs w:val="28"/>
        </w:rPr>
      </w:pPr>
      <w:r>
        <w:rPr>
          <w:sz w:val="28"/>
          <w:szCs w:val="28"/>
        </w:rPr>
        <w:t>06.11.2013</w:t>
      </w:r>
      <w:r>
        <w:tab/>
      </w:r>
      <w:r>
        <w:tab/>
      </w:r>
      <w:r>
        <w:tab/>
        <w:t xml:space="preserve">                 </w:t>
      </w:r>
      <w:r>
        <w:rPr>
          <w:sz w:val="28"/>
          <w:szCs w:val="28"/>
        </w:rPr>
        <w:t>п. Абан                                            № 1530 -п</w:t>
      </w:r>
    </w:p>
    <w:p w:rsidR="00CA3078" w:rsidRDefault="00CA3078" w:rsidP="00E93F10"/>
    <w:p w:rsidR="00CA3078" w:rsidRDefault="00CA3078" w:rsidP="00E93F10">
      <w:pPr>
        <w:tabs>
          <w:tab w:val="left" w:pos="342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96"/>
      </w:tblGrid>
      <w:tr w:rsidR="00CA3078">
        <w:trPr>
          <w:trHeight w:val="1320"/>
          <w:jc w:val="center"/>
        </w:trPr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</w:tcPr>
          <w:p w:rsidR="00CA3078" w:rsidRPr="00C36CF0" w:rsidRDefault="00CA3078" w:rsidP="00C06A33">
            <w:pPr>
              <w:ind w:right="-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 Абанского района  от 27.06.2013 № 849-п «</w:t>
            </w:r>
            <w:r w:rsidRPr="00C36CF0">
              <w:rPr>
                <w:sz w:val="28"/>
                <w:szCs w:val="28"/>
              </w:rPr>
              <w:t>Об утверждении П</w:t>
            </w:r>
            <w:r>
              <w:rPr>
                <w:sz w:val="28"/>
                <w:szCs w:val="28"/>
              </w:rPr>
              <w:t>римерного п</w:t>
            </w:r>
            <w:r w:rsidRPr="00C36CF0">
              <w:rPr>
                <w:sz w:val="28"/>
                <w:szCs w:val="28"/>
              </w:rPr>
              <w:t xml:space="preserve">оложения об оплате труда работников муниципальных бюджетных учреждений </w:t>
            </w:r>
            <w:r>
              <w:rPr>
                <w:sz w:val="28"/>
                <w:szCs w:val="28"/>
              </w:rPr>
              <w:t>д</w:t>
            </w:r>
            <w:r w:rsidRPr="00C36CF0">
              <w:rPr>
                <w:sz w:val="28"/>
                <w:szCs w:val="28"/>
              </w:rPr>
              <w:t>ополнительного образования детей спортивной направленности подведомственных отделу культуры, по делам молодежи и спорта администрации Абанского района</w:t>
            </w:r>
            <w:r>
              <w:rPr>
                <w:sz w:val="28"/>
                <w:szCs w:val="28"/>
              </w:rPr>
              <w:t>»</w:t>
            </w:r>
          </w:p>
          <w:p w:rsidR="00CA3078" w:rsidRDefault="00CA3078" w:rsidP="003820CB">
            <w:pPr>
              <w:ind w:right="-6"/>
              <w:jc w:val="both"/>
              <w:rPr>
                <w:sz w:val="28"/>
                <w:szCs w:val="28"/>
              </w:rPr>
            </w:pPr>
          </w:p>
        </w:tc>
      </w:tr>
    </w:tbl>
    <w:p w:rsidR="00CA3078" w:rsidRDefault="00CA3078" w:rsidP="00E93F1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Трудовым кодексом Российской Федерации, Постановлением администрации Абанского района от 24.06.2011 № 583-п «Об утверждении  систем оплаты труда работников муниципальных учреждений Абанского района»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,   руководствуясь статьями 37,38  Устава  Абанского района Красноярского края, ПОСТАНОВЛЯЮ:</w:t>
      </w:r>
    </w:p>
    <w:p w:rsidR="00CA3078" w:rsidRDefault="00CA3078" w:rsidP="005904B7">
      <w:pPr>
        <w:pStyle w:val="ListParagraph"/>
        <w:numPr>
          <w:ilvl w:val="0"/>
          <w:numId w:val="1"/>
        </w:numPr>
        <w:ind w:left="0" w:right="-6" w:firstLine="709"/>
        <w:jc w:val="both"/>
        <w:rPr>
          <w:sz w:val="28"/>
          <w:szCs w:val="28"/>
        </w:rPr>
      </w:pPr>
      <w:r w:rsidRPr="005904B7">
        <w:rPr>
          <w:sz w:val="28"/>
          <w:szCs w:val="28"/>
        </w:rPr>
        <w:t xml:space="preserve">Внести в  </w:t>
      </w:r>
      <w:r>
        <w:rPr>
          <w:sz w:val="28"/>
          <w:szCs w:val="28"/>
        </w:rPr>
        <w:t>Постановление</w:t>
      </w:r>
      <w:r w:rsidRPr="005904B7">
        <w:rPr>
          <w:sz w:val="28"/>
          <w:szCs w:val="28"/>
        </w:rPr>
        <w:t xml:space="preserve"> администрации  Абанского района  от 27.06.2013 № 849-п «Об утверждении Примерного положения об оплате труда работников муниципальных бюджетных учреждений дополнительного образования детей спортивной направленности, подведомственных отделу культуры, по делам молодежи и спорта администрации Абанского района», следующие изменения:</w:t>
      </w:r>
    </w:p>
    <w:p w:rsidR="00CA3078" w:rsidRPr="005904B7" w:rsidRDefault="00CA3078" w:rsidP="00650696">
      <w:pPr>
        <w:pStyle w:val="ListParagraph"/>
        <w:ind w:left="0" w:right="-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 преамбуле Постановления  наименование Постановления от 24.06.2011 № 583-п изложить в новой редакции: «Об утверждении систем</w:t>
      </w:r>
      <w:r w:rsidRPr="00C36CF0">
        <w:rPr>
          <w:sz w:val="28"/>
          <w:szCs w:val="28"/>
        </w:rPr>
        <w:t xml:space="preserve"> оплаты труда</w:t>
      </w:r>
      <w:r w:rsidRPr="00F422DD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работников  муниципальных учреждений Абанского района»» ;</w:t>
      </w:r>
    </w:p>
    <w:p w:rsidR="00CA3078" w:rsidRDefault="00CA3078" w:rsidP="005904B7">
      <w:pPr>
        <w:ind w:right="-6"/>
        <w:jc w:val="both"/>
        <w:rPr>
          <w:sz w:val="28"/>
          <w:szCs w:val="28"/>
        </w:rPr>
      </w:pPr>
      <w:r w:rsidRPr="005904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в Примерном положении </w:t>
      </w:r>
      <w:r w:rsidRPr="00C36CF0">
        <w:rPr>
          <w:sz w:val="28"/>
          <w:szCs w:val="28"/>
        </w:rPr>
        <w:t xml:space="preserve">об оплате труда работников муниципальных бюджетных учреждений </w:t>
      </w:r>
      <w:r>
        <w:rPr>
          <w:sz w:val="28"/>
          <w:szCs w:val="28"/>
        </w:rPr>
        <w:t>д</w:t>
      </w:r>
      <w:r w:rsidRPr="00C36CF0">
        <w:rPr>
          <w:sz w:val="28"/>
          <w:szCs w:val="28"/>
        </w:rPr>
        <w:t>ополнительного образования детей спортивной направленности подведомственных отделу культуры, по делам молодежи и спорта администрации Абанского района</w:t>
      </w:r>
      <w:r>
        <w:rPr>
          <w:sz w:val="28"/>
          <w:szCs w:val="28"/>
        </w:rPr>
        <w:t xml:space="preserve">: </w:t>
      </w:r>
    </w:p>
    <w:p w:rsidR="00CA3078" w:rsidRDefault="00CA3078" w:rsidP="005904B7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разделе 1: </w:t>
      </w:r>
    </w:p>
    <w:p w:rsidR="00CA3078" w:rsidRDefault="00CA3078" w:rsidP="005904B7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 пункте  1.1. слово «новой» исключить;</w:t>
      </w:r>
    </w:p>
    <w:p w:rsidR="00CA3078" w:rsidRDefault="00CA3078" w:rsidP="005904B7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</w:t>
      </w:r>
      <w:r w:rsidRPr="005904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подпункте  «б»  пункта </w:t>
      </w:r>
      <w:r w:rsidRPr="005904B7">
        <w:rPr>
          <w:sz w:val="28"/>
          <w:szCs w:val="28"/>
        </w:rPr>
        <w:t>1.2.</w:t>
      </w:r>
      <w:r>
        <w:rPr>
          <w:sz w:val="28"/>
          <w:szCs w:val="28"/>
        </w:rPr>
        <w:t>наименование Постановления от 24.06.2011 № 583-п «</w:t>
      </w:r>
      <w:r w:rsidRPr="002449E9">
        <w:rPr>
          <w:sz w:val="28"/>
          <w:szCs w:val="28"/>
        </w:rPr>
        <w:t>Об утверждении новой системы оплаты</w:t>
      </w:r>
      <w:r w:rsidRPr="005904B7">
        <w:rPr>
          <w:sz w:val="28"/>
          <w:szCs w:val="28"/>
        </w:rPr>
        <w:t xml:space="preserve"> </w:t>
      </w:r>
      <w:r w:rsidRPr="002449E9">
        <w:rPr>
          <w:sz w:val="28"/>
          <w:szCs w:val="28"/>
        </w:rPr>
        <w:t>труда</w:t>
      </w:r>
      <w:r>
        <w:rPr>
          <w:sz w:val="28"/>
          <w:szCs w:val="28"/>
        </w:rPr>
        <w:t xml:space="preserve"> </w:t>
      </w:r>
      <w:r w:rsidRPr="00F72A17">
        <w:rPr>
          <w:sz w:val="28"/>
          <w:szCs w:val="28"/>
        </w:rPr>
        <w:t>работников муниципальных бюджетных  и казенных учреждений Абанского района</w:t>
      </w:r>
      <w:r>
        <w:rPr>
          <w:sz w:val="28"/>
          <w:szCs w:val="28"/>
        </w:rPr>
        <w:t>»»  изложить в новой редакции: «</w:t>
      </w:r>
      <w:r w:rsidRPr="002449E9">
        <w:rPr>
          <w:sz w:val="28"/>
          <w:szCs w:val="28"/>
        </w:rPr>
        <w:t xml:space="preserve">Об </w:t>
      </w:r>
      <w:r>
        <w:rPr>
          <w:sz w:val="28"/>
          <w:szCs w:val="28"/>
        </w:rPr>
        <w:t>оплате</w:t>
      </w:r>
      <w:r w:rsidRPr="005904B7">
        <w:rPr>
          <w:sz w:val="28"/>
          <w:szCs w:val="28"/>
        </w:rPr>
        <w:t xml:space="preserve"> </w:t>
      </w:r>
      <w:r w:rsidRPr="002449E9">
        <w:rPr>
          <w:sz w:val="28"/>
          <w:szCs w:val="28"/>
        </w:rPr>
        <w:t>труда</w:t>
      </w:r>
      <w:r w:rsidRPr="00BE5E91">
        <w:rPr>
          <w:sz w:val="28"/>
          <w:szCs w:val="28"/>
        </w:rPr>
        <w:t xml:space="preserve"> </w:t>
      </w:r>
      <w:r w:rsidRPr="00F72A17">
        <w:rPr>
          <w:sz w:val="28"/>
          <w:szCs w:val="28"/>
        </w:rPr>
        <w:t>работников муниципальных учреждений Абанского района</w:t>
      </w:r>
      <w:r>
        <w:rPr>
          <w:sz w:val="28"/>
          <w:szCs w:val="28"/>
        </w:rPr>
        <w:t>»»;</w:t>
      </w:r>
    </w:p>
    <w:p w:rsidR="00CA3078" w:rsidRPr="005904B7" w:rsidRDefault="00CA3078" w:rsidP="005904B7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п.1.4 слова «новую» исключить;</w:t>
      </w:r>
    </w:p>
    <w:p w:rsidR="00CA3078" w:rsidRDefault="00CA3078" w:rsidP="00E93F1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30BA4">
        <w:rPr>
          <w:sz w:val="28"/>
          <w:szCs w:val="28"/>
        </w:rPr>
        <w:t>приложени</w:t>
      </w:r>
      <w:r>
        <w:rPr>
          <w:sz w:val="28"/>
          <w:szCs w:val="28"/>
        </w:rPr>
        <w:t>е № 1 к П</w:t>
      </w:r>
      <w:r w:rsidRPr="00E30BA4">
        <w:rPr>
          <w:sz w:val="28"/>
          <w:szCs w:val="28"/>
        </w:rPr>
        <w:t xml:space="preserve">римерному положению </w:t>
      </w:r>
      <w:r w:rsidRPr="00C36CF0">
        <w:rPr>
          <w:sz w:val="28"/>
          <w:szCs w:val="28"/>
        </w:rPr>
        <w:t xml:space="preserve">об оплате труда работников муниципальных бюджетных учреждений </w:t>
      </w:r>
      <w:r>
        <w:rPr>
          <w:sz w:val="28"/>
          <w:szCs w:val="28"/>
        </w:rPr>
        <w:t>д</w:t>
      </w:r>
      <w:r w:rsidRPr="00C36CF0">
        <w:rPr>
          <w:sz w:val="28"/>
          <w:szCs w:val="28"/>
        </w:rPr>
        <w:t>ополнительного образования детей спортивной направленности подведомственных отделу культуры, по делам молодежи и спорта администрации Абанского района</w:t>
      </w:r>
      <w:r>
        <w:rPr>
          <w:sz w:val="28"/>
          <w:szCs w:val="28"/>
        </w:rPr>
        <w:t xml:space="preserve">  изложить в новой редакции согласно приложения № 1 к настоящему Постановлению</w:t>
      </w:r>
    </w:p>
    <w:p w:rsidR="00CA3078" w:rsidRDefault="00CA3078" w:rsidP="00E93F1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  <w:t xml:space="preserve">2. Контроль за выполнением настоящего Постановления возложить на заместителя главы администрации Абанского района Л.А. Харисову. </w:t>
      </w:r>
    </w:p>
    <w:p w:rsidR="00CA3078" w:rsidRDefault="00CA3078" w:rsidP="00E93F1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Постановление вступает  в силу со дня опубликования в газете «Красное знамя» </w:t>
      </w:r>
      <w:r>
        <w:rPr>
          <w:sz w:val="28"/>
          <w:szCs w:val="28"/>
        </w:rPr>
        <w:tab/>
        <w:t>и распространяет свои действия на  правоотношения, возникшие с 1 октября 2013 года.</w:t>
      </w:r>
    </w:p>
    <w:p w:rsidR="00CA3078" w:rsidRDefault="00CA3078" w:rsidP="00E93F10">
      <w:pPr>
        <w:jc w:val="both"/>
        <w:rPr>
          <w:sz w:val="28"/>
          <w:szCs w:val="28"/>
        </w:rPr>
      </w:pPr>
    </w:p>
    <w:p w:rsidR="00CA3078" w:rsidRDefault="00CA3078" w:rsidP="00E93F10">
      <w:pPr>
        <w:jc w:val="both"/>
        <w:rPr>
          <w:sz w:val="28"/>
          <w:szCs w:val="28"/>
        </w:rPr>
      </w:pPr>
    </w:p>
    <w:p w:rsidR="00CA3078" w:rsidRDefault="00CA3078" w:rsidP="00E93F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CA3078" w:rsidRDefault="00CA3078" w:rsidP="00E93F10">
      <w:pPr>
        <w:jc w:val="both"/>
      </w:pPr>
      <w:r>
        <w:rPr>
          <w:sz w:val="28"/>
          <w:szCs w:val="28"/>
        </w:rPr>
        <w:t>Абанского района                                                                           Г.В. Иванченко</w:t>
      </w: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Pr="005F7F7C" w:rsidRDefault="00CA3078" w:rsidP="006C6A6C">
      <w:pPr>
        <w:autoSpaceDE w:val="0"/>
        <w:autoSpaceDN w:val="0"/>
        <w:adjustRightInd w:val="0"/>
        <w:ind w:left="5103" w:right="-1"/>
        <w:jc w:val="right"/>
        <w:outlineLvl w:val="1"/>
        <w:rPr>
          <w:sz w:val="20"/>
          <w:szCs w:val="20"/>
        </w:rPr>
      </w:pPr>
      <w:r w:rsidRPr="005F7F7C">
        <w:rPr>
          <w:sz w:val="20"/>
          <w:szCs w:val="20"/>
        </w:rPr>
        <w:t>Приложение № 1</w:t>
      </w:r>
    </w:p>
    <w:p w:rsidR="00CA3078" w:rsidRDefault="00CA3078" w:rsidP="006C6A6C">
      <w:pPr>
        <w:autoSpaceDE w:val="0"/>
        <w:autoSpaceDN w:val="0"/>
        <w:adjustRightInd w:val="0"/>
        <w:ind w:left="5103" w:right="-286"/>
        <w:jc w:val="right"/>
        <w:outlineLvl w:val="1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к Постановлению администрации Абанского района</w:t>
      </w:r>
    </w:p>
    <w:p w:rsidR="00CA3078" w:rsidRPr="00FB2592" w:rsidRDefault="00CA3078" w:rsidP="006C6A6C">
      <w:pPr>
        <w:autoSpaceDE w:val="0"/>
        <w:autoSpaceDN w:val="0"/>
        <w:adjustRightInd w:val="0"/>
        <w:ind w:left="5103" w:right="-286"/>
        <w:jc w:val="right"/>
        <w:outlineLvl w:val="1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от  06.11.2013  № 1530-п</w:t>
      </w:r>
    </w:p>
    <w:p w:rsidR="00CA3078" w:rsidRPr="00FB2592" w:rsidRDefault="00CA3078" w:rsidP="006C6A6C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CA3078" w:rsidRPr="00616381" w:rsidRDefault="00CA3078" w:rsidP="006C6A6C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CA3078" w:rsidRPr="00616381" w:rsidRDefault="00CA3078" w:rsidP="006C6A6C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Минимальные р</w:t>
      </w:r>
      <w:r w:rsidRPr="00616381">
        <w:rPr>
          <w:b/>
          <w:bCs/>
          <w:sz w:val="28"/>
          <w:szCs w:val="28"/>
        </w:rPr>
        <w:t>азмеры</w:t>
      </w:r>
    </w:p>
    <w:p w:rsidR="00CA3078" w:rsidRPr="00616381" w:rsidRDefault="00CA3078" w:rsidP="006C6A6C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16381">
        <w:rPr>
          <w:b/>
          <w:bCs/>
          <w:sz w:val="28"/>
          <w:szCs w:val="28"/>
        </w:rPr>
        <w:t xml:space="preserve">окладов (должностных окладов), ставок заработной платы </w:t>
      </w:r>
    </w:p>
    <w:p w:rsidR="00CA3078" w:rsidRPr="00616381" w:rsidRDefault="00CA3078" w:rsidP="006C6A6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CA3078" w:rsidRPr="00616381" w:rsidRDefault="00CA3078" w:rsidP="006C6A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16381">
        <w:rPr>
          <w:sz w:val="28"/>
          <w:szCs w:val="28"/>
        </w:rPr>
        <w:t>1</w:t>
      </w:r>
      <w:r>
        <w:rPr>
          <w:sz w:val="28"/>
          <w:szCs w:val="28"/>
        </w:rPr>
        <w:t>. Минимальные р</w:t>
      </w:r>
      <w:r w:rsidRPr="00616381">
        <w:rPr>
          <w:sz w:val="28"/>
          <w:szCs w:val="28"/>
        </w:rPr>
        <w:t>азмеры окладов (должностных окладов) работников учреждений физической культуры и спорта дополнительного образования:</w:t>
      </w:r>
    </w:p>
    <w:p w:rsidR="00CA3078" w:rsidRDefault="00CA3078" w:rsidP="006C6A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A3078" w:rsidRPr="00616381" w:rsidRDefault="00CA3078" w:rsidP="006C6A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16381">
        <w:rPr>
          <w:sz w:val="28"/>
          <w:szCs w:val="28"/>
        </w:rPr>
        <w:t>1.1. ПКГ должностей работников учебно-вспомогательного персонала первого уровня:</w:t>
      </w:r>
    </w:p>
    <w:p w:rsidR="00CA3078" w:rsidRPr="00616381" w:rsidRDefault="00CA3078" w:rsidP="006C6A6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974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3078"/>
        <w:gridCol w:w="2127"/>
      </w:tblGrid>
      <w:tr w:rsidR="00CA3078" w:rsidRPr="00616381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 xml:space="preserve">Размер оклада      </w:t>
            </w:r>
            <w:r w:rsidRPr="00616381">
              <w:rPr>
                <w:rFonts w:ascii="Times New Roman" w:hAnsi="Times New Roman" w:cs="Times New Roman"/>
                <w:sz w:val="28"/>
                <w:szCs w:val="28"/>
              </w:rPr>
              <w:br/>
              <w:t>(должностного оклада), руб.</w:t>
            </w:r>
          </w:p>
        </w:tc>
      </w:tr>
      <w:tr w:rsidR="00CA3078" w:rsidRPr="00616381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секретарь учебной части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9061E1" w:rsidRDefault="00CA3078" w:rsidP="00994B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1E1">
              <w:rPr>
                <w:rFonts w:ascii="Times New Roman" w:hAnsi="Times New Roman" w:cs="Times New Roman"/>
                <w:sz w:val="28"/>
                <w:szCs w:val="28"/>
              </w:rPr>
              <w:t>2 258</w:t>
            </w:r>
          </w:p>
        </w:tc>
      </w:tr>
    </w:tbl>
    <w:p w:rsidR="00CA3078" w:rsidRPr="00616381" w:rsidRDefault="00CA3078" w:rsidP="006C6A6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CA3078" w:rsidRPr="00616381" w:rsidRDefault="00CA3078" w:rsidP="006C6A6C">
      <w:pPr>
        <w:autoSpaceDE w:val="0"/>
        <w:autoSpaceDN w:val="0"/>
        <w:adjustRightInd w:val="0"/>
        <w:spacing w:line="233" w:lineRule="auto"/>
        <w:ind w:firstLine="709"/>
        <w:jc w:val="both"/>
        <w:outlineLvl w:val="1"/>
        <w:rPr>
          <w:sz w:val="28"/>
          <w:szCs w:val="28"/>
        </w:rPr>
      </w:pPr>
      <w:r w:rsidRPr="00616381">
        <w:rPr>
          <w:sz w:val="28"/>
          <w:szCs w:val="28"/>
        </w:rPr>
        <w:t>1.2. ПКГ должностей педагогических работников:</w:t>
      </w:r>
    </w:p>
    <w:p w:rsidR="00CA3078" w:rsidRPr="00616381" w:rsidRDefault="00CA3078" w:rsidP="006C6A6C">
      <w:pPr>
        <w:autoSpaceDE w:val="0"/>
        <w:autoSpaceDN w:val="0"/>
        <w:adjustRightInd w:val="0"/>
        <w:spacing w:line="233" w:lineRule="auto"/>
        <w:ind w:firstLine="540"/>
        <w:jc w:val="both"/>
        <w:outlineLvl w:val="1"/>
        <w:rPr>
          <w:sz w:val="28"/>
          <w:szCs w:val="28"/>
        </w:rPr>
      </w:pPr>
    </w:p>
    <w:tbl>
      <w:tblPr>
        <w:tblW w:w="974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3078"/>
        <w:gridCol w:w="2127"/>
      </w:tblGrid>
      <w:tr w:rsidR="00CA3078" w:rsidRPr="00616381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 xml:space="preserve">Размер оклада      </w:t>
            </w:r>
            <w:r w:rsidRPr="00616381">
              <w:rPr>
                <w:rFonts w:ascii="Times New Roman" w:hAnsi="Times New Roman" w:cs="Times New Roman"/>
                <w:sz w:val="28"/>
                <w:szCs w:val="28"/>
              </w:rPr>
              <w:br/>
              <w:t>(должностного оклада), руб.</w:t>
            </w:r>
          </w:p>
        </w:tc>
      </w:tr>
      <w:tr w:rsidR="00CA3078" w:rsidRPr="00616381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9061E1" w:rsidRDefault="00CA3078" w:rsidP="00994B63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1E1">
              <w:rPr>
                <w:rFonts w:ascii="Times New Roman" w:hAnsi="Times New Roman" w:cs="Times New Roman"/>
                <w:sz w:val="28"/>
                <w:szCs w:val="28"/>
              </w:rPr>
              <w:t>4 099</w:t>
            </w:r>
          </w:p>
        </w:tc>
      </w:tr>
      <w:tr w:rsidR="00CA3078" w:rsidRPr="00616381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 xml:space="preserve">тренер – преподаватель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9061E1" w:rsidRDefault="00CA3078" w:rsidP="00994B63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1E1">
              <w:rPr>
                <w:rFonts w:ascii="Times New Roman" w:hAnsi="Times New Roman" w:cs="Times New Roman"/>
                <w:sz w:val="28"/>
                <w:szCs w:val="28"/>
              </w:rPr>
              <w:t>4 419</w:t>
            </w:r>
          </w:p>
        </w:tc>
      </w:tr>
    </w:tbl>
    <w:p w:rsidR="00CA3078" w:rsidRPr="00616381" w:rsidRDefault="00CA3078" w:rsidP="006C6A6C">
      <w:pPr>
        <w:autoSpaceDE w:val="0"/>
        <w:autoSpaceDN w:val="0"/>
        <w:adjustRightInd w:val="0"/>
        <w:spacing w:line="233" w:lineRule="auto"/>
        <w:ind w:firstLine="540"/>
        <w:jc w:val="both"/>
        <w:outlineLvl w:val="1"/>
        <w:rPr>
          <w:sz w:val="28"/>
          <w:szCs w:val="28"/>
        </w:rPr>
      </w:pPr>
    </w:p>
    <w:p w:rsidR="00CA3078" w:rsidRPr="00616381" w:rsidRDefault="00CA3078" w:rsidP="006C6A6C">
      <w:pPr>
        <w:autoSpaceDE w:val="0"/>
        <w:autoSpaceDN w:val="0"/>
        <w:adjustRightInd w:val="0"/>
        <w:spacing w:line="233" w:lineRule="auto"/>
        <w:ind w:firstLine="709"/>
        <w:jc w:val="both"/>
        <w:outlineLvl w:val="1"/>
        <w:rPr>
          <w:sz w:val="28"/>
          <w:szCs w:val="28"/>
        </w:rPr>
      </w:pPr>
      <w:r w:rsidRPr="00616381">
        <w:rPr>
          <w:sz w:val="28"/>
          <w:szCs w:val="28"/>
        </w:rPr>
        <w:t>2</w:t>
      </w:r>
      <w:r>
        <w:rPr>
          <w:sz w:val="28"/>
          <w:szCs w:val="28"/>
        </w:rPr>
        <w:t>. Минимальные р</w:t>
      </w:r>
      <w:r w:rsidRPr="00616381">
        <w:rPr>
          <w:sz w:val="28"/>
          <w:szCs w:val="28"/>
        </w:rPr>
        <w:t xml:space="preserve">азмеры окладов (должностных окладов) работников, занимающих общеотраслевые должности руководителей, специалистов </w:t>
      </w:r>
      <w:r w:rsidRPr="00616381">
        <w:rPr>
          <w:sz w:val="28"/>
          <w:szCs w:val="28"/>
        </w:rPr>
        <w:br/>
        <w:t>и служащих:</w:t>
      </w:r>
    </w:p>
    <w:p w:rsidR="00CA3078" w:rsidRDefault="00CA3078" w:rsidP="006C6A6C">
      <w:pPr>
        <w:autoSpaceDE w:val="0"/>
        <w:autoSpaceDN w:val="0"/>
        <w:adjustRightInd w:val="0"/>
        <w:spacing w:line="233" w:lineRule="auto"/>
        <w:ind w:firstLine="709"/>
        <w:jc w:val="both"/>
        <w:outlineLvl w:val="1"/>
        <w:rPr>
          <w:sz w:val="28"/>
          <w:szCs w:val="28"/>
        </w:rPr>
      </w:pPr>
    </w:p>
    <w:p w:rsidR="00CA3078" w:rsidRPr="00616381" w:rsidRDefault="00CA3078" w:rsidP="006C6A6C">
      <w:pPr>
        <w:autoSpaceDE w:val="0"/>
        <w:autoSpaceDN w:val="0"/>
        <w:adjustRightInd w:val="0"/>
        <w:spacing w:line="233" w:lineRule="auto"/>
        <w:ind w:firstLine="709"/>
        <w:jc w:val="both"/>
        <w:outlineLvl w:val="1"/>
        <w:rPr>
          <w:sz w:val="28"/>
          <w:szCs w:val="28"/>
        </w:rPr>
      </w:pPr>
      <w:r w:rsidRPr="00616381">
        <w:rPr>
          <w:sz w:val="28"/>
          <w:szCs w:val="28"/>
        </w:rPr>
        <w:t>2.1. ПКГ «Общеотраслевые должности служащих второго уровня»:</w:t>
      </w:r>
    </w:p>
    <w:p w:rsidR="00CA3078" w:rsidRPr="00616381" w:rsidRDefault="00CA3078" w:rsidP="006C6A6C">
      <w:pPr>
        <w:autoSpaceDE w:val="0"/>
        <w:autoSpaceDN w:val="0"/>
        <w:adjustRightInd w:val="0"/>
        <w:spacing w:line="233" w:lineRule="auto"/>
        <w:ind w:firstLine="540"/>
        <w:jc w:val="both"/>
        <w:outlineLvl w:val="1"/>
        <w:rPr>
          <w:sz w:val="28"/>
          <w:szCs w:val="28"/>
        </w:rPr>
      </w:pPr>
    </w:p>
    <w:tbl>
      <w:tblPr>
        <w:tblW w:w="974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3078"/>
        <w:gridCol w:w="2127"/>
      </w:tblGrid>
      <w:tr w:rsidR="00CA3078" w:rsidRPr="00616381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 xml:space="preserve">Размер оклада      </w:t>
            </w:r>
            <w:r w:rsidRPr="00616381">
              <w:rPr>
                <w:rFonts w:ascii="Times New Roman" w:hAnsi="Times New Roman" w:cs="Times New Roman"/>
                <w:sz w:val="28"/>
                <w:szCs w:val="28"/>
              </w:rPr>
              <w:br/>
              <w:t>(должностного оклада), руб.</w:t>
            </w:r>
          </w:p>
        </w:tc>
      </w:tr>
      <w:tr w:rsidR="00CA3078" w:rsidRPr="00616381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уровень         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9061E1" w:rsidRDefault="00CA3078" w:rsidP="00994B63">
            <w:pPr>
              <w:pStyle w:val="ConsPlusCell"/>
              <w:widowControl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1E1">
              <w:rPr>
                <w:rFonts w:ascii="Times New Roman" w:hAnsi="Times New Roman" w:cs="Times New Roman"/>
                <w:sz w:val="28"/>
                <w:szCs w:val="28"/>
              </w:rPr>
              <w:t>2 754</w:t>
            </w:r>
          </w:p>
        </w:tc>
      </w:tr>
    </w:tbl>
    <w:p w:rsidR="00CA3078" w:rsidRPr="00616381" w:rsidRDefault="00CA3078" w:rsidP="006C6A6C">
      <w:pPr>
        <w:autoSpaceDE w:val="0"/>
        <w:autoSpaceDN w:val="0"/>
        <w:adjustRightInd w:val="0"/>
        <w:spacing w:line="233" w:lineRule="auto"/>
        <w:ind w:firstLine="540"/>
        <w:jc w:val="both"/>
        <w:outlineLvl w:val="1"/>
        <w:rPr>
          <w:sz w:val="28"/>
          <w:szCs w:val="28"/>
        </w:rPr>
      </w:pPr>
    </w:p>
    <w:p w:rsidR="00CA3078" w:rsidRPr="00616381" w:rsidRDefault="00CA3078" w:rsidP="006C6A6C">
      <w:pPr>
        <w:autoSpaceDE w:val="0"/>
        <w:autoSpaceDN w:val="0"/>
        <w:adjustRightInd w:val="0"/>
        <w:spacing w:line="238" w:lineRule="auto"/>
        <w:ind w:firstLine="709"/>
        <w:jc w:val="both"/>
        <w:outlineLvl w:val="1"/>
        <w:rPr>
          <w:sz w:val="28"/>
          <w:szCs w:val="28"/>
        </w:rPr>
      </w:pPr>
      <w:r w:rsidRPr="00616381">
        <w:rPr>
          <w:sz w:val="28"/>
          <w:szCs w:val="28"/>
        </w:rPr>
        <w:t>3</w:t>
      </w:r>
      <w:r>
        <w:rPr>
          <w:sz w:val="28"/>
          <w:szCs w:val="28"/>
        </w:rPr>
        <w:t>. Минимальные р</w:t>
      </w:r>
      <w:r w:rsidRPr="00616381">
        <w:rPr>
          <w:sz w:val="28"/>
          <w:szCs w:val="28"/>
        </w:rPr>
        <w:t>азмеры окладов (должностных окладов) медицинских и фармацевтических работников учреждений физической культуры и спорта:</w:t>
      </w:r>
    </w:p>
    <w:p w:rsidR="00CA3078" w:rsidRPr="00616381" w:rsidRDefault="00CA3078" w:rsidP="006C6A6C">
      <w:pPr>
        <w:autoSpaceDE w:val="0"/>
        <w:autoSpaceDN w:val="0"/>
        <w:adjustRightInd w:val="0"/>
        <w:spacing w:line="238" w:lineRule="auto"/>
        <w:ind w:firstLine="709"/>
        <w:jc w:val="both"/>
        <w:outlineLvl w:val="1"/>
        <w:rPr>
          <w:sz w:val="28"/>
          <w:szCs w:val="28"/>
        </w:rPr>
      </w:pPr>
      <w:r w:rsidRPr="00616381">
        <w:rPr>
          <w:sz w:val="28"/>
          <w:szCs w:val="28"/>
        </w:rPr>
        <w:t>3.1. ПКГ «Средний медицинский и фармацевтический персонал»:</w:t>
      </w:r>
    </w:p>
    <w:p w:rsidR="00CA3078" w:rsidRPr="00616381" w:rsidRDefault="00CA3078" w:rsidP="006C6A6C">
      <w:pPr>
        <w:autoSpaceDE w:val="0"/>
        <w:autoSpaceDN w:val="0"/>
        <w:adjustRightInd w:val="0"/>
        <w:spacing w:line="238" w:lineRule="auto"/>
        <w:ind w:firstLine="540"/>
        <w:jc w:val="both"/>
        <w:outlineLvl w:val="1"/>
        <w:rPr>
          <w:sz w:val="28"/>
          <w:szCs w:val="28"/>
        </w:rPr>
      </w:pPr>
    </w:p>
    <w:tbl>
      <w:tblPr>
        <w:tblW w:w="978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3119"/>
        <w:gridCol w:w="2126"/>
      </w:tblGrid>
      <w:tr w:rsidR="00CA3078" w:rsidRPr="00616381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 xml:space="preserve">Размер оклада      </w:t>
            </w:r>
            <w:r w:rsidRPr="00616381">
              <w:rPr>
                <w:rFonts w:ascii="Times New Roman" w:hAnsi="Times New Roman" w:cs="Times New Roman"/>
                <w:sz w:val="28"/>
                <w:szCs w:val="28"/>
              </w:rPr>
              <w:br/>
              <w:t>(должностного оклада), руб.</w:t>
            </w:r>
          </w:p>
        </w:tc>
      </w:tr>
      <w:tr w:rsidR="00CA3078" w:rsidRPr="00616381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 xml:space="preserve">3 квалификационный уровень        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9061E1" w:rsidRDefault="00CA3078" w:rsidP="00994B63">
            <w:pPr>
              <w:pStyle w:val="ConsPlusCell"/>
              <w:widowControl/>
              <w:spacing w:line="23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1E1">
              <w:rPr>
                <w:rFonts w:ascii="Times New Roman" w:hAnsi="Times New Roman" w:cs="Times New Roman"/>
                <w:sz w:val="28"/>
                <w:szCs w:val="28"/>
              </w:rPr>
              <w:t>3 645</w:t>
            </w:r>
          </w:p>
        </w:tc>
      </w:tr>
    </w:tbl>
    <w:p w:rsidR="00CA3078" w:rsidRPr="00616381" w:rsidRDefault="00CA3078" w:rsidP="006C6A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A3078" w:rsidRPr="00616381" w:rsidRDefault="00CA3078" w:rsidP="006C6A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16381">
        <w:rPr>
          <w:sz w:val="28"/>
          <w:szCs w:val="28"/>
        </w:rPr>
        <w:t>4. Размеры ставок заработной платы работников, осуществляющих профессиональную деятельность по профессиям рабочих:</w:t>
      </w:r>
    </w:p>
    <w:p w:rsidR="00CA3078" w:rsidRPr="00616381" w:rsidRDefault="00CA3078" w:rsidP="006C6A6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CA3078" w:rsidRPr="00616381" w:rsidRDefault="00CA3078" w:rsidP="006C6A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16381">
        <w:rPr>
          <w:sz w:val="28"/>
          <w:szCs w:val="28"/>
        </w:rPr>
        <w:t>4.1. ПКГ «Общеотраслевые профессии рабочих второго уровня»:</w:t>
      </w:r>
    </w:p>
    <w:p w:rsidR="00CA3078" w:rsidRPr="00616381" w:rsidRDefault="00CA3078" w:rsidP="006C6A6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978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3119"/>
        <w:gridCol w:w="2126"/>
      </w:tblGrid>
      <w:tr w:rsidR="00CA3078" w:rsidRPr="00616381">
        <w:trPr>
          <w:cantSplit/>
          <w:trHeight w:val="36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 xml:space="preserve">Размер          </w:t>
            </w:r>
            <w:r w:rsidRPr="00616381">
              <w:rPr>
                <w:rFonts w:ascii="Times New Roman" w:hAnsi="Times New Roman" w:cs="Times New Roman"/>
                <w:sz w:val="28"/>
                <w:szCs w:val="28"/>
              </w:rPr>
              <w:br/>
              <w:t>ставки заработной платы, руб.</w:t>
            </w:r>
          </w:p>
        </w:tc>
      </w:tr>
      <w:tr w:rsidR="00CA3078" w:rsidRPr="00616381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616381" w:rsidRDefault="00CA3078" w:rsidP="00994B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381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078" w:rsidRPr="009061E1" w:rsidRDefault="00CA3078" w:rsidP="00994B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1E1">
              <w:rPr>
                <w:rFonts w:ascii="Times New Roman" w:hAnsi="Times New Roman" w:cs="Times New Roman"/>
                <w:sz w:val="28"/>
                <w:szCs w:val="28"/>
              </w:rPr>
              <w:t>2 258</w:t>
            </w:r>
          </w:p>
        </w:tc>
      </w:tr>
    </w:tbl>
    <w:p w:rsidR="00CA3078" w:rsidRPr="00616381" w:rsidRDefault="00CA3078" w:rsidP="006C6A6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CA3078" w:rsidRPr="00616381" w:rsidRDefault="00CA3078" w:rsidP="006C6A6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3078" w:rsidRDefault="00CA3078" w:rsidP="006C6A6C">
      <w:pPr>
        <w:ind w:left="4962"/>
        <w:rPr>
          <w:sz w:val="28"/>
          <w:szCs w:val="28"/>
        </w:rPr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p w:rsidR="00CA3078" w:rsidRDefault="00CA3078" w:rsidP="00E93F10">
      <w:pPr>
        <w:pStyle w:val="NormalWeb"/>
        <w:spacing w:after="0" w:line="240" w:lineRule="auto"/>
        <w:jc w:val="right"/>
      </w:pPr>
    </w:p>
    <w:sectPr w:rsidR="00CA3078" w:rsidSect="00AB7754">
      <w:pgSz w:w="11906" w:h="16838"/>
      <w:pgMar w:top="1276" w:right="850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2B08"/>
    <w:multiLevelType w:val="hybridMultilevel"/>
    <w:tmpl w:val="870410DE"/>
    <w:lvl w:ilvl="0" w:tplc="5BB4938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F10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07DEE"/>
    <w:rsid w:val="00010EA9"/>
    <w:rsid w:val="000126E0"/>
    <w:rsid w:val="000128B5"/>
    <w:rsid w:val="00012BC3"/>
    <w:rsid w:val="00012BDC"/>
    <w:rsid w:val="00013811"/>
    <w:rsid w:val="00014757"/>
    <w:rsid w:val="00016266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9E1"/>
    <w:rsid w:val="00023FA5"/>
    <w:rsid w:val="00026193"/>
    <w:rsid w:val="00030F55"/>
    <w:rsid w:val="00032106"/>
    <w:rsid w:val="00032836"/>
    <w:rsid w:val="00032ADE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754"/>
    <w:rsid w:val="0004067E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6E2D"/>
    <w:rsid w:val="00047890"/>
    <w:rsid w:val="00047CA0"/>
    <w:rsid w:val="00047D5D"/>
    <w:rsid w:val="0005129D"/>
    <w:rsid w:val="000525D1"/>
    <w:rsid w:val="00052666"/>
    <w:rsid w:val="000526E5"/>
    <w:rsid w:val="00052AFE"/>
    <w:rsid w:val="000547DB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731"/>
    <w:rsid w:val="00065A62"/>
    <w:rsid w:val="000667DD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5927"/>
    <w:rsid w:val="0007618E"/>
    <w:rsid w:val="00076B86"/>
    <w:rsid w:val="00077BD6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A75"/>
    <w:rsid w:val="00083B9F"/>
    <w:rsid w:val="00083CA7"/>
    <w:rsid w:val="00083EC1"/>
    <w:rsid w:val="000848FC"/>
    <w:rsid w:val="00084B15"/>
    <w:rsid w:val="00086580"/>
    <w:rsid w:val="00086709"/>
    <w:rsid w:val="000875AC"/>
    <w:rsid w:val="00087F3A"/>
    <w:rsid w:val="00092361"/>
    <w:rsid w:val="00092869"/>
    <w:rsid w:val="00092DC2"/>
    <w:rsid w:val="00092FF4"/>
    <w:rsid w:val="00093468"/>
    <w:rsid w:val="000936A2"/>
    <w:rsid w:val="00093962"/>
    <w:rsid w:val="0009398E"/>
    <w:rsid w:val="00094184"/>
    <w:rsid w:val="000952ED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4CAF"/>
    <w:rsid w:val="000B5EAC"/>
    <w:rsid w:val="000B606F"/>
    <w:rsid w:val="000B60AC"/>
    <w:rsid w:val="000B6CEF"/>
    <w:rsid w:val="000B6DE3"/>
    <w:rsid w:val="000B7400"/>
    <w:rsid w:val="000B7DB9"/>
    <w:rsid w:val="000C031A"/>
    <w:rsid w:val="000C1193"/>
    <w:rsid w:val="000C12FE"/>
    <w:rsid w:val="000C2440"/>
    <w:rsid w:val="000C2895"/>
    <w:rsid w:val="000C33C7"/>
    <w:rsid w:val="000C42AA"/>
    <w:rsid w:val="000C45C5"/>
    <w:rsid w:val="000C46B4"/>
    <w:rsid w:val="000C47D9"/>
    <w:rsid w:val="000C4A66"/>
    <w:rsid w:val="000C55BA"/>
    <w:rsid w:val="000C5A69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05A"/>
    <w:rsid w:val="000D53BA"/>
    <w:rsid w:val="000D55DF"/>
    <w:rsid w:val="000D581A"/>
    <w:rsid w:val="000D5EAB"/>
    <w:rsid w:val="000D6A72"/>
    <w:rsid w:val="000E05FD"/>
    <w:rsid w:val="000E230E"/>
    <w:rsid w:val="000E2C3D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089A"/>
    <w:rsid w:val="00111139"/>
    <w:rsid w:val="00111DF3"/>
    <w:rsid w:val="00111EA2"/>
    <w:rsid w:val="00111EBE"/>
    <w:rsid w:val="00112326"/>
    <w:rsid w:val="00112716"/>
    <w:rsid w:val="001127AC"/>
    <w:rsid w:val="00113C3E"/>
    <w:rsid w:val="001152C5"/>
    <w:rsid w:val="00116E1E"/>
    <w:rsid w:val="00117636"/>
    <w:rsid w:val="001177A9"/>
    <w:rsid w:val="00117D18"/>
    <w:rsid w:val="001206C0"/>
    <w:rsid w:val="0012073F"/>
    <w:rsid w:val="00121803"/>
    <w:rsid w:val="001228CD"/>
    <w:rsid w:val="001232C0"/>
    <w:rsid w:val="001234FC"/>
    <w:rsid w:val="001246C3"/>
    <w:rsid w:val="001248BD"/>
    <w:rsid w:val="001249D6"/>
    <w:rsid w:val="00124BA1"/>
    <w:rsid w:val="00124ED0"/>
    <w:rsid w:val="0012565F"/>
    <w:rsid w:val="00125704"/>
    <w:rsid w:val="00126D21"/>
    <w:rsid w:val="00126FBD"/>
    <w:rsid w:val="001302FF"/>
    <w:rsid w:val="0013064B"/>
    <w:rsid w:val="00130761"/>
    <w:rsid w:val="00130809"/>
    <w:rsid w:val="0013107A"/>
    <w:rsid w:val="001310A9"/>
    <w:rsid w:val="001312F6"/>
    <w:rsid w:val="001313B1"/>
    <w:rsid w:val="0013217F"/>
    <w:rsid w:val="001334FB"/>
    <w:rsid w:val="001358DB"/>
    <w:rsid w:val="00135C59"/>
    <w:rsid w:val="00136213"/>
    <w:rsid w:val="00136B6E"/>
    <w:rsid w:val="00136BA1"/>
    <w:rsid w:val="00136CE8"/>
    <w:rsid w:val="001372D6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A87"/>
    <w:rsid w:val="00143F84"/>
    <w:rsid w:val="00145107"/>
    <w:rsid w:val="00145272"/>
    <w:rsid w:val="0014531F"/>
    <w:rsid w:val="00145CC2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6C37"/>
    <w:rsid w:val="001576CC"/>
    <w:rsid w:val="001576D8"/>
    <w:rsid w:val="001577A1"/>
    <w:rsid w:val="00157DE9"/>
    <w:rsid w:val="00157FBE"/>
    <w:rsid w:val="0016100B"/>
    <w:rsid w:val="001616E6"/>
    <w:rsid w:val="00161793"/>
    <w:rsid w:val="00161EE5"/>
    <w:rsid w:val="00161FC3"/>
    <w:rsid w:val="00162554"/>
    <w:rsid w:val="0016272C"/>
    <w:rsid w:val="001627C9"/>
    <w:rsid w:val="00162BF9"/>
    <w:rsid w:val="0016311A"/>
    <w:rsid w:val="0016387C"/>
    <w:rsid w:val="0016405D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254"/>
    <w:rsid w:val="001846F4"/>
    <w:rsid w:val="00184739"/>
    <w:rsid w:val="00184838"/>
    <w:rsid w:val="0018498E"/>
    <w:rsid w:val="00184B99"/>
    <w:rsid w:val="00185287"/>
    <w:rsid w:val="00185C85"/>
    <w:rsid w:val="001864A5"/>
    <w:rsid w:val="00186ED8"/>
    <w:rsid w:val="0018712D"/>
    <w:rsid w:val="00190A6B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436E"/>
    <w:rsid w:val="001A5D12"/>
    <w:rsid w:val="001A61ED"/>
    <w:rsid w:val="001A65AC"/>
    <w:rsid w:val="001A6AD4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2E2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3FE7"/>
    <w:rsid w:val="001D4907"/>
    <w:rsid w:val="001D4FE1"/>
    <w:rsid w:val="001D6E08"/>
    <w:rsid w:val="001D7C92"/>
    <w:rsid w:val="001E07B6"/>
    <w:rsid w:val="001E09A5"/>
    <w:rsid w:val="001E0EB8"/>
    <w:rsid w:val="001E173B"/>
    <w:rsid w:val="001E1A75"/>
    <w:rsid w:val="001E2F51"/>
    <w:rsid w:val="001E484E"/>
    <w:rsid w:val="001E5147"/>
    <w:rsid w:val="001E56BF"/>
    <w:rsid w:val="001E7246"/>
    <w:rsid w:val="001E7F78"/>
    <w:rsid w:val="001F0078"/>
    <w:rsid w:val="001F0124"/>
    <w:rsid w:val="001F16A2"/>
    <w:rsid w:val="001F19A4"/>
    <w:rsid w:val="001F1B25"/>
    <w:rsid w:val="001F1DB2"/>
    <w:rsid w:val="001F32B6"/>
    <w:rsid w:val="001F36CD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69E3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143"/>
    <w:rsid w:val="002273F8"/>
    <w:rsid w:val="00227DA1"/>
    <w:rsid w:val="002305E3"/>
    <w:rsid w:val="00233BF1"/>
    <w:rsid w:val="0023439F"/>
    <w:rsid w:val="00234602"/>
    <w:rsid w:val="00235160"/>
    <w:rsid w:val="0023599B"/>
    <w:rsid w:val="00235B79"/>
    <w:rsid w:val="002367E5"/>
    <w:rsid w:val="00236E33"/>
    <w:rsid w:val="00237376"/>
    <w:rsid w:val="00241507"/>
    <w:rsid w:val="0024223A"/>
    <w:rsid w:val="00243D2D"/>
    <w:rsid w:val="00243D59"/>
    <w:rsid w:val="00243F71"/>
    <w:rsid w:val="002449E9"/>
    <w:rsid w:val="00246F33"/>
    <w:rsid w:val="00247CDC"/>
    <w:rsid w:val="002500A3"/>
    <w:rsid w:val="00250322"/>
    <w:rsid w:val="00251203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5B69"/>
    <w:rsid w:val="0026743D"/>
    <w:rsid w:val="002676E0"/>
    <w:rsid w:val="00270320"/>
    <w:rsid w:val="002706BE"/>
    <w:rsid w:val="00271EF1"/>
    <w:rsid w:val="00273385"/>
    <w:rsid w:val="002734AB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354"/>
    <w:rsid w:val="00293FDF"/>
    <w:rsid w:val="0029481B"/>
    <w:rsid w:val="00294D1F"/>
    <w:rsid w:val="002959B2"/>
    <w:rsid w:val="002959F9"/>
    <w:rsid w:val="00296236"/>
    <w:rsid w:val="0029634D"/>
    <w:rsid w:val="00296FA5"/>
    <w:rsid w:val="00297FA1"/>
    <w:rsid w:val="002A07C4"/>
    <w:rsid w:val="002A1DB7"/>
    <w:rsid w:val="002A3885"/>
    <w:rsid w:val="002A3BEC"/>
    <w:rsid w:val="002A4FCA"/>
    <w:rsid w:val="002A63BA"/>
    <w:rsid w:val="002A66C6"/>
    <w:rsid w:val="002A6FB3"/>
    <w:rsid w:val="002A7062"/>
    <w:rsid w:val="002A7727"/>
    <w:rsid w:val="002A77E3"/>
    <w:rsid w:val="002A7B73"/>
    <w:rsid w:val="002A7F16"/>
    <w:rsid w:val="002B0BB2"/>
    <w:rsid w:val="002B102A"/>
    <w:rsid w:val="002B1238"/>
    <w:rsid w:val="002B1877"/>
    <w:rsid w:val="002B2703"/>
    <w:rsid w:val="002B459B"/>
    <w:rsid w:val="002B4605"/>
    <w:rsid w:val="002B48DD"/>
    <w:rsid w:val="002B4E27"/>
    <w:rsid w:val="002B58FC"/>
    <w:rsid w:val="002B5A13"/>
    <w:rsid w:val="002B5E06"/>
    <w:rsid w:val="002B6409"/>
    <w:rsid w:val="002B78AF"/>
    <w:rsid w:val="002B7C79"/>
    <w:rsid w:val="002C02D9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3BD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45C6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533B"/>
    <w:rsid w:val="002E7E18"/>
    <w:rsid w:val="002E7E75"/>
    <w:rsid w:val="002F030D"/>
    <w:rsid w:val="002F061E"/>
    <w:rsid w:val="002F134D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0C65"/>
    <w:rsid w:val="003010DE"/>
    <w:rsid w:val="00301698"/>
    <w:rsid w:val="00301743"/>
    <w:rsid w:val="00302926"/>
    <w:rsid w:val="00303C04"/>
    <w:rsid w:val="00305124"/>
    <w:rsid w:val="00305BC4"/>
    <w:rsid w:val="00306494"/>
    <w:rsid w:val="003066A3"/>
    <w:rsid w:val="0031018F"/>
    <w:rsid w:val="003107A4"/>
    <w:rsid w:val="003110EF"/>
    <w:rsid w:val="00311310"/>
    <w:rsid w:val="00312465"/>
    <w:rsid w:val="00312FFE"/>
    <w:rsid w:val="003136D2"/>
    <w:rsid w:val="00313B76"/>
    <w:rsid w:val="003142AC"/>
    <w:rsid w:val="0031465B"/>
    <w:rsid w:val="00314BD2"/>
    <w:rsid w:val="003154DC"/>
    <w:rsid w:val="00315581"/>
    <w:rsid w:val="00315CA6"/>
    <w:rsid w:val="00316040"/>
    <w:rsid w:val="003171F0"/>
    <w:rsid w:val="00317723"/>
    <w:rsid w:val="00321B44"/>
    <w:rsid w:val="00322595"/>
    <w:rsid w:val="00322945"/>
    <w:rsid w:val="00322D3A"/>
    <w:rsid w:val="00322E5A"/>
    <w:rsid w:val="00322F3B"/>
    <w:rsid w:val="00324736"/>
    <w:rsid w:val="00324D7C"/>
    <w:rsid w:val="00325F3B"/>
    <w:rsid w:val="00327414"/>
    <w:rsid w:val="00327472"/>
    <w:rsid w:val="003278DC"/>
    <w:rsid w:val="003279D8"/>
    <w:rsid w:val="00330322"/>
    <w:rsid w:val="00330BED"/>
    <w:rsid w:val="00331F6C"/>
    <w:rsid w:val="00332FFF"/>
    <w:rsid w:val="00333974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269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552"/>
    <w:rsid w:val="00356E12"/>
    <w:rsid w:val="00356FC6"/>
    <w:rsid w:val="00357705"/>
    <w:rsid w:val="00357ED2"/>
    <w:rsid w:val="00361EF8"/>
    <w:rsid w:val="003622E1"/>
    <w:rsid w:val="00362625"/>
    <w:rsid w:val="003626DE"/>
    <w:rsid w:val="00362CA1"/>
    <w:rsid w:val="00364EB1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20CB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66E2"/>
    <w:rsid w:val="003870C7"/>
    <w:rsid w:val="0038738E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5514"/>
    <w:rsid w:val="00396358"/>
    <w:rsid w:val="003969B0"/>
    <w:rsid w:val="003A0673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226"/>
    <w:rsid w:val="003A63D3"/>
    <w:rsid w:val="003A6B5F"/>
    <w:rsid w:val="003B17EF"/>
    <w:rsid w:val="003B1F14"/>
    <w:rsid w:val="003B2DD2"/>
    <w:rsid w:val="003B3EAD"/>
    <w:rsid w:val="003B424A"/>
    <w:rsid w:val="003B4791"/>
    <w:rsid w:val="003B5875"/>
    <w:rsid w:val="003B5C40"/>
    <w:rsid w:val="003B618B"/>
    <w:rsid w:val="003B769C"/>
    <w:rsid w:val="003B77DD"/>
    <w:rsid w:val="003B7834"/>
    <w:rsid w:val="003B7CFE"/>
    <w:rsid w:val="003B7F6F"/>
    <w:rsid w:val="003C0C14"/>
    <w:rsid w:val="003C0F5A"/>
    <w:rsid w:val="003C19A9"/>
    <w:rsid w:val="003C22E4"/>
    <w:rsid w:val="003C2AD3"/>
    <w:rsid w:val="003C2F79"/>
    <w:rsid w:val="003C32EA"/>
    <w:rsid w:val="003C33E9"/>
    <w:rsid w:val="003C3958"/>
    <w:rsid w:val="003C3BFA"/>
    <w:rsid w:val="003C44E1"/>
    <w:rsid w:val="003C4621"/>
    <w:rsid w:val="003C5536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9BD"/>
    <w:rsid w:val="003D7F06"/>
    <w:rsid w:val="003E08A7"/>
    <w:rsid w:val="003E0E0C"/>
    <w:rsid w:val="003E1CD6"/>
    <w:rsid w:val="003E1E61"/>
    <w:rsid w:val="003E1EE9"/>
    <w:rsid w:val="003E1FE1"/>
    <w:rsid w:val="003E3484"/>
    <w:rsid w:val="003E3638"/>
    <w:rsid w:val="003E3F22"/>
    <w:rsid w:val="003E4206"/>
    <w:rsid w:val="003E4D22"/>
    <w:rsid w:val="003E4FD1"/>
    <w:rsid w:val="003E7576"/>
    <w:rsid w:val="003E7787"/>
    <w:rsid w:val="003E7BA0"/>
    <w:rsid w:val="003E7C32"/>
    <w:rsid w:val="003E7D6C"/>
    <w:rsid w:val="003F0EC9"/>
    <w:rsid w:val="003F1158"/>
    <w:rsid w:val="003F1E80"/>
    <w:rsid w:val="003F2A5F"/>
    <w:rsid w:val="003F2D8E"/>
    <w:rsid w:val="003F5224"/>
    <w:rsid w:val="003F5DCC"/>
    <w:rsid w:val="003F66FA"/>
    <w:rsid w:val="003F68BF"/>
    <w:rsid w:val="003F7195"/>
    <w:rsid w:val="003F7852"/>
    <w:rsid w:val="003F7C37"/>
    <w:rsid w:val="00400E77"/>
    <w:rsid w:val="00401903"/>
    <w:rsid w:val="0040237F"/>
    <w:rsid w:val="0040366E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57BE"/>
    <w:rsid w:val="00426799"/>
    <w:rsid w:val="00426C38"/>
    <w:rsid w:val="00430EC5"/>
    <w:rsid w:val="00431F2E"/>
    <w:rsid w:val="0043212F"/>
    <w:rsid w:val="00432838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378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1F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4C79"/>
    <w:rsid w:val="00455796"/>
    <w:rsid w:val="004559CB"/>
    <w:rsid w:val="00456A1F"/>
    <w:rsid w:val="00456D3F"/>
    <w:rsid w:val="0045761C"/>
    <w:rsid w:val="004602DC"/>
    <w:rsid w:val="004605A4"/>
    <w:rsid w:val="00460735"/>
    <w:rsid w:val="00460B99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4C45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B13"/>
    <w:rsid w:val="00476E8A"/>
    <w:rsid w:val="00476FB7"/>
    <w:rsid w:val="00477427"/>
    <w:rsid w:val="00477A33"/>
    <w:rsid w:val="0048050E"/>
    <w:rsid w:val="00480EB6"/>
    <w:rsid w:val="00481856"/>
    <w:rsid w:val="004830F7"/>
    <w:rsid w:val="00483475"/>
    <w:rsid w:val="00483B68"/>
    <w:rsid w:val="00483B7B"/>
    <w:rsid w:val="00484FD5"/>
    <w:rsid w:val="004851AD"/>
    <w:rsid w:val="00485811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A7F1C"/>
    <w:rsid w:val="004B06C0"/>
    <w:rsid w:val="004B0C63"/>
    <w:rsid w:val="004B17EF"/>
    <w:rsid w:val="004B2203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BB1"/>
    <w:rsid w:val="004B7C72"/>
    <w:rsid w:val="004C030C"/>
    <w:rsid w:val="004C067A"/>
    <w:rsid w:val="004C0B3A"/>
    <w:rsid w:val="004C22CC"/>
    <w:rsid w:val="004C41E6"/>
    <w:rsid w:val="004C459C"/>
    <w:rsid w:val="004C5938"/>
    <w:rsid w:val="004C6FB1"/>
    <w:rsid w:val="004D0601"/>
    <w:rsid w:val="004D068E"/>
    <w:rsid w:val="004D0EDB"/>
    <w:rsid w:val="004D1CB8"/>
    <w:rsid w:val="004D2A13"/>
    <w:rsid w:val="004D2BAF"/>
    <w:rsid w:val="004D35E6"/>
    <w:rsid w:val="004D37CC"/>
    <w:rsid w:val="004D4C54"/>
    <w:rsid w:val="004D4D3C"/>
    <w:rsid w:val="004D5652"/>
    <w:rsid w:val="004D5EB9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3D9"/>
    <w:rsid w:val="004E5560"/>
    <w:rsid w:val="004E5867"/>
    <w:rsid w:val="004E6B69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07AFF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87B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7270"/>
    <w:rsid w:val="005372C0"/>
    <w:rsid w:val="005405F0"/>
    <w:rsid w:val="00540E15"/>
    <w:rsid w:val="00541AE1"/>
    <w:rsid w:val="00541B15"/>
    <w:rsid w:val="00542638"/>
    <w:rsid w:val="0054266E"/>
    <w:rsid w:val="00542A8D"/>
    <w:rsid w:val="00544EF7"/>
    <w:rsid w:val="00546407"/>
    <w:rsid w:val="00546789"/>
    <w:rsid w:val="00546C13"/>
    <w:rsid w:val="005512FD"/>
    <w:rsid w:val="005514A6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6D3"/>
    <w:rsid w:val="0056087F"/>
    <w:rsid w:val="00560B1F"/>
    <w:rsid w:val="0056141A"/>
    <w:rsid w:val="005620FF"/>
    <w:rsid w:val="005627C4"/>
    <w:rsid w:val="0056343F"/>
    <w:rsid w:val="00563BE5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5382"/>
    <w:rsid w:val="00576AA7"/>
    <w:rsid w:val="00577FF4"/>
    <w:rsid w:val="00580161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AE2"/>
    <w:rsid w:val="00582FA8"/>
    <w:rsid w:val="00583614"/>
    <w:rsid w:val="0058367B"/>
    <w:rsid w:val="00583DE2"/>
    <w:rsid w:val="005846ED"/>
    <w:rsid w:val="005861EA"/>
    <w:rsid w:val="0059013F"/>
    <w:rsid w:val="005904B7"/>
    <w:rsid w:val="00591CCE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7C5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26F2"/>
    <w:rsid w:val="005A3542"/>
    <w:rsid w:val="005A36C9"/>
    <w:rsid w:val="005A4103"/>
    <w:rsid w:val="005A489D"/>
    <w:rsid w:val="005A512A"/>
    <w:rsid w:val="005A53C3"/>
    <w:rsid w:val="005A5878"/>
    <w:rsid w:val="005A5C66"/>
    <w:rsid w:val="005A5F1A"/>
    <w:rsid w:val="005A628B"/>
    <w:rsid w:val="005A66C7"/>
    <w:rsid w:val="005A71DF"/>
    <w:rsid w:val="005A7D5E"/>
    <w:rsid w:val="005A7DE0"/>
    <w:rsid w:val="005B0264"/>
    <w:rsid w:val="005B1031"/>
    <w:rsid w:val="005B1387"/>
    <w:rsid w:val="005B1CCF"/>
    <w:rsid w:val="005B2490"/>
    <w:rsid w:val="005B2587"/>
    <w:rsid w:val="005B2C1A"/>
    <w:rsid w:val="005B2E43"/>
    <w:rsid w:val="005B3485"/>
    <w:rsid w:val="005B4724"/>
    <w:rsid w:val="005B4FE8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7C0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6FF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7A04"/>
    <w:rsid w:val="005F7F7C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51EC"/>
    <w:rsid w:val="00605D5C"/>
    <w:rsid w:val="0060702C"/>
    <w:rsid w:val="006072B6"/>
    <w:rsid w:val="006075F0"/>
    <w:rsid w:val="00607604"/>
    <w:rsid w:val="00607868"/>
    <w:rsid w:val="006104AA"/>
    <w:rsid w:val="006121CE"/>
    <w:rsid w:val="00612242"/>
    <w:rsid w:val="006128AB"/>
    <w:rsid w:val="0061331D"/>
    <w:rsid w:val="00613546"/>
    <w:rsid w:val="00613AAB"/>
    <w:rsid w:val="00613EF7"/>
    <w:rsid w:val="00614DD8"/>
    <w:rsid w:val="00615262"/>
    <w:rsid w:val="00615CB4"/>
    <w:rsid w:val="00616381"/>
    <w:rsid w:val="00616402"/>
    <w:rsid w:val="0061755E"/>
    <w:rsid w:val="00617BD8"/>
    <w:rsid w:val="00617FAB"/>
    <w:rsid w:val="006201EF"/>
    <w:rsid w:val="0062108D"/>
    <w:rsid w:val="006219E1"/>
    <w:rsid w:val="00622182"/>
    <w:rsid w:val="00622AFC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1AE3"/>
    <w:rsid w:val="0063241C"/>
    <w:rsid w:val="00632FA8"/>
    <w:rsid w:val="00633D73"/>
    <w:rsid w:val="00634C6C"/>
    <w:rsid w:val="00635006"/>
    <w:rsid w:val="00635443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0696"/>
    <w:rsid w:val="00650D17"/>
    <w:rsid w:val="00651B1D"/>
    <w:rsid w:val="006532F8"/>
    <w:rsid w:val="00653AD6"/>
    <w:rsid w:val="00654824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372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B0"/>
    <w:rsid w:val="00693553"/>
    <w:rsid w:val="00695183"/>
    <w:rsid w:val="00695667"/>
    <w:rsid w:val="0069580D"/>
    <w:rsid w:val="00696BCD"/>
    <w:rsid w:val="00696DAF"/>
    <w:rsid w:val="00696EBE"/>
    <w:rsid w:val="00697F21"/>
    <w:rsid w:val="006A1500"/>
    <w:rsid w:val="006A1D41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5B99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28F6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C6A6C"/>
    <w:rsid w:val="006D0240"/>
    <w:rsid w:val="006D04C9"/>
    <w:rsid w:val="006D1B65"/>
    <w:rsid w:val="006D2FF5"/>
    <w:rsid w:val="006D357B"/>
    <w:rsid w:val="006D6153"/>
    <w:rsid w:val="006D65DB"/>
    <w:rsid w:val="006D6EDE"/>
    <w:rsid w:val="006D7A08"/>
    <w:rsid w:val="006D7CB2"/>
    <w:rsid w:val="006E06F0"/>
    <w:rsid w:val="006E18D0"/>
    <w:rsid w:val="006E1BF8"/>
    <w:rsid w:val="006E1DDA"/>
    <w:rsid w:val="006E2533"/>
    <w:rsid w:val="006E305C"/>
    <w:rsid w:val="006E3E7F"/>
    <w:rsid w:val="006E480C"/>
    <w:rsid w:val="006E5653"/>
    <w:rsid w:val="006E5B0A"/>
    <w:rsid w:val="006E5E8E"/>
    <w:rsid w:val="006E619C"/>
    <w:rsid w:val="006E716B"/>
    <w:rsid w:val="006E7A67"/>
    <w:rsid w:val="006E7EB8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C42"/>
    <w:rsid w:val="00706D46"/>
    <w:rsid w:val="00706E09"/>
    <w:rsid w:val="00706EB8"/>
    <w:rsid w:val="00707006"/>
    <w:rsid w:val="0070767C"/>
    <w:rsid w:val="00710AD3"/>
    <w:rsid w:val="00711666"/>
    <w:rsid w:val="007116AB"/>
    <w:rsid w:val="0071319B"/>
    <w:rsid w:val="007145C3"/>
    <w:rsid w:val="00714FAD"/>
    <w:rsid w:val="0071578A"/>
    <w:rsid w:val="007159EA"/>
    <w:rsid w:val="00715C54"/>
    <w:rsid w:val="00715DE4"/>
    <w:rsid w:val="0071738F"/>
    <w:rsid w:val="007174E3"/>
    <w:rsid w:val="00717F6B"/>
    <w:rsid w:val="007211D4"/>
    <w:rsid w:val="00721A3E"/>
    <w:rsid w:val="00721EDA"/>
    <w:rsid w:val="0072289C"/>
    <w:rsid w:val="00722D65"/>
    <w:rsid w:val="00723C2B"/>
    <w:rsid w:val="00723CEB"/>
    <w:rsid w:val="00724B98"/>
    <w:rsid w:val="00724E2A"/>
    <w:rsid w:val="00724F52"/>
    <w:rsid w:val="0072538D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4D89"/>
    <w:rsid w:val="00735ACF"/>
    <w:rsid w:val="00735F4B"/>
    <w:rsid w:val="00736DFA"/>
    <w:rsid w:val="00737112"/>
    <w:rsid w:val="0074047C"/>
    <w:rsid w:val="007409B8"/>
    <w:rsid w:val="00741BC3"/>
    <w:rsid w:val="00742F68"/>
    <w:rsid w:val="00743B94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7E6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0DEA"/>
    <w:rsid w:val="0076123D"/>
    <w:rsid w:val="00761A19"/>
    <w:rsid w:val="00761E9A"/>
    <w:rsid w:val="00761F15"/>
    <w:rsid w:val="00762043"/>
    <w:rsid w:val="00762B5F"/>
    <w:rsid w:val="007641C9"/>
    <w:rsid w:val="007653F1"/>
    <w:rsid w:val="007657FD"/>
    <w:rsid w:val="0076608B"/>
    <w:rsid w:val="0076641D"/>
    <w:rsid w:val="007669AF"/>
    <w:rsid w:val="007701B4"/>
    <w:rsid w:val="00770BE8"/>
    <w:rsid w:val="00770C50"/>
    <w:rsid w:val="00770F2D"/>
    <w:rsid w:val="00771850"/>
    <w:rsid w:val="007719ED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5818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B12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5B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118"/>
    <w:rsid w:val="00797D64"/>
    <w:rsid w:val="007A033E"/>
    <w:rsid w:val="007A0601"/>
    <w:rsid w:val="007A06A1"/>
    <w:rsid w:val="007A0FF6"/>
    <w:rsid w:val="007A28B4"/>
    <w:rsid w:val="007A43F1"/>
    <w:rsid w:val="007A4A24"/>
    <w:rsid w:val="007A51C6"/>
    <w:rsid w:val="007A571F"/>
    <w:rsid w:val="007A5FF6"/>
    <w:rsid w:val="007A6E0F"/>
    <w:rsid w:val="007A7353"/>
    <w:rsid w:val="007A75B0"/>
    <w:rsid w:val="007A78A2"/>
    <w:rsid w:val="007A79B9"/>
    <w:rsid w:val="007B072F"/>
    <w:rsid w:val="007B17CB"/>
    <w:rsid w:val="007B1F7B"/>
    <w:rsid w:val="007B2377"/>
    <w:rsid w:val="007B29B4"/>
    <w:rsid w:val="007B3497"/>
    <w:rsid w:val="007B35D4"/>
    <w:rsid w:val="007B428E"/>
    <w:rsid w:val="007B460F"/>
    <w:rsid w:val="007B4A09"/>
    <w:rsid w:val="007B6C25"/>
    <w:rsid w:val="007B704C"/>
    <w:rsid w:val="007B7940"/>
    <w:rsid w:val="007B7F22"/>
    <w:rsid w:val="007C0728"/>
    <w:rsid w:val="007C0BE3"/>
    <w:rsid w:val="007C0EE8"/>
    <w:rsid w:val="007C10D6"/>
    <w:rsid w:val="007C18A1"/>
    <w:rsid w:val="007C1FF7"/>
    <w:rsid w:val="007C2174"/>
    <w:rsid w:val="007C2C9C"/>
    <w:rsid w:val="007C3552"/>
    <w:rsid w:val="007C45B9"/>
    <w:rsid w:val="007C496C"/>
    <w:rsid w:val="007C5450"/>
    <w:rsid w:val="007C5DDA"/>
    <w:rsid w:val="007C5DED"/>
    <w:rsid w:val="007C6B6B"/>
    <w:rsid w:val="007C6FFB"/>
    <w:rsid w:val="007C7453"/>
    <w:rsid w:val="007D0B31"/>
    <w:rsid w:val="007D1C26"/>
    <w:rsid w:val="007D22BC"/>
    <w:rsid w:val="007D29E8"/>
    <w:rsid w:val="007D30A0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1AD"/>
    <w:rsid w:val="007E05AB"/>
    <w:rsid w:val="007E08E8"/>
    <w:rsid w:val="007E0D0E"/>
    <w:rsid w:val="007E1409"/>
    <w:rsid w:val="007E1E36"/>
    <w:rsid w:val="007E277B"/>
    <w:rsid w:val="007E31D8"/>
    <w:rsid w:val="007E40B1"/>
    <w:rsid w:val="007E4C32"/>
    <w:rsid w:val="007E4F7A"/>
    <w:rsid w:val="007E5705"/>
    <w:rsid w:val="007E5FCE"/>
    <w:rsid w:val="007F088C"/>
    <w:rsid w:val="007F0A39"/>
    <w:rsid w:val="007F0C8C"/>
    <w:rsid w:val="007F1172"/>
    <w:rsid w:val="007F1198"/>
    <w:rsid w:val="007F14D7"/>
    <w:rsid w:val="007F1846"/>
    <w:rsid w:val="007F2B00"/>
    <w:rsid w:val="007F2BB7"/>
    <w:rsid w:val="007F4858"/>
    <w:rsid w:val="007F6716"/>
    <w:rsid w:val="007F6781"/>
    <w:rsid w:val="007F6D20"/>
    <w:rsid w:val="007F7144"/>
    <w:rsid w:val="007F768E"/>
    <w:rsid w:val="007F7BBA"/>
    <w:rsid w:val="008010B2"/>
    <w:rsid w:val="008011D3"/>
    <w:rsid w:val="00801EF5"/>
    <w:rsid w:val="0080214B"/>
    <w:rsid w:val="00802C99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6B5A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B62"/>
    <w:rsid w:val="00824E24"/>
    <w:rsid w:val="00824E2A"/>
    <w:rsid w:val="008256B7"/>
    <w:rsid w:val="008259CC"/>
    <w:rsid w:val="00825B10"/>
    <w:rsid w:val="00825E63"/>
    <w:rsid w:val="00825F97"/>
    <w:rsid w:val="00826277"/>
    <w:rsid w:val="008265A8"/>
    <w:rsid w:val="00826EAA"/>
    <w:rsid w:val="0082703C"/>
    <w:rsid w:val="00831302"/>
    <w:rsid w:val="008324B9"/>
    <w:rsid w:val="00832719"/>
    <w:rsid w:val="008328B8"/>
    <w:rsid w:val="00832C6F"/>
    <w:rsid w:val="00832D1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C01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880"/>
    <w:rsid w:val="00850A9A"/>
    <w:rsid w:val="00850F9F"/>
    <w:rsid w:val="008515A2"/>
    <w:rsid w:val="008516D6"/>
    <w:rsid w:val="00853538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DDA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DBF"/>
    <w:rsid w:val="00883E6D"/>
    <w:rsid w:val="00883F2F"/>
    <w:rsid w:val="008840BD"/>
    <w:rsid w:val="00884309"/>
    <w:rsid w:val="008845C5"/>
    <w:rsid w:val="00884705"/>
    <w:rsid w:val="008852F3"/>
    <w:rsid w:val="00885BA5"/>
    <w:rsid w:val="008863F6"/>
    <w:rsid w:val="0088701E"/>
    <w:rsid w:val="0088759C"/>
    <w:rsid w:val="00890157"/>
    <w:rsid w:val="00891468"/>
    <w:rsid w:val="008918B8"/>
    <w:rsid w:val="008919A6"/>
    <w:rsid w:val="00892209"/>
    <w:rsid w:val="00893610"/>
    <w:rsid w:val="00893907"/>
    <w:rsid w:val="00894051"/>
    <w:rsid w:val="00894A47"/>
    <w:rsid w:val="00896A17"/>
    <w:rsid w:val="00897461"/>
    <w:rsid w:val="00897497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335"/>
    <w:rsid w:val="008A772E"/>
    <w:rsid w:val="008A7F92"/>
    <w:rsid w:val="008B15F7"/>
    <w:rsid w:val="008B18FF"/>
    <w:rsid w:val="008B3288"/>
    <w:rsid w:val="008B38FE"/>
    <w:rsid w:val="008B4378"/>
    <w:rsid w:val="008B4C6D"/>
    <w:rsid w:val="008B4D47"/>
    <w:rsid w:val="008B50AB"/>
    <w:rsid w:val="008B5345"/>
    <w:rsid w:val="008B5620"/>
    <w:rsid w:val="008B581B"/>
    <w:rsid w:val="008B5F8A"/>
    <w:rsid w:val="008B5F9D"/>
    <w:rsid w:val="008B68D7"/>
    <w:rsid w:val="008B7780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0B98"/>
    <w:rsid w:val="008E1285"/>
    <w:rsid w:val="008E14FE"/>
    <w:rsid w:val="008E175A"/>
    <w:rsid w:val="008E185D"/>
    <w:rsid w:val="008E1BD3"/>
    <w:rsid w:val="008E2248"/>
    <w:rsid w:val="008E33C9"/>
    <w:rsid w:val="008E3CE6"/>
    <w:rsid w:val="008E43EE"/>
    <w:rsid w:val="008E4C2E"/>
    <w:rsid w:val="008E52C1"/>
    <w:rsid w:val="008E5C2D"/>
    <w:rsid w:val="008E60D4"/>
    <w:rsid w:val="008E7283"/>
    <w:rsid w:val="008E7CAB"/>
    <w:rsid w:val="008E7F4B"/>
    <w:rsid w:val="008F053B"/>
    <w:rsid w:val="008F10CF"/>
    <w:rsid w:val="008F23B4"/>
    <w:rsid w:val="008F2FE9"/>
    <w:rsid w:val="008F3A09"/>
    <w:rsid w:val="008F426B"/>
    <w:rsid w:val="008F42E5"/>
    <w:rsid w:val="008F461D"/>
    <w:rsid w:val="008F4FF5"/>
    <w:rsid w:val="008F54CE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D56"/>
    <w:rsid w:val="0090286A"/>
    <w:rsid w:val="0090302D"/>
    <w:rsid w:val="00904412"/>
    <w:rsid w:val="0090502F"/>
    <w:rsid w:val="00905C34"/>
    <w:rsid w:val="009061E1"/>
    <w:rsid w:val="00907353"/>
    <w:rsid w:val="00907C4E"/>
    <w:rsid w:val="00907D58"/>
    <w:rsid w:val="00910ACB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B70"/>
    <w:rsid w:val="00920FF3"/>
    <w:rsid w:val="00921E12"/>
    <w:rsid w:val="00922355"/>
    <w:rsid w:val="00922467"/>
    <w:rsid w:val="009239FA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322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0E1C"/>
    <w:rsid w:val="00941694"/>
    <w:rsid w:val="00942950"/>
    <w:rsid w:val="00943DDB"/>
    <w:rsid w:val="00943EF0"/>
    <w:rsid w:val="00945F75"/>
    <w:rsid w:val="00946121"/>
    <w:rsid w:val="0094641E"/>
    <w:rsid w:val="0094652D"/>
    <w:rsid w:val="00946B43"/>
    <w:rsid w:val="009474D2"/>
    <w:rsid w:val="0095057C"/>
    <w:rsid w:val="009511E9"/>
    <w:rsid w:val="00952982"/>
    <w:rsid w:val="00952A5F"/>
    <w:rsid w:val="00952DD8"/>
    <w:rsid w:val="00953C1E"/>
    <w:rsid w:val="0095418C"/>
    <w:rsid w:val="009544C4"/>
    <w:rsid w:val="00954F4C"/>
    <w:rsid w:val="0095523F"/>
    <w:rsid w:val="00956046"/>
    <w:rsid w:val="00956655"/>
    <w:rsid w:val="00956DE6"/>
    <w:rsid w:val="00961D63"/>
    <w:rsid w:val="009629A8"/>
    <w:rsid w:val="00963136"/>
    <w:rsid w:val="0096319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1D0"/>
    <w:rsid w:val="009702D3"/>
    <w:rsid w:val="00970699"/>
    <w:rsid w:val="00971956"/>
    <w:rsid w:val="00971F88"/>
    <w:rsid w:val="00972D14"/>
    <w:rsid w:val="00973C80"/>
    <w:rsid w:val="009740CC"/>
    <w:rsid w:val="009749CD"/>
    <w:rsid w:val="00974C70"/>
    <w:rsid w:val="00975D0D"/>
    <w:rsid w:val="00975F3A"/>
    <w:rsid w:val="009766C2"/>
    <w:rsid w:val="00976818"/>
    <w:rsid w:val="00976C5C"/>
    <w:rsid w:val="00977BEB"/>
    <w:rsid w:val="00980172"/>
    <w:rsid w:val="00980C48"/>
    <w:rsid w:val="00980D58"/>
    <w:rsid w:val="0098113F"/>
    <w:rsid w:val="0098140F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2A7B"/>
    <w:rsid w:val="0099346F"/>
    <w:rsid w:val="00993593"/>
    <w:rsid w:val="00993787"/>
    <w:rsid w:val="00994043"/>
    <w:rsid w:val="00994B6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10C"/>
    <w:rsid w:val="009A39CA"/>
    <w:rsid w:val="009A3B26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6A7D"/>
    <w:rsid w:val="009A7C42"/>
    <w:rsid w:val="009B0BBC"/>
    <w:rsid w:val="009B14DF"/>
    <w:rsid w:val="009B1555"/>
    <w:rsid w:val="009B24E3"/>
    <w:rsid w:val="009B25EF"/>
    <w:rsid w:val="009B27F3"/>
    <w:rsid w:val="009B303B"/>
    <w:rsid w:val="009B4232"/>
    <w:rsid w:val="009B49EB"/>
    <w:rsid w:val="009B52F6"/>
    <w:rsid w:val="009B627D"/>
    <w:rsid w:val="009B6E2D"/>
    <w:rsid w:val="009B6EBB"/>
    <w:rsid w:val="009B7F92"/>
    <w:rsid w:val="009C0214"/>
    <w:rsid w:val="009C0C37"/>
    <w:rsid w:val="009C148F"/>
    <w:rsid w:val="009C23D5"/>
    <w:rsid w:val="009C244F"/>
    <w:rsid w:val="009C2C5C"/>
    <w:rsid w:val="009C4193"/>
    <w:rsid w:val="009C428F"/>
    <w:rsid w:val="009C601C"/>
    <w:rsid w:val="009C617F"/>
    <w:rsid w:val="009C61D0"/>
    <w:rsid w:val="009C6225"/>
    <w:rsid w:val="009C688F"/>
    <w:rsid w:val="009C7090"/>
    <w:rsid w:val="009C7737"/>
    <w:rsid w:val="009C78EF"/>
    <w:rsid w:val="009C7905"/>
    <w:rsid w:val="009D171D"/>
    <w:rsid w:val="009D2893"/>
    <w:rsid w:val="009D3282"/>
    <w:rsid w:val="009D3943"/>
    <w:rsid w:val="009D50B9"/>
    <w:rsid w:val="009D54AA"/>
    <w:rsid w:val="009D556F"/>
    <w:rsid w:val="009D5BE5"/>
    <w:rsid w:val="009D6273"/>
    <w:rsid w:val="009D6B7F"/>
    <w:rsid w:val="009D6E61"/>
    <w:rsid w:val="009D6EB4"/>
    <w:rsid w:val="009D70D9"/>
    <w:rsid w:val="009D7328"/>
    <w:rsid w:val="009D7E44"/>
    <w:rsid w:val="009D7FE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1161"/>
    <w:rsid w:val="009F36B2"/>
    <w:rsid w:val="009F4616"/>
    <w:rsid w:val="009F4AE3"/>
    <w:rsid w:val="009F4EAE"/>
    <w:rsid w:val="009F4F7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4FDD"/>
    <w:rsid w:val="00A0574F"/>
    <w:rsid w:val="00A06417"/>
    <w:rsid w:val="00A1067E"/>
    <w:rsid w:val="00A1169B"/>
    <w:rsid w:val="00A116F7"/>
    <w:rsid w:val="00A11CB5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5CAA"/>
    <w:rsid w:val="00A165FA"/>
    <w:rsid w:val="00A166F4"/>
    <w:rsid w:val="00A205D4"/>
    <w:rsid w:val="00A20B03"/>
    <w:rsid w:val="00A20CE5"/>
    <w:rsid w:val="00A2122F"/>
    <w:rsid w:val="00A222A7"/>
    <w:rsid w:val="00A235E0"/>
    <w:rsid w:val="00A23A5C"/>
    <w:rsid w:val="00A2426C"/>
    <w:rsid w:val="00A252FF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0415"/>
    <w:rsid w:val="00A410B6"/>
    <w:rsid w:val="00A4142A"/>
    <w:rsid w:val="00A4202E"/>
    <w:rsid w:val="00A4218E"/>
    <w:rsid w:val="00A4313B"/>
    <w:rsid w:val="00A44281"/>
    <w:rsid w:val="00A44AE6"/>
    <w:rsid w:val="00A4525C"/>
    <w:rsid w:val="00A4548D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C5B"/>
    <w:rsid w:val="00A54D85"/>
    <w:rsid w:val="00A56428"/>
    <w:rsid w:val="00A6090E"/>
    <w:rsid w:val="00A610FC"/>
    <w:rsid w:val="00A61840"/>
    <w:rsid w:val="00A61A2D"/>
    <w:rsid w:val="00A6333A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01A"/>
    <w:rsid w:val="00A73F47"/>
    <w:rsid w:val="00A7568C"/>
    <w:rsid w:val="00A75D93"/>
    <w:rsid w:val="00A75DEB"/>
    <w:rsid w:val="00A8097F"/>
    <w:rsid w:val="00A81161"/>
    <w:rsid w:val="00A82605"/>
    <w:rsid w:val="00A841E1"/>
    <w:rsid w:val="00A842C3"/>
    <w:rsid w:val="00A84F6A"/>
    <w:rsid w:val="00A86281"/>
    <w:rsid w:val="00A86B68"/>
    <w:rsid w:val="00A87060"/>
    <w:rsid w:val="00A875CC"/>
    <w:rsid w:val="00A87AE0"/>
    <w:rsid w:val="00A906D8"/>
    <w:rsid w:val="00A90E72"/>
    <w:rsid w:val="00A90F1C"/>
    <w:rsid w:val="00A91C20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3BF"/>
    <w:rsid w:val="00AA56E1"/>
    <w:rsid w:val="00AA6245"/>
    <w:rsid w:val="00AA64D6"/>
    <w:rsid w:val="00AA67FE"/>
    <w:rsid w:val="00AA6F83"/>
    <w:rsid w:val="00AA7C7A"/>
    <w:rsid w:val="00AB0149"/>
    <w:rsid w:val="00AB188C"/>
    <w:rsid w:val="00AB1DB1"/>
    <w:rsid w:val="00AB2033"/>
    <w:rsid w:val="00AB2A80"/>
    <w:rsid w:val="00AB3DD1"/>
    <w:rsid w:val="00AB43A0"/>
    <w:rsid w:val="00AB4AC6"/>
    <w:rsid w:val="00AB60B6"/>
    <w:rsid w:val="00AB63C3"/>
    <w:rsid w:val="00AB6C2E"/>
    <w:rsid w:val="00AB7754"/>
    <w:rsid w:val="00AB7872"/>
    <w:rsid w:val="00AB7EE7"/>
    <w:rsid w:val="00AC150D"/>
    <w:rsid w:val="00AC19B3"/>
    <w:rsid w:val="00AC1C79"/>
    <w:rsid w:val="00AC2111"/>
    <w:rsid w:val="00AC2B02"/>
    <w:rsid w:val="00AC372B"/>
    <w:rsid w:val="00AC49D6"/>
    <w:rsid w:val="00AC54E5"/>
    <w:rsid w:val="00AC5FC6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3309"/>
    <w:rsid w:val="00AD42DE"/>
    <w:rsid w:val="00AD5872"/>
    <w:rsid w:val="00AD60C8"/>
    <w:rsid w:val="00AD64AD"/>
    <w:rsid w:val="00AD7EA2"/>
    <w:rsid w:val="00AE046B"/>
    <w:rsid w:val="00AE06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5BC"/>
    <w:rsid w:val="00AE4657"/>
    <w:rsid w:val="00AE4F37"/>
    <w:rsid w:val="00AE5A62"/>
    <w:rsid w:val="00AE5D5A"/>
    <w:rsid w:val="00AE6777"/>
    <w:rsid w:val="00AE6AD3"/>
    <w:rsid w:val="00AE6CA9"/>
    <w:rsid w:val="00AE6FD4"/>
    <w:rsid w:val="00AE7A1C"/>
    <w:rsid w:val="00AF04D0"/>
    <w:rsid w:val="00AF12BC"/>
    <w:rsid w:val="00AF263E"/>
    <w:rsid w:val="00AF32EB"/>
    <w:rsid w:val="00AF4128"/>
    <w:rsid w:val="00AF412B"/>
    <w:rsid w:val="00AF43DC"/>
    <w:rsid w:val="00AF4A5B"/>
    <w:rsid w:val="00AF500D"/>
    <w:rsid w:val="00AF5992"/>
    <w:rsid w:val="00AF75AF"/>
    <w:rsid w:val="00AF7871"/>
    <w:rsid w:val="00B014A3"/>
    <w:rsid w:val="00B01E76"/>
    <w:rsid w:val="00B02BD2"/>
    <w:rsid w:val="00B03354"/>
    <w:rsid w:val="00B037B1"/>
    <w:rsid w:val="00B043CF"/>
    <w:rsid w:val="00B0446A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78A"/>
    <w:rsid w:val="00B12933"/>
    <w:rsid w:val="00B1424F"/>
    <w:rsid w:val="00B1448D"/>
    <w:rsid w:val="00B14A9B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4EE2"/>
    <w:rsid w:val="00B25428"/>
    <w:rsid w:val="00B25E22"/>
    <w:rsid w:val="00B26892"/>
    <w:rsid w:val="00B27A31"/>
    <w:rsid w:val="00B27C1E"/>
    <w:rsid w:val="00B30188"/>
    <w:rsid w:val="00B308C3"/>
    <w:rsid w:val="00B3184D"/>
    <w:rsid w:val="00B31C68"/>
    <w:rsid w:val="00B32BB5"/>
    <w:rsid w:val="00B33167"/>
    <w:rsid w:val="00B3535A"/>
    <w:rsid w:val="00B35954"/>
    <w:rsid w:val="00B35993"/>
    <w:rsid w:val="00B35C03"/>
    <w:rsid w:val="00B36103"/>
    <w:rsid w:val="00B364E6"/>
    <w:rsid w:val="00B37057"/>
    <w:rsid w:val="00B374CA"/>
    <w:rsid w:val="00B37A2B"/>
    <w:rsid w:val="00B37ED2"/>
    <w:rsid w:val="00B413CC"/>
    <w:rsid w:val="00B41754"/>
    <w:rsid w:val="00B41CDA"/>
    <w:rsid w:val="00B41F1E"/>
    <w:rsid w:val="00B42F83"/>
    <w:rsid w:val="00B43842"/>
    <w:rsid w:val="00B448E2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4B56"/>
    <w:rsid w:val="00B554C5"/>
    <w:rsid w:val="00B56BA0"/>
    <w:rsid w:val="00B60D5C"/>
    <w:rsid w:val="00B60E24"/>
    <w:rsid w:val="00B6135C"/>
    <w:rsid w:val="00B61CB1"/>
    <w:rsid w:val="00B621F9"/>
    <w:rsid w:val="00B62CB9"/>
    <w:rsid w:val="00B62F12"/>
    <w:rsid w:val="00B636AD"/>
    <w:rsid w:val="00B64B29"/>
    <w:rsid w:val="00B64C03"/>
    <w:rsid w:val="00B65BA9"/>
    <w:rsid w:val="00B66B22"/>
    <w:rsid w:val="00B66FDA"/>
    <w:rsid w:val="00B67833"/>
    <w:rsid w:val="00B678BB"/>
    <w:rsid w:val="00B67AC4"/>
    <w:rsid w:val="00B67CD4"/>
    <w:rsid w:val="00B67D27"/>
    <w:rsid w:val="00B7049E"/>
    <w:rsid w:val="00B7099C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26E3"/>
    <w:rsid w:val="00B83178"/>
    <w:rsid w:val="00B83BDB"/>
    <w:rsid w:val="00B847A9"/>
    <w:rsid w:val="00B84C2E"/>
    <w:rsid w:val="00B861C7"/>
    <w:rsid w:val="00B86671"/>
    <w:rsid w:val="00B86DA5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2C3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361"/>
    <w:rsid w:val="00BB5325"/>
    <w:rsid w:val="00BB5976"/>
    <w:rsid w:val="00BB5B5A"/>
    <w:rsid w:val="00BB6EAA"/>
    <w:rsid w:val="00BB7CD9"/>
    <w:rsid w:val="00BC253E"/>
    <w:rsid w:val="00BC2C7D"/>
    <w:rsid w:val="00BC2E61"/>
    <w:rsid w:val="00BC354B"/>
    <w:rsid w:val="00BC36BF"/>
    <w:rsid w:val="00BC3D49"/>
    <w:rsid w:val="00BC460D"/>
    <w:rsid w:val="00BC5647"/>
    <w:rsid w:val="00BC6313"/>
    <w:rsid w:val="00BC63F0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595"/>
    <w:rsid w:val="00BE57E5"/>
    <w:rsid w:val="00BE5A34"/>
    <w:rsid w:val="00BE5E91"/>
    <w:rsid w:val="00BE7144"/>
    <w:rsid w:val="00BE7818"/>
    <w:rsid w:val="00BF00F7"/>
    <w:rsid w:val="00BF2069"/>
    <w:rsid w:val="00BF26A0"/>
    <w:rsid w:val="00BF334C"/>
    <w:rsid w:val="00BF39E3"/>
    <w:rsid w:val="00BF3CC9"/>
    <w:rsid w:val="00BF44BE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DEF"/>
    <w:rsid w:val="00C05C9D"/>
    <w:rsid w:val="00C0649B"/>
    <w:rsid w:val="00C06A33"/>
    <w:rsid w:val="00C104EF"/>
    <w:rsid w:val="00C105E7"/>
    <w:rsid w:val="00C107E4"/>
    <w:rsid w:val="00C10C67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66C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36CF0"/>
    <w:rsid w:val="00C40599"/>
    <w:rsid w:val="00C40C4A"/>
    <w:rsid w:val="00C433D0"/>
    <w:rsid w:val="00C44756"/>
    <w:rsid w:val="00C44927"/>
    <w:rsid w:val="00C449B7"/>
    <w:rsid w:val="00C46B0C"/>
    <w:rsid w:val="00C47110"/>
    <w:rsid w:val="00C472AB"/>
    <w:rsid w:val="00C510D8"/>
    <w:rsid w:val="00C53465"/>
    <w:rsid w:val="00C54D2E"/>
    <w:rsid w:val="00C55489"/>
    <w:rsid w:val="00C5761D"/>
    <w:rsid w:val="00C61090"/>
    <w:rsid w:val="00C620C2"/>
    <w:rsid w:val="00C62123"/>
    <w:rsid w:val="00C6277E"/>
    <w:rsid w:val="00C639EA"/>
    <w:rsid w:val="00C63FFC"/>
    <w:rsid w:val="00C649B4"/>
    <w:rsid w:val="00C64B8E"/>
    <w:rsid w:val="00C65098"/>
    <w:rsid w:val="00C659F6"/>
    <w:rsid w:val="00C65E0C"/>
    <w:rsid w:val="00C66A92"/>
    <w:rsid w:val="00C66B0E"/>
    <w:rsid w:val="00C675B7"/>
    <w:rsid w:val="00C67AA8"/>
    <w:rsid w:val="00C7009C"/>
    <w:rsid w:val="00C70888"/>
    <w:rsid w:val="00C70AC5"/>
    <w:rsid w:val="00C71720"/>
    <w:rsid w:val="00C71A6C"/>
    <w:rsid w:val="00C71DCE"/>
    <w:rsid w:val="00C71E16"/>
    <w:rsid w:val="00C71F44"/>
    <w:rsid w:val="00C7261A"/>
    <w:rsid w:val="00C72AD3"/>
    <w:rsid w:val="00C72E8D"/>
    <w:rsid w:val="00C734E3"/>
    <w:rsid w:val="00C7639B"/>
    <w:rsid w:val="00C77A7D"/>
    <w:rsid w:val="00C80A83"/>
    <w:rsid w:val="00C80DB6"/>
    <w:rsid w:val="00C814E7"/>
    <w:rsid w:val="00C82CE5"/>
    <w:rsid w:val="00C83583"/>
    <w:rsid w:val="00C8425A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90083"/>
    <w:rsid w:val="00C90851"/>
    <w:rsid w:val="00C90E3D"/>
    <w:rsid w:val="00C94102"/>
    <w:rsid w:val="00C946CF"/>
    <w:rsid w:val="00C95EA0"/>
    <w:rsid w:val="00C969D8"/>
    <w:rsid w:val="00C97F3E"/>
    <w:rsid w:val="00CA043C"/>
    <w:rsid w:val="00CA095A"/>
    <w:rsid w:val="00CA0A2D"/>
    <w:rsid w:val="00CA22BB"/>
    <w:rsid w:val="00CA2D9C"/>
    <w:rsid w:val="00CA3078"/>
    <w:rsid w:val="00CA337E"/>
    <w:rsid w:val="00CA356E"/>
    <w:rsid w:val="00CA3F15"/>
    <w:rsid w:val="00CA4733"/>
    <w:rsid w:val="00CA48CA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1B22"/>
    <w:rsid w:val="00CB2B8B"/>
    <w:rsid w:val="00CB2CAE"/>
    <w:rsid w:val="00CB3595"/>
    <w:rsid w:val="00CB45BA"/>
    <w:rsid w:val="00CB47E9"/>
    <w:rsid w:val="00CB48D0"/>
    <w:rsid w:val="00CB5561"/>
    <w:rsid w:val="00CB5588"/>
    <w:rsid w:val="00CB5AE6"/>
    <w:rsid w:val="00CB5B08"/>
    <w:rsid w:val="00CB63B5"/>
    <w:rsid w:val="00CB7645"/>
    <w:rsid w:val="00CC08B7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705"/>
    <w:rsid w:val="00CD1A4E"/>
    <w:rsid w:val="00CD1D51"/>
    <w:rsid w:val="00CD24E2"/>
    <w:rsid w:val="00CD3F91"/>
    <w:rsid w:val="00CD466B"/>
    <w:rsid w:val="00CD4B5E"/>
    <w:rsid w:val="00CD50B3"/>
    <w:rsid w:val="00CD6454"/>
    <w:rsid w:val="00CD6E9E"/>
    <w:rsid w:val="00CD6EB5"/>
    <w:rsid w:val="00CD76C9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370"/>
    <w:rsid w:val="00CE4AD0"/>
    <w:rsid w:val="00CE57D0"/>
    <w:rsid w:val="00CE687F"/>
    <w:rsid w:val="00CE6C61"/>
    <w:rsid w:val="00CF0502"/>
    <w:rsid w:val="00CF0A68"/>
    <w:rsid w:val="00CF0B1E"/>
    <w:rsid w:val="00CF0E12"/>
    <w:rsid w:val="00CF343C"/>
    <w:rsid w:val="00CF3E62"/>
    <w:rsid w:val="00CF4327"/>
    <w:rsid w:val="00CF4E77"/>
    <w:rsid w:val="00CF5853"/>
    <w:rsid w:val="00CF5DE4"/>
    <w:rsid w:val="00CF756D"/>
    <w:rsid w:val="00CF7D92"/>
    <w:rsid w:val="00D0153E"/>
    <w:rsid w:val="00D01AA3"/>
    <w:rsid w:val="00D01DEA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0E53"/>
    <w:rsid w:val="00D12CEA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5780"/>
    <w:rsid w:val="00D269A1"/>
    <w:rsid w:val="00D26B0D"/>
    <w:rsid w:val="00D272A3"/>
    <w:rsid w:val="00D275AF"/>
    <w:rsid w:val="00D278D7"/>
    <w:rsid w:val="00D3159B"/>
    <w:rsid w:val="00D336B9"/>
    <w:rsid w:val="00D34281"/>
    <w:rsid w:val="00D348DB"/>
    <w:rsid w:val="00D362F5"/>
    <w:rsid w:val="00D36BA6"/>
    <w:rsid w:val="00D37BD2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476CC"/>
    <w:rsid w:val="00D50AD4"/>
    <w:rsid w:val="00D50C31"/>
    <w:rsid w:val="00D51779"/>
    <w:rsid w:val="00D52065"/>
    <w:rsid w:val="00D52A08"/>
    <w:rsid w:val="00D563B2"/>
    <w:rsid w:val="00D56B06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7CA"/>
    <w:rsid w:val="00D65D3E"/>
    <w:rsid w:val="00D65FC8"/>
    <w:rsid w:val="00D66967"/>
    <w:rsid w:val="00D67AA7"/>
    <w:rsid w:val="00D67B27"/>
    <w:rsid w:val="00D70432"/>
    <w:rsid w:val="00D707E5"/>
    <w:rsid w:val="00D70C26"/>
    <w:rsid w:val="00D710C0"/>
    <w:rsid w:val="00D7276E"/>
    <w:rsid w:val="00D72AA0"/>
    <w:rsid w:val="00D72E61"/>
    <w:rsid w:val="00D73666"/>
    <w:rsid w:val="00D74E98"/>
    <w:rsid w:val="00D74F35"/>
    <w:rsid w:val="00D75C35"/>
    <w:rsid w:val="00D761DA"/>
    <w:rsid w:val="00D76AAC"/>
    <w:rsid w:val="00D76F76"/>
    <w:rsid w:val="00D77575"/>
    <w:rsid w:val="00D776CA"/>
    <w:rsid w:val="00D8055A"/>
    <w:rsid w:val="00D81586"/>
    <w:rsid w:val="00D81802"/>
    <w:rsid w:val="00D81C4D"/>
    <w:rsid w:val="00D83791"/>
    <w:rsid w:val="00D857D6"/>
    <w:rsid w:val="00D85E02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2CF0"/>
    <w:rsid w:val="00DA3152"/>
    <w:rsid w:val="00DA387C"/>
    <w:rsid w:val="00DA3A5C"/>
    <w:rsid w:val="00DA3C80"/>
    <w:rsid w:val="00DA5664"/>
    <w:rsid w:val="00DA5ED1"/>
    <w:rsid w:val="00DA6780"/>
    <w:rsid w:val="00DA68C4"/>
    <w:rsid w:val="00DA79C1"/>
    <w:rsid w:val="00DB02A6"/>
    <w:rsid w:val="00DB0930"/>
    <w:rsid w:val="00DB0F27"/>
    <w:rsid w:val="00DB0F5C"/>
    <w:rsid w:val="00DB14EC"/>
    <w:rsid w:val="00DB3621"/>
    <w:rsid w:val="00DB3E6E"/>
    <w:rsid w:val="00DB55CC"/>
    <w:rsid w:val="00DB6044"/>
    <w:rsid w:val="00DB69A6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378"/>
    <w:rsid w:val="00DC6614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215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4087"/>
    <w:rsid w:val="00DE4680"/>
    <w:rsid w:val="00DE51ED"/>
    <w:rsid w:val="00DE56BA"/>
    <w:rsid w:val="00DE56F7"/>
    <w:rsid w:val="00DE670B"/>
    <w:rsid w:val="00DE6834"/>
    <w:rsid w:val="00DE6CE3"/>
    <w:rsid w:val="00DE706C"/>
    <w:rsid w:val="00DE750C"/>
    <w:rsid w:val="00DE76F0"/>
    <w:rsid w:val="00DE7829"/>
    <w:rsid w:val="00DE7A67"/>
    <w:rsid w:val="00DF005A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2C6B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0BA4"/>
    <w:rsid w:val="00E3140D"/>
    <w:rsid w:val="00E31421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354"/>
    <w:rsid w:val="00E45416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23EC"/>
    <w:rsid w:val="00E524E8"/>
    <w:rsid w:val="00E52587"/>
    <w:rsid w:val="00E5443B"/>
    <w:rsid w:val="00E546A5"/>
    <w:rsid w:val="00E5494E"/>
    <w:rsid w:val="00E60CC0"/>
    <w:rsid w:val="00E611E2"/>
    <w:rsid w:val="00E61308"/>
    <w:rsid w:val="00E617F8"/>
    <w:rsid w:val="00E61C60"/>
    <w:rsid w:val="00E62085"/>
    <w:rsid w:val="00E6226C"/>
    <w:rsid w:val="00E626FB"/>
    <w:rsid w:val="00E63948"/>
    <w:rsid w:val="00E64AC9"/>
    <w:rsid w:val="00E64D59"/>
    <w:rsid w:val="00E6681A"/>
    <w:rsid w:val="00E67471"/>
    <w:rsid w:val="00E710AA"/>
    <w:rsid w:val="00E7144C"/>
    <w:rsid w:val="00E71BE8"/>
    <w:rsid w:val="00E7207D"/>
    <w:rsid w:val="00E722CD"/>
    <w:rsid w:val="00E72588"/>
    <w:rsid w:val="00E727F9"/>
    <w:rsid w:val="00E72C84"/>
    <w:rsid w:val="00E72D67"/>
    <w:rsid w:val="00E731B2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2B9"/>
    <w:rsid w:val="00E916F2"/>
    <w:rsid w:val="00E91F5B"/>
    <w:rsid w:val="00E92A81"/>
    <w:rsid w:val="00E93162"/>
    <w:rsid w:val="00E93854"/>
    <w:rsid w:val="00E93F10"/>
    <w:rsid w:val="00E942B4"/>
    <w:rsid w:val="00E94503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BCA"/>
    <w:rsid w:val="00EB0021"/>
    <w:rsid w:val="00EB0F3A"/>
    <w:rsid w:val="00EB35CD"/>
    <w:rsid w:val="00EB471D"/>
    <w:rsid w:val="00EB5571"/>
    <w:rsid w:val="00EB5606"/>
    <w:rsid w:val="00EB6125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96C"/>
    <w:rsid w:val="00EC5F62"/>
    <w:rsid w:val="00EC75B6"/>
    <w:rsid w:val="00EC78B8"/>
    <w:rsid w:val="00ED1699"/>
    <w:rsid w:val="00ED2559"/>
    <w:rsid w:val="00ED255C"/>
    <w:rsid w:val="00ED273C"/>
    <w:rsid w:val="00ED2C9F"/>
    <w:rsid w:val="00ED2D34"/>
    <w:rsid w:val="00ED353A"/>
    <w:rsid w:val="00ED3819"/>
    <w:rsid w:val="00ED3C83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38F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EC9"/>
    <w:rsid w:val="00F10FEF"/>
    <w:rsid w:val="00F11510"/>
    <w:rsid w:val="00F11919"/>
    <w:rsid w:val="00F13D3F"/>
    <w:rsid w:val="00F14D63"/>
    <w:rsid w:val="00F151BF"/>
    <w:rsid w:val="00F15D43"/>
    <w:rsid w:val="00F1610D"/>
    <w:rsid w:val="00F16839"/>
    <w:rsid w:val="00F16C9E"/>
    <w:rsid w:val="00F16DEA"/>
    <w:rsid w:val="00F17558"/>
    <w:rsid w:val="00F21908"/>
    <w:rsid w:val="00F223A4"/>
    <w:rsid w:val="00F2324D"/>
    <w:rsid w:val="00F234DD"/>
    <w:rsid w:val="00F243F7"/>
    <w:rsid w:val="00F24670"/>
    <w:rsid w:val="00F24F3E"/>
    <w:rsid w:val="00F24F8B"/>
    <w:rsid w:val="00F257BF"/>
    <w:rsid w:val="00F26007"/>
    <w:rsid w:val="00F311A0"/>
    <w:rsid w:val="00F31340"/>
    <w:rsid w:val="00F314A5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2DD"/>
    <w:rsid w:val="00F4291C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21F9"/>
    <w:rsid w:val="00F52805"/>
    <w:rsid w:val="00F53146"/>
    <w:rsid w:val="00F53F14"/>
    <w:rsid w:val="00F5541A"/>
    <w:rsid w:val="00F5573B"/>
    <w:rsid w:val="00F55D9E"/>
    <w:rsid w:val="00F5697C"/>
    <w:rsid w:val="00F5736B"/>
    <w:rsid w:val="00F5737B"/>
    <w:rsid w:val="00F574C6"/>
    <w:rsid w:val="00F5780E"/>
    <w:rsid w:val="00F60742"/>
    <w:rsid w:val="00F60CA7"/>
    <w:rsid w:val="00F61637"/>
    <w:rsid w:val="00F61850"/>
    <w:rsid w:val="00F6186A"/>
    <w:rsid w:val="00F61AC9"/>
    <w:rsid w:val="00F623ED"/>
    <w:rsid w:val="00F62C04"/>
    <w:rsid w:val="00F633B8"/>
    <w:rsid w:val="00F63460"/>
    <w:rsid w:val="00F63ACB"/>
    <w:rsid w:val="00F64798"/>
    <w:rsid w:val="00F64C70"/>
    <w:rsid w:val="00F66782"/>
    <w:rsid w:val="00F672A6"/>
    <w:rsid w:val="00F67545"/>
    <w:rsid w:val="00F675DF"/>
    <w:rsid w:val="00F67793"/>
    <w:rsid w:val="00F67970"/>
    <w:rsid w:val="00F70110"/>
    <w:rsid w:val="00F70349"/>
    <w:rsid w:val="00F70793"/>
    <w:rsid w:val="00F71688"/>
    <w:rsid w:val="00F726B5"/>
    <w:rsid w:val="00F72A17"/>
    <w:rsid w:val="00F72B6C"/>
    <w:rsid w:val="00F73E04"/>
    <w:rsid w:val="00F74BA7"/>
    <w:rsid w:val="00F74E3A"/>
    <w:rsid w:val="00F7663F"/>
    <w:rsid w:val="00F76BDD"/>
    <w:rsid w:val="00F808E7"/>
    <w:rsid w:val="00F80F4E"/>
    <w:rsid w:val="00F817E6"/>
    <w:rsid w:val="00F81CD0"/>
    <w:rsid w:val="00F8222A"/>
    <w:rsid w:val="00F824A7"/>
    <w:rsid w:val="00F827F3"/>
    <w:rsid w:val="00F82A81"/>
    <w:rsid w:val="00F85425"/>
    <w:rsid w:val="00F85E90"/>
    <w:rsid w:val="00F8628C"/>
    <w:rsid w:val="00F86584"/>
    <w:rsid w:val="00F86F97"/>
    <w:rsid w:val="00F875A1"/>
    <w:rsid w:val="00F903F2"/>
    <w:rsid w:val="00F91126"/>
    <w:rsid w:val="00F91CC5"/>
    <w:rsid w:val="00F91E68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6706"/>
    <w:rsid w:val="00FA7468"/>
    <w:rsid w:val="00FA7A59"/>
    <w:rsid w:val="00FB01BD"/>
    <w:rsid w:val="00FB0B4F"/>
    <w:rsid w:val="00FB1FD0"/>
    <w:rsid w:val="00FB21F0"/>
    <w:rsid w:val="00FB2592"/>
    <w:rsid w:val="00FB3105"/>
    <w:rsid w:val="00FB3433"/>
    <w:rsid w:val="00FB3A15"/>
    <w:rsid w:val="00FB4146"/>
    <w:rsid w:val="00FB485B"/>
    <w:rsid w:val="00FB6969"/>
    <w:rsid w:val="00FB69A5"/>
    <w:rsid w:val="00FB6EF1"/>
    <w:rsid w:val="00FB6F7F"/>
    <w:rsid w:val="00FB7FA0"/>
    <w:rsid w:val="00FC0515"/>
    <w:rsid w:val="00FC07CD"/>
    <w:rsid w:val="00FC2EA9"/>
    <w:rsid w:val="00FC3681"/>
    <w:rsid w:val="00FC3E55"/>
    <w:rsid w:val="00FC4261"/>
    <w:rsid w:val="00FC5D82"/>
    <w:rsid w:val="00FC77A9"/>
    <w:rsid w:val="00FC7C1A"/>
    <w:rsid w:val="00FD0491"/>
    <w:rsid w:val="00FD1975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378E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06D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F1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93F10"/>
    <w:pPr>
      <w:spacing w:after="200" w:line="276" w:lineRule="auto"/>
    </w:pPr>
  </w:style>
  <w:style w:type="paragraph" w:customStyle="1" w:styleId="ConsPlusCell">
    <w:name w:val="ConsPlusCell"/>
    <w:uiPriority w:val="99"/>
    <w:rsid w:val="00E93F10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E93F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3F10"/>
    <w:rPr>
      <w:rFonts w:ascii="Tahoma" w:hAnsi="Tahoma" w:cs="Tahoma"/>
      <w:sz w:val="16"/>
      <w:szCs w:val="16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6C6A6C"/>
    <w:pPr>
      <w:spacing w:after="60" w:line="276" w:lineRule="auto"/>
      <w:jc w:val="center"/>
      <w:outlineLvl w:val="1"/>
    </w:pPr>
    <w:rPr>
      <w:rFonts w:ascii="Arial" w:eastAsia="Calibri" w:hAnsi="Arial" w:cs="Arial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C6A6C"/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5904B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4</Pages>
  <Words>695</Words>
  <Characters>3966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2013-10-22T08:55:00Z</cp:lastPrinted>
  <dcterms:created xsi:type="dcterms:W3CDTF">2013-10-15T03:14:00Z</dcterms:created>
  <dcterms:modified xsi:type="dcterms:W3CDTF">2013-12-18T12:37:00Z</dcterms:modified>
</cp:coreProperties>
</file>