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BB5" w:rsidRPr="004E74FF" w:rsidRDefault="00464BB5" w:rsidP="004E74FF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800C7"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Абан" style="width:42pt;height:47.25pt;visibility:visible">
            <v:imagedata r:id="rId5" o:title=""/>
          </v:shape>
        </w:pict>
      </w:r>
    </w:p>
    <w:p w:rsidR="00464BB5" w:rsidRPr="004E74FF" w:rsidRDefault="00464BB5" w:rsidP="004E74FF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E74FF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Администрация Абанского района</w:t>
      </w:r>
    </w:p>
    <w:p w:rsidR="00464BB5" w:rsidRPr="004E74FF" w:rsidRDefault="00464BB5" w:rsidP="004E74F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E74FF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Красноярский край</w:t>
      </w:r>
    </w:p>
    <w:p w:rsidR="00464BB5" w:rsidRPr="004E74FF" w:rsidRDefault="00464BB5" w:rsidP="004E74F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464BB5" w:rsidRPr="004E74FF" w:rsidRDefault="00464BB5" w:rsidP="004E74F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E74FF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ПОСТАНОВЛЕНИЕ</w:t>
      </w:r>
    </w:p>
    <w:p w:rsidR="00464BB5" w:rsidRPr="004E74FF" w:rsidRDefault="00464BB5" w:rsidP="004E74F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464BB5" w:rsidRPr="004E74FF" w:rsidRDefault="00464BB5" w:rsidP="004E74F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20.02</w:t>
      </w:r>
      <w:r w:rsidRPr="004E74F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.2012                                      п. Абан                                                  №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148-п</w:t>
      </w:r>
    </w:p>
    <w:p w:rsidR="00464BB5" w:rsidRPr="004E74FF" w:rsidRDefault="00464BB5" w:rsidP="004E74F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464BB5" w:rsidRDefault="00464BB5" w:rsidP="00087EC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74F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Об утверждении прейскурант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4E74F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стоимости</w:t>
      </w:r>
    </w:p>
    <w:p w:rsidR="00464BB5" w:rsidRPr="004E74FF" w:rsidRDefault="00464BB5" w:rsidP="00087EC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74F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платных социально-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бытовых услуг</w:t>
      </w:r>
    </w:p>
    <w:p w:rsidR="00464BB5" w:rsidRPr="004E74FF" w:rsidRDefault="00464BB5" w:rsidP="00087EC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464BB5" w:rsidRPr="004E74FF" w:rsidRDefault="00464BB5" w:rsidP="00087EC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Руководствуясь </w:t>
      </w:r>
      <w:r w:rsidRPr="004E74F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Постановлен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4E74F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я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4E74F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Совета администрации Красноя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рского края от 03.02.2005 № 37-п «Об утверждении П</w:t>
      </w:r>
      <w:r w:rsidRPr="004E74F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еречня гарантированных государством социальных услуг, предоставляемых гражданам пожилого возраста и инвалидам», руководствуясь ст.  37, 38  Устава Абанского района Красноярского края,  ПОСТАНОВЛЯЮ:</w:t>
      </w:r>
    </w:p>
    <w:p w:rsidR="00464BB5" w:rsidRPr="004E74FF" w:rsidRDefault="00464BB5" w:rsidP="00087EC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74F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1. Утвердить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E74F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прейскурант стоимости дополнительных платных социально-бытовых услуг (Приложение 1)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64BB5" w:rsidRPr="004E74FF" w:rsidRDefault="00464BB5" w:rsidP="00087EC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2. Утвердить </w:t>
      </w:r>
      <w:r w:rsidRPr="004E74F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прейскурант стоимости дополнительных платных социально-бытовых услуг, оказываемых гражданам пожилого возраста и инвалидам отделением социального обслуживания на дому (Приложение 2)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64BB5" w:rsidRPr="004E74FF" w:rsidRDefault="00464BB5" w:rsidP="00087EC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3. Утвердить </w:t>
      </w:r>
      <w:r w:rsidRPr="004E74F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прейскурант стоимости гарантированных платных социально-бытовых услуг, оказываемых гражданам пожилого возраста и инвалидам отделением социального обслуживания на дому (Приложение 3)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64BB5" w:rsidRPr="004E74FF" w:rsidRDefault="00464BB5" w:rsidP="004E74FF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4E74F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 Отменить Постановления Главы администрации Абанского района   от 13.04.2010 № 237-п  «О внесении  изменений в Постановление Главы Абанского района от 30.06.2005 № 260 «Об утверждении порядка и условий оплаты социальных услуг, предоставляемых гражданам пожилого возраста и инвалидам на дому,  Центром социального обслуживания граждан пожилого возраста и инвалидов».</w:t>
      </w:r>
    </w:p>
    <w:p w:rsidR="00464BB5" w:rsidRPr="004E74FF" w:rsidRDefault="00464BB5" w:rsidP="004E74FF">
      <w:pPr>
        <w:autoSpaceDE w:val="0"/>
        <w:autoSpaceDN w:val="0"/>
        <w:adjustRightInd w:val="0"/>
        <w:spacing w:after="0" w:line="322" w:lineRule="exact"/>
        <w:ind w:firstLine="70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4E74FF">
        <w:rPr>
          <w:rFonts w:ascii="Times New Roman" w:hAnsi="Times New Roman" w:cs="Times New Roman"/>
          <w:sz w:val="28"/>
          <w:szCs w:val="28"/>
          <w:lang w:eastAsia="ru-RU"/>
        </w:rPr>
        <w:t>. Контроль за выполнением настоящего Постановления возложить на заместителя Главы администрации Абанского района Л.А. Харисову.</w:t>
      </w:r>
    </w:p>
    <w:p w:rsidR="00464BB5" w:rsidRPr="00087EC5" w:rsidRDefault="00464BB5" w:rsidP="00087EC5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4E74FF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087EC5">
        <w:rPr>
          <w:rFonts w:ascii="Times New Roman" w:hAnsi="Times New Roman" w:cs="Times New Roman"/>
          <w:sz w:val="28"/>
          <w:szCs w:val="28"/>
          <w:lang w:eastAsia="ru-RU"/>
        </w:rPr>
        <w:t xml:space="preserve">Постановление вступает в силу в день, следующий за днем его официального   опубликования   и   применяется    к   правоотношениям, возникшим с 1 января 2012 года. </w:t>
      </w:r>
    </w:p>
    <w:p w:rsidR="00464BB5" w:rsidRPr="004E74FF" w:rsidRDefault="00464BB5" w:rsidP="004E74FF">
      <w:pPr>
        <w:spacing w:after="0" w:line="240" w:lineRule="auto"/>
        <w:ind w:firstLine="706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464BB5" w:rsidRPr="004E74FF" w:rsidRDefault="00464BB5" w:rsidP="004E74FF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64BB5" w:rsidRPr="004E74FF" w:rsidRDefault="00464BB5" w:rsidP="004E74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64BB5" w:rsidRPr="004E74FF" w:rsidRDefault="00464BB5" w:rsidP="004E74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E74FF">
        <w:rPr>
          <w:rFonts w:ascii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</w:p>
    <w:p w:rsidR="00464BB5" w:rsidRPr="004E74FF" w:rsidRDefault="00464BB5" w:rsidP="004E74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E74FF">
        <w:rPr>
          <w:rFonts w:ascii="Times New Roman" w:hAnsi="Times New Roman" w:cs="Times New Roman"/>
          <w:sz w:val="28"/>
          <w:szCs w:val="28"/>
          <w:lang w:eastAsia="ru-RU"/>
        </w:rPr>
        <w:t xml:space="preserve">Абанского района    </w:t>
      </w:r>
      <w:r w:rsidRPr="004E74FF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4E74FF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4E74FF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4E74FF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4E74FF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4E74FF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4E74FF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 Г.В. Иванченко</w:t>
      </w:r>
    </w:p>
    <w:p w:rsidR="00464BB5" w:rsidRDefault="00464BB5" w:rsidP="00C876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64BB5" w:rsidRDefault="00464BB5" w:rsidP="00C876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64BB5" w:rsidRDefault="00464BB5" w:rsidP="00C876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464BB5" w:rsidRDefault="00464BB5" w:rsidP="00087E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464BB5" w:rsidRDefault="00464BB5" w:rsidP="00087E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464BB5" w:rsidRDefault="00464BB5" w:rsidP="00087E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464BB5" w:rsidRPr="00087EC5" w:rsidRDefault="00464BB5" w:rsidP="00087E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087EC5">
        <w:rPr>
          <w:rFonts w:ascii="Times New Roman" w:hAnsi="Times New Roman" w:cs="Times New Roman"/>
          <w:sz w:val="20"/>
          <w:szCs w:val="20"/>
          <w:lang w:eastAsia="ru-RU"/>
        </w:rPr>
        <w:t>Приложение № 1 к</w:t>
      </w:r>
    </w:p>
    <w:p w:rsidR="00464BB5" w:rsidRPr="00087EC5" w:rsidRDefault="00464BB5" w:rsidP="00087E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087EC5">
        <w:rPr>
          <w:rFonts w:ascii="Times New Roman" w:hAnsi="Times New Roman" w:cs="Times New Roman"/>
          <w:sz w:val="20"/>
          <w:szCs w:val="20"/>
          <w:lang w:eastAsia="ru-RU"/>
        </w:rPr>
        <w:t xml:space="preserve">Постановлению администрации </w:t>
      </w:r>
    </w:p>
    <w:p w:rsidR="00464BB5" w:rsidRPr="00087EC5" w:rsidRDefault="00464BB5" w:rsidP="00087E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087EC5">
        <w:rPr>
          <w:rFonts w:ascii="Times New Roman" w:hAnsi="Times New Roman" w:cs="Times New Roman"/>
          <w:sz w:val="20"/>
          <w:szCs w:val="20"/>
          <w:lang w:eastAsia="ru-RU"/>
        </w:rPr>
        <w:t>Абанского района</w:t>
      </w:r>
    </w:p>
    <w:p w:rsidR="00464BB5" w:rsidRDefault="00464BB5" w:rsidP="00087EC5">
      <w:pPr>
        <w:widowControl w:val="0"/>
        <w:tabs>
          <w:tab w:val="left" w:pos="779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  <w:r w:rsidRPr="00087EC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от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20.02.2012г  </w:t>
      </w:r>
      <w:r w:rsidRPr="00087EC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№ 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148-п</w:t>
      </w:r>
    </w:p>
    <w:p w:rsidR="00464BB5" w:rsidRPr="00087EC5" w:rsidRDefault="00464BB5" w:rsidP="00087EC5">
      <w:pPr>
        <w:widowControl w:val="0"/>
        <w:tabs>
          <w:tab w:val="left" w:pos="779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464BB5" w:rsidRDefault="00464BB5" w:rsidP="00087EC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4E74F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Прейскурант стоимости дополнительных</w:t>
      </w:r>
    </w:p>
    <w:p w:rsidR="00464BB5" w:rsidRDefault="00464BB5" w:rsidP="00087EC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4E74F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платных социально-бытовых услуг</w:t>
      </w:r>
    </w:p>
    <w:p w:rsidR="00464BB5" w:rsidRPr="004E74FF" w:rsidRDefault="00464BB5" w:rsidP="004E74F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35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5"/>
        <w:gridCol w:w="4538"/>
        <w:gridCol w:w="1701"/>
        <w:gridCol w:w="2551"/>
      </w:tblGrid>
      <w:tr w:rsidR="00464BB5" w:rsidRPr="000124D1">
        <w:trPr>
          <w:trHeight w:val="847"/>
        </w:trPr>
        <w:tc>
          <w:tcPr>
            <w:tcW w:w="565" w:type="dxa"/>
            <w:vAlign w:val="center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538" w:type="dxa"/>
            <w:vAlign w:val="center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 услуг</w:t>
            </w:r>
          </w:p>
        </w:tc>
        <w:tc>
          <w:tcPr>
            <w:tcW w:w="1701" w:type="dxa"/>
            <w:vAlign w:val="center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 времени</w:t>
            </w:r>
          </w:p>
        </w:tc>
        <w:tc>
          <w:tcPr>
            <w:tcW w:w="2551" w:type="dxa"/>
            <w:vAlign w:val="center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Стоимость услуги за ед. (руб)</w:t>
            </w:r>
          </w:p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4BB5" w:rsidRPr="000124D1">
        <w:tc>
          <w:tcPr>
            <w:tcW w:w="9355" w:type="dxa"/>
            <w:gridSpan w:val="4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 Услуги парикмахера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Стрижка головы на голо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мин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12,70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Стрижка волос простая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 мин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40,80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Стрижка модельная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 мин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61,00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Стрижка челки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мин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6,80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Подравнивание волос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мин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13,60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Стрижка бороды, усов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 мин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20,40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7</w:t>
            </w: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Окантовка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мин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6,40</w:t>
            </w:r>
          </w:p>
        </w:tc>
      </w:tr>
      <w:tr w:rsidR="00464BB5" w:rsidRPr="000124D1">
        <w:tc>
          <w:tcPr>
            <w:tcW w:w="5103" w:type="dxa"/>
            <w:gridSpan w:val="2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Мытье головы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Длина волос свыше 5 см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мин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10,60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Длина волос до 25 см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мин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15,60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Длина волос свыше 25 см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 мин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28,40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Сушка волос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мин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12,70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Укладка волос феном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 мин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34,10</w:t>
            </w:r>
          </w:p>
        </w:tc>
      </w:tr>
      <w:tr w:rsidR="00464BB5" w:rsidRPr="000124D1">
        <w:tc>
          <w:tcPr>
            <w:tcW w:w="5103" w:type="dxa"/>
            <w:gridSpan w:val="2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Завивка волос на бигуди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Длина волос свыше 5 см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 мин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32,10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Длина волос до 25 см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 мин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38,50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Длина волос свыше 25 см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 мин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44,80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Длина волос свыше 40 см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 мин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51,20</w:t>
            </w:r>
          </w:p>
        </w:tc>
      </w:tr>
      <w:tr w:rsidR="00464BB5" w:rsidRPr="000124D1">
        <w:tc>
          <w:tcPr>
            <w:tcW w:w="5103" w:type="dxa"/>
            <w:gridSpan w:val="2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Химическая завивка волос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Длина свыше 5 см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103,50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Длина волос до 25 см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ч 20 мин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124,80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Длина волос свыше 25 см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ч 30 мин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149,50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Длина волос свыше 40 см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ч 40 мин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189,00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Частичная завивка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 мин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75,40</w:t>
            </w:r>
          </w:p>
        </w:tc>
      </w:tr>
      <w:tr w:rsidR="00464BB5" w:rsidRPr="000124D1">
        <w:tc>
          <w:tcPr>
            <w:tcW w:w="5103" w:type="dxa"/>
            <w:gridSpan w:val="2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Обесцвечивание волос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Корни волос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 мин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42,40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Длина волос свыше 5 см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 мин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51,00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Длина волос до 25 см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 мин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55,80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Длина волос свыше 25 см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 мин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65,60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Освежение лица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мин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8,10</w:t>
            </w:r>
          </w:p>
        </w:tc>
      </w:tr>
      <w:tr w:rsidR="00464BB5" w:rsidRPr="000124D1">
        <w:tc>
          <w:tcPr>
            <w:tcW w:w="9355" w:type="dxa"/>
            <w:gridSpan w:val="4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 Хозяйственные услуги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Уборка снега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60,50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Привоз воды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 мин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19,20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Переноска угля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59,30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Вскопка огорода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52,40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Прополка огорода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51,70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Полив огорода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51,70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Погрузо-разгрузочные работы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59,50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Сбор урожая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52,60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Побелка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52,80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Покраска стен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52,80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Покраска окон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52,80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Наклейка обоев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51,70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Колка дров (сосна)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6ч./6куб.м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364,60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Колка дров (береза)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8ч./6 куб.м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486,20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Переноска дров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237,00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Укладка дров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355,60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Распиловка дров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119,50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Ремонт крыльца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4ч.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227,40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Ремонт забора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2ч.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113,70</w:t>
            </w:r>
          </w:p>
        </w:tc>
      </w:tr>
      <w:tr w:rsidR="00464BB5" w:rsidRPr="000124D1">
        <w:tc>
          <w:tcPr>
            <w:tcW w:w="9355" w:type="dxa"/>
            <w:gridSpan w:val="4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 Услуги швеи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Изготовление кармана с клапаном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1,5 ч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76,90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Изготовление кармана без клапана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51,20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Перешив воротника из натур.меха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205,00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Изготовление воротника, капюшона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тканевый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205,00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искусств.мех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205,00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-натуральный мех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5ч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256,20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Пошив штор 3-х 5-метров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 3-х сторон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205,00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-с 2-х сторон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3ч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153,70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Укоротить шубу (натур.мех)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3ч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153,70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Ремонт шубы (натур.мех)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-большой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7ч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358,70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-средний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205,00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Укоротить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-брюки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102,50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-рукава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2,5ч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128,10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-куртка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205,00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пальто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2,5ч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128,10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-шуба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3ч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153,70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-юбка прямая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1,5ч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76,90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юбка клеш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102,50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Покрытие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-безрукавка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6ч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307,40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-куртка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21ч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1076,00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-полушубок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24ч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1229,70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Замена замка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-куртка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3ч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153,70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-брюки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51,20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-юбка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 мин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25,60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Пошив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-платье х/б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5ч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384,30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-платье шелк,  шерсть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6ч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435,50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блузка х/б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5ч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384,30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блузка шелк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6ч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435,50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-сарафан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5ч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384,30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юбка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3ч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205,00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платье-костюм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7ч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563,60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-пиджак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7ч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512,40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-жилет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333,00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-безрукавка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333,00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-халат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6ч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435,50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-брюки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5ч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358,70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-трусы мужские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1,5ч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89,70</w:t>
            </w:r>
          </w:p>
        </w:tc>
      </w:tr>
      <w:tr w:rsidR="00464BB5" w:rsidRPr="000124D1">
        <w:trPr>
          <w:trHeight w:val="333"/>
        </w:trPr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-верхонки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51,20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пошив, раскрой белья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3ч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170,80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Раскрой штор с наметкой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 2-х сторон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2,5ч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128,00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 3-х сторон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3ч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153,70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Изготовить воротник из капюшона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-тканевый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153,70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-меховой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1,5ч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128,00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Ремонт куртки, брюк, пальто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мелкий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1,5ч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76,90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средний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2,5ч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128,10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большой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5,5ч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281,80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Ремонт легкой одежды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-мелкий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51,20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-средний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1,5ч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76,90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-большой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3,5ч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179,30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-перешив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6ч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307,40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Ремонт верхней одежды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205,00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Пошив головного убора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пошив мужской шапки-ушанки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6ч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820,00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-пошив женской шапки-ушанки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614,80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-пошив «формовки»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614,80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пошив детского головного убора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3ч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512,40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Ремонт головного убора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замена подкладки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102,50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козырька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205,00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подлицевого назатыльника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205,00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-лицевого назатыльника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205,00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лицевого наушника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205,00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подлицевого наушника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205,00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колпака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205,00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Замена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козырька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205,00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подлицевего назатыльника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5ч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256,20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лицевого назатыльника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5ч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256,20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лицевого наушника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5ч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256,20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подлицевого наушника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5ч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256,20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колпака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7ч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358,70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увеличение размера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205,00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уменьшение размера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3ч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153,70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фиксация формы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7ч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358,70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Ремонт головного убора «Формовка»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козырька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1,5ч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76,90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назатыльника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1,5ч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76,90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подкладки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1,5ч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76,90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Замена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-козырька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102,50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-назатыльника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102,50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-подкладки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 мин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25,60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-наушника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102,50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Ремонт детских головных уборов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лобика, щечек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1,5ч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76,90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затылочной части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1,5ч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76,90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изготовление помпона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 мин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25,60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лиц, полиц ушек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102,50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Замена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лобик, щечек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102,50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затылочной части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102,50</w:t>
            </w:r>
          </w:p>
        </w:tc>
      </w:tr>
      <w:tr w:rsidR="00464BB5" w:rsidRPr="000124D1">
        <w:trPr>
          <w:trHeight w:val="289"/>
        </w:trPr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лиц, полиц ушек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102,50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подкладки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 мин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25,60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Раскрой  и пошив «Кепи» «Берета» из драпа, велюра, кожи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2ч 20мин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119,60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Раскрой и пошив «Кепи», шапки женской из х/б ткани на подкладке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2,5ч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145,20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Раскрой и пошив детского «Берета», «Кепи», «Шапочка-ушанка» из 4-х клиньев с удлиненными ушками из искусственного меха на подкладке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3ч 30 мин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179,30</w:t>
            </w:r>
          </w:p>
        </w:tc>
      </w:tr>
      <w:tr w:rsidR="00464BB5" w:rsidRPr="000124D1">
        <w:tc>
          <w:tcPr>
            <w:tcW w:w="9355" w:type="dxa"/>
            <w:gridSpan w:val="4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4.Автотранспортные услуги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Автомобиль ГАЗ-САЗ 3507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121,70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Автомобиль УАЗ 3909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122,20</w:t>
            </w:r>
          </w:p>
        </w:tc>
      </w:tr>
      <w:tr w:rsidR="00464BB5" w:rsidRPr="000124D1">
        <w:tc>
          <w:tcPr>
            <w:tcW w:w="9355" w:type="dxa"/>
            <w:gridSpan w:val="4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 Услуги массажа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Массаж 1 усл. ед.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 мин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43,90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Массаж головы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мин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22,00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Массаж лица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мин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22,00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Массаж воротниковой части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 мин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33,00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Массаж верхней конечности, надплечья, области лопатки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 мин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43,90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Массаж плечевого сустава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мин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22,00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Массаж локтевого сустава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мин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22,00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Массаж лучезапястного сустава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мин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22,00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Массаж кисти и предплечья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мин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22,00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Массаж области грудной клетки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 мин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54,90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Массаж поясничной области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 мин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43,90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Массаж шейно-грудного отдела позвоночника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 мин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43,90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Массаж нижней конечности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 мин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43,90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Массаж тазобедренного сустава и ягодичной области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мин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22,00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Массаж коленного сустава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мин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22,00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Массаж голеностопного сустава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мин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22,00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Массаж стопы и голени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мин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22,00</w:t>
            </w:r>
          </w:p>
        </w:tc>
      </w:tr>
      <w:tr w:rsidR="00464BB5" w:rsidRPr="000124D1">
        <w:tc>
          <w:tcPr>
            <w:tcW w:w="565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538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Общий массаж (детей грудного и младшего школьного возраста)</w:t>
            </w:r>
          </w:p>
        </w:tc>
        <w:tc>
          <w:tcPr>
            <w:tcW w:w="170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 мин</w:t>
            </w:r>
          </w:p>
        </w:tc>
        <w:tc>
          <w:tcPr>
            <w:tcW w:w="2551" w:type="dxa"/>
          </w:tcPr>
          <w:p w:rsidR="00464BB5" w:rsidRPr="00C87699" w:rsidRDefault="00464BB5" w:rsidP="00C87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65,90</w:t>
            </w:r>
          </w:p>
        </w:tc>
      </w:tr>
    </w:tbl>
    <w:p w:rsidR="00464BB5" w:rsidRPr="004E74FF" w:rsidRDefault="00464BB5" w:rsidP="004E74F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464BB5" w:rsidRPr="004E74FF" w:rsidRDefault="00464BB5" w:rsidP="004E74F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464BB5" w:rsidRPr="004E74FF" w:rsidRDefault="00464BB5" w:rsidP="004E74F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464BB5" w:rsidRPr="004E74FF" w:rsidRDefault="00464BB5" w:rsidP="004E74F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464BB5" w:rsidRPr="004E74FF" w:rsidRDefault="00464BB5" w:rsidP="004E74F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64BB5" w:rsidRDefault="00464BB5" w:rsidP="005769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64BB5" w:rsidRDefault="00464BB5" w:rsidP="005769C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64BB5" w:rsidRDefault="00464BB5" w:rsidP="005769C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464BB5" w:rsidRDefault="00464BB5" w:rsidP="005769C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</w:p>
    <w:p w:rsidR="00464BB5" w:rsidRDefault="00464BB5" w:rsidP="005769C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464BB5" w:rsidRPr="00087EC5" w:rsidRDefault="00464BB5" w:rsidP="005769C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087EC5">
        <w:rPr>
          <w:rFonts w:ascii="Times New Roman" w:hAnsi="Times New Roman" w:cs="Times New Roman"/>
          <w:sz w:val="20"/>
          <w:szCs w:val="20"/>
          <w:lang w:eastAsia="ru-RU"/>
        </w:rPr>
        <w:t xml:space="preserve">Приложение № </w:t>
      </w:r>
      <w:r>
        <w:rPr>
          <w:rFonts w:ascii="Times New Roman" w:hAnsi="Times New Roman" w:cs="Times New Roman"/>
          <w:sz w:val="20"/>
          <w:szCs w:val="20"/>
          <w:lang w:eastAsia="ru-RU"/>
        </w:rPr>
        <w:t>2</w:t>
      </w:r>
      <w:r w:rsidRPr="00087EC5">
        <w:rPr>
          <w:rFonts w:ascii="Times New Roman" w:hAnsi="Times New Roman" w:cs="Times New Roman"/>
          <w:sz w:val="20"/>
          <w:szCs w:val="20"/>
          <w:lang w:eastAsia="ru-RU"/>
        </w:rPr>
        <w:t>к</w:t>
      </w:r>
    </w:p>
    <w:p w:rsidR="00464BB5" w:rsidRPr="00087EC5" w:rsidRDefault="00464BB5" w:rsidP="005769C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087EC5">
        <w:rPr>
          <w:rFonts w:ascii="Times New Roman" w:hAnsi="Times New Roman" w:cs="Times New Roman"/>
          <w:sz w:val="20"/>
          <w:szCs w:val="20"/>
          <w:lang w:eastAsia="ru-RU"/>
        </w:rPr>
        <w:t xml:space="preserve">Постановлению администрации </w:t>
      </w:r>
    </w:p>
    <w:p w:rsidR="00464BB5" w:rsidRPr="00087EC5" w:rsidRDefault="00464BB5" w:rsidP="005769C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087EC5">
        <w:rPr>
          <w:rFonts w:ascii="Times New Roman" w:hAnsi="Times New Roman" w:cs="Times New Roman"/>
          <w:sz w:val="20"/>
          <w:szCs w:val="20"/>
          <w:lang w:eastAsia="ru-RU"/>
        </w:rPr>
        <w:t>Абанского района</w:t>
      </w:r>
    </w:p>
    <w:p w:rsidR="00464BB5" w:rsidRDefault="00464BB5" w:rsidP="00070618">
      <w:pPr>
        <w:widowControl w:val="0"/>
        <w:tabs>
          <w:tab w:val="left" w:pos="779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  <w:r w:rsidRPr="00087EC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от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20.02.2012г  </w:t>
      </w:r>
      <w:r w:rsidRPr="00087EC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№ 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148-п</w:t>
      </w:r>
    </w:p>
    <w:p w:rsidR="00464BB5" w:rsidRPr="00087EC5" w:rsidRDefault="00464BB5" w:rsidP="00070618">
      <w:pPr>
        <w:widowControl w:val="0"/>
        <w:tabs>
          <w:tab w:val="left" w:pos="779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464BB5" w:rsidRDefault="00464BB5" w:rsidP="005769C0">
      <w:pPr>
        <w:widowControl w:val="0"/>
        <w:tabs>
          <w:tab w:val="left" w:pos="779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464BB5" w:rsidRPr="004E74FF" w:rsidRDefault="00464BB5" w:rsidP="004E74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464BB5" w:rsidRPr="004E74FF" w:rsidRDefault="00464BB5" w:rsidP="004E74F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4E74F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Прейскурант стоимости дополнительных платных социально-бытовых услуг, оказываемых гражданам пожилого возраста и инвалидам отделением социального обслуживания на дому</w:t>
      </w:r>
    </w:p>
    <w:p w:rsidR="00464BB5" w:rsidRDefault="00464BB5" w:rsidP="004E74F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7"/>
        <w:gridCol w:w="5373"/>
        <w:gridCol w:w="14"/>
        <w:gridCol w:w="1559"/>
        <w:gridCol w:w="47"/>
        <w:gridCol w:w="1903"/>
      </w:tblGrid>
      <w:tr w:rsidR="00464BB5" w:rsidRPr="000124D1">
        <w:tc>
          <w:tcPr>
            <w:tcW w:w="648" w:type="dxa"/>
            <w:vAlign w:val="center"/>
          </w:tcPr>
          <w:p w:rsidR="00464BB5" w:rsidRPr="00C87699" w:rsidRDefault="00464BB5" w:rsidP="00C87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464BB5" w:rsidRPr="00C87699" w:rsidRDefault="00464BB5" w:rsidP="00C87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400" w:type="dxa"/>
            <w:gridSpan w:val="2"/>
            <w:vAlign w:val="center"/>
          </w:tcPr>
          <w:p w:rsidR="00464BB5" w:rsidRPr="00C87699" w:rsidRDefault="00464BB5" w:rsidP="00C87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 услуг</w:t>
            </w:r>
          </w:p>
        </w:tc>
        <w:tc>
          <w:tcPr>
            <w:tcW w:w="1620" w:type="dxa"/>
            <w:gridSpan w:val="3"/>
            <w:vAlign w:val="center"/>
          </w:tcPr>
          <w:p w:rsidR="00464BB5" w:rsidRPr="00C87699" w:rsidRDefault="00464BB5" w:rsidP="00C87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 времени</w:t>
            </w:r>
          </w:p>
          <w:p w:rsidR="00464BB5" w:rsidRPr="00C87699" w:rsidRDefault="00464BB5" w:rsidP="00C87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vAlign w:val="center"/>
          </w:tcPr>
          <w:p w:rsidR="00464BB5" w:rsidRPr="00C87699" w:rsidRDefault="00464BB5" w:rsidP="00C87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Стоимость</w:t>
            </w:r>
          </w:p>
          <w:p w:rsidR="00464BB5" w:rsidRPr="00C87699" w:rsidRDefault="00464BB5" w:rsidP="00C87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услуги за ед.</w:t>
            </w:r>
          </w:p>
        </w:tc>
      </w:tr>
      <w:tr w:rsidR="00464BB5" w:rsidRPr="000124D1">
        <w:tc>
          <w:tcPr>
            <w:tcW w:w="675" w:type="dxa"/>
            <w:gridSpan w:val="2"/>
          </w:tcPr>
          <w:p w:rsidR="00464BB5" w:rsidRPr="00C87699" w:rsidRDefault="00464BB5" w:rsidP="00C87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7" w:type="dxa"/>
            <w:gridSpan w:val="2"/>
          </w:tcPr>
          <w:p w:rsidR="00464BB5" w:rsidRPr="00C87699" w:rsidRDefault="00464BB5" w:rsidP="00C876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Переноска, укладка дров</w:t>
            </w:r>
          </w:p>
        </w:tc>
        <w:tc>
          <w:tcPr>
            <w:tcW w:w="1559" w:type="dxa"/>
          </w:tcPr>
          <w:p w:rsidR="00464BB5" w:rsidRPr="00C87699" w:rsidRDefault="00464BB5" w:rsidP="00C87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950" w:type="dxa"/>
            <w:gridSpan w:val="2"/>
          </w:tcPr>
          <w:p w:rsidR="00464BB5" w:rsidRPr="00C87699" w:rsidRDefault="00464BB5" w:rsidP="00C87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63,61</w:t>
            </w:r>
          </w:p>
        </w:tc>
      </w:tr>
      <w:tr w:rsidR="00464BB5" w:rsidRPr="000124D1">
        <w:tc>
          <w:tcPr>
            <w:tcW w:w="675" w:type="dxa"/>
            <w:gridSpan w:val="2"/>
          </w:tcPr>
          <w:p w:rsidR="00464BB5" w:rsidRPr="00C87699" w:rsidRDefault="00464BB5" w:rsidP="00C87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7" w:type="dxa"/>
            <w:gridSpan w:val="2"/>
          </w:tcPr>
          <w:p w:rsidR="00464BB5" w:rsidRPr="00C87699" w:rsidRDefault="00464BB5" w:rsidP="00C876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Стирка белья ручная, машинная</w:t>
            </w:r>
          </w:p>
        </w:tc>
        <w:tc>
          <w:tcPr>
            <w:tcW w:w="1559" w:type="dxa"/>
          </w:tcPr>
          <w:p w:rsidR="00464BB5" w:rsidRPr="00C87699" w:rsidRDefault="00464BB5" w:rsidP="00C87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950" w:type="dxa"/>
            <w:gridSpan w:val="2"/>
          </w:tcPr>
          <w:p w:rsidR="00464BB5" w:rsidRPr="00C87699" w:rsidRDefault="00464BB5" w:rsidP="00C87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56,85</w:t>
            </w:r>
          </w:p>
        </w:tc>
      </w:tr>
      <w:tr w:rsidR="00464BB5" w:rsidRPr="000124D1">
        <w:tc>
          <w:tcPr>
            <w:tcW w:w="675" w:type="dxa"/>
            <w:gridSpan w:val="2"/>
          </w:tcPr>
          <w:p w:rsidR="00464BB5" w:rsidRPr="00C87699" w:rsidRDefault="00464BB5" w:rsidP="00C87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87" w:type="dxa"/>
            <w:gridSpan w:val="2"/>
          </w:tcPr>
          <w:p w:rsidR="00464BB5" w:rsidRPr="00C87699" w:rsidRDefault="00464BB5" w:rsidP="00C876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Глажка белья</w:t>
            </w:r>
          </w:p>
        </w:tc>
        <w:tc>
          <w:tcPr>
            <w:tcW w:w="1559" w:type="dxa"/>
          </w:tcPr>
          <w:p w:rsidR="00464BB5" w:rsidRPr="00C87699" w:rsidRDefault="00464BB5" w:rsidP="00C87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950" w:type="dxa"/>
            <w:gridSpan w:val="2"/>
          </w:tcPr>
          <w:p w:rsidR="00464BB5" w:rsidRPr="00C87699" w:rsidRDefault="00464BB5" w:rsidP="00C87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55,15</w:t>
            </w:r>
          </w:p>
        </w:tc>
      </w:tr>
      <w:tr w:rsidR="00464BB5" w:rsidRPr="000124D1">
        <w:tc>
          <w:tcPr>
            <w:tcW w:w="675" w:type="dxa"/>
            <w:gridSpan w:val="2"/>
          </w:tcPr>
          <w:p w:rsidR="00464BB5" w:rsidRPr="00C87699" w:rsidRDefault="00464BB5" w:rsidP="00C87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87" w:type="dxa"/>
            <w:gridSpan w:val="2"/>
          </w:tcPr>
          <w:p w:rsidR="00464BB5" w:rsidRPr="00C87699" w:rsidRDefault="00464BB5" w:rsidP="00C876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Вскапывание земли под грядки</w:t>
            </w:r>
          </w:p>
        </w:tc>
        <w:tc>
          <w:tcPr>
            <w:tcW w:w="1559" w:type="dxa"/>
          </w:tcPr>
          <w:p w:rsidR="00464BB5" w:rsidRPr="00C87699" w:rsidRDefault="00464BB5" w:rsidP="00C87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950" w:type="dxa"/>
            <w:gridSpan w:val="2"/>
          </w:tcPr>
          <w:p w:rsidR="00464BB5" w:rsidRPr="00C87699" w:rsidRDefault="00464BB5" w:rsidP="00C87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58,93</w:t>
            </w:r>
          </w:p>
        </w:tc>
      </w:tr>
      <w:tr w:rsidR="00464BB5" w:rsidRPr="000124D1">
        <w:tc>
          <w:tcPr>
            <w:tcW w:w="675" w:type="dxa"/>
            <w:gridSpan w:val="2"/>
          </w:tcPr>
          <w:p w:rsidR="00464BB5" w:rsidRPr="00C87699" w:rsidRDefault="00464BB5" w:rsidP="00C87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87" w:type="dxa"/>
            <w:gridSpan w:val="2"/>
          </w:tcPr>
          <w:p w:rsidR="00464BB5" w:rsidRPr="00C87699" w:rsidRDefault="00464BB5" w:rsidP="00C876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Устройство грядки после вскопки</w:t>
            </w:r>
          </w:p>
        </w:tc>
        <w:tc>
          <w:tcPr>
            <w:tcW w:w="1559" w:type="dxa"/>
          </w:tcPr>
          <w:p w:rsidR="00464BB5" w:rsidRPr="00C87699" w:rsidRDefault="00464BB5" w:rsidP="00C87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950" w:type="dxa"/>
            <w:gridSpan w:val="2"/>
          </w:tcPr>
          <w:p w:rsidR="00464BB5" w:rsidRPr="00C87699" w:rsidRDefault="00464BB5" w:rsidP="00C87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58,93</w:t>
            </w:r>
          </w:p>
        </w:tc>
      </w:tr>
      <w:tr w:rsidR="00464BB5" w:rsidRPr="000124D1">
        <w:tc>
          <w:tcPr>
            <w:tcW w:w="675" w:type="dxa"/>
            <w:gridSpan w:val="2"/>
          </w:tcPr>
          <w:p w:rsidR="00464BB5" w:rsidRPr="00C87699" w:rsidRDefault="00464BB5" w:rsidP="00C87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87" w:type="dxa"/>
            <w:gridSpan w:val="2"/>
          </w:tcPr>
          <w:p w:rsidR="00464BB5" w:rsidRPr="00C87699" w:rsidRDefault="00464BB5" w:rsidP="00C876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Посадка овощных грядок</w:t>
            </w:r>
          </w:p>
        </w:tc>
        <w:tc>
          <w:tcPr>
            <w:tcW w:w="1559" w:type="dxa"/>
          </w:tcPr>
          <w:p w:rsidR="00464BB5" w:rsidRPr="00C87699" w:rsidRDefault="00464BB5" w:rsidP="00C87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950" w:type="dxa"/>
            <w:gridSpan w:val="2"/>
          </w:tcPr>
          <w:p w:rsidR="00464BB5" w:rsidRPr="00C87699" w:rsidRDefault="00464BB5" w:rsidP="00C87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56,85</w:t>
            </w:r>
          </w:p>
        </w:tc>
      </w:tr>
      <w:tr w:rsidR="00464BB5" w:rsidRPr="000124D1">
        <w:tc>
          <w:tcPr>
            <w:tcW w:w="675" w:type="dxa"/>
            <w:gridSpan w:val="2"/>
          </w:tcPr>
          <w:p w:rsidR="00464BB5" w:rsidRPr="00C87699" w:rsidRDefault="00464BB5" w:rsidP="00C87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87" w:type="dxa"/>
            <w:gridSpan w:val="2"/>
          </w:tcPr>
          <w:p w:rsidR="00464BB5" w:rsidRPr="00C87699" w:rsidRDefault="00464BB5" w:rsidP="00C876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Посадка картофеля</w:t>
            </w:r>
          </w:p>
        </w:tc>
        <w:tc>
          <w:tcPr>
            <w:tcW w:w="1559" w:type="dxa"/>
          </w:tcPr>
          <w:p w:rsidR="00464BB5" w:rsidRPr="00C87699" w:rsidRDefault="00464BB5" w:rsidP="00C87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950" w:type="dxa"/>
            <w:gridSpan w:val="2"/>
          </w:tcPr>
          <w:p w:rsidR="00464BB5" w:rsidRPr="00C87699" w:rsidRDefault="00464BB5" w:rsidP="00C87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58,93</w:t>
            </w:r>
          </w:p>
        </w:tc>
      </w:tr>
      <w:tr w:rsidR="00464BB5" w:rsidRPr="000124D1">
        <w:trPr>
          <w:trHeight w:val="331"/>
        </w:trPr>
        <w:tc>
          <w:tcPr>
            <w:tcW w:w="675" w:type="dxa"/>
            <w:gridSpan w:val="2"/>
          </w:tcPr>
          <w:p w:rsidR="00464BB5" w:rsidRPr="00C87699" w:rsidRDefault="00464BB5" w:rsidP="00C87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87" w:type="dxa"/>
            <w:gridSpan w:val="2"/>
          </w:tcPr>
          <w:p w:rsidR="00464BB5" w:rsidRPr="00C87699" w:rsidRDefault="00464BB5" w:rsidP="00C876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Прополка грядок</w:t>
            </w:r>
          </w:p>
        </w:tc>
        <w:tc>
          <w:tcPr>
            <w:tcW w:w="1559" w:type="dxa"/>
          </w:tcPr>
          <w:p w:rsidR="00464BB5" w:rsidRPr="00C87699" w:rsidRDefault="00464BB5" w:rsidP="00C87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950" w:type="dxa"/>
            <w:gridSpan w:val="2"/>
          </w:tcPr>
          <w:p w:rsidR="00464BB5" w:rsidRPr="00C87699" w:rsidRDefault="00464BB5" w:rsidP="00C87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56,85</w:t>
            </w:r>
          </w:p>
        </w:tc>
      </w:tr>
      <w:tr w:rsidR="00464BB5" w:rsidRPr="000124D1">
        <w:tc>
          <w:tcPr>
            <w:tcW w:w="675" w:type="dxa"/>
            <w:gridSpan w:val="2"/>
          </w:tcPr>
          <w:p w:rsidR="00464BB5" w:rsidRPr="00C87699" w:rsidRDefault="00464BB5" w:rsidP="00C87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87" w:type="dxa"/>
            <w:gridSpan w:val="2"/>
          </w:tcPr>
          <w:p w:rsidR="00464BB5" w:rsidRPr="00C87699" w:rsidRDefault="00464BB5" w:rsidP="00C876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Прополка картофеля</w:t>
            </w:r>
          </w:p>
        </w:tc>
        <w:tc>
          <w:tcPr>
            <w:tcW w:w="1559" w:type="dxa"/>
          </w:tcPr>
          <w:p w:rsidR="00464BB5" w:rsidRPr="00C87699" w:rsidRDefault="00464BB5" w:rsidP="00C87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950" w:type="dxa"/>
            <w:gridSpan w:val="2"/>
          </w:tcPr>
          <w:p w:rsidR="00464BB5" w:rsidRPr="00C87699" w:rsidRDefault="00464BB5" w:rsidP="00C87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56,85</w:t>
            </w:r>
          </w:p>
        </w:tc>
      </w:tr>
      <w:tr w:rsidR="00464BB5" w:rsidRPr="000124D1">
        <w:tc>
          <w:tcPr>
            <w:tcW w:w="675" w:type="dxa"/>
            <w:gridSpan w:val="2"/>
          </w:tcPr>
          <w:p w:rsidR="00464BB5" w:rsidRPr="00C87699" w:rsidRDefault="00464BB5" w:rsidP="00C87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87" w:type="dxa"/>
            <w:gridSpan w:val="2"/>
          </w:tcPr>
          <w:p w:rsidR="00464BB5" w:rsidRPr="00C87699" w:rsidRDefault="00464BB5" w:rsidP="00C876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Окучивание картофеля</w:t>
            </w:r>
          </w:p>
        </w:tc>
        <w:tc>
          <w:tcPr>
            <w:tcW w:w="1559" w:type="dxa"/>
          </w:tcPr>
          <w:p w:rsidR="00464BB5" w:rsidRPr="00C87699" w:rsidRDefault="00464BB5" w:rsidP="00C87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950" w:type="dxa"/>
            <w:gridSpan w:val="2"/>
          </w:tcPr>
          <w:p w:rsidR="00464BB5" w:rsidRPr="00C87699" w:rsidRDefault="00464BB5" w:rsidP="00C87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58,93</w:t>
            </w:r>
          </w:p>
        </w:tc>
      </w:tr>
      <w:tr w:rsidR="00464BB5" w:rsidRPr="000124D1">
        <w:tc>
          <w:tcPr>
            <w:tcW w:w="675" w:type="dxa"/>
            <w:gridSpan w:val="2"/>
          </w:tcPr>
          <w:p w:rsidR="00464BB5" w:rsidRPr="00C87699" w:rsidRDefault="00464BB5" w:rsidP="00C87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87" w:type="dxa"/>
            <w:gridSpan w:val="2"/>
          </w:tcPr>
          <w:p w:rsidR="00464BB5" w:rsidRPr="00C87699" w:rsidRDefault="00464BB5" w:rsidP="00C876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Полив огорода из ведра и лейки</w:t>
            </w:r>
          </w:p>
        </w:tc>
        <w:tc>
          <w:tcPr>
            <w:tcW w:w="1559" w:type="dxa"/>
          </w:tcPr>
          <w:p w:rsidR="00464BB5" w:rsidRPr="00C87699" w:rsidRDefault="00464BB5" w:rsidP="00C87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950" w:type="dxa"/>
            <w:gridSpan w:val="2"/>
          </w:tcPr>
          <w:p w:rsidR="00464BB5" w:rsidRPr="00C87699" w:rsidRDefault="00464BB5" w:rsidP="00C87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56,67</w:t>
            </w:r>
          </w:p>
        </w:tc>
      </w:tr>
      <w:tr w:rsidR="00464BB5" w:rsidRPr="000124D1">
        <w:tc>
          <w:tcPr>
            <w:tcW w:w="675" w:type="dxa"/>
            <w:gridSpan w:val="2"/>
          </w:tcPr>
          <w:p w:rsidR="00464BB5" w:rsidRPr="00C87699" w:rsidRDefault="00464BB5" w:rsidP="00C87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87" w:type="dxa"/>
            <w:gridSpan w:val="2"/>
          </w:tcPr>
          <w:p w:rsidR="00464BB5" w:rsidRPr="00C87699" w:rsidRDefault="00464BB5" w:rsidP="00C876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Копка картофеля</w:t>
            </w:r>
          </w:p>
        </w:tc>
        <w:tc>
          <w:tcPr>
            <w:tcW w:w="1559" w:type="dxa"/>
          </w:tcPr>
          <w:p w:rsidR="00464BB5" w:rsidRPr="00C87699" w:rsidRDefault="00464BB5" w:rsidP="00C87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950" w:type="dxa"/>
            <w:gridSpan w:val="2"/>
          </w:tcPr>
          <w:p w:rsidR="00464BB5" w:rsidRPr="00C87699" w:rsidRDefault="00464BB5" w:rsidP="00C87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58,93</w:t>
            </w:r>
          </w:p>
        </w:tc>
      </w:tr>
      <w:tr w:rsidR="00464BB5" w:rsidRPr="000124D1">
        <w:tc>
          <w:tcPr>
            <w:tcW w:w="675" w:type="dxa"/>
            <w:gridSpan w:val="2"/>
          </w:tcPr>
          <w:p w:rsidR="00464BB5" w:rsidRPr="00C87699" w:rsidRDefault="00464BB5" w:rsidP="00C87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87" w:type="dxa"/>
            <w:gridSpan w:val="2"/>
          </w:tcPr>
          <w:p w:rsidR="00464BB5" w:rsidRPr="00C87699" w:rsidRDefault="00464BB5" w:rsidP="00C876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Перенос картофеля (переборка, разгрузка, погрузка)</w:t>
            </w:r>
          </w:p>
        </w:tc>
        <w:tc>
          <w:tcPr>
            <w:tcW w:w="1559" w:type="dxa"/>
          </w:tcPr>
          <w:p w:rsidR="00464BB5" w:rsidRPr="00C87699" w:rsidRDefault="00464BB5" w:rsidP="00C87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950" w:type="dxa"/>
            <w:gridSpan w:val="2"/>
          </w:tcPr>
          <w:p w:rsidR="00464BB5" w:rsidRPr="00C87699" w:rsidRDefault="00464BB5" w:rsidP="00C87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56,82</w:t>
            </w:r>
          </w:p>
        </w:tc>
      </w:tr>
      <w:tr w:rsidR="00464BB5" w:rsidRPr="000124D1">
        <w:tc>
          <w:tcPr>
            <w:tcW w:w="675" w:type="dxa"/>
            <w:gridSpan w:val="2"/>
          </w:tcPr>
          <w:p w:rsidR="00464BB5" w:rsidRPr="00C87699" w:rsidRDefault="00464BB5" w:rsidP="00C87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87" w:type="dxa"/>
            <w:gridSpan w:val="2"/>
          </w:tcPr>
          <w:p w:rsidR="00464BB5" w:rsidRPr="00C87699" w:rsidRDefault="00464BB5" w:rsidP="00C876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Уборка территории (огород, сад, двор)</w:t>
            </w:r>
          </w:p>
        </w:tc>
        <w:tc>
          <w:tcPr>
            <w:tcW w:w="1559" w:type="dxa"/>
          </w:tcPr>
          <w:p w:rsidR="00464BB5" w:rsidRPr="00C87699" w:rsidRDefault="00464BB5" w:rsidP="00C87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950" w:type="dxa"/>
            <w:gridSpan w:val="2"/>
          </w:tcPr>
          <w:p w:rsidR="00464BB5" w:rsidRPr="00C87699" w:rsidRDefault="00464BB5" w:rsidP="00C87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58,93</w:t>
            </w:r>
          </w:p>
        </w:tc>
      </w:tr>
      <w:tr w:rsidR="00464BB5" w:rsidRPr="000124D1">
        <w:tc>
          <w:tcPr>
            <w:tcW w:w="675" w:type="dxa"/>
            <w:gridSpan w:val="2"/>
          </w:tcPr>
          <w:p w:rsidR="00464BB5" w:rsidRPr="00C87699" w:rsidRDefault="00464BB5" w:rsidP="00C87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87" w:type="dxa"/>
            <w:gridSpan w:val="2"/>
          </w:tcPr>
          <w:p w:rsidR="00464BB5" w:rsidRPr="00C87699" w:rsidRDefault="00464BB5" w:rsidP="00C876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Чистка погреба, подполья</w:t>
            </w:r>
          </w:p>
        </w:tc>
        <w:tc>
          <w:tcPr>
            <w:tcW w:w="1559" w:type="dxa"/>
          </w:tcPr>
          <w:p w:rsidR="00464BB5" w:rsidRPr="00C87699" w:rsidRDefault="00464BB5" w:rsidP="00C87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1950" w:type="dxa"/>
            <w:gridSpan w:val="2"/>
          </w:tcPr>
          <w:p w:rsidR="00464BB5" w:rsidRPr="00C87699" w:rsidRDefault="00464BB5" w:rsidP="00C87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56,82</w:t>
            </w:r>
          </w:p>
        </w:tc>
      </w:tr>
      <w:tr w:rsidR="00464BB5" w:rsidRPr="000124D1">
        <w:tc>
          <w:tcPr>
            <w:tcW w:w="675" w:type="dxa"/>
            <w:gridSpan w:val="2"/>
          </w:tcPr>
          <w:p w:rsidR="00464BB5" w:rsidRPr="00C87699" w:rsidRDefault="00464BB5" w:rsidP="00C87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387" w:type="dxa"/>
            <w:gridSpan w:val="2"/>
          </w:tcPr>
          <w:p w:rsidR="00464BB5" w:rsidRPr="00C87699" w:rsidRDefault="00464BB5" w:rsidP="00C876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Сборка урожая овощей</w:t>
            </w:r>
          </w:p>
        </w:tc>
        <w:tc>
          <w:tcPr>
            <w:tcW w:w="1559" w:type="dxa"/>
          </w:tcPr>
          <w:p w:rsidR="00464BB5" w:rsidRPr="00C87699" w:rsidRDefault="00464BB5" w:rsidP="00C87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950" w:type="dxa"/>
            <w:gridSpan w:val="2"/>
          </w:tcPr>
          <w:p w:rsidR="00464BB5" w:rsidRPr="00C87699" w:rsidRDefault="00464BB5" w:rsidP="00C87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56,82</w:t>
            </w:r>
          </w:p>
        </w:tc>
      </w:tr>
      <w:tr w:rsidR="00464BB5" w:rsidRPr="000124D1">
        <w:tc>
          <w:tcPr>
            <w:tcW w:w="675" w:type="dxa"/>
            <w:gridSpan w:val="2"/>
          </w:tcPr>
          <w:p w:rsidR="00464BB5" w:rsidRPr="00C87699" w:rsidRDefault="00464BB5" w:rsidP="00C87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87" w:type="dxa"/>
            <w:gridSpan w:val="2"/>
          </w:tcPr>
          <w:p w:rsidR="00464BB5" w:rsidRPr="00C87699" w:rsidRDefault="00464BB5" w:rsidP="00C876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Консервирование овощей</w:t>
            </w:r>
          </w:p>
        </w:tc>
        <w:tc>
          <w:tcPr>
            <w:tcW w:w="1559" w:type="dxa"/>
          </w:tcPr>
          <w:p w:rsidR="00464BB5" w:rsidRPr="00C87699" w:rsidRDefault="00464BB5" w:rsidP="00C87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950" w:type="dxa"/>
            <w:gridSpan w:val="2"/>
          </w:tcPr>
          <w:p w:rsidR="00464BB5" w:rsidRPr="00C87699" w:rsidRDefault="00464BB5" w:rsidP="00C87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55,15</w:t>
            </w:r>
          </w:p>
        </w:tc>
      </w:tr>
      <w:tr w:rsidR="00464BB5" w:rsidRPr="000124D1">
        <w:tc>
          <w:tcPr>
            <w:tcW w:w="675" w:type="dxa"/>
            <w:gridSpan w:val="2"/>
          </w:tcPr>
          <w:p w:rsidR="00464BB5" w:rsidRPr="00C87699" w:rsidRDefault="00464BB5" w:rsidP="00C87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87" w:type="dxa"/>
            <w:gridSpan w:val="2"/>
          </w:tcPr>
          <w:p w:rsidR="00464BB5" w:rsidRPr="00C87699" w:rsidRDefault="00464BB5" w:rsidP="00C876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Скашивание травы</w:t>
            </w:r>
          </w:p>
        </w:tc>
        <w:tc>
          <w:tcPr>
            <w:tcW w:w="1559" w:type="dxa"/>
          </w:tcPr>
          <w:p w:rsidR="00464BB5" w:rsidRPr="00C87699" w:rsidRDefault="00464BB5" w:rsidP="00C87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950" w:type="dxa"/>
            <w:gridSpan w:val="2"/>
          </w:tcPr>
          <w:p w:rsidR="00464BB5" w:rsidRPr="00C87699" w:rsidRDefault="00464BB5" w:rsidP="00C87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56,82</w:t>
            </w:r>
          </w:p>
        </w:tc>
      </w:tr>
      <w:tr w:rsidR="00464BB5" w:rsidRPr="000124D1">
        <w:tc>
          <w:tcPr>
            <w:tcW w:w="675" w:type="dxa"/>
            <w:gridSpan w:val="2"/>
          </w:tcPr>
          <w:p w:rsidR="00464BB5" w:rsidRPr="00C87699" w:rsidRDefault="00464BB5" w:rsidP="00C87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87" w:type="dxa"/>
            <w:gridSpan w:val="2"/>
          </w:tcPr>
          <w:p w:rsidR="00464BB5" w:rsidRPr="00C87699" w:rsidRDefault="00464BB5" w:rsidP="00C876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Побелка стен и потолков, печей</w:t>
            </w:r>
          </w:p>
        </w:tc>
        <w:tc>
          <w:tcPr>
            <w:tcW w:w="1559" w:type="dxa"/>
          </w:tcPr>
          <w:p w:rsidR="00464BB5" w:rsidRPr="00C87699" w:rsidRDefault="00464BB5" w:rsidP="00C87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950" w:type="dxa"/>
            <w:gridSpan w:val="2"/>
          </w:tcPr>
          <w:p w:rsidR="00464BB5" w:rsidRPr="00C87699" w:rsidRDefault="00464BB5" w:rsidP="00C87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55,76</w:t>
            </w:r>
          </w:p>
        </w:tc>
      </w:tr>
      <w:tr w:rsidR="00464BB5" w:rsidRPr="000124D1">
        <w:tc>
          <w:tcPr>
            <w:tcW w:w="675" w:type="dxa"/>
            <w:gridSpan w:val="2"/>
          </w:tcPr>
          <w:p w:rsidR="00464BB5" w:rsidRPr="00C87699" w:rsidRDefault="00464BB5" w:rsidP="00C87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87" w:type="dxa"/>
            <w:gridSpan w:val="2"/>
          </w:tcPr>
          <w:p w:rsidR="00464BB5" w:rsidRPr="00C87699" w:rsidRDefault="00464BB5" w:rsidP="00C876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Покраска полов, стен, окон</w:t>
            </w:r>
          </w:p>
        </w:tc>
        <w:tc>
          <w:tcPr>
            <w:tcW w:w="1559" w:type="dxa"/>
          </w:tcPr>
          <w:p w:rsidR="00464BB5" w:rsidRPr="00C87699" w:rsidRDefault="00464BB5" w:rsidP="00C87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950" w:type="dxa"/>
            <w:gridSpan w:val="2"/>
          </w:tcPr>
          <w:p w:rsidR="00464BB5" w:rsidRPr="00C87699" w:rsidRDefault="00464BB5" w:rsidP="00C87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55,34</w:t>
            </w:r>
          </w:p>
        </w:tc>
      </w:tr>
      <w:tr w:rsidR="00464BB5" w:rsidRPr="000124D1">
        <w:tc>
          <w:tcPr>
            <w:tcW w:w="675" w:type="dxa"/>
            <w:gridSpan w:val="2"/>
          </w:tcPr>
          <w:p w:rsidR="00464BB5" w:rsidRPr="00C87699" w:rsidRDefault="00464BB5" w:rsidP="00C87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387" w:type="dxa"/>
            <w:gridSpan w:val="2"/>
          </w:tcPr>
          <w:p w:rsidR="00464BB5" w:rsidRPr="00C87699" w:rsidRDefault="00464BB5" w:rsidP="00C876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Наклеивание обоев</w:t>
            </w:r>
          </w:p>
        </w:tc>
        <w:tc>
          <w:tcPr>
            <w:tcW w:w="1559" w:type="dxa"/>
          </w:tcPr>
          <w:p w:rsidR="00464BB5" w:rsidRPr="00C87699" w:rsidRDefault="00464BB5" w:rsidP="00C87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950" w:type="dxa"/>
            <w:gridSpan w:val="2"/>
          </w:tcPr>
          <w:p w:rsidR="00464BB5" w:rsidRPr="00C87699" w:rsidRDefault="00464BB5" w:rsidP="00C87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55,34</w:t>
            </w:r>
          </w:p>
        </w:tc>
      </w:tr>
      <w:tr w:rsidR="00464BB5" w:rsidRPr="000124D1">
        <w:tc>
          <w:tcPr>
            <w:tcW w:w="675" w:type="dxa"/>
            <w:gridSpan w:val="2"/>
          </w:tcPr>
          <w:p w:rsidR="00464BB5" w:rsidRPr="00C87699" w:rsidRDefault="00464BB5" w:rsidP="00C87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87" w:type="dxa"/>
            <w:gridSpan w:val="2"/>
          </w:tcPr>
          <w:p w:rsidR="00464BB5" w:rsidRPr="00C87699" w:rsidRDefault="00464BB5" w:rsidP="00C876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Очистка двора от снега</w:t>
            </w:r>
          </w:p>
        </w:tc>
        <w:tc>
          <w:tcPr>
            <w:tcW w:w="1559" w:type="dxa"/>
          </w:tcPr>
          <w:p w:rsidR="00464BB5" w:rsidRPr="00C87699" w:rsidRDefault="00464BB5" w:rsidP="00C87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950" w:type="dxa"/>
            <w:gridSpan w:val="2"/>
          </w:tcPr>
          <w:p w:rsidR="00464BB5" w:rsidRPr="00C87699" w:rsidRDefault="00464BB5" w:rsidP="00C87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65,42</w:t>
            </w:r>
          </w:p>
        </w:tc>
      </w:tr>
      <w:tr w:rsidR="00464BB5" w:rsidRPr="000124D1">
        <w:tc>
          <w:tcPr>
            <w:tcW w:w="675" w:type="dxa"/>
            <w:gridSpan w:val="2"/>
          </w:tcPr>
          <w:p w:rsidR="00464BB5" w:rsidRPr="00C87699" w:rsidRDefault="00464BB5" w:rsidP="00C87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387" w:type="dxa"/>
            <w:gridSpan w:val="2"/>
          </w:tcPr>
          <w:p w:rsidR="00464BB5" w:rsidRPr="00C87699" w:rsidRDefault="00464BB5" w:rsidP="00C876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Установление и утепление рам</w:t>
            </w:r>
          </w:p>
        </w:tc>
        <w:tc>
          <w:tcPr>
            <w:tcW w:w="1559" w:type="dxa"/>
          </w:tcPr>
          <w:p w:rsidR="00464BB5" w:rsidRPr="00C87699" w:rsidRDefault="00464BB5" w:rsidP="00C87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950" w:type="dxa"/>
            <w:gridSpan w:val="2"/>
          </w:tcPr>
          <w:p w:rsidR="00464BB5" w:rsidRPr="00C87699" w:rsidRDefault="00464BB5" w:rsidP="00C87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55,34</w:t>
            </w:r>
          </w:p>
        </w:tc>
      </w:tr>
      <w:tr w:rsidR="00464BB5" w:rsidRPr="000124D1">
        <w:tc>
          <w:tcPr>
            <w:tcW w:w="675" w:type="dxa"/>
            <w:gridSpan w:val="2"/>
          </w:tcPr>
          <w:p w:rsidR="00464BB5" w:rsidRPr="00C87699" w:rsidRDefault="00464BB5" w:rsidP="00C87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387" w:type="dxa"/>
            <w:gridSpan w:val="2"/>
          </w:tcPr>
          <w:p w:rsidR="00464BB5" w:rsidRPr="00C87699" w:rsidRDefault="00464BB5" w:rsidP="00C876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Мытье окон</w:t>
            </w:r>
          </w:p>
        </w:tc>
        <w:tc>
          <w:tcPr>
            <w:tcW w:w="1559" w:type="dxa"/>
          </w:tcPr>
          <w:p w:rsidR="00464BB5" w:rsidRPr="00C87699" w:rsidRDefault="00464BB5" w:rsidP="00C87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950" w:type="dxa"/>
            <w:gridSpan w:val="2"/>
          </w:tcPr>
          <w:p w:rsidR="00464BB5" w:rsidRPr="00C87699" w:rsidRDefault="00464BB5" w:rsidP="00C87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55,34</w:t>
            </w:r>
          </w:p>
        </w:tc>
      </w:tr>
      <w:tr w:rsidR="00464BB5" w:rsidRPr="000124D1">
        <w:tc>
          <w:tcPr>
            <w:tcW w:w="675" w:type="dxa"/>
            <w:gridSpan w:val="2"/>
          </w:tcPr>
          <w:p w:rsidR="00464BB5" w:rsidRPr="00C87699" w:rsidRDefault="00464BB5" w:rsidP="00C87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387" w:type="dxa"/>
            <w:gridSpan w:val="2"/>
          </w:tcPr>
          <w:p w:rsidR="00464BB5" w:rsidRPr="00C87699" w:rsidRDefault="00464BB5" w:rsidP="00C876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Чистка ковров</w:t>
            </w:r>
          </w:p>
        </w:tc>
        <w:tc>
          <w:tcPr>
            <w:tcW w:w="1559" w:type="dxa"/>
          </w:tcPr>
          <w:p w:rsidR="00464BB5" w:rsidRPr="00C87699" w:rsidRDefault="00464BB5" w:rsidP="00C87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950" w:type="dxa"/>
            <w:gridSpan w:val="2"/>
          </w:tcPr>
          <w:p w:rsidR="00464BB5" w:rsidRPr="00C87699" w:rsidRDefault="00464BB5" w:rsidP="00C87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55,34</w:t>
            </w:r>
          </w:p>
        </w:tc>
      </w:tr>
      <w:tr w:rsidR="00464BB5" w:rsidRPr="000124D1">
        <w:trPr>
          <w:trHeight w:val="251"/>
        </w:trPr>
        <w:tc>
          <w:tcPr>
            <w:tcW w:w="675" w:type="dxa"/>
            <w:gridSpan w:val="2"/>
          </w:tcPr>
          <w:p w:rsidR="00464BB5" w:rsidRPr="00C87699" w:rsidRDefault="00464BB5" w:rsidP="00C87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387" w:type="dxa"/>
            <w:gridSpan w:val="2"/>
          </w:tcPr>
          <w:p w:rsidR="00464BB5" w:rsidRPr="00C87699" w:rsidRDefault="00464BB5" w:rsidP="00C876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Вынос бытового мусора и биотуалета</w:t>
            </w:r>
          </w:p>
        </w:tc>
        <w:tc>
          <w:tcPr>
            <w:tcW w:w="1559" w:type="dxa"/>
          </w:tcPr>
          <w:p w:rsidR="00464BB5" w:rsidRPr="00C87699" w:rsidRDefault="00464BB5" w:rsidP="00C87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мин.</w:t>
            </w:r>
          </w:p>
        </w:tc>
        <w:tc>
          <w:tcPr>
            <w:tcW w:w="1950" w:type="dxa"/>
            <w:gridSpan w:val="2"/>
          </w:tcPr>
          <w:p w:rsidR="00464BB5" w:rsidRPr="00C87699" w:rsidRDefault="00464BB5" w:rsidP="00C87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55,34</w:t>
            </w:r>
          </w:p>
        </w:tc>
      </w:tr>
      <w:tr w:rsidR="00464BB5" w:rsidRPr="000124D1">
        <w:tc>
          <w:tcPr>
            <w:tcW w:w="675" w:type="dxa"/>
            <w:gridSpan w:val="2"/>
          </w:tcPr>
          <w:p w:rsidR="00464BB5" w:rsidRPr="00C87699" w:rsidRDefault="00464BB5" w:rsidP="00C87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387" w:type="dxa"/>
            <w:gridSpan w:val="2"/>
          </w:tcPr>
          <w:p w:rsidR="00464BB5" w:rsidRPr="00C87699" w:rsidRDefault="00464BB5" w:rsidP="00C876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Мытье холодильника</w:t>
            </w:r>
          </w:p>
        </w:tc>
        <w:tc>
          <w:tcPr>
            <w:tcW w:w="1559" w:type="dxa"/>
          </w:tcPr>
          <w:p w:rsidR="00464BB5" w:rsidRPr="00C87699" w:rsidRDefault="00464BB5" w:rsidP="00C87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1шт.</w:t>
            </w:r>
          </w:p>
        </w:tc>
        <w:tc>
          <w:tcPr>
            <w:tcW w:w="1950" w:type="dxa"/>
            <w:gridSpan w:val="2"/>
          </w:tcPr>
          <w:p w:rsidR="00464BB5" w:rsidRPr="00C87699" w:rsidRDefault="00464BB5" w:rsidP="00C87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76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55,34</w:t>
            </w:r>
          </w:p>
        </w:tc>
      </w:tr>
    </w:tbl>
    <w:p w:rsidR="00464BB5" w:rsidRDefault="00464BB5" w:rsidP="004E74F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64BB5" w:rsidRDefault="00464BB5" w:rsidP="004E74F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64BB5" w:rsidRDefault="00464BB5" w:rsidP="004E74F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64BB5" w:rsidRDefault="00464BB5" w:rsidP="004E74F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64BB5" w:rsidRDefault="00464BB5" w:rsidP="004E74F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64BB5" w:rsidRDefault="00464BB5" w:rsidP="004E74F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64BB5" w:rsidRDefault="00464BB5" w:rsidP="004E74F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64BB5" w:rsidRDefault="00464BB5" w:rsidP="004E74F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64BB5" w:rsidRDefault="00464BB5" w:rsidP="004E74F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64BB5" w:rsidRDefault="00464BB5" w:rsidP="00C876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464BB5" w:rsidRPr="00087EC5" w:rsidRDefault="00464BB5" w:rsidP="00460D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087EC5">
        <w:rPr>
          <w:rFonts w:ascii="Times New Roman" w:hAnsi="Times New Roman" w:cs="Times New Roman"/>
          <w:sz w:val="20"/>
          <w:szCs w:val="20"/>
          <w:lang w:eastAsia="ru-RU"/>
        </w:rPr>
        <w:t xml:space="preserve">Приложение № </w:t>
      </w:r>
      <w:r>
        <w:rPr>
          <w:rFonts w:ascii="Times New Roman" w:hAnsi="Times New Roman" w:cs="Times New Roman"/>
          <w:sz w:val="20"/>
          <w:szCs w:val="20"/>
          <w:lang w:eastAsia="ru-RU"/>
        </w:rPr>
        <w:t>3</w:t>
      </w:r>
      <w:r w:rsidRPr="00087EC5">
        <w:rPr>
          <w:rFonts w:ascii="Times New Roman" w:hAnsi="Times New Roman" w:cs="Times New Roman"/>
          <w:sz w:val="20"/>
          <w:szCs w:val="20"/>
          <w:lang w:eastAsia="ru-RU"/>
        </w:rPr>
        <w:t>к</w:t>
      </w:r>
    </w:p>
    <w:p w:rsidR="00464BB5" w:rsidRPr="00087EC5" w:rsidRDefault="00464BB5" w:rsidP="00460D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087EC5">
        <w:rPr>
          <w:rFonts w:ascii="Times New Roman" w:hAnsi="Times New Roman" w:cs="Times New Roman"/>
          <w:sz w:val="20"/>
          <w:szCs w:val="20"/>
          <w:lang w:eastAsia="ru-RU"/>
        </w:rPr>
        <w:t xml:space="preserve">Постановлению администрации </w:t>
      </w:r>
    </w:p>
    <w:p w:rsidR="00464BB5" w:rsidRPr="00087EC5" w:rsidRDefault="00464BB5" w:rsidP="00460D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087EC5">
        <w:rPr>
          <w:rFonts w:ascii="Times New Roman" w:hAnsi="Times New Roman" w:cs="Times New Roman"/>
          <w:sz w:val="20"/>
          <w:szCs w:val="20"/>
          <w:lang w:eastAsia="ru-RU"/>
        </w:rPr>
        <w:t>Абанского района</w:t>
      </w:r>
    </w:p>
    <w:p w:rsidR="00464BB5" w:rsidRDefault="00464BB5" w:rsidP="00460D35">
      <w:pPr>
        <w:widowControl w:val="0"/>
        <w:tabs>
          <w:tab w:val="left" w:pos="779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  <w:r w:rsidRPr="00087EC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от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20.02.2012г  </w:t>
      </w:r>
      <w:r w:rsidRPr="00087EC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№ 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148-п</w:t>
      </w:r>
    </w:p>
    <w:p w:rsidR="00464BB5" w:rsidRDefault="00464BB5" w:rsidP="004E74FF">
      <w:pPr>
        <w:spacing w:after="0" w:line="240" w:lineRule="auto"/>
        <w:ind w:firstLine="720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464BB5" w:rsidRPr="004E74FF" w:rsidRDefault="00464BB5" w:rsidP="004E74FF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E74FF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Прейскурант стоимости гарантированных платных </w:t>
      </w:r>
    </w:p>
    <w:p w:rsidR="00464BB5" w:rsidRPr="004E74FF" w:rsidRDefault="00464BB5" w:rsidP="004E74FF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E74FF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социально-бытовых услуг, оказываемых гражданам пожилого возраста и инвалидам отделением социального обслуживания на дому</w:t>
      </w:r>
    </w:p>
    <w:p w:rsidR="00464BB5" w:rsidRPr="004E74FF" w:rsidRDefault="00464BB5" w:rsidP="004E74FF">
      <w:pPr>
        <w:spacing w:after="0" w:line="240" w:lineRule="auto"/>
        <w:ind w:firstLine="720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57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7"/>
        <w:gridCol w:w="5387"/>
        <w:gridCol w:w="1559"/>
        <w:gridCol w:w="1950"/>
      </w:tblGrid>
      <w:tr w:rsidR="00464BB5" w:rsidRPr="000124D1">
        <w:trPr>
          <w:trHeight w:val="541"/>
        </w:trPr>
        <w:tc>
          <w:tcPr>
            <w:tcW w:w="648" w:type="dxa"/>
            <w:vAlign w:val="center"/>
          </w:tcPr>
          <w:p w:rsidR="00464BB5" w:rsidRPr="00460D35" w:rsidRDefault="00464BB5" w:rsidP="004E7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464BB5" w:rsidRPr="00460D35" w:rsidRDefault="00464BB5" w:rsidP="004E7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414" w:type="dxa"/>
            <w:gridSpan w:val="2"/>
            <w:vAlign w:val="center"/>
          </w:tcPr>
          <w:p w:rsidR="00464BB5" w:rsidRPr="00460D35" w:rsidRDefault="00464BB5" w:rsidP="004E7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64BB5" w:rsidRPr="00460D35" w:rsidRDefault="00464BB5" w:rsidP="004E7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 времени</w:t>
            </w:r>
          </w:p>
        </w:tc>
        <w:tc>
          <w:tcPr>
            <w:tcW w:w="1950" w:type="dxa"/>
            <w:vAlign w:val="center"/>
          </w:tcPr>
          <w:p w:rsidR="00464BB5" w:rsidRPr="00460D35" w:rsidRDefault="00464BB5" w:rsidP="004E7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Стоимость</w:t>
            </w:r>
          </w:p>
          <w:p w:rsidR="00464BB5" w:rsidRPr="00460D35" w:rsidRDefault="00464BB5" w:rsidP="004E7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услуги за ед.</w:t>
            </w:r>
          </w:p>
        </w:tc>
      </w:tr>
      <w:tr w:rsidR="00464BB5" w:rsidRPr="000124D1">
        <w:tc>
          <w:tcPr>
            <w:tcW w:w="675" w:type="dxa"/>
            <w:gridSpan w:val="2"/>
          </w:tcPr>
          <w:p w:rsidR="00464BB5" w:rsidRPr="00460D35" w:rsidRDefault="00464BB5" w:rsidP="004E7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7" w:type="dxa"/>
          </w:tcPr>
          <w:p w:rsidR="00464BB5" w:rsidRPr="00460D35" w:rsidRDefault="00464BB5" w:rsidP="004E74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Покупка и доставка продуктов питания</w:t>
            </w:r>
          </w:p>
        </w:tc>
        <w:tc>
          <w:tcPr>
            <w:tcW w:w="1559" w:type="dxa"/>
          </w:tcPr>
          <w:p w:rsidR="00464BB5" w:rsidRPr="00460D35" w:rsidRDefault="00464BB5" w:rsidP="004E74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 минут</w:t>
            </w:r>
          </w:p>
        </w:tc>
        <w:tc>
          <w:tcPr>
            <w:tcW w:w="1950" w:type="dxa"/>
          </w:tcPr>
          <w:p w:rsidR="00464BB5" w:rsidRPr="00460D35" w:rsidRDefault="00464BB5" w:rsidP="004E74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12,78</w:t>
            </w:r>
          </w:p>
        </w:tc>
      </w:tr>
      <w:tr w:rsidR="00464BB5" w:rsidRPr="000124D1">
        <w:tc>
          <w:tcPr>
            <w:tcW w:w="675" w:type="dxa"/>
            <w:gridSpan w:val="2"/>
          </w:tcPr>
          <w:p w:rsidR="00464BB5" w:rsidRPr="00460D35" w:rsidRDefault="00464BB5" w:rsidP="004E7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7" w:type="dxa"/>
          </w:tcPr>
          <w:p w:rsidR="00464BB5" w:rsidRPr="00460D35" w:rsidRDefault="00464BB5" w:rsidP="004E74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Содействие в приготовлении пищи (помыть, почистить, нарезать)</w:t>
            </w:r>
          </w:p>
        </w:tc>
        <w:tc>
          <w:tcPr>
            <w:tcW w:w="1559" w:type="dxa"/>
          </w:tcPr>
          <w:p w:rsidR="00464BB5" w:rsidRPr="00460D35" w:rsidRDefault="00464BB5" w:rsidP="004E74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 минут</w:t>
            </w:r>
          </w:p>
        </w:tc>
        <w:tc>
          <w:tcPr>
            <w:tcW w:w="1950" w:type="dxa"/>
          </w:tcPr>
          <w:p w:rsidR="00464BB5" w:rsidRPr="00460D35" w:rsidRDefault="00464BB5" w:rsidP="004E74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16,56</w:t>
            </w:r>
          </w:p>
        </w:tc>
      </w:tr>
      <w:tr w:rsidR="00464BB5" w:rsidRPr="000124D1">
        <w:tc>
          <w:tcPr>
            <w:tcW w:w="675" w:type="dxa"/>
            <w:gridSpan w:val="2"/>
          </w:tcPr>
          <w:p w:rsidR="00464BB5" w:rsidRPr="00460D35" w:rsidRDefault="00464BB5" w:rsidP="004E7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87" w:type="dxa"/>
          </w:tcPr>
          <w:p w:rsidR="00464BB5" w:rsidRPr="00460D35" w:rsidRDefault="00464BB5" w:rsidP="004E74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Покупка и доставка промышленных товаров первой необходимости</w:t>
            </w:r>
          </w:p>
        </w:tc>
        <w:tc>
          <w:tcPr>
            <w:tcW w:w="1559" w:type="dxa"/>
          </w:tcPr>
          <w:p w:rsidR="00464BB5" w:rsidRPr="00460D35" w:rsidRDefault="00464BB5" w:rsidP="004E74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  минут</w:t>
            </w:r>
          </w:p>
        </w:tc>
        <w:tc>
          <w:tcPr>
            <w:tcW w:w="1950" w:type="dxa"/>
          </w:tcPr>
          <w:p w:rsidR="00464BB5" w:rsidRPr="00460D35" w:rsidRDefault="00464BB5" w:rsidP="004E74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17,03</w:t>
            </w:r>
          </w:p>
        </w:tc>
      </w:tr>
      <w:tr w:rsidR="00464BB5" w:rsidRPr="000124D1">
        <w:tc>
          <w:tcPr>
            <w:tcW w:w="675" w:type="dxa"/>
            <w:gridSpan w:val="2"/>
          </w:tcPr>
          <w:p w:rsidR="00464BB5" w:rsidRPr="00460D35" w:rsidRDefault="00464BB5" w:rsidP="004E7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87" w:type="dxa"/>
          </w:tcPr>
          <w:p w:rsidR="00464BB5" w:rsidRPr="00460D35" w:rsidRDefault="00464BB5" w:rsidP="004E74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Доставка воды</w:t>
            </w:r>
          </w:p>
        </w:tc>
        <w:tc>
          <w:tcPr>
            <w:tcW w:w="1559" w:type="dxa"/>
          </w:tcPr>
          <w:p w:rsidR="00464BB5" w:rsidRPr="00460D35" w:rsidRDefault="00464BB5" w:rsidP="004E74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 минут</w:t>
            </w:r>
          </w:p>
        </w:tc>
        <w:tc>
          <w:tcPr>
            <w:tcW w:w="1950" w:type="dxa"/>
          </w:tcPr>
          <w:p w:rsidR="00464BB5" w:rsidRPr="00460D35" w:rsidRDefault="00464BB5" w:rsidP="004E74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12,77</w:t>
            </w:r>
          </w:p>
        </w:tc>
      </w:tr>
      <w:tr w:rsidR="00464BB5" w:rsidRPr="000124D1">
        <w:tc>
          <w:tcPr>
            <w:tcW w:w="675" w:type="dxa"/>
            <w:gridSpan w:val="2"/>
          </w:tcPr>
          <w:p w:rsidR="00464BB5" w:rsidRPr="00460D35" w:rsidRDefault="00464BB5" w:rsidP="004E7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87" w:type="dxa"/>
          </w:tcPr>
          <w:p w:rsidR="00464BB5" w:rsidRPr="00460D35" w:rsidRDefault="00464BB5" w:rsidP="004E74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Подноска топлива.топка печей</w:t>
            </w:r>
          </w:p>
        </w:tc>
        <w:tc>
          <w:tcPr>
            <w:tcW w:w="1559" w:type="dxa"/>
          </w:tcPr>
          <w:p w:rsidR="00464BB5" w:rsidRPr="00460D35" w:rsidRDefault="00464BB5" w:rsidP="004E74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 минут</w:t>
            </w:r>
          </w:p>
        </w:tc>
        <w:tc>
          <w:tcPr>
            <w:tcW w:w="1950" w:type="dxa"/>
          </w:tcPr>
          <w:p w:rsidR="00464BB5" w:rsidRPr="00460D35" w:rsidRDefault="00464BB5" w:rsidP="004E74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13,63</w:t>
            </w:r>
          </w:p>
        </w:tc>
      </w:tr>
      <w:tr w:rsidR="00464BB5" w:rsidRPr="000124D1">
        <w:tc>
          <w:tcPr>
            <w:tcW w:w="675" w:type="dxa"/>
            <w:gridSpan w:val="2"/>
          </w:tcPr>
          <w:p w:rsidR="00464BB5" w:rsidRPr="00460D35" w:rsidRDefault="00464BB5" w:rsidP="004E7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87" w:type="dxa"/>
          </w:tcPr>
          <w:p w:rsidR="00464BB5" w:rsidRPr="00460D35" w:rsidRDefault="00464BB5" w:rsidP="004E74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Содействие в обеспечении топливом</w:t>
            </w:r>
          </w:p>
        </w:tc>
        <w:tc>
          <w:tcPr>
            <w:tcW w:w="1559" w:type="dxa"/>
          </w:tcPr>
          <w:p w:rsidR="00464BB5" w:rsidRPr="00460D35" w:rsidRDefault="00464BB5" w:rsidP="004E74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 минут</w:t>
            </w:r>
          </w:p>
        </w:tc>
        <w:tc>
          <w:tcPr>
            <w:tcW w:w="1950" w:type="dxa"/>
          </w:tcPr>
          <w:p w:rsidR="00464BB5" w:rsidRPr="00460D35" w:rsidRDefault="00464BB5" w:rsidP="00460D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25,45</w:t>
            </w:r>
          </w:p>
        </w:tc>
      </w:tr>
      <w:tr w:rsidR="00464BB5" w:rsidRPr="000124D1">
        <w:tc>
          <w:tcPr>
            <w:tcW w:w="675" w:type="dxa"/>
            <w:gridSpan w:val="2"/>
          </w:tcPr>
          <w:p w:rsidR="00464BB5" w:rsidRPr="00460D35" w:rsidRDefault="00464BB5" w:rsidP="004E7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87" w:type="dxa"/>
          </w:tcPr>
          <w:p w:rsidR="00464BB5" w:rsidRPr="00460D35" w:rsidRDefault="00464BB5" w:rsidP="004E74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Сдача вещей в ремонт .стирку</w:t>
            </w:r>
          </w:p>
        </w:tc>
        <w:tc>
          <w:tcPr>
            <w:tcW w:w="1559" w:type="dxa"/>
          </w:tcPr>
          <w:p w:rsidR="00464BB5" w:rsidRPr="00460D35" w:rsidRDefault="00464BB5" w:rsidP="004E74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 минут</w:t>
            </w:r>
          </w:p>
        </w:tc>
        <w:tc>
          <w:tcPr>
            <w:tcW w:w="1950" w:type="dxa"/>
          </w:tcPr>
          <w:p w:rsidR="00464BB5" w:rsidRPr="00460D35" w:rsidRDefault="00464BB5" w:rsidP="004E74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25,54</w:t>
            </w:r>
          </w:p>
        </w:tc>
      </w:tr>
      <w:tr w:rsidR="00464BB5" w:rsidRPr="000124D1">
        <w:tc>
          <w:tcPr>
            <w:tcW w:w="675" w:type="dxa"/>
            <w:gridSpan w:val="2"/>
          </w:tcPr>
          <w:p w:rsidR="00464BB5" w:rsidRPr="00460D35" w:rsidRDefault="00464BB5" w:rsidP="004E7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87" w:type="dxa"/>
          </w:tcPr>
          <w:p w:rsidR="00464BB5" w:rsidRPr="00460D35" w:rsidRDefault="00464BB5" w:rsidP="004E74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Содействие в организации ремонта в жилых помещениях</w:t>
            </w:r>
          </w:p>
        </w:tc>
        <w:tc>
          <w:tcPr>
            <w:tcW w:w="1559" w:type="dxa"/>
          </w:tcPr>
          <w:p w:rsidR="00464BB5" w:rsidRPr="00460D35" w:rsidRDefault="00464BB5" w:rsidP="004E74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 минут</w:t>
            </w:r>
          </w:p>
        </w:tc>
        <w:tc>
          <w:tcPr>
            <w:tcW w:w="1950" w:type="dxa"/>
          </w:tcPr>
          <w:p w:rsidR="00464BB5" w:rsidRPr="00460D35" w:rsidRDefault="00464BB5" w:rsidP="004E74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24,84</w:t>
            </w:r>
          </w:p>
        </w:tc>
      </w:tr>
      <w:tr w:rsidR="00464BB5" w:rsidRPr="000124D1">
        <w:tc>
          <w:tcPr>
            <w:tcW w:w="675" w:type="dxa"/>
            <w:gridSpan w:val="2"/>
          </w:tcPr>
          <w:p w:rsidR="00464BB5" w:rsidRPr="00460D35" w:rsidRDefault="00464BB5" w:rsidP="004E7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87" w:type="dxa"/>
          </w:tcPr>
          <w:p w:rsidR="00464BB5" w:rsidRPr="00460D35" w:rsidRDefault="00464BB5" w:rsidP="004E74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жилых помещений</w:t>
            </w:r>
          </w:p>
        </w:tc>
        <w:tc>
          <w:tcPr>
            <w:tcW w:w="1559" w:type="dxa"/>
          </w:tcPr>
          <w:p w:rsidR="00464BB5" w:rsidRPr="00460D35" w:rsidRDefault="00464BB5" w:rsidP="004E74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 минут</w:t>
            </w:r>
          </w:p>
        </w:tc>
        <w:tc>
          <w:tcPr>
            <w:tcW w:w="1950" w:type="dxa"/>
          </w:tcPr>
          <w:p w:rsidR="00464BB5" w:rsidRPr="00460D35" w:rsidRDefault="00464BB5" w:rsidP="004E74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49,69</w:t>
            </w:r>
          </w:p>
        </w:tc>
      </w:tr>
      <w:tr w:rsidR="00464BB5" w:rsidRPr="000124D1">
        <w:tc>
          <w:tcPr>
            <w:tcW w:w="675" w:type="dxa"/>
            <w:gridSpan w:val="2"/>
          </w:tcPr>
          <w:p w:rsidR="00464BB5" w:rsidRPr="00460D35" w:rsidRDefault="00464BB5" w:rsidP="004E7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87" w:type="dxa"/>
          </w:tcPr>
          <w:p w:rsidR="00464BB5" w:rsidRPr="00460D35" w:rsidRDefault="00464BB5" w:rsidP="004E74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жилья и коммунальных услуг</w:t>
            </w:r>
          </w:p>
        </w:tc>
        <w:tc>
          <w:tcPr>
            <w:tcW w:w="1559" w:type="dxa"/>
          </w:tcPr>
          <w:p w:rsidR="00464BB5" w:rsidRPr="00460D35" w:rsidRDefault="00464BB5" w:rsidP="004E74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 минут</w:t>
            </w:r>
          </w:p>
        </w:tc>
        <w:tc>
          <w:tcPr>
            <w:tcW w:w="1950" w:type="dxa"/>
          </w:tcPr>
          <w:p w:rsidR="00464BB5" w:rsidRPr="00460D35" w:rsidRDefault="00464BB5" w:rsidP="004E74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12,72</w:t>
            </w:r>
          </w:p>
        </w:tc>
      </w:tr>
      <w:tr w:rsidR="00464BB5" w:rsidRPr="000124D1">
        <w:tc>
          <w:tcPr>
            <w:tcW w:w="675" w:type="dxa"/>
            <w:gridSpan w:val="2"/>
          </w:tcPr>
          <w:p w:rsidR="00464BB5" w:rsidRPr="00460D35" w:rsidRDefault="00464BB5" w:rsidP="004E7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87" w:type="dxa"/>
          </w:tcPr>
          <w:p w:rsidR="00464BB5" w:rsidRPr="00460D35" w:rsidRDefault="00464BB5" w:rsidP="004E74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помощи в написании писем</w:t>
            </w:r>
          </w:p>
        </w:tc>
        <w:tc>
          <w:tcPr>
            <w:tcW w:w="1559" w:type="dxa"/>
          </w:tcPr>
          <w:p w:rsidR="00464BB5" w:rsidRPr="00460D35" w:rsidRDefault="00464BB5" w:rsidP="004E74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 минут</w:t>
            </w:r>
          </w:p>
        </w:tc>
        <w:tc>
          <w:tcPr>
            <w:tcW w:w="1950" w:type="dxa"/>
          </w:tcPr>
          <w:p w:rsidR="00464BB5" w:rsidRPr="00460D35" w:rsidRDefault="00464BB5" w:rsidP="004E74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12,39</w:t>
            </w:r>
          </w:p>
        </w:tc>
      </w:tr>
      <w:tr w:rsidR="00464BB5" w:rsidRPr="000124D1">
        <w:tc>
          <w:tcPr>
            <w:tcW w:w="675" w:type="dxa"/>
            <w:gridSpan w:val="2"/>
          </w:tcPr>
          <w:p w:rsidR="00464BB5" w:rsidRPr="00460D35" w:rsidRDefault="00464BB5" w:rsidP="004E7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87" w:type="dxa"/>
          </w:tcPr>
          <w:p w:rsidR="00464BB5" w:rsidRPr="00460D35" w:rsidRDefault="00464BB5" w:rsidP="004E74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Выписка и доставка медикаментов</w:t>
            </w:r>
          </w:p>
        </w:tc>
        <w:tc>
          <w:tcPr>
            <w:tcW w:w="1559" w:type="dxa"/>
          </w:tcPr>
          <w:p w:rsidR="00464BB5" w:rsidRPr="00460D35" w:rsidRDefault="00464BB5" w:rsidP="004E74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 минут</w:t>
            </w:r>
          </w:p>
        </w:tc>
        <w:tc>
          <w:tcPr>
            <w:tcW w:w="1950" w:type="dxa"/>
          </w:tcPr>
          <w:p w:rsidR="00464BB5" w:rsidRPr="00460D35" w:rsidRDefault="00464BB5" w:rsidP="00460D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25,37</w:t>
            </w:r>
          </w:p>
        </w:tc>
      </w:tr>
      <w:tr w:rsidR="00464BB5" w:rsidRPr="000124D1">
        <w:tc>
          <w:tcPr>
            <w:tcW w:w="675" w:type="dxa"/>
            <w:gridSpan w:val="2"/>
          </w:tcPr>
          <w:p w:rsidR="00464BB5" w:rsidRPr="00460D35" w:rsidRDefault="00464BB5" w:rsidP="004E7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87" w:type="dxa"/>
          </w:tcPr>
          <w:p w:rsidR="00464BB5" w:rsidRPr="00460D35" w:rsidRDefault="00464BB5" w:rsidP="004E74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Содействие в направлении в стационарное учреждение</w:t>
            </w:r>
          </w:p>
        </w:tc>
        <w:tc>
          <w:tcPr>
            <w:tcW w:w="1559" w:type="dxa"/>
          </w:tcPr>
          <w:p w:rsidR="00464BB5" w:rsidRPr="00460D35" w:rsidRDefault="00464BB5" w:rsidP="004E74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 минут</w:t>
            </w:r>
          </w:p>
        </w:tc>
        <w:tc>
          <w:tcPr>
            <w:tcW w:w="1950" w:type="dxa"/>
          </w:tcPr>
          <w:p w:rsidR="00464BB5" w:rsidRPr="00460D35" w:rsidRDefault="00464BB5" w:rsidP="004E74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25,54</w:t>
            </w:r>
          </w:p>
        </w:tc>
      </w:tr>
      <w:tr w:rsidR="00464BB5" w:rsidRPr="000124D1">
        <w:tc>
          <w:tcPr>
            <w:tcW w:w="675" w:type="dxa"/>
            <w:gridSpan w:val="2"/>
          </w:tcPr>
          <w:p w:rsidR="00464BB5" w:rsidRPr="00460D35" w:rsidRDefault="00464BB5" w:rsidP="004E7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87" w:type="dxa"/>
          </w:tcPr>
          <w:p w:rsidR="00464BB5" w:rsidRPr="00460D35" w:rsidRDefault="00464BB5" w:rsidP="004E74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Содействие в организации работы на приусадебном участке</w:t>
            </w:r>
          </w:p>
        </w:tc>
        <w:tc>
          <w:tcPr>
            <w:tcW w:w="1559" w:type="dxa"/>
          </w:tcPr>
          <w:p w:rsidR="00464BB5" w:rsidRPr="00460D35" w:rsidRDefault="00464BB5" w:rsidP="004E74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 минут</w:t>
            </w:r>
          </w:p>
        </w:tc>
        <w:tc>
          <w:tcPr>
            <w:tcW w:w="1950" w:type="dxa"/>
          </w:tcPr>
          <w:p w:rsidR="00464BB5" w:rsidRPr="00460D35" w:rsidRDefault="00464BB5" w:rsidP="004E74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24,84</w:t>
            </w:r>
          </w:p>
        </w:tc>
      </w:tr>
      <w:tr w:rsidR="00464BB5" w:rsidRPr="000124D1">
        <w:tc>
          <w:tcPr>
            <w:tcW w:w="675" w:type="dxa"/>
            <w:gridSpan w:val="2"/>
          </w:tcPr>
          <w:p w:rsidR="00464BB5" w:rsidRPr="00460D35" w:rsidRDefault="00464BB5" w:rsidP="004E7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87" w:type="dxa"/>
          </w:tcPr>
          <w:p w:rsidR="00464BB5" w:rsidRPr="00460D35" w:rsidRDefault="00464BB5" w:rsidP="004E74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различных документов</w:t>
            </w:r>
          </w:p>
        </w:tc>
        <w:tc>
          <w:tcPr>
            <w:tcW w:w="1559" w:type="dxa"/>
          </w:tcPr>
          <w:p w:rsidR="00464BB5" w:rsidRPr="00460D35" w:rsidRDefault="00464BB5" w:rsidP="004E74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 минут</w:t>
            </w:r>
          </w:p>
        </w:tc>
        <w:tc>
          <w:tcPr>
            <w:tcW w:w="1950" w:type="dxa"/>
          </w:tcPr>
          <w:p w:rsidR="00464BB5" w:rsidRPr="00460D35" w:rsidRDefault="00464BB5" w:rsidP="004E74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24,78</w:t>
            </w:r>
          </w:p>
        </w:tc>
      </w:tr>
      <w:tr w:rsidR="00464BB5" w:rsidRPr="000124D1">
        <w:trPr>
          <w:trHeight w:val="361"/>
        </w:trPr>
        <w:tc>
          <w:tcPr>
            <w:tcW w:w="675" w:type="dxa"/>
            <w:gridSpan w:val="2"/>
          </w:tcPr>
          <w:p w:rsidR="00464BB5" w:rsidRPr="00460D35" w:rsidRDefault="00464BB5" w:rsidP="004E7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387" w:type="dxa"/>
          </w:tcPr>
          <w:p w:rsidR="00464BB5" w:rsidRPr="00460D35" w:rsidRDefault="00464BB5" w:rsidP="004E74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Вызов врача</w:t>
            </w:r>
          </w:p>
        </w:tc>
        <w:tc>
          <w:tcPr>
            <w:tcW w:w="1559" w:type="dxa"/>
          </w:tcPr>
          <w:p w:rsidR="00464BB5" w:rsidRPr="00460D35" w:rsidRDefault="00464BB5" w:rsidP="004E74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 минут</w:t>
            </w:r>
          </w:p>
        </w:tc>
        <w:tc>
          <w:tcPr>
            <w:tcW w:w="1950" w:type="dxa"/>
          </w:tcPr>
          <w:p w:rsidR="00464BB5" w:rsidRPr="00460D35" w:rsidRDefault="00464BB5" w:rsidP="004E74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4,15</w:t>
            </w:r>
          </w:p>
        </w:tc>
      </w:tr>
      <w:tr w:rsidR="00464BB5" w:rsidRPr="000124D1">
        <w:tc>
          <w:tcPr>
            <w:tcW w:w="675" w:type="dxa"/>
            <w:gridSpan w:val="2"/>
          </w:tcPr>
          <w:p w:rsidR="00464BB5" w:rsidRPr="00460D35" w:rsidRDefault="00464BB5" w:rsidP="004E7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87" w:type="dxa"/>
          </w:tcPr>
          <w:p w:rsidR="00464BB5" w:rsidRPr="00460D35" w:rsidRDefault="00464BB5" w:rsidP="004E74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Содействие в проведе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нии МСЭК</w:t>
            </w:r>
          </w:p>
        </w:tc>
        <w:tc>
          <w:tcPr>
            <w:tcW w:w="1559" w:type="dxa"/>
          </w:tcPr>
          <w:p w:rsidR="00464BB5" w:rsidRPr="00460D35" w:rsidRDefault="00464BB5" w:rsidP="004E74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950" w:type="dxa"/>
          </w:tcPr>
          <w:p w:rsidR="00464BB5" w:rsidRPr="00460D35" w:rsidRDefault="00464BB5" w:rsidP="004E74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50,75</w:t>
            </w:r>
          </w:p>
        </w:tc>
      </w:tr>
      <w:tr w:rsidR="00464BB5" w:rsidRPr="000124D1">
        <w:tc>
          <w:tcPr>
            <w:tcW w:w="675" w:type="dxa"/>
            <w:gridSpan w:val="2"/>
          </w:tcPr>
          <w:p w:rsidR="00464BB5" w:rsidRPr="00460D35" w:rsidRDefault="00464BB5" w:rsidP="004E7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87" w:type="dxa"/>
          </w:tcPr>
          <w:p w:rsidR="00464BB5" w:rsidRPr="00460D35" w:rsidRDefault="00464BB5" w:rsidP="004E74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Кормление ослабленных больных</w:t>
            </w:r>
          </w:p>
        </w:tc>
        <w:tc>
          <w:tcPr>
            <w:tcW w:w="1559" w:type="dxa"/>
          </w:tcPr>
          <w:p w:rsidR="00464BB5" w:rsidRPr="00460D35" w:rsidRDefault="00464BB5" w:rsidP="004E74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 минут</w:t>
            </w:r>
          </w:p>
        </w:tc>
        <w:tc>
          <w:tcPr>
            <w:tcW w:w="1950" w:type="dxa"/>
          </w:tcPr>
          <w:p w:rsidR="00464BB5" w:rsidRPr="00460D35" w:rsidRDefault="00464BB5" w:rsidP="004E74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12,47</w:t>
            </w:r>
          </w:p>
        </w:tc>
      </w:tr>
      <w:tr w:rsidR="00464BB5" w:rsidRPr="000124D1">
        <w:tc>
          <w:tcPr>
            <w:tcW w:w="675" w:type="dxa"/>
            <w:gridSpan w:val="2"/>
          </w:tcPr>
          <w:p w:rsidR="00464BB5" w:rsidRPr="00460D35" w:rsidRDefault="00464BB5" w:rsidP="004E7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87" w:type="dxa"/>
          </w:tcPr>
          <w:p w:rsidR="00464BB5" w:rsidRPr="00460D35" w:rsidRDefault="00464BB5" w:rsidP="004E74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Снятие постельного белья и нательного белья</w:t>
            </w:r>
          </w:p>
        </w:tc>
        <w:tc>
          <w:tcPr>
            <w:tcW w:w="1559" w:type="dxa"/>
          </w:tcPr>
          <w:p w:rsidR="00464BB5" w:rsidRPr="00460D35" w:rsidRDefault="00464BB5" w:rsidP="004E74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 минут</w:t>
            </w:r>
          </w:p>
        </w:tc>
        <w:tc>
          <w:tcPr>
            <w:tcW w:w="1950" w:type="dxa"/>
          </w:tcPr>
          <w:p w:rsidR="00464BB5" w:rsidRPr="00460D35" w:rsidRDefault="00464BB5" w:rsidP="004E74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12,47</w:t>
            </w:r>
          </w:p>
        </w:tc>
      </w:tr>
      <w:tr w:rsidR="00464BB5" w:rsidRPr="000124D1">
        <w:tc>
          <w:tcPr>
            <w:tcW w:w="675" w:type="dxa"/>
            <w:gridSpan w:val="2"/>
          </w:tcPr>
          <w:p w:rsidR="00464BB5" w:rsidRPr="00460D35" w:rsidRDefault="00464BB5" w:rsidP="004E7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87" w:type="dxa"/>
          </w:tcPr>
          <w:p w:rsidR="00464BB5" w:rsidRPr="00460D35" w:rsidRDefault="00464BB5" w:rsidP="004E74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Стрижка ногтей</w:t>
            </w:r>
          </w:p>
        </w:tc>
        <w:tc>
          <w:tcPr>
            <w:tcW w:w="1559" w:type="dxa"/>
          </w:tcPr>
          <w:p w:rsidR="00464BB5" w:rsidRPr="00460D35" w:rsidRDefault="00464BB5" w:rsidP="004E74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 минут</w:t>
            </w:r>
          </w:p>
        </w:tc>
        <w:tc>
          <w:tcPr>
            <w:tcW w:w="1950" w:type="dxa"/>
          </w:tcPr>
          <w:p w:rsidR="00464BB5" w:rsidRPr="00460D35" w:rsidRDefault="00464BB5" w:rsidP="004E74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4,16</w:t>
            </w:r>
          </w:p>
        </w:tc>
      </w:tr>
      <w:tr w:rsidR="00464BB5" w:rsidRPr="000124D1">
        <w:tc>
          <w:tcPr>
            <w:tcW w:w="675" w:type="dxa"/>
            <w:gridSpan w:val="2"/>
          </w:tcPr>
          <w:p w:rsidR="00464BB5" w:rsidRPr="00460D35" w:rsidRDefault="00464BB5" w:rsidP="004E7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387" w:type="dxa"/>
          </w:tcPr>
          <w:p w:rsidR="00464BB5" w:rsidRPr="00460D35" w:rsidRDefault="00464BB5" w:rsidP="004E74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Мытье лежачего больного полностью</w:t>
            </w:r>
          </w:p>
        </w:tc>
        <w:tc>
          <w:tcPr>
            <w:tcW w:w="1559" w:type="dxa"/>
          </w:tcPr>
          <w:p w:rsidR="00464BB5" w:rsidRPr="00460D35" w:rsidRDefault="00464BB5" w:rsidP="004E74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 минут</w:t>
            </w:r>
          </w:p>
        </w:tc>
        <w:tc>
          <w:tcPr>
            <w:tcW w:w="1950" w:type="dxa"/>
          </w:tcPr>
          <w:p w:rsidR="00464BB5" w:rsidRPr="00460D35" w:rsidRDefault="00464BB5" w:rsidP="004E74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29,08</w:t>
            </w:r>
          </w:p>
        </w:tc>
      </w:tr>
      <w:tr w:rsidR="00464BB5" w:rsidRPr="000124D1">
        <w:tc>
          <w:tcPr>
            <w:tcW w:w="675" w:type="dxa"/>
            <w:gridSpan w:val="2"/>
          </w:tcPr>
          <w:p w:rsidR="00464BB5" w:rsidRPr="00460D35" w:rsidRDefault="00464BB5" w:rsidP="004E7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87" w:type="dxa"/>
          </w:tcPr>
          <w:p w:rsidR="00464BB5" w:rsidRPr="00460D35" w:rsidRDefault="00464BB5" w:rsidP="004E74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Мытье головы</w:t>
            </w:r>
          </w:p>
        </w:tc>
        <w:tc>
          <w:tcPr>
            <w:tcW w:w="1559" w:type="dxa"/>
          </w:tcPr>
          <w:p w:rsidR="00464BB5" w:rsidRPr="00460D35" w:rsidRDefault="00464BB5" w:rsidP="004E74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 минут</w:t>
            </w:r>
          </w:p>
        </w:tc>
        <w:tc>
          <w:tcPr>
            <w:tcW w:w="1950" w:type="dxa"/>
          </w:tcPr>
          <w:p w:rsidR="00464BB5" w:rsidRPr="00460D35" w:rsidRDefault="00464BB5" w:rsidP="004E74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12,77</w:t>
            </w:r>
          </w:p>
        </w:tc>
      </w:tr>
      <w:tr w:rsidR="00464BB5" w:rsidRPr="000124D1">
        <w:tc>
          <w:tcPr>
            <w:tcW w:w="675" w:type="dxa"/>
            <w:gridSpan w:val="2"/>
          </w:tcPr>
          <w:p w:rsidR="00464BB5" w:rsidRPr="00460D35" w:rsidRDefault="00464BB5" w:rsidP="004E7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387" w:type="dxa"/>
          </w:tcPr>
          <w:p w:rsidR="00464BB5" w:rsidRPr="00460D35" w:rsidRDefault="00464BB5" w:rsidP="004E74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Содействие в обеспечении книгами, журналами, газетами</w:t>
            </w:r>
          </w:p>
        </w:tc>
        <w:tc>
          <w:tcPr>
            <w:tcW w:w="1559" w:type="dxa"/>
          </w:tcPr>
          <w:p w:rsidR="00464BB5" w:rsidRPr="00460D35" w:rsidRDefault="00464BB5" w:rsidP="004E74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 минут</w:t>
            </w:r>
          </w:p>
        </w:tc>
        <w:tc>
          <w:tcPr>
            <w:tcW w:w="1950" w:type="dxa"/>
          </w:tcPr>
          <w:p w:rsidR="00464BB5" w:rsidRPr="00460D35" w:rsidRDefault="00464BB5" w:rsidP="004E74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50,75</w:t>
            </w:r>
          </w:p>
        </w:tc>
      </w:tr>
      <w:tr w:rsidR="00464BB5" w:rsidRPr="000124D1">
        <w:tc>
          <w:tcPr>
            <w:tcW w:w="675" w:type="dxa"/>
            <w:gridSpan w:val="2"/>
          </w:tcPr>
          <w:p w:rsidR="00464BB5" w:rsidRPr="00460D35" w:rsidRDefault="00464BB5" w:rsidP="004E7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387" w:type="dxa"/>
          </w:tcPr>
          <w:p w:rsidR="00464BB5" w:rsidRPr="00460D35" w:rsidRDefault="00464BB5" w:rsidP="004E74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Содействие в посещении театров, выставок и других культурных мероприятий</w:t>
            </w:r>
          </w:p>
        </w:tc>
        <w:tc>
          <w:tcPr>
            <w:tcW w:w="1559" w:type="dxa"/>
          </w:tcPr>
          <w:p w:rsidR="00464BB5" w:rsidRPr="00460D35" w:rsidRDefault="00464BB5" w:rsidP="004E74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 минут</w:t>
            </w:r>
          </w:p>
        </w:tc>
        <w:tc>
          <w:tcPr>
            <w:tcW w:w="1950" w:type="dxa"/>
          </w:tcPr>
          <w:p w:rsidR="00464BB5" w:rsidRPr="00460D35" w:rsidRDefault="00464BB5" w:rsidP="004E74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45,26</w:t>
            </w:r>
          </w:p>
        </w:tc>
      </w:tr>
      <w:tr w:rsidR="00464BB5" w:rsidRPr="000124D1">
        <w:tc>
          <w:tcPr>
            <w:tcW w:w="675" w:type="dxa"/>
            <w:gridSpan w:val="2"/>
          </w:tcPr>
          <w:p w:rsidR="00464BB5" w:rsidRPr="00460D35" w:rsidRDefault="00464BB5" w:rsidP="004E7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387" w:type="dxa"/>
          </w:tcPr>
          <w:p w:rsidR="00464BB5" w:rsidRPr="00460D35" w:rsidRDefault="00464BB5" w:rsidP="004E74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Содействие в направлении в стационарные учреждения</w:t>
            </w:r>
          </w:p>
        </w:tc>
        <w:tc>
          <w:tcPr>
            <w:tcW w:w="1559" w:type="dxa"/>
          </w:tcPr>
          <w:p w:rsidR="00464BB5" w:rsidRPr="00460D35" w:rsidRDefault="00464BB5" w:rsidP="004E74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 минут</w:t>
            </w:r>
          </w:p>
        </w:tc>
        <w:tc>
          <w:tcPr>
            <w:tcW w:w="1950" w:type="dxa"/>
          </w:tcPr>
          <w:p w:rsidR="00464BB5" w:rsidRPr="00460D35" w:rsidRDefault="00464BB5" w:rsidP="004E74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51,06</w:t>
            </w:r>
          </w:p>
        </w:tc>
      </w:tr>
      <w:tr w:rsidR="00464BB5" w:rsidRPr="000124D1">
        <w:tc>
          <w:tcPr>
            <w:tcW w:w="675" w:type="dxa"/>
            <w:gridSpan w:val="2"/>
          </w:tcPr>
          <w:p w:rsidR="00464BB5" w:rsidRPr="00460D35" w:rsidRDefault="00464BB5" w:rsidP="004E7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387" w:type="dxa"/>
          </w:tcPr>
          <w:p w:rsidR="00464BB5" w:rsidRPr="00460D35" w:rsidRDefault="00464BB5" w:rsidP="004E74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ритуальных услуг</w:t>
            </w:r>
          </w:p>
        </w:tc>
        <w:tc>
          <w:tcPr>
            <w:tcW w:w="1559" w:type="dxa"/>
          </w:tcPr>
          <w:p w:rsidR="00464BB5" w:rsidRPr="00460D35" w:rsidRDefault="00464BB5" w:rsidP="004E74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 минут</w:t>
            </w:r>
          </w:p>
        </w:tc>
        <w:tc>
          <w:tcPr>
            <w:tcW w:w="1950" w:type="dxa"/>
          </w:tcPr>
          <w:p w:rsidR="00464BB5" w:rsidRPr="00460D35" w:rsidRDefault="00464BB5" w:rsidP="004E74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50,90</w:t>
            </w:r>
          </w:p>
        </w:tc>
      </w:tr>
      <w:tr w:rsidR="00464BB5" w:rsidRPr="000124D1">
        <w:tc>
          <w:tcPr>
            <w:tcW w:w="675" w:type="dxa"/>
            <w:gridSpan w:val="2"/>
          </w:tcPr>
          <w:p w:rsidR="00464BB5" w:rsidRPr="00460D35" w:rsidRDefault="00464BB5" w:rsidP="004E7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387" w:type="dxa"/>
          </w:tcPr>
          <w:p w:rsidR="00464BB5" w:rsidRPr="00460D35" w:rsidRDefault="00464BB5" w:rsidP="004E74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психологической помощи</w:t>
            </w:r>
          </w:p>
        </w:tc>
        <w:tc>
          <w:tcPr>
            <w:tcW w:w="1559" w:type="dxa"/>
          </w:tcPr>
          <w:p w:rsidR="00464BB5" w:rsidRPr="00460D35" w:rsidRDefault="00464BB5" w:rsidP="004E74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 минут</w:t>
            </w:r>
          </w:p>
        </w:tc>
        <w:tc>
          <w:tcPr>
            <w:tcW w:w="1950" w:type="dxa"/>
          </w:tcPr>
          <w:p w:rsidR="00464BB5" w:rsidRPr="00460D35" w:rsidRDefault="00464BB5" w:rsidP="004E74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49,56</w:t>
            </w:r>
          </w:p>
        </w:tc>
      </w:tr>
      <w:tr w:rsidR="00464BB5" w:rsidRPr="000124D1">
        <w:tc>
          <w:tcPr>
            <w:tcW w:w="675" w:type="dxa"/>
            <w:gridSpan w:val="2"/>
          </w:tcPr>
          <w:p w:rsidR="00464BB5" w:rsidRPr="00460D35" w:rsidRDefault="00464BB5" w:rsidP="004E7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387" w:type="dxa"/>
          </w:tcPr>
          <w:p w:rsidR="00464BB5" w:rsidRPr="00460D35" w:rsidRDefault="00464BB5" w:rsidP="004E74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частичного туалета</w:t>
            </w:r>
          </w:p>
        </w:tc>
        <w:tc>
          <w:tcPr>
            <w:tcW w:w="1559" w:type="dxa"/>
          </w:tcPr>
          <w:p w:rsidR="00464BB5" w:rsidRPr="00460D35" w:rsidRDefault="00464BB5" w:rsidP="004E74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 минут</w:t>
            </w:r>
          </w:p>
        </w:tc>
        <w:tc>
          <w:tcPr>
            <w:tcW w:w="1950" w:type="dxa"/>
          </w:tcPr>
          <w:p w:rsidR="00464BB5" w:rsidRPr="00460D35" w:rsidRDefault="00464BB5" w:rsidP="004E74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51,08</w:t>
            </w:r>
          </w:p>
        </w:tc>
      </w:tr>
      <w:tr w:rsidR="00464BB5" w:rsidRPr="000124D1">
        <w:tc>
          <w:tcPr>
            <w:tcW w:w="675" w:type="dxa"/>
            <w:gridSpan w:val="2"/>
          </w:tcPr>
          <w:p w:rsidR="00464BB5" w:rsidRPr="00460D35" w:rsidRDefault="00464BB5" w:rsidP="004E7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387" w:type="dxa"/>
          </w:tcPr>
          <w:p w:rsidR="00464BB5" w:rsidRPr="00460D35" w:rsidRDefault="00464BB5" w:rsidP="004E74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Содействие в получении страхового медицинского полиса</w:t>
            </w:r>
          </w:p>
        </w:tc>
        <w:tc>
          <w:tcPr>
            <w:tcW w:w="1559" w:type="dxa"/>
          </w:tcPr>
          <w:p w:rsidR="00464BB5" w:rsidRPr="00460D35" w:rsidRDefault="00464BB5" w:rsidP="004E74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 минут</w:t>
            </w:r>
          </w:p>
        </w:tc>
        <w:tc>
          <w:tcPr>
            <w:tcW w:w="1950" w:type="dxa"/>
          </w:tcPr>
          <w:p w:rsidR="00464BB5" w:rsidRPr="00460D35" w:rsidRDefault="00464BB5" w:rsidP="004E74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50,75</w:t>
            </w:r>
          </w:p>
        </w:tc>
      </w:tr>
      <w:tr w:rsidR="00464BB5" w:rsidRPr="000124D1">
        <w:tc>
          <w:tcPr>
            <w:tcW w:w="675" w:type="dxa"/>
            <w:gridSpan w:val="2"/>
          </w:tcPr>
          <w:p w:rsidR="00464BB5" w:rsidRPr="00460D35" w:rsidRDefault="00464BB5" w:rsidP="004E7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387" w:type="dxa"/>
          </w:tcPr>
          <w:p w:rsidR="00464BB5" w:rsidRPr="00460D35" w:rsidRDefault="00464BB5" w:rsidP="004E74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Содействие в обеспечении техническими средствами ухода и реабилитации</w:t>
            </w:r>
          </w:p>
        </w:tc>
        <w:tc>
          <w:tcPr>
            <w:tcW w:w="1559" w:type="dxa"/>
          </w:tcPr>
          <w:p w:rsidR="00464BB5" w:rsidRPr="00460D35" w:rsidRDefault="00464BB5" w:rsidP="004E74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 минут</w:t>
            </w:r>
          </w:p>
        </w:tc>
        <w:tc>
          <w:tcPr>
            <w:tcW w:w="1950" w:type="dxa"/>
          </w:tcPr>
          <w:p w:rsidR="00464BB5" w:rsidRPr="00460D35" w:rsidRDefault="00464BB5" w:rsidP="004E74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50,75</w:t>
            </w:r>
          </w:p>
        </w:tc>
      </w:tr>
      <w:tr w:rsidR="00464BB5" w:rsidRPr="000124D1">
        <w:tc>
          <w:tcPr>
            <w:tcW w:w="675" w:type="dxa"/>
            <w:gridSpan w:val="2"/>
          </w:tcPr>
          <w:p w:rsidR="00464BB5" w:rsidRPr="00460D35" w:rsidRDefault="00464BB5" w:rsidP="004E7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387" w:type="dxa"/>
          </w:tcPr>
          <w:p w:rsidR="00464BB5" w:rsidRPr="00460D35" w:rsidRDefault="00464BB5" w:rsidP="004E74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Содействие в организации предоставления услуг предприятиями</w:t>
            </w:r>
          </w:p>
        </w:tc>
        <w:tc>
          <w:tcPr>
            <w:tcW w:w="1559" w:type="dxa"/>
          </w:tcPr>
          <w:p w:rsidR="00464BB5" w:rsidRPr="00460D35" w:rsidRDefault="00464BB5" w:rsidP="004E74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 минут</w:t>
            </w:r>
          </w:p>
        </w:tc>
        <w:tc>
          <w:tcPr>
            <w:tcW w:w="1950" w:type="dxa"/>
          </w:tcPr>
          <w:p w:rsidR="00464BB5" w:rsidRPr="00460D35" w:rsidRDefault="00464BB5" w:rsidP="004E74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50,90</w:t>
            </w:r>
          </w:p>
        </w:tc>
      </w:tr>
    </w:tbl>
    <w:p w:rsidR="00464BB5" w:rsidRPr="004E74FF" w:rsidRDefault="00464BB5" w:rsidP="00C8769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sectPr w:rsidR="00464BB5" w:rsidRPr="004E74FF" w:rsidSect="00C87699">
      <w:pgSz w:w="11906" w:h="16838" w:code="9"/>
      <w:pgMar w:top="1134" w:right="850" w:bottom="426" w:left="1701" w:header="720" w:footer="720" w:gutter="0"/>
      <w:cols w:space="72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93A4A"/>
    <w:multiLevelType w:val="hybridMultilevel"/>
    <w:tmpl w:val="2BF017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6733F6"/>
    <w:multiLevelType w:val="hybridMultilevel"/>
    <w:tmpl w:val="99D037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90592F"/>
    <w:multiLevelType w:val="hybridMultilevel"/>
    <w:tmpl w:val="217E2D66"/>
    <w:lvl w:ilvl="0" w:tplc="11DA4A34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A959EA"/>
    <w:multiLevelType w:val="hybridMultilevel"/>
    <w:tmpl w:val="8214AD26"/>
    <w:lvl w:ilvl="0" w:tplc="0158E936">
      <w:start w:val="1"/>
      <w:numFmt w:val="bullet"/>
      <w:lvlText w:val="–"/>
      <w:lvlJc w:val="left"/>
      <w:pPr>
        <w:tabs>
          <w:tab w:val="num" w:pos="150"/>
        </w:tabs>
        <w:ind w:left="135" w:hanging="135"/>
      </w:pPr>
      <w:rPr>
        <w:rFonts w:ascii="Times New Roman" w:hAnsi="Times New Roman" w:cs="Times New Roman" w:hint="default"/>
        <w:b/>
        <w:bCs/>
        <w:i w:val="0"/>
        <w:iCs w:val="0"/>
        <w:sz w:val="16"/>
        <w:szCs w:val="1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BE961AF"/>
    <w:multiLevelType w:val="hybridMultilevel"/>
    <w:tmpl w:val="7722BF2E"/>
    <w:lvl w:ilvl="0" w:tplc="E2988A3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5">
    <w:nsid w:val="20DF37F4"/>
    <w:multiLevelType w:val="hybridMultilevel"/>
    <w:tmpl w:val="E87223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3E6FE8"/>
    <w:multiLevelType w:val="hybridMultilevel"/>
    <w:tmpl w:val="9B544D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9D57067"/>
    <w:multiLevelType w:val="singleLevel"/>
    <w:tmpl w:val="EE5CE19A"/>
    <w:lvl w:ilvl="0">
      <w:start w:val="2"/>
      <w:numFmt w:val="decimal"/>
      <w:lvlText w:val="%1."/>
      <w:legacy w:legacy="1" w:legacySpace="0" w:legacyIndent="327"/>
      <w:lvlJc w:val="left"/>
      <w:rPr>
        <w:rFonts w:ascii="Times New Roman" w:hAnsi="Times New Roman" w:cs="Times New Roman" w:hint="default"/>
      </w:rPr>
    </w:lvl>
  </w:abstractNum>
  <w:abstractNum w:abstractNumId="8">
    <w:nsid w:val="41BB6EE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454402E3"/>
    <w:multiLevelType w:val="hybridMultilevel"/>
    <w:tmpl w:val="D676FB26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AB42453"/>
    <w:multiLevelType w:val="hybridMultilevel"/>
    <w:tmpl w:val="E2B28638"/>
    <w:lvl w:ilvl="0" w:tplc="128A81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AC52BF1"/>
    <w:multiLevelType w:val="hybridMultilevel"/>
    <w:tmpl w:val="EAE29506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2">
    <w:nsid w:val="4B34443B"/>
    <w:multiLevelType w:val="hybridMultilevel"/>
    <w:tmpl w:val="B2D2BF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BB116AB"/>
    <w:multiLevelType w:val="singleLevel"/>
    <w:tmpl w:val="A48C18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1DB7C17"/>
    <w:multiLevelType w:val="hybridMultilevel"/>
    <w:tmpl w:val="0A1067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7D260E4"/>
    <w:multiLevelType w:val="hybridMultilevel"/>
    <w:tmpl w:val="90C67B48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6">
    <w:nsid w:val="5A972573"/>
    <w:multiLevelType w:val="hybridMultilevel"/>
    <w:tmpl w:val="18282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F0B0131"/>
    <w:multiLevelType w:val="hybridMultilevel"/>
    <w:tmpl w:val="52A29A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6A04D26"/>
    <w:multiLevelType w:val="hybridMultilevel"/>
    <w:tmpl w:val="0FF0EB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B265FC7"/>
    <w:multiLevelType w:val="hybridMultilevel"/>
    <w:tmpl w:val="BBC050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1064DF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723E777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77F53BBA"/>
    <w:multiLevelType w:val="hybridMultilevel"/>
    <w:tmpl w:val="9774A53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AEC098C"/>
    <w:multiLevelType w:val="hybridMultilevel"/>
    <w:tmpl w:val="71E614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9"/>
  </w:num>
  <w:num w:numId="3">
    <w:abstractNumId w:val="21"/>
  </w:num>
  <w:num w:numId="4">
    <w:abstractNumId w:val="13"/>
  </w:num>
  <w:num w:numId="5">
    <w:abstractNumId w:val="20"/>
  </w:num>
  <w:num w:numId="6">
    <w:abstractNumId w:val="15"/>
  </w:num>
  <w:num w:numId="7">
    <w:abstractNumId w:val="4"/>
  </w:num>
  <w:num w:numId="8">
    <w:abstractNumId w:val="3"/>
  </w:num>
  <w:num w:numId="9">
    <w:abstractNumId w:val="12"/>
  </w:num>
  <w:num w:numId="10">
    <w:abstractNumId w:val="11"/>
  </w:num>
  <w:num w:numId="11">
    <w:abstractNumId w:val="23"/>
  </w:num>
  <w:num w:numId="12">
    <w:abstractNumId w:val="16"/>
  </w:num>
  <w:num w:numId="13">
    <w:abstractNumId w:val="1"/>
  </w:num>
  <w:num w:numId="14">
    <w:abstractNumId w:val="14"/>
  </w:num>
  <w:num w:numId="15">
    <w:abstractNumId w:val="6"/>
  </w:num>
  <w:num w:numId="16">
    <w:abstractNumId w:val="5"/>
  </w:num>
  <w:num w:numId="17">
    <w:abstractNumId w:val="17"/>
  </w:num>
  <w:num w:numId="18">
    <w:abstractNumId w:val="18"/>
  </w:num>
  <w:num w:numId="19">
    <w:abstractNumId w:val="19"/>
  </w:num>
  <w:num w:numId="20">
    <w:abstractNumId w:val="0"/>
  </w:num>
  <w:num w:numId="21">
    <w:abstractNumId w:val="2"/>
  </w:num>
  <w:num w:numId="22">
    <w:abstractNumId w:val="22"/>
  </w:num>
  <w:num w:numId="23">
    <w:abstractNumId w:val="7"/>
  </w:num>
  <w:num w:numId="2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74FF"/>
    <w:rsid w:val="000124D1"/>
    <w:rsid w:val="00070618"/>
    <w:rsid w:val="00087EC5"/>
    <w:rsid w:val="001C0DE5"/>
    <w:rsid w:val="003B0CE1"/>
    <w:rsid w:val="003C3D8B"/>
    <w:rsid w:val="00460D35"/>
    <w:rsid w:val="00464BB5"/>
    <w:rsid w:val="004D475C"/>
    <w:rsid w:val="004E74FF"/>
    <w:rsid w:val="005769C0"/>
    <w:rsid w:val="005913BC"/>
    <w:rsid w:val="007574D5"/>
    <w:rsid w:val="007800C7"/>
    <w:rsid w:val="00934F72"/>
    <w:rsid w:val="009E424E"/>
    <w:rsid w:val="00A06481"/>
    <w:rsid w:val="00A87478"/>
    <w:rsid w:val="00AE2CD8"/>
    <w:rsid w:val="00C657B8"/>
    <w:rsid w:val="00C87699"/>
    <w:rsid w:val="00E73C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A87478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E74F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E74FF"/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DocumentMap">
    <w:name w:val="Document Map"/>
    <w:basedOn w:val="Normal"/>
    <w:link w:val="DocumentMapChar"/>
    <w:uiPriority w:val="99"/>
    <w:semiHidden/>
    <w:rsid w:val="004E74FF"/>
    <w:pPr>
      <w:shd w:val="clear" w:color="auto" w:fill="000080"/>
      <w:spacing w:after="0" w:line="240" w:lineRule="auto"/>
    </w:pPr>
    <w:rPr>
      <w:rFonts w:ascii="Tahoma" w:eastAsia="Times New Roman" w:hAnsi="Tahoma" w:cs="Tahoma"/>
      <w:color w:val="000000"/>
      <w:sz w:val="28"/>
      <w:szCs w:val="28"/>
      <w:lang w:eastAsia="ru-RU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4E74FF"/>
    <w:rPr>
      <w:rFonts w:ascii="Tahoma" w:hAnsi="Tahoma" w:cs="Tahoma"/>
      <w:color w:val="000000"/>
      <w:sz w:val="20"/>
      <w:szCs w:val="20"/>
      <w:shd w:val="clear" w:color="auto" w:fill="000080"/>
      <w:lang w:eastAsia="ru-RU"/>
    </w:rPr>
  </w:style>
  <w:style w:type="character" w:styleId="Hyperlink">
    <w:name w:val="Hyperlink"/>
    <w:basedOn w:val="DefaultParagraphFont"/>
    <w:uiPriority w:val="99"/>
    <w:rsid w:val="004E74F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4E74FF"/>
    <w:rPr>
      <w:color w:val="800080"/>
      <w:u w:val="single"/>
    </w:rPr>
  </w:style>
  <w:style w:type="paragraph" w:styleId="BodyText">
    <w:name w:val="Body Text"/>
    <w:basedOn w:val="Normal"/>
    <w:link w:val="BodyTextChar"/>
    <w:uiPriority w:val="99"/>
    <w:rsid w:val="004E74FF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4E74FF"/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styleId="Title">
    <w:name w:val="Title"/>
    <w:basedOn w:val="Normal"/>
    <w:link w:val="TitleChar"/>
    <w:uiPriority w:val="99"/>
    <w:qFormat/>
    <w:rsid w:val="004E74FF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4E74FF"/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NormalIndent">
    <w:name w:val="Normal Indent"/>
    <w:basedOn w:val="Normal"/>
    <w:uiPriority w:val="99"/>
    <w:rsid w:val="004E74FF"/>
    <w:pPr>
      <w:spacing w:after="0" w:line="240" w:lineRule="auto"/>
      <w:ind w:left="708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a">
    <w:name w:val="Краткий обратный адрес"/>
    <w:basedOn w:val="Normal"/>
    <w:uiPriority w:val="99"/>
    <w:rsid w:val="004E74FF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4E74FF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4E74FF"/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rsid w:val="004E74F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E74FF"/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4E74F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E74FF"/>
    <w:rPr>
      <w:rFonts w:ascii="Times New Roman" w:hAnsi="Times New Roman" w:cs="Times New Roman"/>
      <w:color w:val="000000"/>
      <w:sz w:val="20"/>
      <w:szCs w:val="20"/>
      <w:lang w:eastAsia="ru-RU"/>
    </w:rPr>
  </w:style>
  <w:style w:type="table" w:styleId="TableGrid">
    <w:name w:val="Table Grid"/>
    <w:basedOn w:val="TableNormal"/>
    <w:uiPriority w:val="99"/>
    <w:rsid w:val="004E74FF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82">
    <w:name w:val="Font Style82"/>
    <w:uiPriority w:val="99"/>
    <w:rsid w:val="004E74FF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uiPriority w:val="99"/>
    <w:rsid w:val="004E74FF"/>
    <w:rPr>
      <w:rFonts w:ascii="Times New Roman" w:hAnsi="Times New Roman" w:cs="Times New Roman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rsid w:val="004E74FF"/>
    <w:pPr>
      <w:spacing w:after="0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4E74FF"/>
    <w:rPr>
      <w:rFonts w:ascii="Tahoma" w:hAnsi="Tahoma" w:cs="Tahoma"/>
      <w:color w:val="000000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4E74F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4E74F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4E74FF"/>
    <w:pPr>
      <w:spacing w:after="120" w:line="48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4E74FF"/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4E74FF"/>
    <w:pPr>
      <w:spacing w:after="120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4E74FF"/>
    <w:rPr>
      <w:rFonts w:ascii="Times New Roman" w:hAnsi="Times New Roman" w:cs="Times New Roman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33</TotalTime>
  <Pages>8</Pages>
  <Words>1724</Words>
  <Characters>9831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Admin</cp:lastModifiedBy>
  <cp:revision>8</cp:revision>
  <cp:lastPrinted>2012-02-20T03:58:00Z</cp:lastPrinted>
  <dcterms:created xsi:type="dcterms:W3CDTF">2012-01-30T01:21:00Z</dcterms:created>
  <dcterms:modified xsi:type="dcterms:W3CDTF">2012-02-20T04:00:00Z</dcterms:modified>
</cp:coreProperties>
</file>