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12E" w:rsidRDefault="002C712E" w:rsidP="00796F71">
      <w:pPr>
        <w:jc w:val="center"/>
        <w:rPr>
          <w:sz w:val="6"/>
          <w:szCs w:val="6"/>
        </w:rPr>
      </w:pPr>
      <w:r>
        <w:rPr>
          <w:b/>
          <w:bCs/>
          <w:sz w:val="28"/>
          <w:szCs w:val="28"/>
        </w:rPr>
        <w:t xml:space="preserve">Перечень постановлений администрации Абанского района, принятых в ОКТЯБРЕ </w:t>
      </w:r>
      <w:smartTag w:uri="urn:schemas-microsoft-com:office:smarttags" w:element="metricconverter">
        <w:smartTagPr>
          <w:attr w:name="ProductID" w:val="2014 г"/>
        </w:smartTagPr>
        <w:r>
          <w:rPr>
            <w:b/>
            <w:bCs/>
            <w:sz w:val="28"/>
            <w:szCs w:val="28"/>
          </w:rPr>
          <w:t>2014 г</w:t>
        </w:r>
      </w:smartTag>
      <w:r>
        <w:rPr>
          <w:b/>
          <w:bCs/>
          <w:sz w:val="28"/>
          <w:szCs w:val="28"/>
        </w:rPr>
        <w:t>.</w:t>
      </w:r>
    </w:p>
    <w:tbl>
      <w:tblPr>
        <w:tblW w:w="157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13"/>
        <w:gridCol w:w="1078"/>
        <w:gridCol w:w="8683"/>
        <w:gridCol w:w="1980"/>
        <w:gridCol w:w="900"/>
        <w:gridCol w:w="2070"/>
      </w:tblGrid>
      <w:tr w:rsidR="002C712E" w:rsidRPr="00787BD1" w:rsidTr="0076752C">
        <w:tc>
          <w:tcPr>
            <w:tcW w:w="1013" w:type="dxa"/>
          </w:tcPr>
          <w:p w:rsidR="002C712E" w:rsidRPr="00787BD1" w:rsidRDefault="002C712E">
            <w:pPr>
              <w:jc w:val="center"/>
              <w:rPr>
                <w:b/>
                <w:bCs/>
                <w:sz w:val="20"/>
                <w:szCs w:val="20"/>
              </w:rPr>
            </w:pPr>
            <w:r w:rsidRPr="00787BD1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078" w:type="dxa"/>
          </w:tcPr>
          <w:p w:rsidR="002C712E" w:rsidRDefault="002C71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87BD1">
              <w:rPr>
                <w:b/>
                <w:bCs/>
                <w:sz w:val="20"/>
                <w:szCs w:val="20"/>
              </w:rPr>
              <w:t>Дата</w:t>
            </w:r>
          </w:p>
          <w:p w:rsidR="002C712E" w:rsidRPr="00787BD1" w:rsidRDefault="002C712E">
            <w:pPr>
              <w:jc w:val="center"/>
              <w:rPr>
                <w:b/>
                <w:bCs/>
                <w:sz w:val="20"/>
                <w:szCs w:val="20"/>
              </w:rPr>
            </w:pPr>
            <w:r w:rsidRPr="00787BD1">
              <w:rPr>
                <w:b/>
                <w:bCs/>
                <w:sz w:val="20"/>
                <w:szCs w:val="20"/>
              </w:rPr>
              <w:t>Принятия</w:t>
            </w:r>
          </w:p>
        </w:tc>
        <w:tc>
          <w:tcPr>
            <w:tcW w:w="8683" w:type="dxa"/>
          </w:tcPr>
          <w:p w:rsidR="002C712E" w:rsidRPr="00787BD1" w:rsidRDefault="002C712E">
            <w:pPr>
              <w:jc w:val="center"/>
              <w:rPr>
                <w:b/>
                <w:bCs/>
                <w:sz w:val="20"/>
                <w:szCs w:val="20"/>
              </w:rPr>
            </w:pPr>
            <w:r w:rsidRPr="00787BD1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980" w:type="dxa"/>
          </w:tcPr>
          <w:p w:rsidR="002C712E" w:rsidRPr="00787BD1" w:rsidRDefault="002C712E">
            <w:pPr>
              <w:jc w:val="center"/>
              <w:rPr>
                <w:b/>
                <w:bCs/>
                <w:sz w:val="20"/>
                <w:szCs w:val="20"/>
              </w:rPr>
            </w:pPr>
            <w:r w:rsidRPr="00787BD1">
              <w:rPr>
                <w:b/>
                <w:bCs/>
                <w:sz w:val="20"/>
                <w:szCs w:val="20"/>
              </w:rPr>
              <w:t>Опубликование в газете «Красное знамя»</w:t>
            </w:r>
          </w:p>
        </w:tc>
        <w:tc>
          <w:tcPr>
            <w:tcW w:w="900" w:type="dxa"/>
          </w:tcPr>
          <w:p w:rsidR="002C712E" w:rsidRPr="00787BD1" w:rsidRDefault="002C712E">
            <w:pPr>
              <w:jc w:val="center"/>
              <w:rPr>
                <w:b/>
                <w:bCs/>
                <w:sz w:val="20"/>
                <w:szCs w:val="20"/>
              </w:rPr>
            </w:pPr>
            <w:r w:rsidRPr="00787BD1">
              <w:rPr>
                <w:b/>
                <w:bCs/>
                <w:sz w:val="20"/>
                <w:szCs w:val="20"/>
              </w:rPr>
              <w:t>Изменения (дополнения)</w:t>
            </w:r>
          </w:p>
        </w:tc>
        <w:tc>
          <w:tcPr>
            <w:tcW w:w="2070" w:type="dxa"/>
          </w:tcPr>
          <w:p w:rsidR="002C712E" w:rsidRPr="00787BD1" w:rsidRDefault="002C712E">
            <w:pPr>
              <w:ind w:firstLine="51"/>
              <w:jc w:val="center"/>
              <w:rPr>
                <w:b/>
                <w:bCs/>
                <w:sz w:val="18"/>
                <w:szCs w:val="18"/>
              </w:rPr>
            </w:pPr>
            <w:r w:rsidRPr="00787BD1">
              <w:rPr>
                <w:b/>
                <w:bCs/>
                <w:sz w:val="18"/>
                <w:szCs w:val="18"/>
              </w:rPr>
              <w:t>Арбитражный суд</w:t>
            </w:r>
          </w:p>
        </w:tc>
      </w:tr>
      <w:tr w:rsidR="002C712E" w:rsidRPr="00B04106" w:rsidTr="0076752C">
        <w:trPr>
          <w:trHeight w:val="390"/>
        </w:trPr>
        <w:tc>
          <w:tcPr>
            <w:tcW w:w="1013" w:type="dxa"/>
          </w:tcPr>
          <w:p w:rsidR="002C712E" w:rsidRPr="00B04106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41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1324-п</w:t>
            </w:r>
          </w:p>
        </w:tc>
        <w:tc>
          <w:tcPr>
            <w:tcW w:w="1078" w:type="dxa"/>
          </w:tcPr>
          <w:p w:rsidR="002C712E" w:rsidRPr="00B04106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41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01.10.</w:t>
            </w:r>
          </w:p>
        </w:tc>
        <w:tc>
          <w:tcPr>
            <w:tcW w:w="8683" w:type="dxa"/>
          </w:tcPr>
          <w:p w:rsidR="002C712E" w:rsidRPr="00B04106" w:rsidRDefault="002C712E" w:rsidP="00B041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106">
              <w:rPr>
                <w:rFonts w:ascii="Times New Roman" w:hAnsi="Times New Roman" w:cs="Times New Roman"/>
                <w:sz w:val="20"/>
                <w:szCs w:val="20"/>
              </w:rPr>
              <w:t>О разрешении получения денежных выплат недееспособного гражданина Артёмовой Т.Н.</w:t>
            </w:r>
          </w:p>
        </w:tc>
        <w:tc>
          <w:tcPr>
            <w:tcW w:w="1980" w:type="dxa"/>
          </w:tcPr>
          <w:p w:rsidR="002C712E" w:rsidRPr="00B04106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B04106" w:rsidRDefault="002C712E" w:rsidP="00B0410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B04106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B04106" w:rsidTr="0076752C">
        <w:trPr>
          <w:trHeight w:val="219"/>
        </w:trPr>
        <w:tc>
          <w:tcPr>
            <w:tcW w:w="1013" w:type="dxa"/>
          </w:tcPr>
          <w:p w:rsidR="002C712E" w:rsidRPr="00B04106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41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1325-п</w:t>
            </w:r>
          </w:p>
        </w:tc>
        <w:tc>
          <w:tcPr>
            <w:tcW w:w="1078" w:type="dxa"/>
          </w:tcPr>
          <w:p w:rsidR="002C712E" w:rsidRPr="00B04106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41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01.10</w:t>
            </w:r>
          </w:p>
        </w:tc>
        <w:tc>
          <w:tcPr>
            <w:tcW w:w="8683" w:type="dxa"/>
          </w:tcPr>
          <w:p w:rsidR="002C712E" w:rsidRPr="00B04106" w:rsidRDefault="002C712E" w:rsidP="00B0410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4106">
              <w:rPr>
                <w:rFonts w:ascii="Times New Roman" w:hAnsi="Times New Roman" w:cs="Times New Roman"/>
                <w:sz w:val="20"/>
                <w:szCs w:val="20"/>
              </w:rPr>
              <w:t>О проведении смотра-конкурса на лучшую организацию осуществления  воинского учета и бронирования граждан среди органов местного  самоуправления и организаций Абанского района</w:t>
            </w:r>
          </w:p>
        </w:tc>
        <w:tc>
          <w:tcPr>
            <w:tcW w:w="1980" w:type="dxa"/>
          </w:tcPr>
          <w:p w:rsidR="002C712E" w:rsidRPr="00B04106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B04106" w:rsidRDefault="002C712E" w:rsidP="00B0410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B04106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D919A6" w:rsidTr="0076752C">
        <w:trPr>
          <w:trHeight w:val="446"/>
        </w:trPr>
        <w:tc>
          <w:tcPr>
            <w:tcW w:w="1013" w:type="dxa"/>
          </w:tcPr>
          <w:p w:rsidR="002C712E" w:rsidRPr="00B04106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41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1326-п</w:t>
            </w:r>
          </w:p>
          <w:p w:rsidR="002C712E" w:rsidRPr="00B04106" w:rsidRDefault="002C712E" w:rsidP="00B0410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78" w:type="dxa"/>
          </w:tcPr>
          <w:p w:rsidR="002C712E" w:rsidRPr="00B04106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41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01.10</w:t>
            </w:r>
          </w:p>
        </w:tc>
        <w:tc>
          <w:tcPr>
            <w:tcW w:w="8683" w:type="dxa"/>
          </w:tcPr>
          <w:p w:rsidR="002C712E" w:rsidRPr="00B04106" w:rsidRDefault="002C712E" w:rsidP="00B041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106">
              <w:rPr>
                <w:rFonts w:ascii="Times New Roman" w:hAnsi="Times New Roman" w:cs="Times New Roman"/>
                <w:sz w:val="20"/>
                <w:szCs w:val="20"/>
              </w:rPr>
              <w:t xml:space="preserve">О внесении изменений в Постановление </w:t>
            </w:r>
          </w:p>
          <w:p w:rsidR="002C712E" w:rsidRPr="00B04106" w:rsidRDefault="002C712E" w:rsidP="00B041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106">
              <w:rPr>
                <w:rFonts w:ascii="Times New Roman" w:hAnsi="Times New Roman" w:cs="Times New Roman"/>
                <w:sz w:val="20"/>
                <w:szCs w:val="20"/>
              </w:rPr>
              <w:t>администрации Абанского района от 02.07.14 № 898-п</w:t>
            </w:r>
            <w:r w:rsidRPr="00B041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:rsidR="002C712E" w:rsidRDefault="002C712E" w:rsidP="00B0410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41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Опубликовано в газете«Красное знамя» №45 от 10.10.2014г.</w:t>
            </w:r>
          </w:p>
          <w:p w:rsidR="002C712E" w:rsidRPr="0028477C" w:rsidRDefault="002C712E" w:rsidP="00B0410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41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Размещено на сайте Абанского района</w:t>
            </w:r>
            <w:r w:rsidRPr="002847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900" w:type="dxa"/>
          </w:tcPr>
          <w:p w:rsidR="002C712E" w:rsidRPr="0028477C" w:rsidRDefault="002C712E" w:rsidP="00B0410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D919A6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B04106" w:rsidTr="0076752C">
        <w:tc>
          <w:tcPr>
            <w:tcW w:w="1013" w:type="dxa"/>
          </w:tcPr>
          <w:p w:rsidR="002C712E" w:rsidRPr="00B04106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41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1327-п</w:t>
            </w:r>
          </w:p>
        </w:tc>
        <w:tc>
          <w:tcPr>
            <w:tcW w:w="1078" w:type="dxa"/>
          </w:tcPr>
          <w:p w:rsidR="002C712E" w:rsidRPr="00B04106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41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01.10.</w:t>
            </w:r>
          </w:p>
        </w:tc>
        <w:tc>
          <w:tcPr>
            <w:tcW w:w="8683" w:type="dxa"/>
          </w:tcPr>
          <w:p w:rsidR="002C712E" w:rsidRPr="00B04106" w:rsidRDefault="002C712E" w:rsidP="00B041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106">
              <w:rPr>
                <w:rFonts w:ascii="Times New Roman" w:hAnsi="Times New Roman" w:cs="Times New Roman"/>
                <w:sz w:val="20"/>
                <w:szCs w:val="20"/>
              </w:rPr>
              <w:t xml:space="preserve">О предварительном согласовании акта выбора и обследования земельного участка </w:t>
            </w:r>
          </w:p>
        </w:tc>
        <w:tc>
          <w:tcPr>
            <w:tcW w:w="1980" w:type="dxa"/>
          </w:tcPr>
          <w:p w:rsidR="002C712E" w:rsidRPr="00B04106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B04106" w:rsidRDefault="002C712E" w:rsidP="00B0410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B04106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D919A6" w:rsidTr="0076752C">
        <w:tc>
          <w:tcPr>
            <w:tcW w:w="1013" w:type="dxa"/>
          </w:tcPr>
          <w:p w:rsidR="002C712E" w:rsidRPr="00B04106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41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1328-п</w:t>
            </w:r>
          </w:p>
        </w:tc>
        <w:tc>
          <w:tcPr>
            <w:tcW w:w="1078" w:type="dxa"/>
          </w:tcPr>
          <w:p w:rsidR="002C712E" w:rsidRPr="00B04106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41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01.10</w:t>
            </w:r>
          </w:p>
        </w:tc>
        <w:tc>
          <w:tcPr>
            <w:tcW w:w="8683" w:type="dxa"/>
          </w:tcPr>
          <w:p w:rsidR="002C712E" w:rsidRPr="00B04106" w:rsidRDefault="002C712E" w:rsidP="00B041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10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Вейхлей С.А.</w:t>
            </w:r>
          </w:p>
        </w:tc>
        <w:tc>
          <w:tcPr>
            <w:tcW w:w="1980" w:type="dxa"/>
          </w:tcPr>
          <w:p w:rsidR="002C712E" w:rsidRPr="00B04106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28477C" w:rsidRDefault="002C712E" w:rsidP="00B0410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</w:tcPr>
          <w:p w:rsidR="002C712E" w:rsidRPr="00D919A6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D919A6" w:rsidTr="0076752C">
        <w:tc>
          <w:tcPr>
            <w:tcW w:w="1013" w:type="dxa"/>
          </w:tcPr>
          <w:p w:rsidR="002C712E" w:rsidRPr="00B04106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41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1329-п</w:t>
            </w:r>
          </w:p>
          <w:p w:rsidR="002C712E" w:rsidRPr="00B04106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8" w:type="dxa"/>
          </w:tcPr>
          <w:p w:rsidR="002C712E" w:rsidRPr="00B04106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41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01.10</w:t>
            </w:r>
          </w:p>
        </w:tc>
        <w:tc>
          <w:tcPr>
            <w:tcW w:w="8683" w:type="dxa"/>
          </w:tcPr>
          <w:p w:rsidR="002C712E" w:rsidRPr="00B04106" w:rsidRDefault="002C712E" w:rsidP="00B041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106">
              <w:rPr>
                <w:rFonts w:ascii="Times New Roman" w:hAnsi="Times New Roman" w:cs="Times New Roman"/>
                <w:sz w:val="20"/>
                <w:szCs w:val="20"/>
              </w:rPr>
              <w:t>Об утверждении  стоимости одного квадратного метра общей</w:t>
            </w:r>
          </w:p>
          <w:p w:rsidR="002C712E" w:rsidRPr="00B04106" w:rsidRDefault="002C712E" w:rsidP="00B041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106">
              <w:rPr>
                <w:rFonts w:ascii="Times New Roman" w:hAnsi="Times New Roman" w:cs="Times New Roman"/>
                <w:sz w:val="20"/>
                <w:szCs w:val="20"/>
              </w:rPr>
              <w:t>площади жилья на 4 квартал 2014 года</w:t>
            </w:r>
          </w:p>
        </w:tc>
        <w:tc>
          <w:tcPr>
            <w:tcW w:w="1980" w:type="dxa"/>
          </w:tcPr>
          <w:p w:rsidR="002C712E" w:rsidRPr="0028477C" w:rsidRDefault="002C712E" w:rsidP="00B0410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41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Опубликовано в газете«Красное знамя» №46 от 17.10.2014г.  Размещено на сайте Абанского района</w:t>
            </w:r>
            <w:r w:rsidRPr="002847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900" w:type="dxa"/>
          </w:tcPr>
          <w:p w:rsidR="002C712E" w:rsidRPr="0028477C" w:rsidRDefault="002C712E" w:rsidP="00B0410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D919A6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1330-п</w:t>
            </w:r>
          </w:p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sz w:val="20"/>
                <w:szCs w:val="20"/>
              </w:rPr>
              <w:t>Об установлении нормы стоимости одного квадратного метра общей</w:t>
            </w:r>
          </w:p>
          <w:p w:rsidR="002C712E" w:rsidRPr="0077304F" w:rsidRDefault="002C712E" w:rsidP="00B041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sz w:val="20"/>
                <w:szCs w:val="20"/>
              </w:rPr>
              <w:t>площади жилья на 4 квартал 2014 года</w:t>
            </w:r>
          </w:p>
          <w:p w:rsidR="002C712E" w:rsidRPr="0077304F" w:rsidRDefault="002C712E" w:rsidP="00B041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2C712E" w:rsidRPr="0077304F" w:rsidRDefault="002C712E" w:rsidP="007C0A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Опубликовано в газете«Красное знамя» №46 от 17.10.2014г.  </w:t>
            </w:r>
            <w:r w:rsidRPr="00B041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Размещено на сайте Абанского района</w:t>
            </w:r>
            <w:r w:rsidRPr="002847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900" w:type="dxa"/>
          </w:tcPr>
          <w:p w:rsidR="002C712E" w:rsidRPr="0077304F" w:rsidRDefault="002C712E" w:rsidP="00B0410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1331-п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подготовке специалистов для Вооруженных сил РФ из числа граждан призывного возраста в Канской технической школе ДОСААФ в 2014-2015г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1332-п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Лихторович Е.В.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1332-1-п</w:t>
            </w:r>
          </w:p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sz w:val="20"/>
                <w:szCs w:val="20"/>
              </w:rPr>
              <w:t>Об организации  обеспечения надежного теплоснабжения потребителей на территории Абанского района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D919A6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1333-п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06.10.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согласии на продажу жилой площади и земельного участка семье Зосимовых</w:t>
            </w:r>
          </w:p>
        </w:tc>
        <w:tc>
          <w:tcPr>
            <w:tcW w:w="1980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28477C" w:rsidRDefault="002C712E" w:rsidP="00B0410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D919A6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D919A6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1334-п</w:t>
            </w:r>
          </w:p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 утверждении административного регламента предоставления муниципальной услуги «Реализация программ дополнительного образования детей»</w:t>
            </w:r>
          </w:p>
        </w:tc>
        <w:tc>
          <w:tcPr>
            <w:tcW w:w="1980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41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Размещено на сайте Абанского района</w:t>
            </w:r>
            <w:r w:rsidRPr="002847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900" w:type="dxa"/>
          </w:tcPr>
          <w:p w:rsidR="002C712E" w:rsidRPr="0028477C" w:rsidRDefault="002C712E" w:rsidP="00B0410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2070" w:type="dxa"/>
          </w:tcPr>
          <w:p w:rsidR="002C712E" w:rsidRPr="00D919A6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D919A6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1334-1-п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внесении изменений в Постановление администрации Абанского района от 10.07.2012 № 815-п «Об утверждении перечня должностей муниципальной службы в администрации Абанского района и ее структурных подразделениях</w:t>
            </w:r>
          </w:p>
        </w:tc>
        <w:tc>
          <w:tcPr>
            <w:tcW w:w="1980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900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2070" w:type="dxa"/>
          </w:tcPr>
          <w:p w:rsidR="002C712E" w:rsidRPr="00D919A6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D919A6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1335-п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разрешении получения денежных выплат недееспособного гражданина Хомич Н.В.</w:t>
            </w:r>
          </w:p>
        </w:tc>
        <w:tc>
          <w:tcPr>
            <w:tcW w:w="1980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900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2070" w:type="dxa"/>
          </w:tcPr>
          <w:p w:rsidR="002C712E" w:rsidRPr="00D919A6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D919A6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1336-п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07.10.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разрешении получения денежных выплат недееспособного гражданина Гладкова Ю.В.</w:t>
            </w:r>
          </w:p>
        </w:tc>
        <w:tc>
          <w:tcPr>
            <w:tcW w:w="1980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D919A6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D919A6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1337-п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</w:t>
            </w:r>
          </w:p>
        </w:tc>
        <w:tc>
          <w:tcPr>
            <w:tcW w:w="1980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900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  <w:t xml:space="preserve"> </w:t>
            </w:r>
          </w:p>
        </w:tc>
        <w:tc>
          <w:tcPr>
            <w:tcW w:w="2070" w:type="dxa"/>
          </w:tcPr>
          <w:p w:rsidR="002C712E" w:rsidRPr="00D919A6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D919A6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1338-п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Котову Н.Г.</w:t>
            </w:r>
          </w:p>
        </w:tc>
        <w:tc>
          <w:tcPr>
            <w:tcW w:w="1980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900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2070" w:type="dxa"/>
          </w:tcPr>
          <w:p w:rsidR="002C712E" w:rsidRPr="00D919A6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D919A6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1339-п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Вейхлей К.В.</w:t>
            </w:r>
          </w:p>
        </w:tc>
        <w:tc>
          <w:tcPr>
            <w:tcW w:w="1980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900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2070" w:type="dxa"/>
          </w:tcPr>
          <w:p w:rsidR="002C712E" w:rsidRPr="00D919A6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D919A6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1340-п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утверждении  проекта рекультивации нарушенных земель</w:t>
            </w:r>
          </w:p>
        </w:tc>
        <w:tc>
          <w:tcPr>
            <w:tcW w:w="1980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900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2070" w:type="dxa"/>
          </w:tcPr>
          <w:p w:rsidR="002C712E" w:rsidRPr="00D919A6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D919A6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1341-п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Томсинской Е.В.</w:t>
            </w:r>
          </w:p>
        </w:tc>
        <w:tc>
          <w:tcPr>
            <w:tcW w:w="1980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900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2070" w:type="dxa"/>
          </w:tcPr>
          <w:p w:rsidR="002C712E" w:rsidRPr="00D919A6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D919A6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1342-п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Луцик И.Г.</w:t>
            </w:r>
          </w:p>
        </w:tc>
        <w:tc>
          <w:tcPr>
            <w:tcW w:w="1980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900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2070" w:type="dxa"/>
          </w:tcPr>
          <w:p w:rsidR="002C712E" w:rsidRPr="00D919A6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D919A6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1343-п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Ильичевой А.В.</w:t>
            </w:r>
          </w:p>
        </w:tc>
        <w:tc>
          <w:tcPr>
            <w:tcW w:w="1980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900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2070" w:type="dxa"/>
          </w:tcPr>
          <w:p w:rsidR="002C712E" w:rsidRPr="00D919A6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D919A6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1344-п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 Палаваеву Л.Ф.</w:t>
            </w:r>
          </w:p>
        </w:tc>
        <w:tc>
          <w:tcPr>
            <w:tcW w:w="1980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900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2070" w:type="dxa"/>
          </w:tcPr>
          <w:p w:rsidR="002C712E" w:rsidRPr="00D919A6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D919A6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1345-п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Завьяловой Н.В.</w:t>
            </w:r>
          </w:p>
        </w:tc>
        <w:tc>
          <w:tcPr>
            <w:tcW w:w="1980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900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2070" w:type="dxa"/>
          </w:tcPr>
          <w:p w:rsidR="002C712E" w:rsidRPr="00D919A6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1346-п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 Барышниковой Т.П.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1347-п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Коноваловой М.А.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1348-п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Киркоровой Я.В.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1349-п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Волосову С.В.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1350-п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Шарабурко В.И.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1351-п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Сергееву Н.Г.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1352-п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 Танкович В.В.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1353-п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 Бурмага М.М.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1354-п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 Кусалову А.В.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1355-п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 Петелиной Л.В.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1356-п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 Фролову В.И.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1357-п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1358-п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1359-п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1360-п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 изменении вида разрешенного использования земелньного участка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1361-п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ООО «Самойловское»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1362-п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1363-п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1364-п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ИП главе КФХ Наровскому М.В.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1365-п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Морозовой М.М.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1366-п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Морозовой М.М.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1367-п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ООО «Мана»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1368-п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Лазаренко В.Р.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1369-п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 утверждении градостроительных планов земельных участков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10.10.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 утверждении градостроительного  плана земельного участка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1371-п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1372-п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 прекращении права постоянного (бессрочного) пользования земельным </w:t>
            </w:r>
          </w:p>
          <w:p w:rsidR="002C712E" w:rsidRPr="0077304F" w:rsidRDefault="002C712E" w:rsidP="00B0410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уучастком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1373-п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1374-п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1375-п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1376-п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1377-п</w:t>
            </w:r>
          </w:p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внесении изменения в Постановление администрации Абанского района от 15.08.2014 № 1143-п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41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Размещено на сайте Абанского района</w:t>
            </w:r>
            <w:r w:rsidRPr="002847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1378-п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ОАО «Красноярсккрайуголь»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1379-п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собственность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1380-п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1381-п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1382-п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1383-п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1384-п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1385-п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ООО «Самойловское»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1386-п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Дорофееву С.С.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1387-п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Мельникову Э.В.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1388-п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Ларикову Н.В.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1389-п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 Голубиной Т.Н.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1390-п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Брюханову А.А.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1391-п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Плющиковой И.С.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1392-п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Кузьменковой Г.И.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1393-п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Алексеевой Н.П.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1394-п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Сафонову С.В.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1395-п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Устиной Л.П.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1396-п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Вороновой Н.М.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D919A6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1397-п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Воронову В.В.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D919A6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1398-п</w:t>
            </w:r>
          </w:p>
          <w:p w:rsidR="002C712E" w:rsidRPr="0077304F" w:rsidRDefault="002C712E" w:rsidP="00B0410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 утверждении плана действий по ликвидации последствий аварийных ситуаций в системе централизованного теплоснабжения на территории Абанского района.</w:t>
            </w:r>
          </w:p>
        </w:tc>
        <w:tc>
          <w:tcPr>
            <w:tcW w:w="1980" w:type="dxa"/>
          </w:tcPr>
          <w:p w:rsidR="002C712E" w:rsidRPr="0077304F" w:rsidRDefault="002C712E" w:rsidP="004452E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Опубликовано в газете«Красное знамя» №47 от 24.10.2014г.  Размещено на сайте Абанского района  </w:t>
            </w:r>
          </w:p>
        </w:tc>
        <w:tc>
          <w:tcPr>
            <w:tcW w:w="900" w:type="dxa"/>
          </w:tcPr>
          <w:p w:rsidR="002C712E" w:rsidRPr="0077304F" w:rsidRDefault="002C712E" w:rsidP="00B0410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1399-п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 утверждении градостроительного  плана земельного участка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 установлении факта невозможности проживания Даниленко Светланы Николаевны в ранее занимаемом жилом помещении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разрешении на раздельное проживание несовершеннолетней Гуляевой Д.Г., 10.06.1998г.р.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77304F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разрешении расторжения сделки купли-продажи жилого дома и земельного участка</w:t>
            </w:r>
          </w:p>
        </w:tc>
        <w:tc>
          <w:tcPr>
            <w:tcW w:w="198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77304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D919A6" w:rsidTr="0076752C">
        <w:tc>
          <w:tcPr>
            <w:tcW w:w="1013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1403-п</w:t>
            </w:r>
          </w:p>
        </w:tc>
        <w:tc>
          <w:tcPr>
            <w:tcW w:w="1078" w:type="dxa"/>
          </w:tcPr>
          <w:p w:rsidR="002C712E" w:rsidRPr="0077304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16.10</w:t>
            </w:r>
          </w:p>
        </w:tc>
        <w:tc>
          <w:tcPr>
            <w:tcW w:w="8683" w:type="dxa"/>
          </w:tcPr>
          <w:p w:rsidR="002C712E" w:rsidRPr="0077304F" w:rsidRDefault="002C712E" w:rsidP="00B04106">
            <w:pPr>
              <w:tabs>
                <w:tab w:val="left" w:pos="66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0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  <w:t>Об отобрании несовершеннолетних Гусарова Даниила Алексеевича, 30.03.2002 года рождения, Гусаровой Анастасии Алексеевны, 26.06.2006 года рождения</w:t>
            </w:r>
          </w:p>
        </w:tc>
        <w:tc>
          <w:tcPr>
            <w:tcW w:w="1980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D919A6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1404-п</w:t>
            </w:r>
          </w:p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 утверждении Положения об отделе культуры, по делам молодежи и спорта администрации Абанского района в новой редакции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Размещено на сайте Абанского района  </w:t>
            </w: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1405-п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 утверждении градостроительных планов земельных  участков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1406-п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tabs>
                <w:tab w:val="left" w:pos="81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  <w:t>Об утверждении градостроительного плана земельного участка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1407-п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tabs>
                <w:tab w:val="left" w:pos="163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назначении предварительной опеки над несовершеннолетним Свешниковым Матвеем Владимировичем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1408-п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20.10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О публикации сообщения о наличии земельных участков,  предназначенных для передачи гражданам и юридическим лицам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1409-п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20.10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О предоставлении земельного участка в аренду Григорьеву Д.Е.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1410-п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20.10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О предоставлении земельного участка в аренду Когут А.Ю.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20.10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О предоставлении земельного участка в аренду Костиневич И.В.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1412-п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20.10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О предоставлении земельного участка в аренду Костиневич И.Л.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1413-п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20.10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О предоставлении земельного участка в аренду Волковой Т.П.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1414-п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20.10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О предоставлении земельного участка в аренду Баранову О.В.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1415-п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20.10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О предоставлении земельного участка в аренду Колпаковой О.Г.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1416-п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20.10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О предоставлении земельного участка в аренду Горбатюк Е.К.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D919A6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1417-п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20.10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О предоставлении земельного участка в аренду Топакову М.Г.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D919A6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1418-п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20.10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О предоставлении земельного участка в аренду Габидуллину О.З.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1419-п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20.10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О предоставлении земельного участка в аренду Шнаркиной Т.А.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1420-п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20.10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О предоставлении земельного участка в аренду Куковенко Н.А.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1421-п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20.10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О предоставлении земельного участка в аренду Семенову М.И.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1422-п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20.10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О предоставлении земельного участка в аренду  Шуняеву Е.М.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1423-п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20.10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О предоставлении земельного участка в аренду Алейниковой Л.А.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rPr>
          <w:trHeight w:val="934"/>
        </w:trPr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1424-п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20.10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О предоставлении земельного участка в аренду Лисициной Е.К.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1425-п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20.10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О предоставлении земельного участка в аренду Захаренко М.Н.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1426-п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20.10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О предоставлении земельного участка в аренду  Мишину П.В.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1427-п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20.10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О предоставлении земельного участка в аренду Юмановой Л.В.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1428-п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20.10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О предоставлении земельного участка в аренду Чигиневу А.П.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1429-п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20.10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О предоставлении земельного участка в аренду Гушко Г.Н.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1430-п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20.10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О предоставлении земельного участка в аренду Сабитовой Г.Н.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1431-п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20.10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О предоставлении земельного участка в аренду Хайбулиной Д.Р.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1432-п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20.10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О предоставлении земельного участка в аренду Зарубицкой Л.А.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1433-п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20.10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О предоставлении земельного участка в аренду Лошинской З.Н.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1434-п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20.10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О предоставлении земельного участка в аренду Скульте Н.В.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1435-п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20.10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О предоставлении земельного участка в аренду Журавлевой О.П.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1436-п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color w:val="003366"/>
                <w:sz w:val="20"/>
                <w:szCs w:val="20"/>
              </w:rPr>
              <w:t>О предоставлении земельного участка в аренду Засенко В.А.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1437-п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20.10.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 утверждении структуры управления  социальной защиты населения администрации Абанского района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1437-1-п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20.10.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разрешении получения денежных выплат недееспособного гражданина Усиковой А.В.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1438-п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20.10.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внесении изменений в Постановление администрации Абанского района от 10.07.2012 № 815-п «Об утверждении перечня должностей муниципальной службы в администрации Абанского района и ее структурных подразделениях»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1439-п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предварительном согласовании земельного участка  для размещения временного сбора и хранения  ТБО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1440-п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предварительном согласовании земельного участка  для размещения площадки временного сбора и хранения  ТБО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1441-п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предварительном согласовании земельного участка  для размещения временного сбора и хранения  ТБО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1442-п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приватизации земельного участка, находящегося в государственной собственности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1443-п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приватизации земельного участка, находящегося в государственной собственности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1444-п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приватизации земельного участка, находящегося в государственной собственности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1445-п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приватизации земельного участка, находящегося в государственной собственности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1446-п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приватизации земельного участка, находящегося в государственной собственности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1447-п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приватизации земельного участка, находящегося в государственной собственности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1448-п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Половко В.А.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1449-п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Иванченко А.Г.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1450-п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Казаковой Т.Г.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1451-п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Абушкевич П.И.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1452-п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Леоновой З.М.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1453-п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Козыревой М.Л.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1454-п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 предоставлении земельного участка в аренду ООО Бирюса 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1455-п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Жамбаевой Т.Т.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1456-п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субсидии индивидуальному предпринимателю Астафьевой Нине Григорьевне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1457-п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субсидии индивидуальному предпринимателю Мишуренко Руслану Николаевичу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1458-п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назначении предварительной опеки над несовершеннолетней Карпенко Верой Игоревной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1459-п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 участка в собственность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1460-п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предварительном согласовании земельного участка  для размещения площадки временного сбора и хранения  ТБО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1461-п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предварительном согласовании земельного участка  для размещения площадки временного сбора и хранения  ТБО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1462-п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предварительном согласовании земельного участка  для размещения площадки временного сбора и хранения  ТБО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1463-п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предварительном согласовании земельного участка  для размещения площадки временного сбора и хранения  ТБО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1464-п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предварительном согласовании земельного участка  для размещения площадки временного сбора и хранения  ТБО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1465-п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предварительном согласовании земельного участка  для размещения площадки временного сбора и хранения  ТБО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1466-п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23.10.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 отобрании несовершеннолетних Гавриловой Светланы Константиновны, 22.12.2008 года рождения, Гаврилова Дмитрия Константиновича, 11.09.2007 года рождения, Гаврилова Анатолия Константиновича, 19.06.2011 года рождения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1467-п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 утверждении градостроительного плана земельного участка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1468-п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постоянное (бессрочное) пользование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1469-п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постоянное (бессрочное) пользование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1470-п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постоянное (бессрочное) пользование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1471-п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постоянное (бессрочное) пользование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1472-п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постоянное (бессрочное) пользование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1473-п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постоянное (бессрочное) пользование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1474-п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постоянное (бессрочное) пользование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1475-п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Карпенко А.М.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1476-п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Лыгину В.В.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1477-п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1478-п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1479-п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1480-п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1481-п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1482-п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разрешении получения денежных выплат недееспособного гражданина Усиковой А.В.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1483-п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Липунову А.А.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1484-п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Новиковой И.В.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1485-п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Новикову А.Н.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1486-п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Трубачеву Н.Н.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1487-п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Мишуренко Т.А.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1488-п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Трубачевой Е.В.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1489-п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 утверждении градостроительных планов земельных участков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1490-п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 уменьшении лимитов потребления коммунальных ресурсов (угля)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1491-п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 уменьшении лимитов потребления коммунальных ресурсов (угля)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1492-п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Сидорову С.К.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1493-п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Заровчатскому С.А.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1494-п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Михальцовой В.А.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1495-п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Беловой Л.И.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D919A6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1496-п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Короленко Е.В.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D919A6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D919A6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1496-1-п</w:t>
            </w:r>
          </w:p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 утверждении отчета об исполнении районного бюджета за девять месяцев 2014 года</w:t>
            </w:r>
          </w:p>
        </w:tc>
        <w:tc>
          <w:tcPr>
            <w:tcW w:w="1980" w:type="dxa"/>
          </w:tcPr>
          <w:p w:rsidR="002C712E" w:rsidRPr="0028477C" w:rsidRDefault="002C712E" w:rsidP="00104E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41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Размещено на сайте Абанского района</w:t>
            </w:r>
            <w:r w:rsidRPr="002847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900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D919A6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D919A6" w:rsidTr="0076752C">
        <w:tc>
          <w:tcPr>
            <w:tcW w:w="1013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47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1497-п</w:t>
            </w:r>
          </w:p>
        </w:tc>
        <w:tc>
          <w:tcPr>
            <w:tcW w:w="1078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47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28.10</w:t>
            </w:r>
          </w:p>
        </w:tc>
        <w:tc>
          <w:tcPr>
            <w:tcW w:w="8683" w:type="dxa"/>
          </w:tcPr>
          <w:p w:rsidR="002C712E" w:rsidRPr="0028477C" w:rsidRDefault="002C712E" w:rsidP="00B04106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28477C">
              <w:rPr>
                <w:rFonts w:ascii="Times New Roman" w:hAnsi="Times New Roman"/>
                <w:b/>
                <w:sz w:val="20"/>
                <w:szCs w:val="20"/>
              </w:rPr>
              <w:t>Об утверждении муниципальной программы «Содействие развитию физической культуры и спорта в Абанском районе на 2015-2017 годы»</w:t>
            </w:r>
          </w:p>
        </w:tc>
        <w:tc>
          <w:tcPr>
            <w:tcW w:w="1980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41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Размещено на сайте Абанского района</w:t>
            </w:r>
            <w:r w:rsidRPr="002847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900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D919A6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1498-п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 определении несовершеннолетнего Иванова Артура Сергеевича, 02.07.2014 года рождения в КГКУЗ «Красноярский специализированный дом ребенка № 5» на полное государственное обеспечение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1499-п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 определении несовершеннолетнего Иванова Тимофея  Сергеевича, 02.07.2014 года рождения в КГКУЗ «Красноярский специализированный дом ребенка № 5» на полное государственное обеспечение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разрешении получения денежных выплат недееспособного гражданина Данилова В.В.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1501-п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разрешении получения денежных выплат недееспособного гражданина Пусь Н.Н.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1502-п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разрешении получения денежных выплат недееспособного гражданина Тимофеевой Т.В.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1503-п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разрешении получения денежных выплат недееспособного гражданина Тимофеевой Т.В.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1504-п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переводе жилого помещения в нежилое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1505-п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Ивашневой Г.И.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1506-п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постоянное (бессрочное) пользование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1507-п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постоянное (бессрочное) пользование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1508-п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Валейко И.В.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1509-п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 уменьшении лимитов потребления коммунальных ресурсов (угля)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1510-п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 уменьшении лимитов потребления коммунальных ресурсов (угля)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1511-п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29.10.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разрешении получения денежных выплат недееспособного гражданина Великого А.В.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1512-п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 установлении факта невозможности проживания Левданской Галины Ивановны в ранее занимаемом жилом помещении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D919A6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1513-п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внесении изменений в Постановление администрации Абанского района от 29.12.2011 № 1362-п</w:t>
            </w:r>
          </w:p>
        </w:tc>
        <w:tc>
          <w:tcPr>
            <w:tcW w:w="1980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D919A6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D919A6" w:rsidTr="0076752C">
        <w:tc>
          <w:tcPr>
            <w:tcW w:w="1013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47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1514-п</w:t>
            </w:r>
          </w:p>
        </w:tc>
        <w:tc>
          <w:tcPr>
            <w:tcW w:w="1078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47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30.10</w:t>
            </w:r>
          </w:p>
        </w:tc>
        <w:tc>
          <w:tcPr>
            <w:tcW w:w="8683" w:type="dxa"/>
          </w:tcPr>
          <w:p w:rsidR="002C712E" w:rsidRPr="00BF3B13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B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внесении изменений в муниципальную программу "Содействие развитию культуры в Абанском районе" на 2014-2016 годы, утвержденную постановление администрации Абанского района № 1202-п от 28.08.2014</w:t>
            </w:r>
          </w:p>
        </w:tc>
        <w:tc>
          <w:tcPr>
            <w:tcW w:w="1980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41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Размещено на сайте Абанского района</w:t>
            </w:r>
            <w:r w:rsidRPr="002847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900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D919A6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D919A6" w:rsidTr="0076752C">
        <w:tc>
          <w:tcPr>
            <w:tcW w:w="1013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47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1515-п</w:t>
            </w:r>
          </w:p>
        </w:tc>
        <w:tc>
          <w:tcPr>
            <w:tcW w:w="1078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47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30.10.</w:t>
            </w:r>
          </w:p>
        </w:tc>
        <w:tc>
          <w:tcPr>
            <w:tcW w:w="8683" w:type="dxa"/>
          </w:tcPr>
          <w:p w:rsidR="002C712E" w:rsidRPr="00BF3B13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BF3B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 утверждении муниципальной программы "Содействие развитию культуры в Абанском районе" на 2015-2017 годы</w:t>
            </w:r>
          </w:p>
        </w:tc>
        <w:tc>
          <w:tcPr>
            <w:tcW w:w="1980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41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Размещено на сайте Абанского района</w:t>
            </w:r>
            <w:r w:rsidRPr="002847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900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D919A6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1516-п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sz w:val="20"/>
                <w:szCs w:val="20"/>
              </w:rPr>
              <w:t>«О результатах проведения смотра-конкурса на лучшую организацию осуществления воинского учета и бронирования граждан среди органов местного самоуправления и организаций Абанского района»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1517-п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приватизации земельного участка, находящегося в государственной собственности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1518-п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приватизации земельного участка, находящегося в государственной собственности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1519-п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Белецкой И.Е.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1520-п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Подоляк Н.М.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1521-п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Королевой Л.и.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104EFF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1522-п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Дядичкиной Л.И.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104EFF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D919A6" w:rsidTr="0076752C">
        <w:tc>
          <w:tcPr>
            <w:tcW w:w="101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1523-п</w:t>
            </w:r>
          </w:p>
        </w:tc>
        <w:tc>
          <w:tcPr>
            <w:tcW w:w="1078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31.10</w:t>
            </w:r>
          </w:p>
        </w:tc>
        <w:tc>
          <w:tcPr>
            <w:tcW w:w="8683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4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предоставлении земельного участка в аренду Валянинину Ю.В.</w:t>
            </w:r>
          </w:p>
        </w:tc>
        <w:tc>
          <w:tcPr>
            <w:tcW w:w="1980" w:type="dxa"/>
          </w:tcPr>
          <w:p w:rsidR="002C712E" w:rsidRPr="00104EFF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D919A6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D919A6" w:rsidTr="0076752C">
        <w:tc>
          <w:tcPr>
            <w:tcW w:w="1013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47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1524-п</w:t>
            </w:r>
          </w:p>
        </w:tc>
        <w:tc>
          <w:tcPr>
            <w:tcW w:w="1078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47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31.10</w:t>
            </w:r>
          </w:p>
        </w:tc>
        <w:tc>
          <w:tcPr>
            <w:tcW w:w="8683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внесении изменений в постановление администрации Абанского района Красноярского края от 30.12.2013г. № 1917-п «О комиссии по предоставлению единовременной адресной материальной помощи обратившимся гражданам, находящимся в тяжелой жизненной ситуации, проживающих на территории Абанского района».</w:t>
            </w:r>
          </w:p>
        </w:tc>
        <w:tc>
          <w:tcPr>
            <w:tcW w:w="1980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41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Размещено на сайте Абанского района</w:t>
            </w:r>
            <w:r w:rsidRPr="002847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900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</w:tcPr>
          <w:p w:rsidR="002C712E" w:rsidRPr="00D919A6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C712E" w:rsidRPr="00D919A6" w:rsidTr="0076752C">
        <w:tc>
          <w:tcPr>
            <w:tcW w:w="1013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1525-п</w:t>
            </w:r>
          </w:p>
        </w:tc>
        <w:tc>
          <w:tcPr>
            <w:tcW w:w="1078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31.10</w:t>
            </w:r>
          </w:p>
        </w:tc>
        <w:tc>
          <w:tcPr>
            <w:tcW w:w="8683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внесении изменений в постановление администрации Абанского района от 28.10.2013 № 1438-п</w:t>
            </w:r>
          </w:p>
        </w:tc>
        <w:tc>
          <w:tcPr>
            <w:tcW w:w="1980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041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Размещено на сайте Абанского района</w:t>
            </w:r>
            <w:r w:rsidRPr="002847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900" w:type="dxa"/>
          </w:tcPr>
          <w:p w:rsidR="002C712E" w:rsidRPr="0028477C" w:rsidRDefault="002C712E" w:rsidP="00B04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2C712E" w:rsidRPr="00D919A6" w:rsidRDefault="002C712E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2C712E" w:rsidRPr="00D919A6" w:rsidRDefault="002C712E" w:rsidP="002155ED">
      <w:pPr>
        <w:jc w:val="center"/>
        <w:rPr>
          <w:rFonts w:ascii="Times New Roman" w:hAnsi="Times New Roman" w:cs="Times New Roman"/>
        </w:rPr>
      </w:pPr>
    </w:p>
    <w:sectPr w:rsidR="002C712E" w:rsidRPr="00D919A6" w:rsidSect="008A6FB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EF0F5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07078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5DAD35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4B81A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42C27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A6D5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CE86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BE226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8BA3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4EE8C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6F71"/>
    <w:rsid w:val="0000253E"/>
    <w:rsid w:val="00014985"/>
    <w:rsid w:val="00014B54"/>
    <w:rsid w:val="00026D53"/>
    <w:rsid w:val="00033B3A"/>
    <w:rsid w:val="00033D34"/>
    <w:rsid w:val="00033E30"/>
    <w:rsid w:val="00034DD2"/>
    <w:rsid w:val="00035AA6"/>
    <w:rsid w:val="00036165"/>
    <w:rsid w:val="00036F1D"/>
    <w:rsid w:val="000477AE"/>
    <w:rsid w:val="0005092F"/>
    <w:rsid w:val="0005128D"/>
    <w:rsid w:val="0005281C"/>
    <w:rsid w:val="00054AD1"/>
    <w:rsid w:val="00056145"/>
    <w:rsid w:val="00056481"/>
    <w:rsid w:val="000617B3"/>
    <w:rsid w:val="000717C3"/>
    <w:rsid w:val="00073056"/>
    <w:rsid w:val="0008254F"/>
    <w:rsid w:val="000833C0"/>
    <w:rsid w:val="00084A41"/>
    <w:rsid w:val="00085B07"/>
    <w:rsid w:val="0009143A"/>
    <w:rsid w:val="000A1C8E"/>
    <w:rsid w:val="000B70A1"/>
    <w:rsid w:val="000C0E83"/>
    <w:rsid w:val="000C1FAB"/>
    <w:rsid w:val="000C23CF"/>
    <w:rsid w:val="000C2EF3"/>
    <w:rsid w:val="000C3C8F"/>
    <w:rsid w:val="000D1548"/>
    <w:rsid w:val="000D306B"/>
    <w:rsid w:val="000D31A1"/>
    <w:rsid w:val="000D6B81"/>
    <w:rsid w:val="000D7C61"/>
    <w:rsid w:val="000E5EAD"/>
    <w:rsid w:val="000F0725"/>
    <w:rsid w:val="000F127F"/>
    <w:rsid w:val="000F1D81"/>
    <w:rsid w:val="000F3B51"/>
    <w:rsid w:val="00104EFF"/>
    <w:rsid w:val="00113DDD"/>
    <w:rsid w:val="00126A38"/>
    <w:rsid w:val="0013692C"/>
    <w:rsid w:val="001421BF"/>
    <w:rsid w:val="00142F24"/>
    <w:rsid w:val="00143393"/>
    <w:rsid w:val="00144ECB"/>
    <w:rsid w:val="00145349"/>
    <w:rsid w:val="00146823"/>
    <w:rsid w:val="00170120"/>
    <w:rsid w:val="00180F68"/>
    <w:rsid w:val="00181B47"/>
    <w:rsid w:val="00182237"/>
    <w:rsid w:val="00182E8A"/>
    <w:rsid w:val="001A31FA"/>
    <w:rsid w:val="001B0939"/>
    <w:rsid w:val="001B24E0"/>
    <w:rsid w:val="001C0FAE"/>
    <w:rsid w:val="001F2418"/>
    <w:rsid w:val="001F3EDD"/>
    <w:rsid w:val="001F3F44"/>
    <w:rsid w:val="001F4014"/>
    <w:rsid w:val="001F656B"/>
    <w:rsid w:val="002010E8"/>
    <w:rsid w:val="002155C3"/>
    <w:rsid w:val="002155ED"/>
    <w:rsid w:val="00222317"/>
    <w:rsid w:val="00224261"/>
    <w:rsid w:val="002250B3"/>
    <w:rsid w:val="00232A70"/>
    <w:rsid w:val="00233388"/>
    <w:rsid w:val="00235E06"/>
    <w:rsid w:val="00244BDE"/>
    <w:rsid w:val="00244F75"/>
    <w:rsid w:val="002500E1"/>
    <w:rsid w:val="00253F52"/>
    <w:rsid w:val="00257883"/>
    <w:rsid w:val="00264144"/>
    <w:rsid w:val="002644DE"/>
    <w:rsid w:val="002646B1"/>
    <w:rsid w:val="002648EB"/>
    <w:rsid w:val="00267611"/>
    <w:rsid w:val="002775C0"/>
    <w:rsid w:val="0028477C"/>
    <w:rsid w:val="0029075C"/>
    <w:rsid w:val="002915C4"/>
    <w:rsid w:val="0029410C"/>
    <w:rsid w:val="002941E4"/>
    <w:rsid w:val="00297B33"/>
    <w:rsid w:val="002A2752"/>
    <w:rsid w:val="002B5B82"/>
    <w:rsid w:val="002B76BD"/>
    <w:rsid w:val="002C054D"/>
    <w:rsid w:val="002C4C55"/>
    <w:rsid w:val="002C608E"/>
    <w:rsid w:val="002C619B"/>
    <w:rsid w:val="002C712E"/>
    <w:rsid w:val="002D08E9"/>
    <w:rsid w:val="002D090F"/>
    <w:rsid w:val="002D4D55"/>
    <w:rsid w:val="002D59C2"/>
    <w:rsid w:val="002E2DBB"/>
    <w:rsid w:val="002F0C7F"/>
    <w:rsid w:val="002F57D0"/>
    <w:rsid w:val="00304222"/>
    <w:rsid w:val="003073EB"/>
    <w:rsid w:val="00316FF0"/>
    <w:rsid w:val="00331FAA"/>
    <w:rsid w:val="003403A0"/>
    <w:rsid w:val="00346197"/>
    <w:rsid w:val="00350700"/>
    <w:rsid w:val="003522B8"/>
    <w:rsid w:val="00361D19"/>
    <w:rsid w:val="003816B9"/>
    <w:rsid w:val="003828E4"/>
    <w:rsid w:val="00382959"/>
    <w:rsid w:val="00383A5D"/>
    <w:rsid w:val="00384D64"/>
    <w:rsid w:val="00393F63"/>
    <w:rsid w:val="00395ED8"/>
    <w:rsid w:val="003A2AF1"/>
    <w:rsid w:val="003A4D7F"/>
    <w:rsid w:val="003A5146"/>
    <w:rsid w:val="003B03B8"/>
    <w:rsid w:val="003B2E55"/>
    <w:rsid w:val="003B2F90"/>
    <w:rsid w:val="003B5BC2"/>
    <w:rsid w:val="003B5C96"/>
    <w:rsid w:val="003D0656"/>
    <w:rsid w:val="003D5CAE"/>
    <w:rsid w:val="003D7A08"/>
    <w:rsid w:val="003E0EA9"/>
    <w:rsid w:val="003E19BE"/>
    <w:rsid w:val="003E247F"/>
    <w:rsid w:val="003E4D76"/>
    <w:rsid w:val="003F0F03"/>
    <w:rsid w:val="003F74BF"/>
    <w:rsid w:val="00403F29"/>
    <w:rsid w:val="00405F19"/>
    <w:rsid w:val="00410323"/>
    <w:rsid w:val="004250B1"/>
    <w:rsid w:val="004328EC"/>
    <w:rsid w:val="004452E5"/>
    <w:rsid w:val="00445EE2"/>
    <w:rsid w:val="004471BB"/>
    <w:rsid w:val="00463ED4"/>
    <w:rsid w:val="0047018B"/>
    <w:rsid w:val="004807F0"/>
    <w:rsid w:val="004856D4"/>
    <w:rsid w:val="00487C1E"/>
    <w:rsid w:val="0049253F"/>
    <w:rsid w:val="004952DB"/>
    <w:rsid w:val="004A0DB6"/>
    <w:rsid w:val="004A387D"/>
    <w:rsid w:val="004B6AA1"/>
    <w:rsid w:val="004D10A0"/>
    <w:rsid w:val="004D233E"/>
    <w:rsid w:val="004D3B41"/>
    <w:rsid w:val="004D6C9A"/>
    <w:rsid w:val="004E5F1A"/>
    <w:rsid w:val="004F4711"/>
    <w:rsid w:val="004F5FDF"/>
    <w:rsid w:val="00500ABD"/>
    <w:rsid w:val="00507678"/>
    <w:rsid w:val="005110B9"/>
    <w:rsid w:val="005215C6"/>
    <w:rsid w:val="00524361"/>
    <w:rsid w:val="00533D95"/>
    <w:rsid w:val="00536367"/>
    <w:rsid w:val="005426AD"/>
    <w:rsid w:val="00543357"/>
    <w:rsid w:val="00551E91"/>
    <w:rsid w:val="00560113"/>
    <w:rsid w:val="00571D89"/>
    <w:rsid w:val="00572E4C"/>
    <w:rsid w:val="00574284"/>
    <w:rsid w:val="005772F2"/>
    <w:rsid w:val="00584CC9"/>
    <w:rsid w:val="0058752E"/>
    <w:rsid w:val="00590D1D"/>
    <w:rsid w:val="0059221C"/>
    <w:rsid w:val="00593730"/>
    <w:rsid w:val="005A18A5"/>
    <w:rsid w:val="005A40AA"/>
    <w:rsid w:val="005B7C1E"/>
    <w:rsid w:val="005D1A39"/>
    <w:rsid w:val="005D2385"/>
    <w:rsid w:val="005D5BD1"/>
    <w:rsid w:val="005E40A9"/>
    <w:rsid w:val="005E478B"/>
    <w:rsid w:val="005F4AA2"/>
    <w:rsid w:val="005F4BDE"/>
    <w:rsid w:val="005F5409"/>
    <w:rsid w:val="005F61DE"/>
    <w:rsid w:val="006068C7"/>
    <w:rsid w:val="0061609F"/>
    <w:rsid w:val="00616A26"/>
    <w:rsid w:val="00626C12"/>
    <w:rsid w:val="00630248"/>
    <w:rsid w:val="00646FC5"/>
    <w:rsid w:val="00656EBD"/>
    <w:rsid w:val="0066071C"/>
    <w:rsid w:val="00660D3B"/>
    <w:rsid w:val="0066133C"/>
    <w:rsid w:val="00662346"/>
    <w:rsid w:val="006643CD"/>
    <w:rsid w:val="006726E5"/>
    <w:rsid w:val="00677026"/>
    <w:rsid w:val="00684596"/>
    <w:rsid w:val="00692637"/>
    <w:rsid w:val="00693AA8"/>
    <w:rsid w:val="00697BEF"/>
    <w:rsid w:val="006A12DC"/>
    <w:rsid w:val="006A12F5"/>
    <w:rsid w:val="006A5739"/>
    <w:rsid w:val="006B140D"/>
    <w:rsid w:val="006B14FB"/>
    <w:rsid w:val="006B36C1"/>
    <w:rsid w:val="006C6A11"/>
    <w:rsid w:val="006C7430"/>
    <w:rsid w:val="006D1098"/>
    <w:rsid w:val="006D22E9"/>
    <w:rsid w:val="006D386E"/>
    <w:rsid w:val="006D54E1"/>
    <w:rsid w:val="006E2CF1"/>
    <w:rsid w:val="006F2B9E"/>
    <w:rsid w:val="006F3145"/>
    <w:rsid w:val="006F41E3"/>
    <w:rsid w:val="0070336F"/>
    <w:rsid w:val="00705020"/>
    <w:rsid w:val="00705EBB"/>
    <w:rsid w:val="00705F3C"/>
    <w:rsid w:val="0071359A"/>
    <w:rsid w:val="0071420F"/>
    <w:rsid w:val="007370DE"/>
    <w:rsid w:val="007423DB"/>
    <w:rsid w:val="00743696"/>
    <w:rsid w:val="007444CF"/>
    <w:rsid w:val="007458EA"/>
    <w:rsid w:val="0074784A"/>
    <w:rsid w:val="00751E3E"/>
    <w:rsid w:val="00753122"/>
    <w:rsid w:val="00756B84"/>
    <w:rsid w:val="00765C49"/>
    <w:rsid w:val="0076752C"/>
    <w:rsid w:val="0077304F"/>
    <w:rsid w:val="00774B1C"/>
    <w:rsid w:val="00787BD1"/>
    <w:rsid w:val="00793D94"/>
    <w:rsid w:val="00794B68"/>
    <w:rsid w:val="00796CB2"/>
    <w:rsid w:val="00796F71"/>
    <w:rsid w:val="007A06D8"/>
    <w:rsid w:val="007A247D"/>
    <w:rsid w:val="007B2A59"/>
    <w:rsid w:val="007B34D7"/>
    <w:rsid w:val="007C0A1E"/>
    <w:rsid w:val="007C26DA"/>
    <w:rsid w:val="007D4080"/>
    <w:rsid w:val="007D5AB4"/>
    <w:rsid w:val="007E002F"/>
    <w:rsid w:val="007E2C78"/>
    <w:rsid w:val="007E7DEA"/>
    <w:rsid w:val="007F13D3"/>
    <w:rsid w:val="008004CD"/>
    <w:rsid w:val="0080157C"/>
    <w:rsid w:val="00810169"/>
    <w:rsid w:val="008145A0"/>
    <w:rsid w:val="0082559A"/>
    <w:rsid w:val="0083036F"/>
    <w:rsid w:val="008443B1"/>
    <w:rsid w:val="00844AEB"/>
    <w:rsid w:val="0084609F"/>
    <w:rsid w:val="00847A52"/>
    <w:rsid w:val="00852DA0"/>
    <w:rsid w:val="0085414A"/>
    <w:rsid w:val="00855E52"/>
    <w:rsid w:val="00857CFC"/>
    <w:rsid w:val="0086194A"/>
    <w:rsid w:val="00863D41"/>
    <w:rsid w:val="00877A2E"/>
    <w:rsid w:val="00882FC8"/>
    <w:rsid w:val="00885141"/>
    <w:rsid w:val="00887948"/>
    <w:rsid w:val="0088794E"/>
    <w:rsid w:val="008905CE"/>
    <w:rsid w:val="00894618"/>
    <w:rsid w:val="008A6FB1"/>
    <w:rsid w:val="008B6826"/>
    <w:rsid w:val="008B6B34"/>
    <w:rsid w:val="008B7C13"/>
    <w:rsid w:val="008B7DF5"/>
    <w:rsid w:val="008C08DC"/>
    <w:rsid w:val="008C383B"/>
    <w:rsid w:val="008C52F6"/>
    <w:rsid w:val="008D062A"/>
    <w:rsid w:val="008D160A"/>
    <w:rsid w:val="008E50F9"/>
    <w:rsid w:val="008F0A00"/>
    <w:rsid w:val="008F5522"/>
    <w:rsid w:val="008F5A30"/>
    <w:rsid w:val="008F5DD3"/>
    <w:rsid w:val="009038A5"/>
    <w:rsid w:val="00907DF4"/>
    <w:rsid w:val="009214FA"/>
    <w:rsid w:val="009260D4"/>
    <w:rsid w:val="00940849"/>
    <w:rsid w:val="0094699D"/>
    <w:rsid w:val="00950B52"/>
    <w:rsid w:val="00951215"/>
    <w:rsid w:val="00954954"/>
    <w:rsid w:val="00956DF9"/>
    <w:rsid w:val="00961A23"/>
    <w:rsid w:val="00961C5F"/>
    <w:rsid w:val="00963573"/>
    <w:rsid w:val="00967A9C"/>
    <w:rsid w:val="00972DD2"/>
    <w:rsid w:val="00973D2F"/>
    <w:rsid w:val="00975690"/>
    <w:rsid w:val="009847DC"/>
    <w:rsid w:val="009958DE"/>
    <w:rsid w:val="0099795D"/>
    <w:rsid w:val="00997A76"/>
    <w:rsid w:val="00997C6D"/>
    <w:rsid w:val="009A05DA"/>
    <w:rsid w:val="009A4C93"/>
    <w:rsid w:val="009A51C7"/>
    <w:rsid w:val="009A5574"/>
    <w:rsid w:val="009B1AC0"/>
    <w:rsid w:val="009B56CD"/>
    <w:rsid w:val="009C17E1"/>
    <w:rsid w:val="009D54A2"/>
    <w:rsid w:val="009D75BE"/>
    <w:rsid w:val="009E7A02"/>
    <w:rsid w:val="009F40DF"/>
    <w:rsid w:val="009F6289"/>
    <w:rsid w:val="00A01983"/>
    <w:rsid w:val="00A03E96"/>
    <w:rsid w:val="00A12C94"/>
    <w:rsid w:val="00A144F2"/>
    <w:rsid w:val="00A15759"/>
    <w:rsid w:val="00A16266"/>
    <w:rsid w:val="00A20F01"/>
    <w:rsid w:val="00A217D3"/>
    <w:rsid w:val="00A24F41"/>
    <w:rsid w:val="00A2787F"/>
    <w:rsid w:val="00A347C2"/>
    <w:rsid w:val="00A41A8C"/>
    <w:rsid w:val="00A41ED0"/>
    <w:rsid w:val="00A45386"/>
    <w:rsid w:val="00A500F6"/>
    <w:rsid w:val="00A55330"/>
    <w:rsid w:val="00A626B0"/>
    <w:rsid w:val="00A62E70"/>
    <w:rsid w:val="00A65D80"/>
    <w:rsid w:val="00A65DD6"/>
    <w:rsid w:val="00A7465D"/>
    <w:rsid w:val="00A74832"/>
    <w:rsid w:val="00A74836"/>
    <w:rsid w:val="00A8017A"/>
    <w:rsid w:val="00A83044"/>
    <w:rsid w:val="00A92898"/>
    <w:rsid w:val="00A93AE9"/>
    <w:rsid w:val="00A97CC4"/>
    <w:rsid w:val="00AA19CF"/>
    <w:rsid w:val="00AA50A6"/>
    <w:rsid w:val="00AB169E"/>
    <w:rsid w:val="00AB7E8C"/>
    <w:rsid w:val="00AC240D"/>
    <w:rsid w:val="00AC4CE0"/>
    <w:rsid w:val="00AC6011"/>
    <w:rsid w:val="00AC6B8A"/>
    <w:rsid w:val="00AC7662"/>
    <w:rsid w:val="00AD367B"/>
    <w:rsid w:val="00AD6B7D"/>
    <w:rsid w:val="00AE6216"/>
    <w:rsid w:val="00AF3116"/>
    <w:rsid w:val="00AF36E6"/>
    <w:rsid w:val="00AF6A57"/>
    <w:rsid w:val="00B040C7"/>
    <w:rsid w:val="00B04106"/>
    <w:rsid w:val="00B106E3"/>
    <w:rsid w:val="00B15B3D"/>
    <w:rsid w:val="00B2230E"/>
    <w:rsid w:val="00B33C79"/>
    <w:rsid w:val="00B33D44"/>
    <w:rsid w:val="00B3689D"/>
    <w:rsid w:val="00B41B98"/>
    <w:rsid w:val="00B45407"/>
    <w:rsid w:val="00B51EA5"/>
    <w:rsid w:val="00B542BE"/>
    <w:rsid w:val="00B66AAF"/>
    <w:rsid w:val="00B70C7C"/>
    <w:rsid w:val="00B752DE"/>
    <w:rsid w:val="00B76FD9"/>
    <w:rsid w:val="00B81984"/>
    <w:rsid w:val="00B8617F"/>
    <w:rsid w:val="00B91647"/>
    <w:rsid w:val="00B92D64"/>
    <w:rsid w:val="00B9307F"/>
    <w:rsid w:val="00B95AD6"/>
    <w:rsid w:val="00BA27EE"/>
    <w:rsid w:val="00BA56F4"/>
    <w:rsid w:val="00BA6214"/>
    <w:rsid w:val="00BB2829"/>
    <w:rsid w:val="00BB460B"/>
    <w:rsid w:val="00BB5EC4"/>
    <w:rsid w:val="00BC1B5E"/>
    <w:rsid w:val="00BC31CE"/>
    <w:rsid w:val="00BD26CE"/>
    <w:rsid w:val="00BD3E3B"/>
    <w:rsid w:val="00BE3E36"/>
    <w:rsid w:val="00BF0093"/>
    <w:rsid w:val="00BF3B13"/>
    <w:rsid w:val="00BF5B66"/>
    <w:rsid w:val="00BF61CB"/>
    <w:rsid w:val="00C010C1"/>
    <w:rsid w:val="00C03A9F"/>
    <w:rsid w:val="00C059B7"/>
    <w:rsid w:val="00C10037"/>
    <w:rsid w:val="00C1149F"/>
    <w:rsid w:val="00C1349B"/>
    <w:rsid w:val="00C17740"/>
    <w:rsid w:val="00C310CA"/>
    <w:rsid w:val="00C33D1E"/>
    <w:rsid w:val="00C35ECB"/>
    <w:rsid w:val="00C43A24"/>
    <w:rsid w:val="00C44B02"/>
    <w:rsid w:val="00C45F0E"/>
    <w:rsid w:val="00C47BC5"/>
    <w:rsid w:val="00C5367B"/>
    <w:rsid w:val="00C644E8"/>
    <w:rsid w:val="00C645DF"/>
    <w:rsid w:val="00C716D2"/>
    <w:rsid w:val="00C925FD"/>
    <w:rsid w:val="00C943C4"/>
    <w:rsid w:val="00C96A4D"/>
    <w:rsid w:val="00CA1C0A"/>
    <w:rsid w:val="00CA1E76"/>
    <w:rsid w:val="00CA4496"/>
    <w:rsid w:val="00CC71CE"/>
    <w:rsid w:val="00CC7C32"/>
    <w:rsid w:val="00CD4445"/>
    <w:rsid w:val="00CD5329"/>
    <w:rsid w:val="00CE0880"/>
    <w:rsid w:val="00CE7CA9"/>
    <w:rsid w:val="00CF278B"/>
    <w:rsid w:val="00CF3786"/>
    <w:rsid w:val="00CF56BA"/>
    <w:rsid w:val="00D005F6"/>
    <w:rsid w:val="00D03826"/>
    <w:rsid w:val="00D03E11"/>
    <w:rsid w:val="00D06438"/>
    <w:rsid w:val="00D07DCB"/>
    <w:rsid w:val="00D07EB4"/>
    <w:rsid w:val="00D154AD"/>
    <w:rsid w:val="00D1734E"/>
    <w:rsid w:val="00D2021A"/>
    <w:rsid w:val="00D214C5"/>
    <w:rsid w:val="00D21D36"/>
    <w:rsid w:val="00D221CF"/>
    <w:rsid w:val="00D24D87"/>
    <w:rsid w:val="00D3184C"/>
    <w:rsid w:val="00D37211"/>
    <w:rsid w:val="00D40263"/>
    <w:rsid w:val="00D405C8"/>
    <w:rsid w:val="00D432A9"/>
    <w:rsid w:val="00D57A92"/>
    <w:rsid w:val="00D60E48"/>
    <w:rsid w:val="00D61F09"/>
    <w:rsid w:val="00D646C5"/>
    <w:rsid w:val="00D677FA"/>
    <w:rsid w:val="00D73608"/>
    <w:rsid w:val="00D83B04"/>
    <w:rsid w:val="00D84200"/>
    <w:rsid w:val="00D919A6"/>
    <w:rsid w:val="00D92260"/>
    <w:rsid w:val="00D94292"/>
    <w:rsid w:val="00DB0F11"/>
    <w:rsid w:val="00DB1B31"/>
    <w:rsid w:val="00DC1799"/>
    <w:rsid w:val="00DC3388"/>
    <w:rsid w:val="00DC4980"/>
    <w:rsid w:val="00DC7F1A"/>
    <w:rsid w:val="00DD04C3"/>
    <w:rsid w:val="00DD187A"/>
    <w:rsid w:val="00DD792B"/>
    <w:rsid w:val="00DE49ED"/>
    <w:rsid w:val="00DE610F"/>
    <w:rsid w:val="00E02287"/>
    <w:rsid w:val="00E164EC"/>
    <w:rsid w:val="00E222AC"/>
    <w:rsid w:val="00E23322"/>
    <w:rsid w:val="00E23696"/>
    <w:rsid w:val="00E2739F"/>
    <w:rsid w:val="00E3022C"/>
    <w:rsid w:val="00E30436"/>
    <w:rsid w:val="00E31FE0"/>
    <w:rsid w:val="00E3650E"/>
    <w:rsid w:val="00E43344"/>
    <w:rsid w:val="00E466BE"/>
    <w:rsid w:val="00E5176A"/>
    <w:rsid w:val="00E60D74"/>
    <w:rsid w:val="00E7026D"/>
    <w:rsid w:val="00E704C6"/>
    <w:rsid w:val="00E746D8"/>
    <w:rsid w:val="00E75BBB"/>
    <w:rsid w:val="00E77ABA"/>
    <w:rsid w:val="00E81831"/>
    <w:rsid w:val="00E81F47"/>
    <w:rsid w:val="00E83A43"/>
    <w:rsid w:val="00E8733C"/>
    <w:rsid w:val="00EA29C9"/>
    <w:rsid w:val="00EA2CDA"/>
    <w:rsid w:val="00EB20AA"/>
    <w:rsid w:val="00EB3394"/>
    <w:rsid w:val="00EB4808"/>
    <w:rsid w:val="00EB6034"/>
    <w:rsid w:val="00EC0C9D"/>
    <w:rsid w:val="00EC1F29"/>
    <w:rsid w:val="00EC6A02"/>
    <w:rsid w:val="00ED5318"/>
    <w:rsid w:val="00EE4075"/>
    <w:rsid w:val="00EE76CB"/>
    <w:rsid w:val="00EF05E1"/>
    <w:rsid w:val="00EF6209"/>
    <w:rsid w:val="00F0674D"/>
    <w:rsid w:val="00F132FD"/>
    <w:rsid w:val="00F258EC"/>
    <w:rsid w:val="00F30A07"/>
    <w:rsid w:val="00F319B7"/>
    <w:rsid w:val="00F42772"/>
    <w:rsid w:val="00F43B22"/>
    <w:rsid w:val="00F46AD7"/>
    <w:rsid w:val="00F52627"/>
    <w:rsid w:val="00F54BAC"/>
    <w:rsid w:val="00F60E2E"/>
    <w:rsid w:val="00F71C90"/>
    <w:rsid w:val="00F86DB8"/>
    <w:rsid w:val="00FA0DB2"/>
    <w:rsid w:val="00FA4308"/>
    <w:rsid w:val="00FA4582"/>
    <w:rsid w:val="00FC301F"/>
    <w:rsid w:val="00FC40E7"/>
    <w:rsid w:val="00FC454D"/>
    <w:rsid w:val="00FC5EEC"/>
    <w:rsid w:val="00FE1D47"/>
    <w:rsid w:val="00FE37C9"/>
    <w:rsid w:val="00FF3DE4"/>
    <w:rsid w:val="00FF5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A02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 Знак Знак Знак Знак"/>
    <w:basedOn w:val="Normal"/>
    <w:uiPriority w:val="99"/>
    <w:rsid w:val="00CE7CA9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3B2E55"/>
    <w:pPr>
      <w:autoSpaceDE w:val="0"/>
      <w:autoSpaceDN w:val="0"/>
      <w:adjustRightInd w:val="0"/>
    </w:pPr>
    <w:rPr>
      <w:rFonts w:cs="Calibri"/>
      <w:b/>
      <w:bCs/>
      <w:sz w:val="28"/>
      <w:szCs w:val="28"/>
    </w:rPr>
  </w:style>
  <w:style w:type="paragraph" w:customStyle="1" w:styleId="a0">
    <w:name w:val="Знак"/>
    <w:basedOn w:val="Normal"/>
    <w:uiPriority w:val="99"/>
    <w:rsid w:val="00A15759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FR1">
    <w:name w:val="FR1"/>
    <w:uiPriority w:val="99"/>
    <w:rsid w:val="00A15759"/>
    <w:pPr>
      <w:widowControl w:val="0"/>
      <w:overflowPunct w:val="0"/>
      <w:autoSpaceDE w:val="0"/>
      <w:autoSpaceDN w:val="0"/>
      <w:adjustRightInd w:val="0"/>
      <w:spacing w:before="340"/>
      <w:jc w:val="center"/>
      <w:textAlignment w:val="baseline"/>
    </w:pPr>
    <w:rPr>
      <w:rFonts w:cs="Calibri"/>
      <w:b/>
      <w:bCs/>
      <w:sz w:val="44"/>
      <w:szCs w:val="44"/>
    </w:rPr>
  </w:style>
  <w:style w:type="paragraph" w:customStyle="1" w:styleId="1">
    <w:name w:val="1"/>
    <w:basedOn w:val="Normal"/>
    <w:uiPriority w:val="99"/>
    <w:rsid w:val="00B04106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styleId="NoSpacing">
    <w:name w:val="No Spacing"/>
    <w:link w:val="NoSpacingChar"/>
    <w:uiPriority w:val="99"/>
    <w:qFormat/>
    <w:rsid w:val="00B04106"/>
  </w:style>
  <w:style w:type="character" w:customStyle="1" w:styleId="NoSpacingChar">
    <w:name w:val="No Spacing Char"/>
    <w:link w:val="NoSpacing"/>
    <w:uiPriority w:val="99"/>
    <w:locked/>
    <w:rsid w:val="00B04106"/>
    <w:rPr>
      <w:sz w:val="22"/>
      <w:lang w:val="ru-RU" w:eastAsia="ru-RU"/>
    </w:rPr>
  </w:style>
  <w:style w:type="table" w:styleId="TableGrid">
    <w:name w:val="Table Grid"/>
    <w:basedOn w:val="TableNormal"/>
    <w:uiPriority w:val="99"/>
    <w:locked/>
    <w:rsid w:val="00B04106"/>
    <w:pPr>
      <w:spacing w:after="200" w:line="276" w:lineRule="auto"/>
    </w:pPr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755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5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5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5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297</TotalTime>
  <Pages>13</Pages>
  <Words>3069</Words>
  <Characters>17498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постановлений администрации Абанского района, принятых в МАРТЕ  2014 г</dc:title>
  <dc:subject/>
  <dc:creator>Admin</dc:creator>
  <cp:keywords/>
  <dc:description/>
  <cp:lastModifiedBy>User</cp:lastModifiedBy>
  <cp:revision>22</cp:revision>
  <cp:lastPrinted>2014-03-17T06:07:00Z</cp:lastPrinted>
  <dcterms:created xsi:type="dcterms:W3CDTF">2014-04-29T06:51:00Z</dcterms:created>
  <dcterms:modified xsi:type="dcterms:W3CDTF">2014-11-11T05:57:00Z</dcterms:modified>
</cp:coreProperties>
</file>