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662" w:rsidRDefault="00AC7662" w:rsidP="00796F71">
      <w:pPr>
        <w:jc w:val="center"/>
        <w:rPr>
          <w:sz w:val="6"/>
          <w:szCs w:val="6"/>
        </w:rPr>
      </w:pPr>
      <w:r>
        <w:rPr>
          <w:b/>
          <w:bCs/>
          <w:sz w:val="28"/>
          <w:szCs w:val="28"/>
        </w:rPr>
        <w:t xml:space="preserve">Перечень постановлений администрации Абанского района, принятых в ИЮНЕ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>.</w:t>
      </w:r>
    </w:p>
    <w:tbl>
      <w:tblPr>
        <w:tblW w:w="214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3"/>
        <w:gridCol w:w="1078"/>
        <w:gridCol w:w="8683"/>
        <w:gridCol w:w="1980"/>
        <w:gridCol w:w="900"/>
        <w:gridCol w:w="207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AC7662" w:rsidRPr="00787BD1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787BD1" w:rsidRDefault="00AC7662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78" w:type="dxa"/>
          </w:tcPr>
          <w:p w:rsidR="00AC7662" w:rsidRDefault="00AC76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Дата</w:t>
            </w:r>
          </w:p>
          <w:p w:rsidR="00AC7662" w:rsidRPr="00787BD1" w:rsidRDefault="00AC7662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Принятия</w:t>
            </w:r>
          </w:p>
        </w:tc>
        <w:tc>
          <w:tcPr>
            <w:tcW w:w="8683" w:type="dxa"/>
          </w:tcPr>
          <w:p w:rsidR="00AC7662" w:rsidRPr="00787BD1" w:rsidRDefault="00AC7662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0" w:type="dxa"/>
          </w:tcPr>
          <w:p w:rsidR="00AC7662" w:rsidRPr="00787BD1" w:rsidRDefault="00AC7662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Опубликование в газете «Красное знамя»</w:t>
            </w:r>
          </w:p>
        </w:tc>
        <w:tc>
          <w:tcPr>
            <w:tcW w:w="900" w:type="dxa"/>
          </w:tcPr>
          <w:p w:rsidR="00AC7662" w:rsidRPr="00787BD1" w:rsidRDefault="00AC7662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Изменения (дополнения)</w:t>
            </w:r>
          </w:p>
        </w:tc>
        <w:tc>
          <w:tcPr>
            <w:tcW w:w="2070" w:type="dxa"/>
          </w:tcPr>
          <w:p w:rsidR="00AC7662" w:rsidRPr="00787BD1" w:rsidRDefault="00AC7662">
            <w:pPr>
              <w:ind w:firstLine="51"/>
              <w:jc w:val="center"/>
              <w:rPr>
                <w:b/>
                <w:bCs/>
                <w:sz w:val="18"/>
                <w:szCs w:val="18"/>
              </w:rPr>
            </w:pPr>
            <w:r w:rsidRPr="00787BD1">
              <w:rPr>
                <w:b/>
                <w:bCs/>
                <w:sz w:val="18"/>
                <w:szCs w:val="18"/>
              </w:rPr>
              <w:t>Арбитражный суд</w:t>
            </w:r>
          </w:p>
        </w:tc>
      </w:tr>
      <w:tr w:rsidR="00AC7662" w:rsidRPr="00A15759" w:rsidTr="007423DB">
        <w:trPr>
          <w:gridAfter w:val="8"/>
          <w:wAfter w:w="5760" w:type="dxa"/>
          <w:trHeight w:val="390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713-п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02.06.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 xml:space="preserve">О внесении изменений в муниципальную программу «Управление муниципальными финансами Абанского района» на 2014-2016 годы </w:t>
            </w:r>
          </w:p>
        </w:tc>
        <w:tc>
          <w:tcPr>
            <w:tcW w:w="1980" w:type="dxa"/>
          </w:tcPr>
          <w:p w:rsidR="00AC7662" w:rsidRPr="00A15759" w:rsidRDefault="00AC7662" w:rsidP="00D24D8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  <w:trHeight w:val="219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714-п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Горко  М.И.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  <w:trHeight w:val="446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715-п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отмене выплаты денежных средств на Хохлунову Марию, Хохлунова Ивана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716-п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 внесении изменений в постановление администрации Абанского района от 28.10.2013г. № 1439-п «Об утверждении муниципальной программы реформирование и модернизация жилищно - коммунального хозяйства и повышения энергетической эффективности в Абанском района на 2014-2016 годы» </w:t>
            </w:r>
          </w:p>
        </w:tc>
        <w:tc>
          <w:tcPr>
            <w:tcW w:w="1980" w:type="dxa"/>
          </w:tcPr>
          <w:p w:rsidR="00AC7662" w:rsidRPr="00590D1D" w:rsidRDefault="00AC7662" w:rsidP="005426AD">
            <w:pPr>
              <w:rPr>
                <w:sz w:val="20"/>
                <w:szCs w:val="20"/>
                <w:highlight w:val="red"/>
              </w:rPr>
            </w:pPr>
            <w:r w:rsidRPr="00A15759">
              <w:rPr>
                <w:b/>
                <w:bCs/>
                <w:sz w:val="20"/>
                <w:szCs w:val="20"/>
              </w:rPr>
              <w:t>В ГАЗЕТЕ «КРАСНОЕ ЗНАМЯ»  20.06.14г. №28</w:t>
            </w: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717-п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03.06.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Алешиной Н.В.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718-п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04.06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методических рекомендаций по планированию доходов органами местного самоуправления муниципальных образований Абанского района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719-п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04.06.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Мизину Д.А.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04.06.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определении несовершеннолетней Козловой Ю.Д. 27.06.2007 года рождения в государственное учреждение на полное государственное обеспечение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05.06.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Фролову В.И.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публикации сообщения о наличии земельных участков,  предназначенных для передачи гражданам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внесении изменений в постановление администрации Абанского района №314 от 19.09.1996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прекращении права постоянного (бессрочного) пользования земельным участком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собственность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Об отмене постановления администрации Абанского района №302 от 29.05.2001</w:t>
            </w:r>
          </w:p>
        </w:tc>
        <w:tc>
          <w:tcPr>
            <w:tcW w:w="1980" w:type="dxa"/>
          </w:tcPr>
          <w:p w:rsidR="00AC7662" w:rsidRPr="00A15759" w:rsidRDefault="00AC7662" w:rsidP="00A62E7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Волчек В.И.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Ивановой Т.А.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729-п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Гончарову А.Е.</w:t>
            </w:r>
          </w:p>
        </w:tc>
        <w:tc>
          <w:tcPr>
            <w:tcW w:w="1980" w:type="dxa"/>
          </w:tcPr>
          <w:p w:rsidR="00AC7662" w:rsidRPr="00A15759" w:rsidRDefault="00AC7662" w:rsidP="0009143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Курлович О.Е.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Шиманской В.Н.</w:t>
            </w:r>
          </w:p>
        </w:tc>
        <w:tc>
          <w:tcPr>
            <w:tcW w:w="1980" w:type="dxa"/>
          </w:tcPr>
          <w:p w:rsidR="00AC7662" w:rsidRPr="00A15759" w:rsidRDefault="00AC7662" w:rsidP="002C619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Салдушеву Е.А.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Подберезкину А.И.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Шумсокму В.И.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Самусевой И.В.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Подберезкиной С.В.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Попову С.С.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Харунжа Е.К.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739-п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Карпович О.С.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Белецкой Е.М.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Филиппову И.И.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Сивороновой М.Н.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Зузенковой Т.Ф.</w:t>
            </w:r>
          </w:p>
        </w:tc>
        <w:tc>
          <w:tcPr>
            <w:tcW w:w="1980" w:type="dxa"/>
          </w:tcPr>
          <w:p w:rsidR="00AC7662" w:rsidRPr="00A15759" w:rsidRDefault="00AC7662" w:rsidP="00A62E70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Ваулиной Т.А.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Юшковской Е.Н.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Лихторович П.Г.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Быстрову А.А.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Веселовой Т.П.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749-п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Разумовой Т.В.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Рудкиной М.В.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Федоровой Г.А.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pStyle w:val="FR1"/>
              <w:spacing w:before="0"/>
              <w:ind w:left="142"/>
              <w:jc w:val="both"/>
              <w:rPr>
                <w:b w:val="0"/>
                <w:bCs w:val="0"/>
                <w:sz w:val="28"/>
                <w:szCs w:val="28"/>
              </w:rPr>
            </w:pPr>
            <w:r w:rsidRPr="00A15759">
              <w:rPr>
                <w:b w:val="0"/>
                <w:bCs w:val="0"/>
                <w:sz w:val="28"/>
                <w:szCs w:val="28"/>
              </w:rPr>
              <w:t xml:space="preserve">О внесении изменений в Постановление </w:t>
            </w:r>
          </w:p>
          <w:p w:rsidR="00AC7662" w:rsidRPr="00A15759" w:rsidRDefault="00AC7662" w:rsidP="005426AD">
            <w:pPr>
              <w:pStyle w:val="FR1"/>
              <w:spacing w:before="0"/>
              <w:ind w:left="142"/>
              <w:jc w:val="both"/>
              <w:rPr>
                <w:b w:val="0"/>
                <w:bCs w:val="0"/>
                <w:sz w:val="28"/>
                <w:szCs w:val="28"/>
              </w:rPr>
            </w:pPr>
            <w:r w:rsidRPr="00A15759">
              <w:rPr>
                <w:b w:val="0"/>
                <w:bCs w:val="0"/>
                <w:sz w:val="28"/>
                <w:szCs w:val="28"/>
              </w:rPr>
              <w:t xml:space="preserve">администрации Абанского района </w:t>
            </w:r>
          </w:p>
          <w:p w:rsidR="00AC7662" w:rsidRPr="00A15759" w:rsidRDefault="00AC7662" w:rsidP="005426AD">
            <w:pPr>
              <w:pStyle w:val="FR1"/>
              <w:spacing w:before="0"/>
              <w:ind w:left="142"/>
              <w:jc w:val="both"/>
              <w:rPr>
                <w:b w:val="0"/>
                <w:bCs w:val="0"/>
                <w:sz w:val="28"/>
                <w:szCs w:val="28"/>
              </w:rPr>
            </w:pPr>
            <w:r w:rsidRPr="00A15759">
              <w:rPr>
                <w:b w:val="0"/>
                <w:bCs w:val="0"/>
                <w:sz w:val="28"/>
                <w:szCs w:val="28"/>
              </w:rPr>
              <w:t xml:space="preserve">от 24.12.2012  № 1582-п «Об образовании </w:t>
            </w:r>
          </w:p>
          <w:p w:rsidR="00AC7662" w:rsidRPr="00A15759" w:rsidRDefault="00AC7662" w:rsidP="005426AD">
            <w:pPr>
              <w:pStyle w:val="FR1"/>
              <w:spacing w:before="0"/>
              <w:ind w:left="14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A15759">
              <w:rPr>
                <w:b w:val="0"/>
                <w:bCs w:val="0"/>
                <w:sz w:val="28"/>
                <w:szCs w:val="28"/>
              </w:rPr>
              <w:t xml:space="preserve">в Абанском районе избирательных участков»  </w:t>
            </w:r>
          </w:p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5759">
              <w:rPr>
                <w:sz w:val="20"/>
                <w:szCs w:val="20"/>
              </w:rPr>
              <w:t>В ГАЗЕТЕ «КРАСНОЕ ЗНАМЯ» 04.07.2014г. № 30</w:t>
            </w: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Логиновой Г.Н.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Дудаеву Р.С.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Шукайло А.Р.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Зайцеву В.М.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Сухотиной М.П.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Арискину А.Д.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759-п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Шестиловскому Г.В.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внесении изменений  в постановление администрации  Абанского района от 24.10.2013 № 1427-п «Об утверждении муниципальной программы «Развитие сельского хозяйства и регулирования рынков сельскохозяйственной продукции, сырья и продовольствия  в Абанском районе на 2014-2016 годы».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5759">
              <w:rPr>
                <w:sz w:val="20"/>
                <w:szCs w:val="20"/>
              </w:rPr>
              <w:t>В ГАЗЕТЕ «КРАСНОЕ ЗНАМЯ» 27.06.2014г. №29</w:t>
            </w: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769-п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09.06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ОАО «МРСК СИБИРИ»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предварительном согласовании земельного участка для размещения ФАП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10.06.14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обеспечении безопасности людей у водных объектов Абанского района в летний период 2014 года </w:t>
            </w:r>
          </w:p>
        </w:tc>
        <w:tc>
          <w:tcPr>
            <w:tcW w:w="1980" w:type="dxa"/>
          </w:tcPr>
          <w:p w:rsidR="00AC7662" w:rsidRPr="002D090F" w:rsidRDefault="00AC7662" w:rsidP="005426AD">
            <w:pPr>
              <w:ind w:firstLine="708"/>
              <w:rPr>
                <w:sz w:val="20"/>
                <w:szCs w:val="20"/>
              </w:rPr>
            </w:pPr>
            <w:r w:rsidRPr="00A15759">
              <w:rPr>
                <w:sz w:val="20"/>
                <w:szCs w:val="20"/>
              </w:rPr>
              <w:t>В ГАЗЕТЕ «КРАСНОЕ ЗНАМЯ» 20.06.14г. № 28</w:t>
            </w: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10.06.14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Об отмене Постановления администрации Абанского района от 11.01.2010г. № 7-п</w:t>
            </w:r>
          </w:p>
        </w:tc>
        <w:tc>
          <w:tcPr>
            <w:tcW w:w="1980" w:type="dxa"/>
          </w:tcPr>
          <w:p w:rsidR="00AC7662" w:rsidRPr="002D090F" w:rsidRDefault="00AC7662" w:rsidP="005426AD">
            <w:pPr>
              <w:ind w:firstLine="708"/>
              <w:rPr>
                <w:sz w:val="20"/>
                <w:szCs w:val="20"/>
              </w:rPr>
            </w:pPr>
            <w:r w:rsidRPr="00A15759">
              <w:rPr>
                <w:sz w:val="20"/>
                <w:szCs w:val="20"/>
              </w:rPr>
              <w:t>В ГАЗЕТЕ «КРАСНОЕ ЗНАМЯ» 20.06.14г. № 28</w:t>
            </w: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10.06.14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Барейко А.И.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10.06.14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аренду  Литус Е.К.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10.06.14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установлении факта невозможности проживания Росликова Д.Н. в ранее занимаемом жилом помещении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Валйко А.И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779-п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Ямбулантовой В.Г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внесении изменений в постановление администрации Абанского района от 15.01.2009г. № 24-п об установлении опеки над несовершеннолетними Николаенко Е.В и Николаенко Е.В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Об уменьшении лимитов потребления коммунальных ресурсов (электроэнергии)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Тохтобину В.К.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Лашутину  К.В.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Лукшиц А.Ю.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Колпаковой А.А.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Метелица В.Н.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Кузнецовой И.Г.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Горюшинскому Д.М.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789-п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Курочкину В.В.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Чудак В.Н.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Светлякову  И.В.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Ильиной Е.В.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Смурыгину В.П.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Романович  О.А.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Лишанковой И.В.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Курковой М.И.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Цитович О.П.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Овчинниковой М.Г.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799-п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Тимофеевой  Т.Н.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Шаниной Г.А.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Белисенко  П.М.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Ковалевой  Л.В.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Ковалеву А.В.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Курносенко Ю.А.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Примерову В.П.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Кербер В.В.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Лемеза С.Н.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Жигулевой Л.Р.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809-п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Туровой Г.Г.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  <w:trHeight w:val="934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Половко В.А.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Арискину В.Ф.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Прилатову В.М.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Арискиной А.В.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819-п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публикации сообщения,  о наличии земельных участков,  предназначенных для передачи гражданам и юр.лицам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17.06.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 передаче несовершеннолетних Козловой Ю.Д. , Козловой М.Д. в кровную семью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18.06.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внесении изменений в Постановление администрации Абанского района от 10.07.2012 №815-п «Об утверждении перечня должностей муниципальной службы в администрации Абанского района и ее структурных подразделениях»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19.06.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утверждении градостроительного плана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19.06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утверждении градостроительного плана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Об изменении категории земель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Малицкой В.В.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Леньковой Г.И.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Шнитко А.В.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Тарасову Е.В.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829-п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Шнитко Е.А.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Леньковой Т.П.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Самучеву М.И.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Азюкевич И.Н.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rPr>
          <w:gridAfter w:val="8"/>
          <w:wAfter w:w="5760" w:type="dxa"/>
        </w:trPr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Резвякову А.И.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Абдрейкину Г.Ф.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839-п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Халипову С.А.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Халипову С.А.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Тураеву Е.С.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 в  аренду  Халипову С.А.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внесении изменений в Постановление № 540-п от 20.04.2014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849-п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приватизации земельного участка,  находящегося в  государственной собственности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Новосельскому К.В.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Сулимовой  И.П.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Сулимову М.М.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Резвяковой С.И.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Кохан В.Е.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Денисенко В.Я.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Посох Т.В.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 Борисенко В.А.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Бикинину Д.А.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859-п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Дудину В.А.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Лемешевской Г.В.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Лемешевскому А.В.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увеличении лимитов потребления коммунальных ресурсов (теплоэнергии)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23.06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увеличении лимитов потребления коммунальных ресурсов (теплоэнергии)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переводе нежилого здания в жилое д. Канарай ул. Подгорная ,29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переводе нежилого здания в жилое с. Петропавловка ул. Советская ,31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 переводе нежилого здания в жилое д. Борки ул. Лесная ,18 помещение 1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публикации сообщения,  о наличии земельных участков,  предназначенных для передачи гражданам и юр.лицам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Григорьевой В.М.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869-п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Скворцовой О.А.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Иевлеву А.А.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Владимирову С.В.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Кондюк Д.В.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Лишанковой Т.П.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25.06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Яблоновской С.И.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«Об определении несовершеннолетних Алимова В.В. 05.05.2009 г.р., Алимова В.В 04.01.2006г.р., Алимовой Г.В., 27.04.2004г.р., Кинзебаевой Д.З. 05.05.2011г.р. в государственное учреждение на полное государственное обеспечение. 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Захарову А.А.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Гончарову А.П.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Вашину Ю.В.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879-п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Бариновой Е.Г.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880п-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Князькиной Р.И.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Комаровой Н.Ф.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Вашиной О.В.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26. 06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Ларикову А.В.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Яковлеву И.Н.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885-п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Напрюшкиной Л.Н.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886-п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Люлькиной М.Д.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887-п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26.06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Танкович Р.А.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888-п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27.06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утверждении градостроительного плана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889-п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27.06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Ларикову  Н.В.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890-п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27.06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публикации сообщения,  о наличии земельных участков,  предназначенных для передачи гражданам и юр.лицам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891-п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27.06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предварительном согласовании земельного участка для размещения площадки временного сбора и хранения твердых бытовых отходов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892-п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30.06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>О предоставлении земельного участка в аренду Котову Н.Г.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5759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893-п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30.06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Об увеличении лимитов потребления коммунальных ресурсов (теплоэнергии)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5759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5759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C7662" w:rsidRPr="00A16266" w:rsidTr="007423DB">
        <w:tc>
          <w:tcPr>
            <w:tcW w:w="1013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894-п</w:t>
            </w:r>
          </w:p>
        </w:tc>
        <w:tc>
          <w:tcPr>
            <w:tcW w:w="1078" w:type="dxa"/>
          </w:tcPr>
          <w:p w:rsidR="00AC7662" w:rsidRPr="00A15759" w:rsidRDefault="00AC7662" w:rsidP="005426AD">
            <w:pPr>
              <w:jc w:val="center"/>
              <w:rPr>
                <w:sz w:val="24"/>
                <w:szCs w:val="24"/>
              </w:rPr>
            </w:pPr>
            <w:r w:rsidRPr="00A15759">
              <w:rPr>
                <w:sz w:val="24"/>
                <w:szCs w:val="24"/>
              </w:rPr>
              <w:t>30.06.</w:t>
            </w:r>
          </w:p>
        </w:tc>
        <w:tc>
          <w:tcPr>
            <w:tcW w:w="8683" w:type="dxa"/>
          </w:tcPr>
          <w:p w:rsidR="00AC7662" w:rsidRPr="00A15759" w:rsidRDefault="00AC7662" w:rsidP="005426AD">
            <w:pPr>
              <w:jc w:val="both"/>
              <w:rPr>
                <w:sz w:val="28"/>
                <w:szCs w:val="28"/>
              </w:rPr>
            </w:pPr>
            <w:r w:rsidRPr="00A15759">
              <w:rPr>
                <w:sz w:val="28"/>
                <w:szCs w:val="28"/>
              </w:rPr>
              <w:t xml:space="preserve">О внесении изменений в Порядок составления проекта решения о районном бюджете на очередной финансовый год и плановый период </w:t>
            </w:r>
          </w:p>
        </w:tc>
        <w:tc>
          <w:tcPr>
            <w:tcW w:w="1980" w:type="dxa"/>
          </w:tcPr>
          <w:p w:rsidR="00AC7662" w:rsidRPr="00A15759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AC7662" w:rsidRPr="00A16266" w:rsidRDefault="00AC76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AC7662" w:rsidRPr="00A16266" w:rsidRDefault="00AC7662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6266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6266" w:rsidRDefault="00AC7662" w:rsidP="00660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6266" w:rsidRDefault="00AC7662" w:rsidP="00660D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6266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6266" w:rsidRDefault="00AC7662" w:rsidP="00660D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6266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6266" w:rsidRDefault="00AC7662" w:rsidP="00660D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C7662" w:rsidRPr="00A16266" w:rsidRDefault="00AC7662" w:rsidP="00660D3B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C7662" w:rsidRDefault="00AC7662"/>
    <w:sectPr w:rsidR="00AC7662" w:rsidSect="008A6FB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F71"/>
    <w:rsid w:val="0000253E"/>
    <w:rsid w:val="00014985"/>
    <w:rsid w:val="00014B54"/>
    <w:rsid w:val="00026D53"/>
    <w:rsid w:val="00033B3A"/>
    <w:rsid w:val="00033D34"/>
    <w:rsid w:val="00034DD2"/>
    <w:rsid w:val="00035AA6"/>
    <w:rsid w:val="00036165"/>
    <w:rsid w:val="00036F1D"/>
    <w:rsid w:val="000477AE"/>
    <w:rsid w:val="0005092F"/>
    <w:rsid w:val="0005128D"/>
    <w:rsid w:val="0005281C"/>
    <w:rsid w:val="00054AD1"/>
    <w:rsid w:val="00056145"/>
    <w:rsid w:val="00056481"/>
    <w:rsid w:val="000617B3"/>
    <w:rsid w:val="000717C3"/>
    <w:rsid w:val="00073056"/>
    <w:rsid w:val="0008254F"/>
    <w:rsid w:val="000833C0"/>
    <w:rsid w:val="00084A41"/>
    <w:rsid w:val="00085B07"/>
    <w:rsid w:val="0009143A"/>
    <w:rsid w:val="000A1C8E"/>
    <w:rsid w:val="000C0E83"/>
    <w:rsid w:val="000C1FAB"/>
    <w:rsid w:val="000C23CF"/>
    <w:rsid w:val="000C2EF3"/>
    <w:rsid w:val="000C3C8F"/>
    <w:rsid w:val="000D1548"/>
    <w:rsid w:val="000D306B"/>
    <w:rsid w:val="000D31A1"/>
    <w:rsid w:val="000D6B81"/>
    <w:rsid w:val="000D7C61"/>
    <w:rsid w:val="000E5EAD"/>
    <w:rsid w:val="000F0725"/>
    <w:rsid w:val="000F127F"/>
    <w:rsid w:val="000F1D81"/>
    <w:rsid w:val="000F3B51"/>
    <w:rsid w:val="00113DDD"/>
    <w:rsid w:val="00126A38"/>
    <w:rsid w:val="0013692C"/>
    <w:rsid w:val="001421BF"/>
    <w:rsid w:val="00142F24"/>
    <w:rsid w:val="00143393"/>
    <w:rsid w:val="00145349"/>
    <w:rsid w:val="00146823"/>
    <w:rsid w:val="00170120"/>
    <w:rsid w:val="00181B47"/>
    <w:rsid w:val="00182237"/>
    <w:rsid w:val="001A31FA"/>
    <w:rsid w:val="001B24E0"/>
    <w:rsid w:val="001C0FAE"/>
    <w:rsid w:val="001F2418"/>
    <w:rsid w:val="001F3EDD"/>
    <w:rsid w:val="001F3F44"/>
    <w:rsid w:val="001F4014"/>
    <w:rsid w:val="001F656B"/>
    <w:rsid w:val="002010E8"/>
    <w:rsid w:val="002155C3"/>
    <w:rsid w:val="00222317"/>
    <w:rsid w:val="00224261"/>
    <w:rsid w:val="002250B3"/>
    <w:rsid w:val="00232A70"/>
    <w:rsid w:val="00233388"/>
    <w:rsid w:val="00235E06"/>
    <w:rsid w:val="00244BDE"/>
    <w:rsid w:val="00244F75"/>
    <w:rsid w:val="00253F52"/>
    <w:rsid w:val="00257883"/>
    <w:rsid w:val="00264144"/>
    <w:rsid w:val="002644DE"/>
    <w:rsid w:val="002646B1"/>
    <w:rsid w:val="002648EB"/>
    <w:rsid w:val="00267611"/>
    <w:rsid w:val="002775C0"/>
    <w:rsid w:val="0029075C"/>
    <w:rsid w:val="002915C4"/>
    <w:rsid w:val="0029410C"/>
    <w:rsid w:val="002941E4"/>
    <w:rsid w:val="00297B33"/>
    <w:rsid w:val="002A2752"/>
    <w:rsid w:val="002B5B82"/>
    <w:rsid w:val="002B76BD"/>
    <w:rsid w:val="002C054D"/>
    <w:rsid w:val="002C4C55"/>
    <w:rsid w:val="002C608E"/>
    <w:rsid w:val="002C619B"/>
    <w:rsid w:val="002D08E9"/>
    <w:rsid w:val="002D090F"/>
    <w:rsid w:val="002D59C2"/>
    <w:rsid w:val="002E2DBB"/>
    <w:rsid w:val="002F0C7F"/>
    <w:rsid w:val="002F57D0"/>
    <w:rsid w:val="00304222"/>
    <w:rsid w:val="003073EB"/>
    <w:rsid w:val="00316FF0"/>
    <w:rsid w:val="00331FAA"/>
    <w:rsid w:val="003403A0"/>
    <w:rsid w:val="00346197"/>
    <w:rsid w:val="00350700"/>
    <w:rsid w:val="003522B8"/>
    <w:rsid w:val="00361D19"/>
    <w:rsid w:val="003828E4"/>
    <w:rsid w:val="00382959"/>
    <w:rsid w:val="00383A5D"/>
    <w:rsid w:val="00384D64"/>
    <w:rsid w:val="00393F63"/>
    <w:rsid w:val="00395ED8"/>
    <w:rsid w:val="003A2AF1"/>
    <w:rsid w:val="003A4D7F"/>
    <w:rsid w:val="003A5146"/>
    <w:rsid w:val="003B03B8"/>
    <w:rsid w:val="003B2E55"/>
    <w:rsid w:val="003B2F90"/>
    <w:rsid w:val="003B5BC2"/>
    <w:rsid w:val="003D0656"/>
    <w:rsid w:val="003D5CAE"/>
    <w:rsid w:val="003D7A08"/>
    <w:rsid w:val="003E0EA9"/>
    <w:rsid w:val="003E19BE"/>
    <w:rsid w:val="003E247F"/>
    <w:rsid w:val="003E4D76"/>
    <w:rsid w:val="003F0F03"/>
    <w:rsid w:val="00403F29"/>
    <w:rsid w:val="00405F19"/>
    <w:rsid w:val="00410323"/>
    <w:rsid w:val="004250B1"/>
    <w:rsid w:val="004328EC"/>
    <w:rsid w:val="00445EE2"/>
    <w:rsid w:val="004471BB"/>
    <w:rsid w:val="00463ED4"/>
    <w:rsid w:val="0047018B"/>
    <w:rsid w:val="004807F0"/>
    <w:rsid w:val="004856D4"/>
    <w:rsid w:val="00487C1E"/>
    <w:rsid w:val="0049253F"/>
    <w:rsid w:val="004952DB"/>
    <w:rsid w:val="004A0DB6"/>
    <w:rsid w:val="004A387D"/>
    <w:rsid w:val="004B6AA1"/>
    <w:rsid w:val="004D10A0"/>
    <w:rsid w:val="004D233E"/>
    <w:rsid w:val="004D3B41"/>
    <w:rsid w:val="004D6C9A"/>
    <w:rsid w:val="004E5F1A"/>
    <w:rsid w:val="004F4711"/>
    <w:rsid w:val="004F5FDF"/>
    <w:rsid w:val="00500ABD"/>
    <w:rsid w:val="005110B9"/>
    <w:rsid w:val="00524361"/>
    <w:rsid w:val="00533D95"/>
    <w:rsid w:val="00536367"/>
    <w:rsid w:val="005426AD"/>
    <w:rsid w:val="00543357"/>
    <w:rsid w:val="00560113"/>
    <w:rsid w:val="00571D89"/>
    <w:rsid w:val="00572E4C"/>
    <w:rsid w:val="00574284"/>
    <w:rsid w:val="005772F2"/>
    <w:rsid w:val="00584CC9"/>
    <w:rsid w:val="0058752E"/>
    <w:rsid w:val="00590D1D"/>
    <w:rsid w:val="0059221C"/>
    <w:rsid w:val="00593730"/>
    <w:rsid w:val="005A18A5"/>
    <w:rsid w:val="005A40AA"/>
    <w:rsid w:val="005B7C1E"/>
    <w:rsid w:val="005D1A39"/>
    <w:rsid w:val="005D2385"/>
    <w:rsid w:val="005D5BD1"/>
    <w:rsid w:val="005E40A9"/>
    <w:rsid w:val="005E478B"/>
    <w:rsid w:val="005F4AA2"/>
    <w:rsid w:val="005F4BDE"/>
    <w:rsid w:val="005F5409"/>
    <w:rsid w:val="006068C7"/>
    <w:rsid w:val="0061609F"/>
    <w:rsid w:val="00626C12"/>
    <w:rsid w:val="00630248"/>
    <w:rsid w:val="00646FC5"/>
    <w:rsid w:val="00656EBD"/>
    <w:rsid w:val="0066071C"/>
    <w:rsid w:val="00660D3B"/>
    <w:rsid w:val="0066133C"/>
    <w:rsid w:val="00662346"/>
    <w:rsid w:val="006643CD"/>
    <w:rsid w:val="006726E5"/>
    <w:rsid w:val="00677026"/>
    <w:rsid w:val="00684596"/>
    <w:rsid w:val="00692637"/>
    <w:rsid w:val="00693AA8"/>
    <w:rsid w:val="00697BEF"/>
    <w:rsid w:val="006A12DC"/>
    <w:rsid w:val="006A12F5"/>
    <w:rsid w:val="006A5739"/>
    <w:rsid w:val="006B140D"/>
    <w:rsid w:val="006B14FB"/>
    <w:rsid w:val="006B36C1"/>
    <w:rsid w:val="006C7430"/>
    <w:rsid w:val="006D1098"/>
    <w:rsid w:val="006D22E9"/>
    <w:rsid w:val="006D386E"/>
    <w:rsid w:val="006F2B9E"/>
    <w:rsid w:val="006F3145"/>
    <w:rsid w:val="006F41E3"/>
    <w:rsid w:val="0070336F"/>
    <w:rsid w:val="00705020"/>
    <w:rsid w:val="00705EBB"/>
    <w:rsid w:val="00705F3C"/>
    <w:rsid w:val="0071359A"/>
    <w:rsid w:val="0071420F"/>
    <w:rsid w:val="007370DE"/>
    <w:rsid w:val="007423DB"/>
    <w:rsid w:val="00743696"/>
    <w:rsid w:val="007444CF"/>
    <w:rsid w:val="007458EA"/>
    <w:rsid w:val="0074784A"/>
    <w:rsid w:val="00751E3E"/>
    <w:rsid w:val="00753122"/>
    <w:rsid w:val="00756B84"/>
    <w:rsid w:val="00765C49"/>
    <w:rsid w:val="00774B1C"/>
    <w:rsid w:val="00787BD1"/>
    <w:rsid w:val="00793D94"/>
    <w:rsid w:val="00794B68"/>
    <w:rsid w:val="00796CB2"/>
    <w:rsid w:val="00796F71"/>
    <w:rsid w:val="007A06D8"/>
    <w:rsid w:val="007A247D"/>
    <w:rsid w:val="007C26DA"/>
    <w:rsid w:val="007D4080"/>
    <w:rsid w:val="007D5AB4"/>
    <w:rsid w:val="007E002F"/>
    <w:rsid w:val="007E2C78"/>
    <w:rsid w:val="007E7DEA"/>
    <w:rsid w:val="007F13D3"/>
    <w:rsid w:val="008004CD"/>
    <w:rsid w:val="0080157C"/>
    <w:rsid w:val="00810169"/>
    <w:rsid w:val="008145A0"/>
    <w:rsid w:val="0082559A"/>
    <w:rsid w:val="0083036F"/>
    <w:rsid w:val="008443B1"/>
    <w:rsid w:val="00844AEB"/>
    <w:rsid w:val="0084609F"/>
    <w:rsid w:val="0085414A"/>
    <w:rsid w:val="00855E52"/>
    <w:rsid w:val="00857CFC"/>
    <w:rsid w:val="0086194A"/>
    <w:rsid w:val="00863D41"/>
    <w:rsid w:val="00877A2E"/>
    <w:rsid w:val="00882FC8"/>
    <w:rsid w:val="00885141"/>
    <w:rsid w:val="00887948"/>
    <w:rsid w:val="0088794E"/>
    <w:rsid w:val="008905CE"/>
    <w:rsid w:val="00894618"/>
    <w:rsid w:val="008A6FB1"/>
    <w:rsid w:val="008B6826"/>
    <w:rsid w:val="008B6B34"/>
    <w:rsid w:val="008B7C13"/>
    <w:rsid w:val="008B7DF5"/>
    <w:rsid w:val="008C08DC"/>
    <w:rsid w:val="008C383B"/>
    <w:rsid w:val="008C52F6"/>
    <w:rsid w:val="008D062A"/>
    <w:rsid w:val="008D160A"/>
    <w:rsid w:val="008E50F9"/>
    <w:rsid w:val="008F0A00"/>
    <w:rsid w:val="008F5522"/>
    <w:rsid w:val="008F5A30"/>
    <w:rsid w:val="008F5DD3"/>
    <w:rsid w:val="009038A5"/>
    <w:rsid w:val="00907DF4"/>
    <w:rsid w:val="009214FA"/>
    <w:rsid w:val="009260D4"/>
    <w:rsid w:val="00940849"/>
    <w:rsid w:val="0094699D"/>
    <w:rsid w:val="00950B52"/>
    <w:rsid w:val="00951215"/>
    <w:rsid w:val="00954954"/>
    <w:rsid w:val="00956DF9"/>
    <w:rsid w:val="00961A23"/>
    <w:rsid w:val="00961C5F"/>
    <w:rsid w:val="00963573"/>
    <w:rsid w:val="00967A9C"/>
    <w:rsid w:val="00972DD2"/>
    <w:rsid w:val="00973D2F"/>
    <w:rsid w:val="00975690"/>
    <w:rsid w:val="009847DC"/>
    <w:rsid w:val="009958DE"/>
    <w:rsid w:val="0099795D"/>
    <w:rsid w:val="00997A76"/>
    <w:rsid w:val="00997C6D"/>
    <w:rsid w:val="009A05DA"/>
    <w:rsid w:val="009A4C93"/>
    <w:rsid w:val="009A51C7"/>
    <w:rsid w:val="009A5574"/>
    <w:rsid w:val="009B1AC0"/>
    <w:rsid w:val="009B56CD"/>
    <w:rsid w:val="009C17E1"/>
    <w:rsid w:val="009D54A2"/>
    <w:rsid w:val="009D75BE"/>
    <w:rsid w:val="009F40DF"/>
    <w:rsid w:val="009F6289"/>
    <w:rsid w:val="00A01983"/>
    <w:rsid w:val="00A03E96"/>
    <w:rsid w:val="00A12C94"/>
    <w:rsid w:val="00A144F2"/>
    <w:rsid w:val="00A15759"/>
    <w:rsid w:val="00A16266"/>
    <w:rsid w:val="00A20F01"/>
    <w:rsid w:val="00A217D3"/>
    <w:rsid w:val="00A24F41"/>
    <w:rsid w:val="00A2787F"/>
    <w:rsid w:val="00A347C2"/>
    <w:rsid w:val="00A41A8C"/>
    <w:rsid w:val="00A41ED0"/>
    <w:rsid w:val="00A45386"/>
    <w:rsid w:val="00A500F6"/>
    <w:rsid w:val="00A55330"/>
    <w:rsid w:val="00A626B0"/>
    <w:rsid w:val="00A62E70"/>
    <w:rsid w:val="00A65D80"/>
    <w:rsid w:val="00A65DD6"/>
    <w:rsid w:val="00A7465D"/>
    <w:rsid w:val="00A74832"/>
    <w:rsid w:val="00A74836"/>
    <w:rsid w:val="00A83044"/>
    <w:rsid w:val="00A92898"/>
    <w:rsid w:val="00A97CC4"/>
    <w:rsid w:val="00AA19CF"/>
    <w:rsid w:val="00AA50A6"/>
    <w:rsid w:val="00AC240D"/>
    <w:rsid w:val="00AC4CE0"/>
    <w:rsid w:val="00AC6011"/>
    <w:rsid w:val="00AC6B8A"/>
    <w:rsid w:val="00AC7662"/>
    <w:rsid w:val="00AD367B"/>
    <w:rsid w:val="00AD6B7D"/>
    <w:rsid w:val="00AE6216"/>
    <w:rsid w:val="00AF36E6"/>
    <w:rsid w:val="00AF6A57"/>
    <w:rsid w:val="00B040C7"/>
    <w:rsid w:val="00B106E3"/>
    <w:rsid w:val="00B15B3D"/>
    <w:rsid w:val="00B2230E"/>
    <w:rsid w:val="00B33C79"/>
    <w:rsid w:val="00B33D44"/>
    <w:rsid w:val="00B41B98"/>
    <w:rsid w:val="00B45407"/>
    <w:rsid w:val="00B51EA5"/>
    <w:rsid w:val="00B542BE"/>
    <w:rsid w:val="00B66AAF"/>
    <w:rsid w:val="00B70C7C"/>
    <w:rsid w:val="00B752DE"/>
    <w:rsid w:val="00B76FD9"/>
    <w:rsid w:val="00B81984"/>
    <w:rsid w:val="00B8617F"/>
    <w:rsid w:val="00B91647"/>
    <w:rsid w:val="00B92D64"/>
    <w:rsid w:val="00B9307F"/>
    <w:rsid w:val="00B95AD6"/>
    <w:rsid w:val="00BA27EE"/>
    <w:rsid w:val="00BA56F4"/>
    <w:rsid w:val="00BB2829"/>
    <w:rsid w:val="00BB460B"/>
    <w:rsid w:val="00BB5EC4"/>
    <w:rsid w:val="00BC1B5E"/>
    <w:rsid w:val="00BC31CE"/>
    <w:rsid w:val="00BD26CE"/>
    <w:rsid w:val="00BD3E3B"/>
    <w:rsid w:val="00BE3E36"/>
    <w:rsid w:val="00BF0093"/>
    <w:rsid w:val="00BF5B66"/>
    <w:rsid w:val="00BF61CB"/>
    <w:rsid w:val="00C010C1"/>
    <w:rsid w:val="00C03A9F"/>
    <w:rsid w:val="00C059B7"/>
    <w:rsid w:val="00C10037"/>
    <w:rsid w:val="00C1149F"/>
    <w:rsid w:val="00C17740"/>
    <w:rsid w:val="00C310CA"/>
    <w:rsid w:val="00C33D1E"/>
    <w:rsid w:val="00C35ECB"/>
    <w:rsid w:val="00C43A24"/>
    <w:rsid w:val="00C44B02"/>
    <w:rsid w:val="00C45F0E"/>
    <w:rsid w:val="00C47BC5"/>
    <w:rsid w:val="00C5367B"/>
    <w:rsid w:val="00C645DF"/>
    <w:rsid w:val="00C716D2"/>
    <w:rsid w:val="00C925FD"/>
    <w:rsid w:val="00C943C4"/>
    <w:rsid w:val="00C96A4D"/>
    <w:rsid w:val="00CA1C0A"/>
    <w:rsid w:val="00CA1E76"/>
    <w:rsid w:val="00CA4496"/>
    <w:rsid w:val="00CC71CE"/>
    <w:rsid w:val="00CC7C32"/>
    <w:rsid w:val="00CD4445"/>
    <w:rsid w:val="00CD5329"/>
    <w:rsid w:val="00CE0880"/>
    <w:rsid w:val="00CE7CA9"/>
    <w:rsid w:val="00CF278B"/>
    <w:rsid w:val="00CF3786"/>
    <w:rsid w:val="00CF56BA"/>
    <w:rsid w:val="00D005F6"/>
    <w:rsid w:val="00D03826"/>
    <w:rsid w:val="00D03E11"/>
    <w:rsid w:val="00D06438"/>
    <w:rsid w:val="00D07DCB"/>
    <w:rsid w:val="00D07EB4"/>
    <w:rsid w:val="00D154AD"/>
    <w:rsid w:val="00D1734E"/>
    <w:rsid w:val="00D2021A"/>
    <w:rsid w:val="00D214C5"/>
    <w:rsid w:val="00D21D36"/>
    <w:rsid w:val="00D221CF"/>
    <w:rsid w:val="00D24D87"/>
    <w:rsid w:val="00D3184C"/>
    <w:rsid w:val="00D37211"/>
    <w:rsid w:val="00D40263"/>
    <w:rsid w:val="00D405C8"/>
    <w:rsid w:val="00D432A9"/>
    <w:rsid w:val="00D57A92"/>
    <w:rsid w:val="00D60E48"/>
    <w:rsid w:val="00D61F09"/>
    <w:rsid w:val="00D646C5"/>
    <w:rsid w:val="00D677FA"/>
    <w:rsid w:val="00D73608"/>
    <w:rsid w:val="00D83B04"/>
    <w:rsid w:val="00D84200"/>
    <w:rsid w:val="00D92260"/>
    <w:rsid w:val="00DB0F11"/>
    <w:rsid w:val="00DB1B31"/>
    <w:rsid w:val="00DC1799"/>
    <w:rsid w:val="00DC3388"/>
    <w:rsid w:val="00DC4980"/>
    <w:rsid w:val="00DC7F1A"/>
    <w:rsid w:val="00DD04C3"/>
    <w:rsid w:val="00DD792B"/>
    <w:rsid w:val="00DE49ED"/>
    <w:rsid w:val="00DE610F"/>
    <w:rsid w:val="00E02287"/>
    <w:rsid w:val="00E164EC"/>
    <w:rsid w:val="00E222AC"/>
    <w:rsid w:val="00E23322"/>
    <w:rsid w:val="00E2739F"/>
    <w:rsid w:val="00E3022C"/>
    <w:rsid w:val="00E30436"/>
    <w:rsid w:val="00E31FE0"/>
    <w:rsid w:val="00E3650E"/>
    <w:rsid w:val="00E43344"/>
    <w:rsid w:val="00E466BE"/>
    <w:rsid w:val="00E5176A"/>
    <w:rsid w:val="00E60D74"/>
    <w:rsid w:val="00E7026D"/>
    <w:rsid w:val="00E704C6"/>
    <w:rsid w:val="00E746D8"/>
    <w:rsid w:val="00E75BBB"/>
    <w:rsid w:val="00E81831"/>
    <w:rsid w:val="00E81F47"/>
    <w:rsid w:val="00E83A43"/>
    <w:rsid w:val="00E8733C"/>
    <w:rsid w:val="00EA29C9"/>
    <w:rsid w:val="00EA2CDA"/>
    <w:rsid w:val="00EB20AA"/>
    <w:rsid w:val="00EB3394"/>
    <w:rsid w:val="00EB6034"/>
    <w:rsid w:val="00EC0C9D"/>
    <w:rsid w:val="00EC1F29"/>
    <w:rsid w:val="00EC6A02"/>
    <w:rsid w:val="00ED5318"/>
    <w:rsid w:val="00EE4075"/>
    <w:rsid w:val="00EE76CB"/>
    <w:rsid w:val="00F0674D"/>
    <w:rsid w:val="00F132FD"/>
    <w:rsid w:val="00F258EC"/>
    <w:rsid w:val="00F30A07"/>
    <w:rsid w:val="00F319B7"/>
    <w:rsid w:val="00F42772"/>
    <w:rsid w:val="00F43B22"/>
    <w:rsid w:val="00F46AD7"/>
    <w:rsid w:val="00F52627"/>
    <w:rsid w:val="00F60E2E"/>
    <w:rsid w:val="00F71C90"/>
    <w:rsid w:val="00F86DB8"/>
    <w:rsid w:val="00FA4308"/>
    <w:rsid w:val="00FA4582"/>
    <w:rsid w:val="00FC301F"/>
    <w:rsid w:val="00FC40E7"/>
    <w:rsid w:val="00FC454D"/>
    <w:rsid w:val="00FC5EEC"/>
    <w:rsid w:val="00FE1D47"/>
    <w:rsid w:val="00FE37C9"/>
    <w:rsid w:val="00FF3DE4"/>
    <w:rsid w:val="00FF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0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"/>
    <w:basedOn w:val="Normal"/>
    <w:uiPriority w:val="99"/>
    <w:rsid w:val="00CE7CA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3B2E55"/>
    <w:pPr>
      <w:autoSpaceDE w:val="0"/>
      <w:autoSpaceDN w:val="0"/>
      <w:adjustRightInd w:val="0"/>
    </w:pPr>
    <w:rPr>
      <w:rFonts w:cs="Calibri"/>
      <w:b/>
      <w:bCs/>
      <w:sz w:val="28"/>
      <w:szCs w:val="28"/>
    </w:rPr>
  </w:style>
  <w:style w:type="paragraph" w:customStyle="1" w:styleId="a0">
    <w:name w:val="Знак"/>
    <w:basedOn w:val="Normal"/>
    <w:uiPriority w:val="99"/>
    <w:rsid w:val="00A157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R1">
    <w:name w:val="FR1"/>
    <w:uiPriority w:val="99"/>
    <w:rsid w:val="00A15759"/>
    <w:pPr>
      <w:widowControl w:val="0"/>
      <w:overflowPunct w:val="0"/>
      <w:autoSpaceDE w:val="0"/>
      <w:autoSpaceDN w:val="0"/>
      <w:adjustRightInd w:val="0"/>
      <w:spacing w:before="340"/>
      <w:jc w:val="center"/>
      <w:textAlignment w:val="baseline"/>
    </w:pPr>
    <w:rPr>
      <w:rFonts w:cs="Calibri"/>
      <w:b/>
      <w:bCs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2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202</TotalTime>
  <Pages>14</Pages>
  <Words>2525</Words>
  <Characters>14397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постановлений администрации Абанского района, принятых в МАРТЕ  2014 г</dc:title>
  <dc:subject/>
  <dc:creator>Admin</dc:creator>
  <cp:keywords/>
  <dc:description/>
  <cp:lastModifiedBy>User</cp:lastModifiedBy>
  <cp:revision>16</cp:revision>
  <cp:lastPrinted>2014-03-17T06:07:00Z</cp:lastPrinted>
  <dcterms:created xsi:type="dcterms:W3CDTF">2014-04-29T06:51:00Z</dcterms:created>
  <dcterms:modified xsi:type="dcterms:W3CDTF">2014-07-09T06:31:00Z</dcterms:modified>
</cp:coreProperties>
</file>