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314" w:rsidRDefault="00631314" w:rsidP="006A6DDA">
      <w:pPr>
        <w:jc w:val="center"/>
      </w:pPr>
      <w:r w:rsidRPr="00382DD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48pt;height:54pt;visibility:visible">
            <v:imagedata r:id="rId4" o:title=""/>
          </v:shape>
        </w:pict>
      </w:r>
    </w:p>
    <w:p w:rsidR="00631314" w:rsidRPr="006D16FA" w:rsidRDefault="00631314" w:rsidP="006A6DDA">
      <w:pPr>
        <w:jc w:val="center"/>
        <w:rPr>
          <w:b/>
          <w:sz w:val="28"/>
          <w:szCs w:val="28"/>
        </w:rPr>
      </w:pPr>
      <w:r w:rsidRPr="006D16FA">
        <w:rPr>
          <w:b/>
          <w:sz w:val="28"/>
          <w:szCs w:val="28"/>
        </w:rPr>
        <w:t>Абанский районный Совет депутатов</w:t>
      </w:r>
    </w:p>
    <w:p w:rsidR="00631314" w:rsidRDefault="00631314" w:rsidP="006A6DDA">
      <w:pPr>
        <w:jc w:val="center"/>
        <w:rPr>
          <w:b/>
          <w:sz w:val="28"/>
          <w:szCs w:val="28"/>
        </w:rPr>
      </w:pPr>
      <w:r w:rsidRPr="006D16FA">
        <w:rPr>
          <w:b/>
          <w:sz w:val="28"/>
          <w:szCs w:val="28"/>
        </w:rPr>
        <w:t>Красноярского края</w:t>
      </w:r>
    </w:p>
    <w:p w:rsidR="00631314" w:rsidRDefault="00631314" w:rsidP="006A6DDA">
      <w:pPr>
        <w:jc w:val="center"/>
        <w:rPr>
          <w:b/>
          <w:sz w:val="28"/>
          <w:szCs w:val="28"/>
        </w:rPr>
      </w:pPr>
    </w:p>
    <w:p w:rsidR="00631314" w:rsidRDefault="00631314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31314" w:rsidRPr="00BE13CC" w:rsidRDefault="00631314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31314" w:rsidRPr="00BE13CC" w:rsidRDefault="00631314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31314" w:rsidRPr="006F652B" w:rsidRDefault="00631314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00.00.</w:t>
      </w:r>
      <w:r w:rsidRPr="006F652B">
        <w:rPr>
          <w:sz w:val="26"/>
          <w:szCs w:val="26"/>
        </w:rPr>
        <w:t>2020</w:t>
      </w:r>
      <w:r w:rsidRPr="00AA0EE5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</w:t>
      </w:r>
      <w:r w:rsidRPr="00AA0EE5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</w:t>
      </w:r>
      <w:r w:rsidRPr="00AA0EE5">
        <w:rPr>
          <w:sz w:val="26"/>
          <w:szCs w:val="26"/>
        </w:rPr>
        <w:t>п. Абан</w:t>
      </w:r>
      <w:r w:rsidRPr="00AA0EE5">
        <w:rPr>
          <w:sz w:val="26"/>
          <w:szCs w:val="26"/>
        </w:rPr>
        <w:tab/>
        <w:t xml:space="preserve">      </w:t>
      </w:r>
      <w:r>
        <w:rPr>
          <w:sz w:val="26"/>
          <w:szCs w:val="26"/>
        </w:rPr>
        <w:t xml:space="preserve">                                № проект</w:t>
      </w:r>
      <w:r w:rsidRPr="00AA0EE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631314" w:rsidRPr="006F652B" w:rsidRDefault="00631314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31314" w:rsidRPr="006F652B" w:rsidRDefault="00631314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31314" w:rsidRPr="00AA0EE5" w:rsidRDefault="00631314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перечня движимого</w:t>
      </w:r>
      <w:r w:rsidRPr="00AA0EE5">
        <w:rPr>
          <w:sz w:val="26"/>
          <w:szCs w:val="26"/>
        </w:rPr>
        <w:t xml:space="preserve"> имущества, подлежащего принятию в муниципальную собственность</w:t>
      </w:r>
      <w:r>
        <w:rPr>
          <w:sz w:val="26"/>
          <w:szCs w:val="26"/>
        </w:rPr>
        <w:t xml:space="preserve"> муниципального образования  Абанский</w:t>
      </w:r>
      <w:r w:rsidRPr="00AA0EE5">
        <w:rPr>
          <w:sz w:val="26"/>
          <w:szCs w:val="26"/>
        </w:rPr>
        <w:t xml:space="preserve"> район Красноярского края, передаваемого из </w:t>
      </w:r>
      <w:r>
        <w:rPr>
          <w:sz w:val="26"/>
          <w:szCs w:val="26"/>
        </w:rPr>
        <w:t xml:space="preserve">краевой 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631314" w:rsidRPr="00AA0EE5" w:rsidRDefault="00631314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631314" w:rsidRDefault="00631314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В соответствии с Федеральным законом  № 131-ФЗ</w:t>
      </w:r>
      <w:r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>
        <w:rPr>
          <w:sz w:val="26"/>
          <w:szCs w:val="26"/>
        </w:rPr>
        <w:t xml:space="preserve">йской Федерации» руководствуясь ст.ст. 24, 33 Устава Абанского </w:t>
      </w:r>
      <w:r w:rsidRPr="00AA0EE5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 Красноярского края, ст. 5 Положения о порядке управления и распоряжения муниципальной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>
        <w:rPr>
          <w:sz w:val="26"/>
          <w:szCs w:val="26"/>
        </w:rPr>
        <w:t xml:space="preserve">ржденного Решением </w:t>
      </w:r>
      <w:r w:rsidRPr="00AA0EE5">
        <w:rPr>
          <w:sz w:val="26"/>
          <w:szCs w:val="26"/>
        </w:rPr>
        <w:t>Абанского районного Совета депут</w:t>
      </w:r>
      <w:r>
        <w:rPr>
          <w:sz w:val="26"/>
          <w:szCs w:val="26"/>
        </w:rPr>
        <w:t>атов Красноярского края от 29.04</w:t>
      </w:r>
      <w:r w:rsidRPr="00AA0EE5">
        <w:rPr>
          <w:sz w:val="26"/>
          <w:szCs w:val="26"/>
        </w:rPr>
        <w:t xml:space="preserve">.2014 № 3-15Р, </w:t>
      </w:r>
      <w:r>
        <w:rPr>
          <w:sz w:val="26"/>
          <w:szCs w:val="26"/>
        </w:rPr>
        <w:t xml:space="preserve">Абанский районный Совет депутатов, </w:t>
      </w:r>
    </w:p>
    <w:p w:rsidR="00631314" w:rsidRDefault="00631314" w:rsidP="005F519C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center"/>
        <w:rPr>
          <w:b/>
          <w:sz w:val="26"/>
          <w:szCs w:val="26"/>
        </w:rPr>
      </w:pPr>
      <w:r w:rsidRPr="00AA0EE5">
        <w:rPr>
          <w:sz w:val="26"/>
          <w:szCs w:val="26"/>
        </w:rPr>
        <w:t>РЕШИЛ</w:t>
      </w:r>
      <w:r w:rsidRPr="00AA0EE5">
        <w:rPr>
          <w:b/>
          <w:sz w:val="26"/>
          <w:szCs w:val="26"/>
        </w:rPr>
        <w:t>:</w:t>
      </w:r>
    </w:p>
    <w:p w:rsidR="00631314" w:rsidRPr="00AA0EE5" w:rsidRDefault="00631314" w:rsidP="005F519C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center"/>
        <w:rPr>
          <w:b/>
          <w:sz w:val="26"/>
          <w:szCs w:val="26"/>
        </w:rPr>
      </w:pPr>
    </w:p>
    <w:p w:rsidR="00631314" w:rsidRPr="00AA0EE5" w:rsidRDefault="00631314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</w:t>
      </w:r>
      <w:r w:rsidRPr="00AA0EE5">
        <w:rPr>
          <w:sz w:val="26"/>
          <w:szCs w:val="26"/>
        </w:rPr>
        <w:t xml:space="preserve"> перечень </w:t>
      </w:r>
      <w:r>
        <w:rPr>
          <w:sz w:val="26"/>
          <w:szCs w:val="26"/>
        </w:rPr>
        <w:t xml:space="preserve">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края, согласно приложению 1 к настоящему решению.</w:t>
      </w:r>
    </w:p>
    <w:p w:rsidR="00631314" w:rsidRPr="00AA0EE5" w:rsidRDefault="00631314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Pr="00AA0EE5">
        <w:rPr>
          <w:sz w:val="26"/>
          <w:szCs w:val="26"/>
        </w:rPr>
        <w:t>Настоящее решение вступает в силу с момента подписания.</w:t>
      </w:r>
    </w:p>
    <w:p w:rsidR="00631314" w:rsidRDefault="00631314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631314" w:rsidRDefault="00631314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631314" w:rsidRPr="00AA0EE5" w:rsidRDefault="00631314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:rsidR="00631314" w:rsidRDefault="00631314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</w:p>
    <w:p w:rsidR="00631314" w:rsidRPr="00AA0EE5" w:rsidRDefault="00631314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>
        <w:rPr>
          <w:sz w:val="26"/>
          <w:szCs w:val="26"/>
        </w:rPr>
        <w:t xml:space="preserve"> Совета депутатов                                                        П.А. Попов</w:t>
      </w:r>
    </w:p>
    <w:p w:rsidR="00631314" w:rsidRDefault="00631314" w:rsidP="006A6DDA">
      <w:pPr>
        <w:autoSpaceDE w:val="0"/>
        <w:autoSpaceDN w:val="0"/>
        <w:adjustRightInd w:val="0"/>
        <w:ind w:firstLine="709"/>
        <w:jc w:val="both"/>
      </w:pPr>
    </w:p>
    <w:p w:rsidR="00631314" w:rsidRDefault="00631314" w:rsidP="006A6DDA">
      <w:pPr>
        <w:autoSpaceDE w:val="0"/>
        <w:autoSpaceDN w:val="0"/>
        <w:adjustRightInd w:val="0"/>
        <w:ind w:firstLine="709"/>
        <w:jc w:val="both"/>
      </w:pPr>
    </w:p>
    <w:p w:rsidR="00631314" w:rsidRDefault="00631314" w:rsidP="008E5967">
      <w:pPr>
        <w:ind w:left="4962"/>
      </w:pPr>
    </w:p>
    <w:p w:rsidR="00631314" w:rsidRDefault="00631314" w:rsidP="008E5967">
      <w:pPr>
        <w:ind w:left="4962"/>
      </w:pPr>
    </w:p>
    <w:p w:rsidR="00631314" w:rsidRDefault="00631314" w:rsidP="008E5967">
      <w:pPr>
        <w:ind w:left="4962"/>
      </w:pPr>
    </w:p>
    <w:p w:rsidR="00631314" w:rsidRDefault="00631314" w:rsidP="008E5967">
      <w:pPr>
        <w:ind w:left="4962"/>
      </w:pPr>
    </w:p>
    <w:p w:rsidR="00631314" w:rsidRDefault="00631314" w:rsidP="008E5967">
      <w:pPr>
        <w:ind w:left="4962"/>
      </w:pPr>
    </w:p>
    <w:p w:rsidR="00631314" w:rsidRDefault="00631314" w:rsidP="008E5967">
      <w:pPr>
        <w:ind w:left="4962"/>
      </w:pPr>
    </w:p>
    <w:p w:rsidR="00631314" w:rsidRDefault="00631314" w:rsidP="008E5967">
      <w:pPr>
        <w:ind w:left="4962"/>
      </w:pPr>
    </w:p>
    <w:p w:rsidR="00631314" w:rsidRDefault="00631314" w:rsidP="008E5967">
      <w:pPr>
        <w:ind w:left="4962"/>
      </w:pPr>
    </w:p>
    <w:p w:rsidR="00631314" w:rsidRDefault="00631314" w:rsidP="008E5967">
      <w:pPr>
        <w:ind w:left="4962"/>
      </w:pPr>
    </w:p>
    <w:p w:rsidR="00631314" w:rsidRDefault="00631314" w:rsidP="008E5967">
      <w:pPr>
        <w:ind w:left="4962"/>
      </w:pPr>
    </w:p>
    <w:p w:rsidR="00631314" w:rsidRDefault="00631314" w:rsidP="008E5967">
      <w:pPr>
        <w:ind w:left="4962"/>
      </w:pPr>
      <w:r>
        <w:t>Приложение 1                                                                                                                                                                                               к решению Абанского районного Совета депутатов  от _________________</w:t>
      </w:r>
    </w:p>
    <w:p w:rsidR="00631314" w:rsidRDefault="00631314" w:rsidP="006A6DDA">
      <w:pPr>
        <w:jc w:val="center"/>
      </w:pPr>
    </w:p>
    <w:p w:rsidR="00631314" w:rsidRDefault="00631314" w:rsidP="00A63133">
      <w:pPr>
        <w:jc w:val="center"/>
      </w:pPr>
    </w:p>
    <w:p w:rsidR="00631314" w:rsidRDefault="00631314" w:rsidP="00A63133">
      <w:pPr>
        <w:jc w:val="center"/>
      </w:pPr>
      <w:r>
        <w:rPr>
          <w:sz w:val="26"/>
          <w:szCs w:val="26"/>
        </w:rPr>
        <w:t>П</w:t>
      </w:r>
      <w:r w:rsidRPr="00AA0EE5">
        <w:rPr>
          <w:sz w:val="26"/>
          <w:szCs w:val="26"/>
        </w:rPr>
        <w:t xml:space="preserve">еречень </w:t>
      </w:r>
      <w:r>
        <w:rPr>
          <w:sz w:val="26"/>
          <w:szCs w:val="26"/>
        </w:rPr>
        <w:t xml:space="preserve">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631314" w:rsidRDefault="00631314" w:rsidP="006A6DDA"/>
    <w:p w:rsidR="00631314" w:rsidRDefault="00631314" w:rsidP="006A6DDA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01"/>
        <w:gridCol w:w="1842"/>
        <w:gridCol w:w="3119"/>
        <w:gridCol w:w="992"/>
        <w:gridCol w:w="1559"/>
      </w:tblGrid>
      <w:tr w:rsidR="00631314" w:rsidRPr="00AA0EE5" w:rsidTr="00716677">
        <w:tc>
          <w:tcPr>
            <w:tcW w:w="534" w:type="dxa"/>
          </w:tcPr>
          <w:p w:rsidR="00631314" w:rsidRPr="00AA0EE5" w:rsidRDefault="00631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1701" w:type="dxa"/>
          </w:tcPr>
          <w:p w:rsidR="00631314" w:rsidRDefault="00631314" w:rsidP="004926DF">
            <w:pPr>
              <w:rPr>
                <w:sz w:val="20"/>
                <w:szCs w:val="20"/>
              </w:rPr>
            </w:pPr>
          </w:p>
          <w:p w:rsidR="00631314" w:rsidRDefault="00631314" w:rsidP="004926DF">
            <w:pPr>
              <w:rPr>
                <w:sz w:val="20"/>
                <w:szCs w:val="20"/>
              </w:rPr>
            </w:pPr>
            <w:r w:rsidRPr="00AA0EE5">
              <w:rPr>
                <w:sz w:val="20"/>
                <w:szCs w:val="20"/>
              </w:rPr>
              <w:t xml:space="preserve">Наименование </w:t>
            </w:r>
            <w:r>
              <w:rPr>
                <w:sz w:val="20"/>
                <w:szCs w:val="20"/>
              </w:rPr>
              <w:t>имущества</w:t>
            </w:r>
          </w:p>
          <w:p w:rsidR="00631314" w:rsidRPr="00AA0EE5" w:rsidRDefault="00631314" w:rsidP="004926DF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31314" w:rsidRDefault="00631314" w:rsidP="004926DF">
            <w:pPr>
              <w:rPr>
                <w:sz w:val="20"/>
                <w:szCs w:val="20"/>
              </w:rPr>
            </w:pPr>
          </w:p>
          <w:p w:rsidR="00631314" w:rsidRPr="00AA0EE5" w:rsidRDefault="00631314" w:rsidP="004926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Номер ПТС </w:t>
            </w:r>
          </w:p>
        </w:tc>
        <w:tc>
          <w:tcPr>
            <w:tcW w:w="3119" w:type="dxa"/>
          </w:tcPr>
          <w:p w:rsidR="00631314" w:rsidRDefault="00631314">
            <w:pPr>
              <w:rPr>
                <w:sz w:val="20"/>
                <w:szCs w:val="20"/>
              </w:rPr>
            </w:pPr>
          </w:p>
          <w:p w:rsidR="00631314" w:rsidRDefault="00631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Индивидуальные </w:t>
            </w:r>
          </w:p>
          <w:p w:rsidR="00631314" w:rsidRPr="00AA0EE5" w:rsidRDefault="00631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характеристики</w:t>
            </w:r>
          </w:p>
          <w:p w:rsidR="00631314" w:rsidRPr="00AA0EE5" w:rsidRDefault="0063131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31314" w:rsidRDefault="00631314" w:rsidP="00DC2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31314" w:rsidRPr="00AA0EE5" w:rsidRDefault="00631314" w:rsidP="00DC2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Год выпуска </w:t>
            </w:r>
          </w:p>
        </w:tc>
        <w:tc>
          <w:tcPr>
            <w:tcW w:w="1559" w:type="dxa"/>
          </w:tcPr>
          <w:p w:rsidR="00631314" w:rsidRDefault="00631314" w:rsidP="00AA0E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631314" w:rsidRPr="00AA0EE5" w:rsidRDefault="00631314" w:rsidP="00AA0E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Балансовая стоимость, руб</w:t>
            </w:r>
          </w:p>
        </w:tc>
      </w:tr>
      <w:tr w:rsidR="00631314" w:rsidTr="00716677">
        <w:trPr>
          <w:trHeight w:val="2610"/>
        </w:trPr>
        <w:tc>
          <w:tcPr>
            <w:tcW w:w="534" w:type="dxa"/>
          </w:tcPr>
          <w:p w:rsidR="00631314" w:rsidRDefault="00631314"/>
          <w:p w:rsidR="00631314" w:rsidRDefault="00631314">
            <w:r>
              <w:t>1.</w:t>
            </w:r>
          </w:p>
        </w:tc>
        <w:tc>
          <w:tcPr>
            <w:tcW w:w="1701" w:type="dxa"/>
          </w:tcPr>
          <w:p w:rsidR="00631314" w:rsidRDefault="00631314" w:rsidP="006A6DDA"/>
          <w:p w:rsidR="00631314" w:rsidRDefault="00631314" w:rsidP="006A6DDA">
            <w:r>
              <w:t xml:space="preserve">Автобус специальный </w:t>
            </w:r>
          </w:p>
          <w:p w:rsidR="00631314" w:rsidRPr="00827E04" w:rsidRDefault="00631314" w:rsidP="006A6DDA">
            <w:r>
              <w:t>для перевозки детей</w:t>
            </w:r>
          </w:p>
        </w:tc>
        <w:tc>
          <w:tcPr>
            <w:tcW w:w="1842" w:type="dxa"/>
          </w:tcPr>
          <w:p w:rsidR="00631314" w:rsidRPr="00827E04" w:rsidRDefault="00631314"/>
          <w:p w:rsidR="00631314" w:rsidRPr="00DC299F" w:rsidRDefault="00631314">
            <w:r>
              <w:t>52 ОХ 377406</w:t>
            </w:r>
          </w:p>
        </w:tc>
        <w:tc>
          <w:tcPr>
            <w:tcW w:w="3119" w:type="dxa"/>
          </w:tcPr>
          <w:p w:rsidR="00631314" w:rsidRDefault="00631314" w:rsidP="004926DF"/>
          <w:p w:rsidR="00631314" w:rsidRDefault="00631314" w:rsidP="004926DF">
            <w:r>
              <w:t xml:space="preserve">Автобус специальный </w:t>
            </w:r>
          </w:p>
          <w:p w:rsidR="00631314" w:rsidRDefault="00631314" w:rsidP="004926DF">
            <w:r>
              <w:t>для перевозки детей</w:t>
            </w:r>
          </w:p>
          <w:p w:rsidR="00631314" w:rsidRDefault="00631314" w:rsidP="004926DF">
            <w:r>
              <w:t>Модель ГАЗ – 322171,</w:t>
            </w:r>
          </w:p>
          <w:p w:rsidR="00631314" w:rsidRPr="00716677" w:rsidRDefault="00631314" w:rsidP="004926DF">
            <w:r>
              <w:rPr>
                <w:lang w:val="en-US"/>
              </w:rPr>
              <w:t>VIN</w:t>
            </w:r>
            <w:r w:rsidRPr="00716677">
              <w:t xml:space="preserve">: </w:t>
            </w:r>
            <w:r>
              <w:rPr>
                <w:lang w:val="en-US"/>
              </w:rPr>
              <w:t>X</w:t>
            </w:r>
            <w:r>
              <w:t>963</w:t>
            </w:r>
            <w:r w:rsidRPr="00716677">
              <w:t>22171</w:t>
            </w:r>
            <w:r>
              <w:rPr>
                <w:lang w:val="en-US"/>
              </w:rPr>
              <w:t>L</w:t>
            </w:r>
            <w:r w:rsidRPr="00716677">
              <w:t>0883973,</w:t>
            </w:r>
          </w:p>
          <w:p w:rsidR="00631314" w:rsidRPr="00716677" w:rsidRDefault="00631314" w:rsidP="004926DF">
            <w:r>
              <w:t>кузов: 322121L0629559</w:t>
            </w:r>
            <w:r w:rsidRPr="00716677">
              <w:t>,</w:t>
            </w:r>
          </w:p>
          <w:p w:rsidR="00631314" w:rsidRDefault="00631314" w:rsidP="004926DF">
            <w:r>
              <w:t>№двигателя: *А27500*К0902078*</w:t>
            </w:r>
          </w:p>
          <w:p w:rsidR="00631314" w:rsidRPr="00716677" w:rsidRDefault="00631314" w:rsidP="004926DF">
            <w:r>
              <w:t>Цвет - желтый</w:t>
            </w:r>
          </w:p>
          <w:p w:rsidR="00631314" w:rsidRPr="00DC299F" w:rsidRDefault="00631314"/>
        </w:tc>
        <w:tc>
          <w:tcPr>
            <w:tcW w:w="992" w:type="dxa"/>
          </w:tcPr>
          <w:p w:rsidR="00631314" w:rsidRPr="00716677" w:rsidRDefault="00631314" w:rsidP="006A6DDA"/>
          <w:p w:rsidR="00631314" w:rsidRPr="006A6DDA" w:rsidRDefault="00631314" w:rsidP="00827E04">
            <w:r>
              <w:t>2019</w:t>
            </w:r>
          </w:p>
        </w:tc>
        <w:tc>
          <w:tcPr>
            <w:tcW w:w="1559" w:type="dxa"/>
          </w:tcPr>
          <w:p w:rsidR="00631314" w:rsidRDefault="00631314"/>
          <w:p w:rsidR="00631314" w:rsidRPr="00827E04" w:rsidRDefault="00631314">
            <w:r>
              <w:t>1 485 000,00</w:t>
            </w:r>
          </w:p>
        </w:tc>
      </w:tr>
      <w:tr w:rsidR="00631314" w:rsidTr="00716677">
        <w:trPr>
          <w:trHeight w:val="1515"/>
        </w:trPr>
        <w:tc>
          <w:tcPr>
            <w:tcW w:w="534" w:type="dxa"/>
          </w:tcPr>
          <w:p w:rsidR="00631314" w:rsidRDefault="00631314" w:rsidP="00716677"/>
          <w:p w:rsidR="00631314" w:rsidRDefault="00631314" w:rsidP="00716677">
            <w:r>
              <w:t>2.</w:t>
            </w:r>
          </w:p>
        </w:tc>
        <w:tc>
          <w:tcPr>
            <w:tcW w:w="1701" w:type="dxa"/>
          </w:tcPr>
          <w:p w:rsidR="00631314" w:rsidRDefault="00631314" w:rsidP="00674794"/>
          <w:p w:rsidR="00631314" w:rsidRDefault="00631314" w:rsidP="00674794">
            <w:r>
              <w:t xml:space="preserve">Автобус специальный </w:t>
            </w:r>
          </w:p>
          <w:p w:rsidR="00631314" w:rsidRPr="00827E04" w:rsidRDefault="00631314" w:rsidP="00674794">
            <w:r>
              <w:t>для перевозки детей</w:t>
            </w:r>
          </w:p>
        </w:tc>
        <w:tc>
          <w:tcPr>
            <w:tcW w:w="1842" w:type="dxa"/>
          </w:tcPr>
          <w:p w:rsidR="00631314" w:rsidRPr="00827E04" w:rsidRDefault="00631314" w:rsidP="00674794"/>
          <w:p w:rsidR="00631314" w:rsidRPr="00DC299F" w:rsidRDefault="00631314" w:rsidP="00674794">
            <w:r>
              <w:t>52 ОХ 377409</w:t>
            </w:r>
          </w:p>
        </w:tc>
        <w:tc>
          <w:tcPr>
            <w:tcW w:w="3119" w:type="dxa"/>
          </w:tcPr>
          <w:p w:rsidR="00631314" w:rsidRDefault="00631314" w:rsidP="00674794"/>
          <w:p w:rsidR="00631314" w:rsidRDefault="00631314" w:rsidP="00674794">
            <w:r>
              <w:t xml:space="preserve">Автобус специальный </w:t>
            </w:r>
          </w:p>
          <w:p w:rsidR="00631314" w:rsidRDefault="00631314" w:rsidP="00674794">
            <w:r>
              <w:t>для перевозки детей</w:t>
            </w:r>
          </w:p>
          <w:p w:rsidR="00631314" w:rsidRDefault="00631314" w:rsidP="00674794">
            <w:r>
              <w:t>Модель ГАЗ – 322171,</w:t>
            </w:r>
          </w:p>
          <w:p w:rsidR="00631314" w:rsidRPr="00716677" w:rsidRDefault="00631314" w:rsidP="00674794">
            <w:r>
              <w:rPr>
                <w:lang w:val="en-US"/>
              </w:rPr>
              <w:t>VIN</w:t>
            </w:r>
            <w:r w:rsidRPr="00716677">
              <w:t xml:space="preserve">: </w:t>
            </w:r>
            <w:r>
              <w:rPr>
                <w:lang w:val="en-US"/>
              </w:rPr>
              <w:t>X</w:t>
            </w:r>
            <w:r>
              <w:t>963</w:t>
            </w:r>
            <w:r w:rsidRPr="00716677">
              <w:t>22171</w:t>
            </w:r>
            <w:r>
              <w:rPr>
                <w:lang w:val="en-US"/>
              </w:rPr>
              <w:t>L</w:t>
            </w:r>
            <w:r w:rsidRPr="00716677">
              <w:t>088</w:t>
            </w:r>
            <w:r>
              <w:t>4053</w:t>
            </w:r>
            <w:r w:rsidRPr="00716677">
              <w:t>,</w:t>
            </w:r>
          </w:p>
          <w:p w:rsidR="00631314" w:rsidRPr="00716677" w:rsidRDefault="00631314" w:rsidP="00674794">
            <w:r>
              <w:t>кузов: 322121L0629630</w:t>
            </w:r>
            <w:r w:rsidRPr="00716677">
              <w:t>,</w:t>
            </w:r>
          </w:p>
          <w:p w:rsidR="00631314" w:rsidRDefault="00631314" w:rsidP="00674794">
            <w:r>
              <w:t>№двигателя: *А27500*К0902568*</w:t>
            </w:r>
          </w:p>
          <w:p w:rsidR="00631314" w:rsidRPr="00716677" w:rsidRDefault="00631314" w:rsidP="00674794">
            <w:r>
              <w:t>Цвет - желтый</w:t>
            </w:r>
          </w:p>
          <w:p w:rsidR="00631314" w:rsidRPr="00DC299F" w:rsidRDefault="00631314" w:rsidP="00674794"/>
        </w:tc>
        <w:tc>
          <w:tcPr>
            <w:tcW w:w="992" w:type="dxa"/>
          </w:tcPr>
          <w:p w:rsidR="00631314" w:rsidRPr="00716677" w:rsidRDefault="00631314" w:rsidP="00674794"/>
          <w:p w:rsidR="00631314" w:rsidRPr="006A6DDA" w:rsidRDefault="00631314" w:rsidP="00674794">
            <w:r>
              <w:t>2019</w:t>
            </w:r>
          </w:p>
        </w:tc>
        <w:tc>
          <w:tcPr>
            <w:tcW w:w="1559" w:type="dxa"/>
          </w:tcPr>
          <w:p w:rsidR="00631314" w:rsidRDefault="00631314" w:rsidP="00674794"/>
          <w:p w:rsidR="00631314" w:rsidRPr="00827E04" w:rsidRDefault="00631314" w:rsidP="00674794">
            <w:r>
              <w:t>1 485 000,00</w:t>
            </w:r>
          </w:p>
        </w:tc>
      </w:tr>
      <w:tr w:rsidR="00631314" w:rsidTr="00E26A82">
        <w:trPr>
          <w:trHeight w:val="2595"/>
        </w:trPr>
        <w:tc>
          <w:tcPr>
            <w:tcW w:w="534" w:type="dxa"/>
          </w:tcPr>
          <w:p w:rsidR="00631314" w:rsidRDefault="00631314" w:rsidP="00716677"/>
          <w:p w:rsidR="00631314" w:rsidRDefault="00631314" w:rsidP="00716677"/>
          <w:p w:rsidR="00631314" w:rsidRDefault="00631314" w:rsidP="00716677">
            <w:r>
              <w:t>3.</w:t>
            </w:r>
          </w:p>
        </w:tc>
        <w:tc>
          <w:tcPr>
            <w:tcW w:w="1701" w:type="dxa"/>
          </w:tcPr>
          <w:p w:rsidR="00631314" w:rsidRDefault="00631314" w:rsidP="00674794"/>
          <w:p w:rsidR="00631314" w:rsidRDefault="00631314" w:rsidP="00674794">
            <w:r>
              <w:t xml:space="preserve">Автобус специальный </w:t>
            </w:r>
          </w:p>
          <w:p w:rsidR="00631314" w:rsidRPr="00827E04" w:rsidRDefault="00631314" w:rsidP="00674794">
            <w:r>
              <w:t>для перевозки детей</w:t>
            </w:r>
          </w:p>
        </w:tc>
        <w:tc>
          <w:tcPr>
            <w:tcW w:w="1842" w:type="dxa"/>
          </w:tcPr>
          <w:p w:rsidR="00631314" w:rsidRPr="00827E04" w:rsidRDefault="00631314" w:rsidP="00674794"/>
          <w:p w:rsidR="00631314" w:rsidRPr="00DC299F" w:rsidRDefault="00631314" w:rsidP="003E4096">
            <w:r>
              <w:t>52 РЕ 716810</w:t>
            </w:r>
          </w:p>
        </w:tc>
        <w:tc>
          <w:tcPr>
            <w:tcW w:w="3119" w:type="dxa"/>
          </w:tcPr>
          <w:p w:rsidR="00631314" w:rsidRDefault="00631314" w:rsidP="00674794"/>
          <w:p w:rsidR="00631314" w:rsidRDefault="00631314" w:rsidP="00674794">
            <w:r>
              <w:t xml:space="preserve">Автобус специальный </w:t>
            </w:r>
          </w:p>
          <w:p w:rsidR="00631314" w:rsidRDefault="00631314" w:rsidP="00674794">
            <w:r>
              <w:t>для перевозки детей</w:t>
            </w:r>
          </w:p>
          <w:p w:rsidR="00631314" w:rsidRDefault="00631314" w:rsidP="00674794">
            <w:r>
              <w:t>Модель ГАЗ – А67</w:t>
            </w:r>
            <w:r>
              <w:rPr>
                <w:lang w:val="en-US"/>
              </w:rPr>
              <w:t>R</w:t>
            </w:r>
            <w:r w:rsidRPr="00E26A82">
              <w:t>43</w:t>
            </w:r>
            <w:r>
              <w:t>,</w:t>
            </w:r>
          </w:p>
          <w:p w:rsidR="00631314" w:rsidRPr="00716677" w:rsidRDefault="00631314" w:rsidP="00674794">
            <w:r>
              <w:rPr>
                <w:lang w:val="en-US"/>
              </w:rPr>
              <w:t>VIN</w:t>
            </w:r>
            <w:r w:rsidRPr="00716677">
              <w:t xml:space="preserve">: </w:t>
            </w:r>
            <w:r>
              <w:rPr>
                <w:lang w:val="en-US"/>
              </w:rPr>
              <w:t>X</w:t>
            </w:r>
            <w:r w:rsidRPr="00716677">
              <w:t>96</w:t>
            </w:r>
            <w:r w:rsidRPr="00E26A82">
              <w:t>А67</w:t>
            </w:r>
            <w:r>
              <w:rPr>
                <w:lang w:val="en-US"/>
              </w:rPr>
              <w:t>R</w:t>
            </w:r>
            <w:r w:rsidRPr="00E26A82">
              <w:t>43</w:t>
            </w:r>
            <w:r>
              <w:rPr>
                <w:lang w:val="en-US"/>
              </w:rPr>
              <w:t>K</w:t>
            </w:r>
            <w:r w:rsidRPr="00E26A82">
              <w:t>0017215</w:t>
            </w:r>
            <w:r w:rsidRPr="00716677">
              <w:t>,</w:t>
            </w:r>
          </w:p>
          <w:p w:rsidR="00631314" w:rsidRPr="00716677" w:rsidRDefault="00631314" w:rsidP="00674794">
            <w:r>
              <w:t>кузов: А</w:t>
            </w:r>
            <w:r w:rsidRPr="00E26A82">
              <w:t>63</w:t>
            </w:r>
            <w:r>
              <w:rPr>
                <w:lang w:val="en-US"/>
              </w:rPr>
              <w:t>R</w:t>
            </w:r>
            <w:r w:rsidRPr="00E26A82">
              <w:t>42</w:t>
            </w:r>
            <w:r>
              <w:rPr>
                <w:lang w:val="en-US"/>
              </w:rPr>
              <w:t>K</w:t>
            </w:r>
            <w:r w:rsidRPr="00E26A82">
              <w:t>0017215</w:t>
            </w:r>
            <w:r w:rsidRPr="00716677">
              <w:t>,</w:t>
            </w:r>
          </w:p>
          <w:p w:rsidR="00631314" w:rsidRDefault="00631314" w:rsidP="00674794">
            <w:r>
              <w:t>№двигателя: *А27500*К0</w:t>
            </w:r>
            <w:r w:rsidRPr="00E26A82">
              <w:t>703002</w:t>
            </w:r>
            <w:r>
              <w:t>*</w:t>
            </w:r>
          </w:p>
          <w:p w:rsidR="00631314" w:rsidRDefault="00631314" w:rsidP="00674794">
            <w:r>
              <w:t>Цвет – желтый</w:t>
            </w:r>
          </w:p>
          <w:p w:rsidR="00631314" w:rsidRPr="00DC299F" w:rsidRDefault="00631314" w:rsidP="00674794"/>
        </w:tc>
        <w:tc>
          <w:tcPr>
            <w:tcW w:w="992" w:type="dxa"/>
          </w:tcPr>
          <w:p w:rsidR="00631314" w:rsidRPr="00716677" w:rsidRDefault="00631314" w:rsidP="00674794"/>
          <w:p w:rsidR="00631314" w:rsidRPr="006A6DDA" w:rsidRDefault="00631314" w:rsidP="00674794">
            <w:r>
              <w:t>2019</w:t>
            </w:r>
          </w:p>
        </w:tc>
        <w:tc>
          <w:tcPr>
            <w:tcW w:w="1559" w:type="dxa"/>
          </w:tcPr>
          <w:p w:rsidR="00631314" w:rsidRDefault="00631314" w:rsidP="00674794"/>
          <w:p w:rsidR="00631314" w:rsidRPr="00E26A82" w:rsidRDefault="00631314" w:rsidP="00674794">
            <w:r>
              <w:rPr>
                <w:lang w:val="en-US"/>
              </w:rPr>
              <w:t>1 910 000</w:t>
            </w:r>
            <w:r>
              <w:t>,</w:t>
            </w:r>
            <w:r>
              <w:rPr>
                <w:lang w:val="en-US"/>
              </w:rPr>
              <w:t>00</w:t>
            </w:r>
          </w:p>
        </w:tc>
      </w:tr>
      <w:tr w:rsidR="00631314" w:rsidTr="00716677">
        <w:trPr>
          <w:trHeight w:val="702"/>
        </w:trPr>
        <w:tc>
          <w:tcPr>
            <w:tcW w:w="534" w:type="dxa"/>
          </w:tcPr>
          <w:p w:rsidR="00631314" w:rsidRDefault="00631314" w:rsidP="00716677"/>
        </w:tc>
        <w:tc>
          <w:tcPr>
            <w:tcW w:w="1701" w:type="dxa"/>
          </w:tcPr>
          <w:p w:rsidR="00631314" w:rsidRDefault="00631314" w:rsidP="00674794"/>
          <w:p w:rsidR="00631314" w:rsidRDefault="00631314" w:rsidP="00674794">
            <w:r>
              <w:t>Итого</w:t>
            </w:r>
          </w:p>
        </w:tc>
        <w:tc>
          <w:tcPr>
            <w:tcW w:w="1842" w:type="dxa"/>
          </w:tcPr>
          <w:p w:rsidR="00631314" w:rsidRPr="00827E04" w:rsidRDefault="00631314" w:rsidP="003E4096"/>
        </w:tc>
        <w:tc>
          <w:tcPr>
            <w:tcW w:w="3119" w:type="dxa"/>
          </w:tcPr>
          <w:p w:rsidR="00631314" w:rsidRPr="00716677" w:rsidRDefault="00631314" w:rsidP="00674794"/>
          <w:p w:rsidR="00631314" w:rsidRDefault="00631314" w:rsidP="00674794"/>
        </w:tc>
        <w:tc>
          <w:tcPr>
            <w:tcW w:w="992" w:type="dxa"/>
          </w:tcPr>
          <w:p w:rsidR="00631314" w:rsidRPr="00716677" w:rsidRDefault="00631314" w:rsidP="00674794"/>
        </w:tc>
        <w:tc>
          <w:tcPr>
            <w:tcW w:w="1559" w:type="dxa"/>
          </w:tcPr>
          <w:p w:rsidR="00631314" w:rsidRDefault="00631314" w:rsidP="00674794"/>
          <w:p w:rsidR="00631314" w:rsidRDefault="00631314" w:rsidP="00674794">
            <w:r>
              <w:t>4 880 000,00</w:t>
            </w:r>
          </w:p>
        </w:tc>
      </w:tr>
    </w:tbl>
    <w:p w:rsidR="00631314" w:rsidRDefault="00631314" w:rsidP="00194304">
      <w:r>
        <w:t xml:space="preserve">     </w:t>
      </w:r>
    </w:p>
    <w:sectPr w:rsidR="00631314" w:rsidSect="0075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6DDA"/>
    <w:rsid w:val="00061073"/>
    <w:rsid w:val="0006330E"/>
    <w:rsid w:val="00087720"/>
    <w:rsid w:val="000978C9"/>
    <w:rsid w:val="00150636"/>
    <w:rsid w:val="00194304"/>
    <w:rsid w:val="001B331F"/>
    <w:rsid w:val="001E610A"/>
    <w:rsid w:val="002341F7"/>
    <w:rsid w:val="002579FB"/>
    <w:rsid w:val="002B1EAA"/>
    <w:rsid w:val="003438B7"/>
    <w:rsid w:val="00382DDC"/>
    <w:rsid w:val="003E4096"/>
    <w:rsid w:val="00400A7B"/>
    <w:rsid w:val="00435F5B"/>
    <w:rsid w:val="00485CB7"/>
    <w:rsid w:val="004926DF"/>
    <w:rsid w:val="0055034E"/>
    <w:rsid w:val="005C2C1F"/>
    <w:rsid w:val="005F519C"/>
    <w:rsid w:val="00615599"/>
    <w:rsid w:val="00631314"/>
    <w:rsid w:val="00674794"/>
    <w:rsid w:val="006A6DDA"/>
    <w:rsid w:val="006D16FA"/>
    <w:rsid w:val="006F652B"/>
    <w:rsid w:val="007052A4"/>
    <w:rsid w:val="00716677"/>
    <w:rsid w:val="00723D56"/>
    <w:rsid w:val="00751C98"/>
    <w:rsid w:val="00777626"/>
    <w:rsid w:val="007E76D6"/>
    <w:rsid w:val="008245A4"/>
    <w:rsid w:val="00827E04"/>
    <w:rsid w:val="00855068"/>
    <w:rsid w:val="00875B4F"/>
    <w:rsid w:val="00885123"/>
    <w:rsid w:val="00887D4E"/>
    <w:rsid w:val="008E5967"/>
    <w:rsid w:val="008E680B"/>
    <w:rsid w:val="009248B1"/>
    <w:rsid w:val="00966BC8"/>
    <w:rsid w:val="009856CC"/>
    <w:rsid w:val="009C2817"/>
    <w:rsid w:val="00A61251"/>
    <w:rsid w:val="00A63133"/>
    <w:rsid w:val="00A95256"/>
    <w:rsid w:val="00A97D41"/>
    <w:rsid w:val="00AA0EE5"/>
    <w:rsid w:val="00AD5D8E"/>
    <w:rsid w:val="00AE51A4"/>
    <w:rsid w:val="00B15C30"/>
    <w:rsid w:val="00B263F8"/>
    <w:rsid w:val="00B3145C"/>
    <w:rsid w:val="00B5656C"/>
    <w:rsid w:val="00B80D41"/>
    <w:rsid w:val="00B9712F"/>
    <w:rsid w:val="00BE13CC"/>
    <w:rsid w:val="00C619E4"/>
    <w:rsid w:val="00C67CDC"/>
    <w:rsid w:val="00C719B4"/>
    <w:rsid w:val="00D878C7"/>
    <w:rsid w:val="00DC299F"/>
    <w:rsid w:val="00DF67D3"/>
    <w:rsid w:val="00E07B5C"/>
    <w:rsid w:val="00E26A82"/>
    <w:rsid w:val="00E7609F"/>
    <w:rsid w:val="00E96CF3"/>
    <w:rsid w:val="00FC0AF1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DD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A6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6DDA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6F6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1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2</Pages>
  <Words>397</Words>
  <Characters>2263</Characters>
  <Application>Microsoft Office Outlook</Application>
  <DocSecurity>0</DocSecurity>
  <Lines>0</Lines>
  <Paragraphs>0</Paragraphs>
  <ScaleCrop>false</ScaleCrop>
  <Company>ОКК по Абанскому району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Коспирович Ольга Васильевна</dc:creator>
  <cp:keywords/>
  <dc:description/>
  <cp:lastModifiedBy>Admin</cp:lastModifiedBy>
  <cp:revision>4</cp:revision>
  <cp:lastPrinted>2020-01-17T09:13:00Z</cp:lastPrinted>
  <dcterms:created xsi:type="dcterms:W3CDTF">2020-01-20T07:08:00Z</dcterms:created>
  <dcterms:modified xsi:type="dcterms:W3CDTF">2020-01-24T09:42:00Z</dcterms:modified>
</cp:coreProperties>
</file>