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CCF" w:rsidRDefault="00BA4CCF" w:rsidP="00327194">
      <w:pPr>
        <w:pStyle w:val="Heading4"/>
        <w:keepNext w:val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7.25pt">
            <v:imagedata r:id="rId7" o:title=""/>
          </v:shape>
        </w:pict>
      </w:r>
    </w:p>
    <w:p w:rsidR="00BA4CCF" w:rsidRPr="00D13757" w:rsidRDefault="00BA4CCF" w:rsidP="00D13757"/>
    <w:p w:rsidR="00BA4CCF" w:rsidRPr="004803FA" w:rsidRDefault="00BA4CCF" w:rsidP="003271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</w:t>
      </w:r>
      <w:r w:rsidRPr="004803FA">
        <w:rPr>
          <w:b/>
          <w:sz w:val="28"/>
          <w:szCs w:val="28"/>
        </w:rPr>
        <w:t xml:space="preserve"> РАЙОННЫЙ СОВЕТ ДЕПУТАТОВ</w:t>
      </w:r>
    </w:p>
    <w:p w:rsidR="00BA4CCF" w:rsidRPr="004803FA" w:rsidRDefault="00BA4CCF" w:rsidP="00327194">
      <w:pPr>
        <w:jc w:val="center"/>
        <w:rPr>
          <w:b/>
          <w:sz w:val="28"/>
          <w:szCs w:val="28"/>
        </w:rPr>
      </w:pPr>
      <w:r w:rsidRPr="004803FA">
        <w:rPr>
          <w:b/>
          <w:sz w:val="28"/>
          <w:szCs w:val="28"/>
        </w:rPr>
        <w:t>КРАСНОЯРСКОГО КРАЯ</w:t>
      </w:r>
    </w:p>
    <w:p w:rsidR="00BA4CCF" w:rsidRPr="004803FA" w:rsidRDefault="00BA4CCF" w:rsidP="00327194">
      <w:pPr>
        <w:jc w:val="center"/>
        <w:rPr>
          <w:b/>
          <w:sz w:val="28"/>
          <w:szCs w:val="28"/>
        </w:rPr>
      </w:pPr>
    </w:p>
    <w:p w:rsidR="00BA4CCF" w:rsidRPr="004803FA" w:rsidRDefault="00BA4CCF" w:rsidP="00327194">
      <w:pPr>
        <w:jc w:val="center"/>
        <w:rPr>
          <w:b/>
          <w:sz w:val="28"/>
          <w:szCs w:val="28"/>
        </w:rPr>
      </w:pPr>
      <w:r w:rsidRPr="004803FA">
        <w:rPr>
          <w:b/>
          <w:sz w:val="28"/>
          <w:szCs w:val="28"/>
        </w:rPr>
        <w:t>РЕШЕНИЕ</w:t>
      </w:r>
    </w:p>
    <w:p w:rsidR="00BA4CCF" w:rsidRPr="004803FA" w:rsidRDefault="00BA4CCF" w:rsidP="00327194">
      <w:pPr>
        <w:jc w:val="center"/>
        <w:rPr>
          <w:b/>
          <w:sz w:val="28"/>
          <w:szCs w:val="28"/>
        </w:rPr>
      </w:pPr>
    </w:p>
    <w:p w:rsidR="00BA4CCF" w:rsidRPr="004803FA" w:rsidRDefault="00BA4CCF" w:rsidP="00D13757">
      <w:pPr>
        <w:rPr>
          <w:sz w:val="28"/>
          <w:szCs w:val="28"/>
        </w:rPr>
      </w:pPr>
      <w:r>
        <w:rPr>
          <w:sz w:val="28"/>
          <w:szCs w:val="28"/>
        </w:rPr>
        <w:t xml:space="preserve">30.01.2015    </w:t>
      </w:r>
      <w:r w:rsidRPr="004803FA">
        <w:rPr>
          <w:sz w:val="28"/>
          <w:szCs w:val="28"/>
        </w:rPr>
        <w:tab/>
      </w:r>
      <w:r w:rsidRPr="004803FA">
        <w:rPr>
          <w:sz w:val="28"/>
          <w:szCs w:val="28"/>
        </w:rPr>
        <w:tab/>
      </w:r>
      <w:r w:rsidRPr="004803FA">
        <w:rPr>
          <w:sz w:val="28"/>
          <w:szCs w:val="28"/>
        </w:rPr>
        <w:tab/>
      </w:r>
      <w:r>
        <w:rPr>
          <w:sz w:val="28"/>
          <w:szCs w:val="28"/>
        </w:rPr>
        <w:t xml:space="preserve">         п.Абан</w:t>
      </w:r>
      <w:r w:rsidRPr="004803FA">
        <w:rPr>
          <w:sz w:val="28"/>
          <w:szCs w:val="28"/>
        </w:rPr>
        <w:tab/>
      </w:r>
      <w:r w:rsidRPr="004803FA">
        <w:rPr>
          <w:sz w:val="28"/>
          <w:szCs w:val="28"/>
        </w:rPr>
        <w:tab/>
      </w:r>
      <w:r w:rsidRPr="004803FA">
        <w:rPr>
          <w:sz w:val="28"/>
          <w:szCs w:val="28"/>
        </w:rPr>
        <w:tab/>
      </w:r>
      <w:r w:rsidRPr="004803FA">
        <w:rPr>
          <w:sz w:val="28"/>
          <w:szCs w:val="28"/>
        </w:rPr>
        <w:tab/>
      </w:r>
      <w:r>
        <w:rPr>
          <w:sz w:val="28"/>
          <w:szCs w:val="28"/>
        </w:rPr>
        <w:t>№8-48Р</w:t>
      </w:r>
    </w:p>
    <w:p w:rsidR="00BA4CCF" w:rsidRDefault="00BA4CCF" w:rsidP="00327194">
      <w:pPr>
        <w:pStyle w:val="Title"/>
        <w:tabs>
          <w:tab w:val="left" w:pos="4320"/>
        </w:tabs>
        <w:jc w:val="both"/>
        <w:rPr>
          <w:szCs w:val="28"/>
        </w:rPr>
      </w:pPr>
    </w:p>
    <w:p w:rsidR="00BA4CCF" w:rsidRPr="00C7697A" w:rsidRDefault="00BA4CCF" w:rsidP="00D26374">
      <w:pPr>
        <w:widowControl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признании утратившим силу Р</w:t>
      </w:r>
      <w:r w:rsidRPr="00C7697A">
        <w:rPr>
          <w:bCs/>
          <w:sz w:val="28"/>
          <w:szCs w:val="28"/>
        </w:rPr>
        <w:t>ешения Абанского районного Совета депутатов от 31.05.2013г. N 27-223</w:t>
      </w:r>
      <w:r>
        <w:rPr>
          <w:bCs/>
          <w:sz w:val="28"/>
          <w:szCs w:val="28"/>
        </w:rPr>
        <w:t>Р</w:t>
      </w:r>
      <w:r w:rsidRPr="00C7697A">
        <w:rPr>
          <w:bCs/>
          <w:sz w:val="28"/>
          <w:szCs w:val="28"/>
        </w:rPr>
        <w:t xml:space="preserve"> </w:t>
      </w:r>
    </w:p>
    <w:p w:rsidR="00BA4CCF" w:rsidRPr="00C7697A" w:rsidRDefault="00BA4CCF" w:rsidP="00D26374">
      <w:pPr>
        <w:widowControl/>
        <w:jc w:val="center"/>
        <w:rPr>
          <w:bCs/>
          <w:sz w:val="28"/>
          <w:szCs w:val="28"/>
        </w:rPr>
      </w:pPr>
    </w:p>
    <w:p w:rsidR="00BA4CCF" w:rsidRPr="00FD0524" w:rsidRDefault="00BA4CCF" w:rsidP="00D26374">
      <w:pPr>
        <w:widowControl/>
        <w:jc w:val="both"/>
        <w:rPr>
          <w:sz w:val="28"/>
          <w:szCs w:val="28"/>
        </w:rPr>
      </w:pPr>
      <w:r w:rsidRPr="00FD0524">
        <w:rPr>
          <w:sz w:val="28"/>
          <w:szCs w:val="28"/>
        </w:rPr>
        <w:t xml:space="preserve">       Руководствуясь Федеральным </w:t>
      </w:r>
      <w:hyperlink r:id="rId8" w:history="1">
        <w:r w:rsidRPr="00FD0524">
          <w:rPr>
            <w:sz w:val="28"/>
            <w:szCs w:val="28"/>
          </w:rPr>
          <w:t>законом</w:t>
        </w:r>
      </w:hyperlink>
      <w:r w:rsidRPr="00FD0524">
        <w:rPr>
          <w:sz w:val="28"/>
          <w:szCs w:val="28"/>
        </w:rPr>
        <w:t xml:space="preserve"> от 27.07.2010г.N 210-ФЗ "Об организации предоставления государственных и муниципальных услуг», ст. ст. 22,30 Устава Абанского района Красноярского края, Абанский районный Совет депутатов РЕШИЛ:</w:t>
      </w:r>
    </w:p>
    <w:p w:rsidR="00BA4CCF" w:rsidRPr="00FD0524" w:rsidRDefault="00BA4CCF" w:rsidP="00331354">
      <w:pPr>
        <w:widowControl/>
        <w:ind w:firstLine="540"/>
        <w:jc w:val="both"/>
        <w:rPr>
          <w:sz w:val="28"/>
          <w:szCs w:val="28"/>
        </w:rPr>
      </w:pPr>
      <w:r w:rsidRPr="00FD0524">
        <w:rPr>
          <w:sz w:val="28"/>
          <w:szCs w:val="28"/>
        </w:rPr>
        <w:t xml:space="preserve">1. Признать утратившим силу </w:t>
      </w:r>
      <w:hyperlink r:id="rId9" w:history="1">
        <w:r w:rsidRPr="00FD0524">
          <w:rPr>
            <w:sz w:val="28"/>
            <w:szCs w:val="28"/>
          </w:rPr>
          <w:t>Решение</w:t>
        </w:r>
      </w:hyperlink>
      <w:r w:rsidRPr="00FD0524">
        <w:rPr>
          <w:sz w:val="28"/>
          <w:szCs w:val="28"/>
        </w:rPr>
        <w:t xml:space="preserve"> Абанского районного Совета депутатов от 31.05.2013</w:t>
      </w:r>
      <w:r>
        <w:rPr>
          <w:sz w:val="28"/>
          <w:szCs w:val="28"/>
        </w:rPr>
        <w:t xml:space="preserve"> </w:t>
      </w:r>
      <w:r w:rsidRPr="00FD0524">
        <w:rPr>
          <w:sz w:val="28"/>
          <w:szCs w:val="28"/>
        </w:rPr>
        <w:t>№ 27-223р "Об утверждении Перечня муниципальных услуг, предоставляемых администрацией Абанского района предоставление которых осуществляется по принципу «одного окна», в том числе в многофункциональных центрах».</w:t>
      </w:r>
    </w:p>
    <w:p w:rsidR="00BA4CCF" w:rsidRPr="00FD0524" w:rsidRDefault="00BA4CCF" w:rsidP="00331354">
      <w:pPr>
        <w:widowControl/>
        <w:ind w:firstLine="540"/>
        <w:jc w:val="both"/>
        <w:rPr>
          <w:sz w:val="28"/>
          <w:szCs w:val="28"/>
        </w:rPr>
      </w:pPr>
      <w:r w:rsidRPr="00FD0524">
        <w:rPr>
          <w:sz w:val="28"/>
          <w:szCs w:val="28"/>
        </w:rPr>
        <w:t>2.Решение вступает в силу со дня официального опубликования в газете "Красное знамя".</w:t>
      </w:r>
    </w:p>
    <w:p w:rsidR="00BA4CCF" w:rsidRPr="00C7697A" w:rsidRDefault="00BA4CCF" w:rsidP="00AD6A3A">
      <w:pPr>
        <w:pStyle w:val="2"/>
        <w:shd w:val="clear" w:color="auto" w:fill="auto"/>
        <w:spacing w:after="0" w:line="240" w:lineRule="auto"/>
        <w:ind w:left="40" w:right="40" w:firstLine="0"/>
        <w:jc w:val="both"/>
        <w:rPr>
          <w:sz w:val="28"/>
          <w:szCs w:val="28"/>
        </w:rPr>
      </w:pPr>
    </w:p>
    <w:p w:rsidR="00BA4CCF" w:rsidRPr="00C7697A" w:rsidRDefault="00BA4CCF" w:rsidP="00AD6A3A">
      <w:pPr>
        <w:pStyle w:val="2"/>
        <w:shd w:val="clear" w:color="auto" w:fill="auto"/>
        <w:spacing w:after="0" w:line="240" w:lineRule="auto"/>
        <w:ind w:left="40" w:right="40" w:firstLine="0"/>
        <w:jc w:val="both"/>
        <w:rPr>
          <w:sz w:val="28"/>
          <w:szCs w:val="28"/>
        </w:rPr>
      </w:pPr>
    </w:p>
    <w:p w:rsidR="00BA4CCF" w:rsidRPr="00C7697A" w:rsidRDefault="00BA4CCF" w:rsidP="00AD6A3A">
      <w:pPr>
        <w:pStyle w:val="2"/>
        <w:shd w:val="clear" w:color="auto" w:fill="auto"/>
        <w:spacing w:after="0" w:line="240" w:lineRule="auto"/>
        <w:ind w:left="40" w:right="40" w:firstLine="0"/>
        <w:jc w:val="both"/>
        <w:rPr>
          <w:sz w:val="28"/>
          <w:szCs w:val="28"/>
        </w:rPr>
      </w:pPr>
      <w:r w:rsidRPr="00C7697A">
        <w:rPr>
          <w:sz w:val="28"/>
          <w:szCs w:val="28"/>
        </w:rPr>
        <w:t>Глава Абанского  района                                                          А.А.</w:t>
      </w:r>
      <w:r>
        <w:rPr>
          <w:sz w:val="28"/>
          <w:szCs w:val="28"/>
        </w:rPr>
        <w:t xml:space="preserve"> </w:t>
      </w:r>
      <w:r w:rsidRPr="00C7697A">
        <w:rPr>
          <w:sz w:val="28"/>
          <w:szCs w:val="28"/>
        </w:rPr>
        <w:t>Анпилогов</w:t>
      </w:r>
    </w:p>
    <w:sectPr w:rsidR="00BA4CCF" w:rsidRPr="00C7697A" w:rsidSect="00DE7217">
      <w:type w:val="continuous"/>
      <w:pgSz w:w="11907" w:h="16834"/>
      <w:pgMar w:top="1134" w:right="851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CCF" w:rsidRDefault="00BA4CCF">
      <w:r>
        <w:separator/>
      </w:r>
    </w:p>
  </w:endnote>
  <w:endnote w:type="continuationSeparator" w:id="0">
    <w:p w:rsidR="00BA4CCF" w:rsidRDefault="00BA4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CCF" w:rsidRDefault="00BA4CCF">
      <w:r>
        <w:separator/>
      </w:r>
    </w:p>
  </w:footnote>
  <w:footnote w:type="continuationSeparator" w:id="0">
    <w:p w:rsidR="00BA4CCF" w:rsidRDefault="00BA4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3363C5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D6464B"/>
    <w:multiLevelType w:val="singleLevel"/>
    <w:tmpl w:val="BA5E241E"/>
    <w:lvl w:ilvl="0">
      <w:start w:val="9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0A447F58"/>
    <w:multiLevelType w:val="singleLevel"/>
    <w:tmpl w:val="61985CF6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0FF85E01"/>
    <w:multiLevelType w:val="singleLevel"/>
    <w:tmpl w:val="4ECEB898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>
    <w:nsid w:val="1457043E"/>
    <w:multiLevelType w:val="singleLevel"/>
    <w:tmpl w:val="D9A29678"/>
    <w:lvl w:ilvl="0">
      <w:start w:val="3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1497153A"/>
    <w:multiLevelType w:val="multilevel"/>
    <w:tmpl w:val="1960E1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1F2255"/>
    <w:multiLevelType w:val="multilevel"/>
    <w:tmpl w:val="B6D8F5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E786BEA"/>
    <w:multiLevelType w:val="singleLevel"/>
    <w:tmpl w:val="96E0921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8">
    <w:nsid w:val="3D966F2B"/>
    <w:multiLevelType w:val="multilevel"/>
    <w:tmpl w:val="04BE5BA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51739B7"/>
    <w:multiLevelType w:val="multilevel"/>
    <w:tmpl w:val="9E70A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78D1EE2"/>
    <w:multiLevelType w:val="singleLevel"/>
    <w:tmpl w:val="1C265DA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4D514F48"/>
    <w:multiLevelType w:val="singleLevel"/>
    <w:tmpl w:val="676E62DA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4DEE795E"/>
    <w:multiLevelType w:val="multilevel"/>
    <w:tmpl w:val="CF1E3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36923DD"/>
    <w:multiLevelType w:val="multilevel"/>
    <w:tmpl w:val="1CB4A766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5915FAA"/>
    <w:multiLevelType w:val="singleLevel"/>
    <w:tmpl w:val="93F8214A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5">
    <w:nsid w:val="5A386CDD"/>
    <w:multiLevelType w:val="singleLevel"/>
    <w:tmpl w:val="6AA0F01C"/>
    <w:lvl w:ilvl="0">
      <w:start w:val="5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6">
    <w:nsid w:val="626D3674"/>
    <w:multiLevelType w:val="singleLevel"/>
    <w:tmpl w:val="5E5C578C"/>
    <w:lvl w:ilvl="0">
      <w:start w:val="9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>
    <w:nsid w:val="6BE338FB"/>
    <w:multiLevelType w:val="multilevel"/>
    <w:tmpl w:val="6D0CD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D4C39D5"/>
    <w:multiLevelType w:val="singleLevel"/>
    <w:tmpl w:val="C442906E"/>
    <w:lvl w:ilvl="0">
      <w:start w:val="1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9">
    <w:nsid w:val="76FC608A"/>
    <w:multiLevelType w:val="hybridMultilevel"/>
    <w:tmpl w:val="60840C3C"/>
    <w:lvl w:ilvl="0" w:tplc="70E8DB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77071460"/>
    <w:multiLevelType w:val="singleLevel"/>
    <w:tmpl w:val="BDBC5652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>
    <w:nsid w:val="7C3257C1"/>
    <w:multiLevelType w:val="hybridMultilevel"/>
    <w:tmpl w:val="B840FD2A"/>
    <w:lvl w:ilvl="0" w:tplc="055007C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631A0D"/>
    <w:multiLevelType w:val="multilevel"/>
    <w:tmpl w:val="2CCCF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5">
    <w:abstractNumId w:val="15"/>
  </w:num>
  <w:num w:numId="6">
    <w:abstractNumId w:val="2"/>
  </w:num>
  <w:num w:numId="7">
    <w:abstractNumId w:val="14"/>
  </w:num>
  <w:num w:numId="8">
    <w:abstractNumId w:val="0"/>
    <w:lvlOverride w:ilvl="0">
      <w:lvl w:ilvl="0">
        <w:numFmt w:val="bullet"/>
        <w:lvlText w:val="-"/>
        <w:legacy w:legacy="1" w:legacySpace="0" w:legacyIndent="370"/>
        <w:lvlJc w:val="left"/>
        <w:rPr>
          <w:rFonts w:ascii="Times New Roman" w:hAnsi="Times New Roman" w:hint="default"/>
        </w:rPr>
      </w:lvl>
    </w:lvlOverride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2">
    <w:abstractNumId w:val="16"/>
  </w:num>
  <w:num w:numId="13">
    <w:abstractNumId w:val="20"/>
  </w:num>
  <w:num w:numId="14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5">
    <w:abstractNumId w:val="3"/>
  </w:num>
  <w:num w:numId="16">
    <w:abstractNumId w:val="4"/>
  </w:num>
  <w:num w:numId="17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9">
    <w:abstractNumId w:val="1"/>
  </w:num>
  <w:num w:numId="20">
    <w:abstractNumId w:val="18"/>
  </w:num>
  <w:num w:numId="21">
    <w:abstractNumId w:val="7"/>
  </w:num>
  <w:num w:numId="22">
    <w:abstractNumId w:val="10"/>
    <w:lvlOverride w:ilvl="0">
      <w:startOverride w:val="1"/>
    </w:lvlOverride>
  </w:num>
  <w:num w:numId="23">
    <w:abstractNumId w:val="21"/>
  </w:num>
  <w:num w:numId="24">
    <w:abstractNumId w:val="19"/>
  </w:num>
  <w:num w:numId="25">
    <w:abstractNumId w:val="5"/>
  </w:num>
  <w:num w:numId="26">
    <w:abstractNumId w:val="9"/>
  </w:num>
  <w:num w:numId="27">
    <w:abstractNumId w:val="8"/>
  </w:num>
  <w:num w:numId="28">
    <w:abstractNumId w:val="17"/>
  </w:num>
  <w:num w:numId="29">
    <w:abstractNumId w:val="22"/>
  </w:num>
  <w:num w:numId="30">
    <w:abstractNumId w:val="6"/>
  </w:num>
  <w:num w:numId="31">
    <w:abstractNumId w:val="13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stylePaneFormatFilter w:val="3F01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8C6"/>
    <w:rsid w:val="000245FE"/>
    <w:rsid w:val="00063009"/>
    <w:rsid w:val="000662EE"/>
    <w:rsid w:val="0007016E"/>
    <w:rsid w:val="00086B9C"/>
    <w:rsid w:val="00094B02"/>
    <w:rsid w:val="000A0796"/>
    <w:rsid w:val="000C547C"/>
    <w:rsid w:val="000F7EB6"/>
    <w:rsid w:val="00100F7F"/>
    <w:rsid w:val="00114C20"/>
    <w:rsid w:val="001216E6"/>
    <w:rsid w:val="00134D03"/>
    <w:rsid w:val="00135E16"/>
    <w:rsid w:val="001371E4"/>
    <w:rsid w:val="00167513"/>
    <w:rsid w:val="00173D67"/>
    <w:rsid w:val="0018211E"/>
    <w:rsid w:val="00197906"/>
    <w:rsid w:val="001B0527"/>
    <w:rsid w:val="001B488A"/>
    <w:rsid w:val="001B7E13"/>
    <w:rsid w:val="001C3FB6"/>
    <w:rsid w:val="001C575E"/>
    <w:rsid w:val="001D044A"/>
    <w:rsid w:val="001E6173"/>
    <w:rsid w:val="001E61C8"/>
    <w:rsid w:val="001F0C76"/>
    <w:rsid w:val="002016FA"/>
    <w:rsid w:val="00205CA8"/>
    <w:rsid w:val="00211B8A"/>
    <w:rsid w:val="002306D0"/>
    <w:rsid w:val="00240A60"/>
    <w:rsid w:val="002415BC"/>
    <w:rsid w:val="002540EA"/>
    <w:rsid w:val="00263063"/>
    <w:rsid w:val="00295D20"/>
    <w:rsid w:val="00297586"/>
    <w:rsid w:val="002A1E72"/>
    <w:rsid w:val="002B258F"/>
    <w:rsid w:val="002B736D"/>
    <w:rsid w:val="002B78BB"/>
    <w:rsid w:val="002C01A2"/>
    <w:rsid w:val="002C1428"/>
    <w:rsid w:val="002C3722"/>
    <w:rsid w:val="002D614A"/>
    <w:rsid w:val="002E7B63"/>
    <w:rsid w:val="002F1E43"/>
    <w:rsid w:val="002F55D9"/>
    <w:rsid w:val="00307CA6"/>
    <w:rsid w:val="003106A1"/>
    <w:rsid w:val="00324FFF"/>
    <w:rsid w:val="00325DE5"/>
    <w:rsid w:val="00326E45"/>
    <w:rsid w:val="00327194"/>
    <w:rsid w:val="003310E8"/>
    <w:rsid w:val="00331354"/>
    <w:rsid w:val="003542C9"/>
    <w:rsid w:val="00354AE6"/>
    <w:rsid w:val="003768D9"/>
    <w:rsid w:val="00385251"/>
    <w:rsid w:val="0039588A"/>
    <w:rsid w:val="00397F6B"/>
    <w:rsid w:val="003A0A55"/>
    <w:rsid w:val="003B0A4B"/>
    <w:rsid w:val="003B2CEF"/>
    <w:rsid w:val="003D3FD1"/>
    <w:rsid w:val="003D5A1D"/>
    <w:rsid w:val="003E7E20"/>
    <w:rsid w:val="00404A5E"/>
    <w:rsid w:val="004078D8"/>
    <w:rsid w:val="004122D0"/>
    <w:rsid w:val="00414E6D"/>
    <w:rsid w:val="004343D8"/>
    <w:rsid w:val="0044675B"/>
    <w:rsid w:val="00470D42"/>
    <w:rsid w:val="004740F7"/>
    <w:rsid w:val="004803FA"/>
    <w:rsid w:val="00482C8F"/>
    <w:rsid w:val="004871C4"/>
    <w:rsid w:val="004A6D4E"/>
    <w:rsid w:val="004B2AFB"/>
    <w:rsid w:val="00502B5D"/>
    <w:rsid w:val="005117B4"/>
    <w:rsid w:val="00513F67"/>
    <w:rsid w:val="0051534C"/>
    <w:rsid w:val="00536D9A"/>
    <w:rsid w:val="0053741E"/>
    <w:rsid w:val="00562597"/>
    <w:rsid w:val="00567C43"/>
    <w:rsid w:val="00575FE3"/>
    <w:rsid w:val="00580D83"/>
    <w:rsid w:val="00591655"/>
    <w:rsid w:val="00591A09"/>
    <w:rsid w:val="00593BC4"/>
    <w:rsid w:val="005950CA"/>
    <w:rsid w:val="005A250C"/>
    <w:rsid w:val="005A348D"/>
    <w:rsid w:val="005A66C5"/>
    <w:rsid w:val="005A6BB5"/>
    <w:rsid w:val="005A6D9D"/>
    <w:rsid w:val="005A7722"/>
    <w:rsid w:val="005C7AE0"/>
    <w:rsid w:val="005D61E5"/>
    <w:rsid w:val="005F2846"/>
    <w:rsid w:val="00601A39"/>
    <w:rsid w:val="006034B9"/>
    <w:rsid w:val="00607DF8"/>
    <w:rsid w:val="00610C53"/>
    <w:rsid w:val="006160DB"/>
    <w:rsid w:val="00622309"/>
    <w:rsid w:val="006322F1"/>
    <w:rsid w:val="0064025C"/>
    <w:rsid w:val="006447DF"/>
    <w:rsid w:val="00665E74"/>
    <w:rsid w:val="0067028C"/>
    <w:rsid w:val="0067373C"/>
    <w:rsid w:val="00673DB6"/>
    <w:rsid w:val="00675449"/>
    <w:rsid w:val="00687B3A"/>
    <w:rsid w:val="00691734"/>
    <w:rsid w:val="00693936"/>
    <w:rsid w:val="006A1805"/>
    <w:rsid w:val="006B2EF3"/>
    <w:rsid w:val="006B359A"/>
    <w:rsid w:val="006C09FA"/>
    <w:rsid w:val="006C2341"/>
    <w:rsid w:val="006C6D0E"/>
    <w:rsid w:val="006D19BC"/>
    <w:rsid w:val="006E40FF"/>
    <w:rsid w:val="006F5168"/>
    <w:rsid w:val="00702D16"/>
    <w:rsid w:val="00707496"/>
    <w:rsid w:val="0070759E"/>
    <w:rsid w:val="00722A2A"/>
    <w:rsid w:val="00727879"/>
    <w:rsid w:val="007316B5"/>
    <w:rsid w:val="00732CB6"/>
    <w:rsid w:val="00742248"/>
    <w:rsid w:val="00742D44"/>
    <w:rsid w:val="00746A52"/>
    <w:rsid w:val="007550AD"/>
    <w:rsid w:val="007618C7"/>
    <w:rsid w:val="00766A49"/>
    <w:rsid w:val="007717FF"/>
    <w:rsid w:val="00781B40"/>
    <w:rsid w:val="00784854"/>
    <w:rsid w:val="007918D2"/>
    <w:rsid w:val="00794746"/>
    <w:rsid w:val="0079566A"/>
    <w:rsid w:val="007A0471"/>
    <w:rsid w:val="007B414C"/>
    <w:rsid w:val="007C71C1"/>
    <w:rsid w:val="007D6BDA"/>
    <w:rsid w:val="007E33E5"/>
    <w:rsid w:val="007E5CE4"/>
    <w:rsid w:val="007F061B"/>
    <w:rsid w:val="007F2C0F"/>
    <w:rsid w:val="00814677"/>
    <w:rsid w:val="008330F4"/>
    <w:rsid w:val="00850228"/>
    <w:rsid w:val="0086067A"/>
    <w:rsid w:val="008665DF"/>
    <w:rsid w:val="00876900"/>
    <w:rsid w:val="0089653F"/>
    <w:rsid w:val="008A67EC"/>
    <w:rsid w:val="008A7FD2"/>
    <w:rsid w:val="008B4238"/>
    <w:rsid w:val="008C1D6C"/>
    <w:rsid w:val="008C6192"/>
    <w:rsid w:val="008D3964"/>
    <w:rsid w:val="008D39B5"/>
    <w:rsid w:val="008E1AFC"/>
    <w:rsid w:val="008E48FA"/>
    <w:rsid w:val="0090504D"/>
    <w:rsid w:val="00912199"/>
    <w:rsid w:val="00940507"/>
    <w:rsid w:val="009430BA"/>
    <w:rsid w:val="009439E0"/>
    <w:rsid w:val="009477EC"/>
    <w:rsid w:val="009555B4"/>
    <w:rsid w:val="00960EEF"/>
    <w:rsid w:val="00973881"/>
    <w:rsid w:val="0097545F"/>
    <w:rsid w:val="00986F3C"/>
    <w:rsid w:val="00991A02"/>
    <w:rsid w:val="009A0724"/>
    <w:rsid w:val="009D4EB8"/>
    <w:rsid w:val="009E2AFF"/>
    <w:rsid w:val="009F1A12"/>
    <w:rsid w:val="009F6FED"/>
    <w:rsid w:val="009F7414"/>
    <w:rsid w:val="00A06A9C"/>
    <w:rsid w:val="00A07CCB"/>
    <w:rsid w:val="00A30BC1"/>
    <w:rsid w:val="00A70C45"/>
    <w:rsid w:val="00A735C8"/>
    <w:rsid w:val="00A90592"/>
    <w:rsid w:val="00A9137B"/>
    <w:rsid w:val="00A91CAB"/>
    <w:rsid w:val="00A91F58"/>
    <w:rsid w:val="00A924DB"/>
    <w:rsid w:val="00AB1A80"/>
    <w:rsid w:val="00AB206C"/>
    <w:rsid w:val="00AC376A"/>
    <w:rsid w:val="00AD6A3A"/>
    <w:rsid w:val="00AE391F"/>
    <w:rsid w:val="00B00C87"/>
    <w:rsid w:val="00B2621E"/>
    <w:rsid w:val="00B36281"/>
    <w:rsid w:val="00B51FAA"/>
    <w:rsid w:val="00B66A61"/>
    <w:rsid w:val="00B719C3"/>
    <w:rsid w:val="00B72B20"/>
    <w:rsid w:val="00B80A61"/>
    <w:rsid w:val="00B81FDF"/>
    <w:rsid w:val="00B8697A"/>
    <w:rsid w:val="00BA0911"/>
    <w:rsid w:val="00BA4CCF"/>
    <w:rsid w:val="00BB0AE9"/>
    <w:rsid w:val="00BD1941"/>
    <w:rsid w:val="00BD4532"/>
    <w:rsid w:val="00BF0C30"/>
    <w:rsid w:val="00BF2D7F"/>
    <w:rsid w:val="00C00722"/>
    <w:rsid w:val="00C22B9C"/>
    <w:rsid w:val="00C247C2"/>
    <w:rsid w:val="00C31035"/>
    <w:rsid w:val="00C43EA6"/>
    <w:rsid w:val="00C5737F"/>
    <w:rsid w:val="00C576D3"/>
    <w:rsid w:val="00C7697A"/>
    <w:rsid w:val="00C96623"/>
    <w:rsid w:val="00CB2DCC"/>
    <w:rsid w:val="00CC31C2"/>
    <w:rsid w:val="00CC3A32"/>
    <w:rsid w:val="00CD16FD"/>
    <w:rsid w:val="00CD3C8B"/>
    <w:rsid w:val="00CE58CF"/>
    <w:rsid w:val="00CF0995"/>
    <w:rsid w:val="00CF2A31"/>
    <w:rsid w:val="00D02B57"/>
    <w:rsid w:val="00D042E4"/>
    <w:rsid w:val="00D07126"/>
    <w:rsid w:val="00D13739"/>
    <w:rsid w:val="00D13757"/>
    <w:rsid w:val="00D22A65"/>
    <w:rsid w:val="00D24B73"/>
    <w:rsid w:val="00D26374"/>
    <w:rsid w:val="00D3166C"/>
    <w:rsid w:val="00D5487E"/>
    <w:rsid w:val="00D55B4B"/>
    <w:rsid w:val="00D61F72"/>
    <w:rsid w:val="00D64810"/>
    <w:rsid w:val="00D70A90"/>
    <w:rsid w:val="00D74FEC"/>
    <w:rsid w:val="00D91247"/>
    <w:rsid w:val="00D9146F"/>
    <w:rsid w:val="00DA0E66"/>
    <w:rsid w:val="00DB6625"/>
    <w:rsid w:val="00DC1EC1"/>
    <w:rsid w:val="00DD39F8"/>
    <w:rsid w:val="00DD5681"/>
    <w:rsid w:val="00DE2084"/>
    <w:rsid w:val="00DE40D6"/>
    <w:rsid w:val="00DE7217"/>
    <w:rsid w:val="00DF5146"/>
    <w:rsid w:val="00E00361"/>
    <w:rsid w:val="00E0504F"/>
    <w:rsid w:val="00E131A6"/>
    <w:rsid w:val="00E13348"/>
    <w:rsid w:val="00E15F13"/>
    <w:rsid w:val="00E22E78"/>
    <w:rsid w:val="00E351BB"/>
    <w:rsid w:val="00E37F9D"/>
    <w:rsid w:val="00E46977"/>
    <w:rsid w:val="00E46F78"/>
    <w:rsid w:val="00E547B5"/>
    <w:rsid w:val="00E55435"/>
    <w:rsid w:val="00E621B6"/>
    <w:rsid w:val="00E75E6C"/>
    <w:rsid w:val="00E80655"/>
    <w:rsid w:val="00E80F39"/>
    <w:rsid w:val="00E849F0"/>
    <w:rsid w:val="00EA14E5"/>
    <w:rsid w:val="00EA65D1"/>
    <w:rsid w:val="00EC26BE"/>
    <w:rsid w:val="00EC3103"/>
    <w:rsid w:val="00ED0430"/>
    <w:rsid w:val="00EE18B5"/>
    <w:rsid w:val="00F005E0"/>
    <w:rsid w:val="00F0243A"/>
    <w:rsid w:val="00F10F4A"/>
    <w:rsid w:val="00F13B6D"/>
    <w:rsid w:val="00F15C57"/>
    <w:rsid w:val="00F21F62"/>
    <w:rsid w:val="00F26A69"/>
    <w:rsid w:val="00F26C2E"/>
    <w:rsid w:val="00F352CA"/>
    <w:rsid w:val="00F36ED3"/>
    <w:rsid w:val="00F565CA"/>
    <w:rsid w:val="00F5711C"/>
    <w:rsid w:val="00F57732"/>
    <w:rsid w:val="00F74583"/>
    <w:rsid w:val="00F812A3"/>
    <w:rsid w:val="00FD0524"/>
    <w:rsid w:val="00FE210D"/>
    <w:rsid w:val="00FF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D1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62EE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555B4"/>
    <w:pPr>
      <w:keepNext/>
      <w:widowControl/>
      <w:autoSpaceDE/>
      <w:autoSpaceDN/>
      <w:adjustRightInd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62EE"/>
    <w:rPr>
      <w:rFonts w:ascii="Cambria" w:hAnsi="Cambria" w:cs="Times New Roman"/>
      <w:b/>
      <w:kern w:val="32"/>
      <w:sz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555B4"/>
    <w:rPr>
      <w:rFonts w:cs="Times New Roman"/>
      <w:b/>
      <w:sz w:val="24"/>
    </w:rPr>
  </w:style>
  <w:style w:type="paragraph" w:styleId="Header">
    <w:name w:val="header"/>
    <w:basedOn w:val="Normal"/>
    <w:link w:val="HeaderChar"/>
    <w:uiPriority w:val="99"/>
    <w:rsid w:val="007F06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50AD"/>
    <w:rPr>
      <w:rFonts w:cs="Times New Roman"/>
    </w:rPr>
  </w:style>
  <w:style w:type="character" w:styleId="PageNumber">
    <w:name w:val="page number"/>
    <w:basedOn w:val="DefaultParagraphFont"/>
    <w:uiPriority w:val="99"/>
    <w:rsid w:val="007F061B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DF5146"/>
    <w:rPr>
      <w:rFonts w:cs="Times New Roman"/>
      <w:i/>
    </w:rPr>
  </w:style>
  <w:style w:type="paragraph" w:styleId="Footer">
    <w:name w:val="footer"/>
    <w:basedOn w:val="Normal"/>
    <w:link w:val="FooterChar"/>
    <w:uiPriority w:val="99"/>
    <w:rsid w:val="006E40F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0F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0662EE"/>
    <w:pPr>
      <w:widowControl/>
      <w:autoSpaceDE/>
      <w:autoSpaceDN/>
      <w:adjustRightInd/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0662EE"/>
    <w:rPr>
      <w:rFonts w:cs="Times New Roman"/>
      <w:sz w:val="28"/>
    </w:rPr>
  </w:style>
  <w:style w:type="paragraph" w:styleId="FootnoteText">
    <w:name w:val="footnote text"/>
    <w:basedOn w:val="Normal"/>
    <w:link w:val="FootnoteTextChar"/>
    <w:uiPriority w:val="99"/>
    <w:rsid w:val="000662EE"/>
    <w:pPr>
      <w:widowControl/>
      <w:autoSpaceDE/>
      <w:autoSpaceDN/>
      <w:adjustRightInd/>
    </w:p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662EE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0662EE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0662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7550AD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50AD"/>
    <w:rPr>
      <w:rFonts w:ascii="Tahoma" w:hAnsi="Tahoma" w:cs="Times New Roman"/>
      <w:sz w:val="16"/>
    </w:rPr>
  </w:style>
  <w:style w:type="character" w:customStyle="1" w:styleId="a">
    <w:name w:val="Основной текст_"/>
    <w:link w:val="2"/>
    <w:uiPriority w:val="99"/>
    <w:locked/>
    <w:rsid w:val="003768D9"/>
    <w:rPr>
      <w:sz w:val="27"/>
      <w:shd w:val="clear" w:color="auto" w:fill="FFFFFF"/>
    </w:rPr>
  </w:style>
  <w:style w:type="character" w:customStyle="1" w:styleId="20">
    <w:name w:val="Основной текст (2)_"/>
    <w:link w:val="21"/>
    <w:uiPriority w:val="99"/>
    <w:locked/>
    <w:rsid w:val="003768D9"/>
    <w:rPr>
      <w:i/>
      <w:sz w:val="27"/>
      <w:shd w:val="clear" w:color="auto" w:fill="FFFFFF"/>
    </w:rPr>
  </w:style>
  <w:style w:type="character" w:customStyle="1" w:styleId="22">
    <w:name w:val="Основной текст (2) + Не курсив"/>
    <w:uiPriority w:val="99"/>
    <w:rsid w:val="003768D9"/>
    <w:rPr>
      <w:rFonts w:ascii="Times New Roman" w:hAnsi="Times New Roman"/>
      <w:i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a0">
    <w:name w:val="Основной текст + Курсив"/>
    <w:uiPriority w:val="99"/>
    <w:rsid w:val="003768D9"/>
    <w:rPr>
      <w:rFonts w:ascii="Times New Roman" w:hAnsi="Times New Roman"/>
      <w:i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3">
    <w:name w:val="Основной текст (3)_"/>
    <w:link w:val="30"/>
    <w:uiPriority w:val="99"/>
    <w:locked/>
    <w:rsid w:val="003768D9"/>
    <w:rPr>
      <w:w w:val="250"/>
      <w:sz w:val="12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3768D9"/>
    <w:rPr>
      <w:b/>
      <w:i/>
      <w:sz w:val="22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3768D9"/>
    <w:rPr>
      <w:b/>
      <w:sz w:val="26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3768D9"/>
    <w:rPr>
      <w:b/>
      <w:sz w:val="22"/>
      <w:shd w:val="clear" w:color="auto" w:fill="FFFFFF"/>
    </w:rPr>
  </w:style>
  <w:style w:type="character" w:customStyle="1" w:styleId="613">
    <w:name w:val="Основной текст (6) + 13"/>
    <w:aliases w:val="5 pt,Не полужирный"/>
    <w:uiPriority w:val="99"/>
    <w:rsid w:val="003768D9"/>
    <w:rPr>
      <w:rFonts w:ascii="Times New Roman" w:hAnsi="Times New Roman"/>
      <w:b/>
      <w:color w:val="000000"/>
      <w:spacing w:val="0"/>
      <w:w w:val="100"/>
      <w:position w:val="0"/>
      <w:sz w:val="27"/>
      <w:u w:val="none"/>
      <w:lang w:val="ru-RU"/>
    </w:rPr>
  </w:style>
  <w:style w:type="character" w:customStyle="1" w:styleId="1">
    <w:name w:val="Заголовок №1_"/>
    <w:link w:val="10"/>
    <w:uiPriority w:val="99"/>
    <w:locked/>
    <w:rsid w:val="003768D9"/>
    <w:rPr>
      <w:b/>
      <w:shd w:val="clear" w:color="auto" w:fill="FFFFFF"/>
    </w:rPr>
  </w:style>
  <w:style w:type="character" w:customStyle="1" w:styleId="19">
    <w:name w:val="Заголовок №1 + 9"/>
    <w:aliases w:val="5 pt2"/>
    <w:uiPriority w:val="99"/>
    <w:rsid w:val="003768D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/>
    </w:rPr>
  </w:style>
  <w:style w:type="character" w:customStyle="1" w:styleId="11">
    <w:name w:val="Основной текст1"/>
    <w:uiPriority w:val="99"/>
    <w:rsid w:val="003768D9"/>
    <w:rPr>
      <w:rFonts w:ascii="Times New Roman" w:hAnsi="Times New Roman"/>
      <w:color w:val="000000"/>
      <w:spacing w:val="0"/>
      <w:w w:val="100"/>
      <w:position w:val="0"/>
      <w:sz w:val="27"/>
      <w:u w:val="single"/>
      <w:lang w:val="ru-RU"/>
    </w:rPr>
  </w:style>
  <w:style w:type="character" w:customStyle="1" w:styleId="7">
    <w:name w:val="Основной текст (7)_"/>
    <w:link w:val="70"/>
    <w:uiPriority w:val="99"/>
    <w:locked/>
    <w:rsid w:val="003768D9"/>
    <w:rPr>
      <w:b/>
      <w:sz w:val="19"/>
      <w:shd w:val="clear" w:color="auto" w:fill="FFFFFF"/>
    </w:rPr>
  </w:style>
  <w:style w:type="character" w:customStyle="1" w:styleId="9">
    <w:name w:val="Основной текст + 9"/>
    <w:aliases w:val="5 pt1,Полужирный"/>
    <w:uiPriority w:val="99"/>
    <w:rsid w:val="003768D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/>
    </w:rPr>
  </w:style>
  <w:style w:type="character" w:customStyle="1" w:styleId="8">
    <w:name w:val="Основной текст (8)_"/>
    <w:link w:val="80"/>
    <w:uiPriority w:val="99"/>
    <w:locked/>
    <w:rsid w:val="003768D9"/>
    <w:rPr>
      <w:sz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3768D9"/>
    <w:pPr>
      <w:shd w:val="clear" w:color="auto" w:fill="FFFFFF"/>
      <w:autoSpaceDE/>
      <w:autoSpaceDN/>
      <w:adjustRightInd/>
      <w:spacing w:after="360" w:line="240" w:lineRule="atLeast"/>
      <w:ind w:hanging="1240"/>
    </w:pPr>
    <w:rPr>
      <w:sz w:val="27"/>
    </w:rPr>
  </w:style>
  <w:style w:type="paragraph" w:customStyle="1" w:styleId="21">
    <w:name w:val="Основной текст (2)"/>
    <w:basedOn w:val="Normal"/>
    <w:link w:val="20"/>
    <w:uiPriority w:val="99"/>
    <w:rsid w:val="003768D9"/>
    <w:pPr>
      <w:shd w:val="clear" w:color="auto" w:fill="FFFFFF"/>
      <w:autoSpaceDE/>
      <w:autoSpaceDN/>
      <w:adjustRightInd/>
      <w:spacing w:before="360" w:after="540" w:line="240" w:lineRule="atLeast"/>
      <w:jc w:val="center"/>
    </w:pPr>
    <w:rPr>
      <w:i/>
      <w:sz w:val="27"/>
    </w:rPr>
  </w:style>
  <w:style w:type="paragraph" w:customStyle="1" w:styleId="30">
    <w:name w:val="Основной текст (3)"/>
    <w:basedOn w:val="Normal"/>
    <w:link w:val="3"/>
    <w:uiPriority w:val="99"/>
    <w:rsid w:val="003768D9"/>
    <w:pPr>
      <w:shd w:val="clear" w:color="auto" w:fill="FFFFFF"/>
      <w:autoSpaceDE/>
      <w:autoSpaceDN/>
      <w:adjustRightInd/>
      <w:spacing w:before="180" w:after="180" w:line="240" w:lineRule="atLeast"/>
    </w:pPr>
    <w:rPr>
      <w:w w:val="250"/>
      <w:sz w:val="12"/>
    </w:rPr>
  </w:style>
  <w:style w:type="paragraph" w:customStyle="1" w:styleId="40">
    <w:name w:val="Основной текст (4)"/>
    <w:basedOn w:val="Normal"/>
    <w:link w:val="4"/>
    <w:uiPriority w:val="99"/>
    <w:rsid w:val="003768D9"/>
    <w:pPr>
      <w:shd w:val="clear" w:color="auto" w:fill="FFFFFF"/>
      <w:autoSpaceDE/>
      <w:autoSpaceDN/>
      <w:adjustRightInd/>
      <w:spacing w:before="360" w:line="254" w:lineRule="exact"/>
      <w:jc w:val="both"/>
    </w:pPr>
    <w:rPr>
      <w:b/>
      <w:i/>
      <w:sz w:val="22"/>
    </w:rPr>
  </w:style>
  <w:style w:type="paragraph" w:customStyle="1" w:styleId="50">
    <w:name w:val="Основной текст (5)"/>
    <w:basedOn w:val="Normal"/>
    <w:link w:val="5"/>
    <w:uiPriority w:val="99"/>
    <w:rsid w:val="003768D9"/>
    <w:pPr>
      <w:shd w:val="clear" w:color="auto" w:fill="FFFFFF"/>
      <w:autoSpaceDE/>
      <w:autoSpaceDN/>
      <w:adjustRightInd/>
      <w:spacing w:line="302" w:lineRule="exact"/>
      <w:ind w:firstLine="660"/>
      <w:jc w:val="both"/>
    </w:pPr>
    <w:rPr>
      <w:b/>
      <w:sz w:val="26"/>
    </w:rPr>
  </w:style>
  <w:style w:type="paragraph" w:customStyle="1" w:styleId="60">
    <w:name w:val="Основной текст (6)"/>
    <w:basedOn w:val="Normal"/>
    <w:link w:val="6"/>
    <w:uiPriority w:val="99"/>
    <w:rsid w:val="003768D9"/>
    <w:pPr>
      <w:shd w:val="clear" w:color="auto" w:fill="FFFFFF"/>
      <w:autoSpaceDE/>
      <w:autoSpaceDN/>
      <w:adjustRightInd/>
      <w:spacing w:before="660" w:after="240" w:line="278" w:lineRule="exact"/>
    </w:pPr>
    <w:rPr>
      <w:b/>
      <w:sz w:val="22"/>
    </w:rPr>
  </w:style>
  <w:style w:type="paragraph" w:customStyle="1" w:styleId="10">
    <w:name w:val="Заголовок №1"/>
    <w:basedOn w:val="Normal"/>
    <w:link w:val="1"/>
    <w:uiPriority w:val="99"/>
    <w:rsid w:val="003768D9"/>
    <w:pPr>
      <w:shd w:val="clear" w:color="auto" w:fill="FFFFFF"/>
      <w:autoSpaceDE/>
      <w:autoSpaceDN/>
      <w:adjustRightInd/>
      <w:spacing w:after="360" w:line="240" w:lineRule="atLeast"/>
      <w:outlineLvl w:val="0"/>
    </w:pPr>
    <w:rPr>
      <w:b/>
    </w:rPr>
  </w:style>
  <w:style w:type="paragraph" w:customStyle="1" w:styleId="70">
    <w:name w:val="Основной текст (7)"/>
    <w:basedOn w:val="Normal"/>
    <w:link w:val="7"/>
    <w:uiPriority w:val="99"/>
    <w:rsid w:val="003768D9"/>
    <w:pPr>
      <w:shd w:val="clear" w:color="auto" w:fill="FFFFFF"/>
      <w:autoSpaceDE/>
      <w:autoSpaceDN/>
      <w:adjustRightInd/>
      <w:spacing w:before="660" w:after="660" w:line="240" w:lineRule="atLeast"/>
    </w:pPr>
    <w:rPr>
      <w:b/>
      <w:sz w:val="19"/>
    </w:rPr>
  </w:style>
  <w:style w:type="paragraph" w:customStyle="1" w:styleId="80">
    <w:name w:val="Основной текст (8)"/>
    <w:basedOn w:val="Normal"/>
    <w:link w:val="8"/>
    <w:uiPriority w:val="99"/>
    <w:rsid w:val="003768D9"/>
    <w:pPr>
      <w:shd w:val="clear" w:color="auto" w:fill="FFFFFF"/>
      <w:autoSpaceDE/>
      <w:autoSpaceDN/>
      <w:adjustRightInd/>
      <w:spacing w:before="780" w:line="302" w:lineRule="exact"/>
      <w:jc w:val="center"/>
    </w:pPr>
    <w:rPr>
      <w:sz w:val="27"/>
    </w:rPr>
  </w:style>
  <w:style w:type="table" w:styleId="TableGrid">
    <w:name w:val="Table Grid"/>
    <w:basedOn w:val="TableNormal"/>
    <w:uiPriority w:val="99"/>
    <w:rsid w:val="000630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 Знак Знак Знак1 Знак Знак Знак Знак Знак Знак Знак"/>
    <w:basedOn w:val="Normal"/>
    <w:uiPriority w:val="99"/>
    <w:rsid w:val="00D13757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2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6F10EC733C9772E0863BE71F3C6B9AC19D1C7DA14392AD2407FA35E75b2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05C0721835A1CB67469AB9F49FE572E7C119ADA31102C259CA187D678EA44063n3f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172</Words>
  <Characters>982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Zver</dc:creator>
  <cp:keywords/>
  <dc:description/>
  <cp:lastModifiedBy>пользователь</cp:lastModifiedBy>
  <cp:revision>6</cp:revision>
  <cp:lastPrinted>2015-02-02T04:48:00Z</cp:lastPrinted>
  <dcterms:created xsi:type="dcterms:W3CDTF">2015-01-28T03:52:00Z</dcterms:created>
  <dcterms:modified xsi:type="dcterms:W3CDTF">2015-02-02T04:56:00Z</dcterms:modified>
</cp:coreProperties>
</file>