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D9E" w:rsidRDefault="000A5D1B" w:rsidP="00302C47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2628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844D9E">
        <w:rPr>
          <w:rFonts w:ascii="Times New Roman" w:hAnsi="Times New Roman" w:cs="Times New Roman"/>
          <w:sz w:val="24"/>
          <w:szCs w:val="24"/>
        </w:rPr>
        <w:t>1</w:t>
      </w:r>
      <w:r w:rsidR="00D43623">
        <w:rPr>
          <w:rFonts w:ascii="Times New Roman" w:hAnsi="Times New Roman" w:cs="Times New Roman"/>
          <w:sz w:val="24"/>
          <w:szCs w:val="24"/>
        </w:rPr>
        <w:t>4</w:t>
      </w:r>
    </w:p>
    <w:p w:rsidR="00440EAA" w:rsidRDefault="00E81045" w:rsidP="00B21A09">
      <w:pPr>
        <w:pStyle w:val="ConsTitle"/>
        <w:widowControl/>
        <w:tabs>
          <w:tab w:val="left" w:pos="0"/>
        </w:tabs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AB329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</w:t>
      </w:r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Pr="00AB3296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Решению </w:t>
      </w:r>
      <w:proofErr w:type="spellStart"/>
      <w:r w:rsidR="00B21A09">
        <w:rPr>
          <w:rFonts w:ascii="Times New Roman" w:hAnsi="Times New Roman" w:cs="Times New Roman"/>
          <w:b w:val="0"/>
          <w:sz w:val="24"/>
          <w:szCs w:val="24"/>
        </w:rPr>
        <w:t>Абанского</w:t>
      </w:r>
      <w:proofErr w:type="spellEnd"/>
      <w:r w:rsidR="00B21A09">
        <w:rPr>
          <w:rFonts w:ascii="Times New Roman" w:hAnsi="Times New Roman" w:cs="Times New Roman"/>
          <w:b w:val="0"/>
          <w:sz w:val="24"/>
          <w:szCs w:val="24"/>
        </w:rPr>
        <w:t xml:space="preserve"> районного Совета депутатов</w:t>
      </w:r>
    </w:p>
    <w:p w:rsidR="00B21A09" w:rsidRPr="00AB3296" w:rsidRDefault="003435AF" w:rsidP="003435AF">
      <w:pPr>
        <w:pStyle w:val="ConsTitle"/>
        <w:widowControl/>
        <w:tabs>
          <w:tab w:val="left" w:pos="7995"/>
        </w:tabs>
        <w:ind w:right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435AF">
        <w:rPr>
          <w:rFonts w:ascii="Times New Roman" w:hAnsi="Times New Roman" w:cs="Times New Roman"/>
          <w:b w:val="0"/>
          <w:sz w:val="24"/>
          <w:szCs w:val="24"/>
        </w:rPr>
        <w:t xml:space="preserve">от 15.12.2017 № 33-229 </w:t>
      </w:r>
      <w:proofErr w:type="gramStart"/>
      <w:r w:rsidRPr="003435AF">
        <w:rPr>
          <w:rFonts w:ascii="Times New Roman" w:hAnsi="Times New Roman" w:cs="Times New Roman"/>
          <w:b w:val="0"/>
          <w:sz w:val="24"/>
          <w:szCs w:val="24"/>
        </w:rPr>
        <w:t>Р</w:t>
      </w:r>
      <w:proofErr w:type="gramEnd"/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40EAA" w:rsidRDefault="00440EAA" w:rsidP="00302C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ОПРЕДЕЛЕНИЯ РАЗМЕРА СУБВЕНЦИИ ИЗ БЮДЖЕТА МУНИЦИПАЛЬНОГО РАЙОНА БЮДЖЕТАМ ПОСЕЛЕНИЙ</w:t>
      </w:r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 xml:space="preserve">ДЛЯ ОСУЩЕСТВЛЕНИЯ ПОЛНОМОЧИЙ </w:t>
      </w:r>
      <w:proofErr w:type="gramStart"/>
      <w:r w:rsidRPr="00302C4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</w:p>
    <w:p w:rsidR="00F86A53" w:rsidRPr="00302C47" w:rsidRDefault="00F86A53" w:rsidP="00302C4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C47">
        <w:rPr>
          <w:rFonts w:ascii="Times New Roman" w:hAnsi="Times New Roman" w:cs="Times New Roman"/>
          <w:b/>
          <w:sz w:val="24"/>
          <w:szCs w:val="24"/>
        </w:rPr>
        <w:t>ПЕРВИЧНОМУ ВОИНСКОМУ УЧЕТУ НА ТЕРРИТОРИЯХ, ГДЕ ОТСУТСТВУЮТ ВОЕННЫЕ КОМИССАРИАТЫ</w:t>
      </w:r>
    </w:p>
    <w:p w:rsidR="00F86A53" w:rsidRPr="00302C47" w:rsidRDefault="00F86A53" w:rsidP="00302C4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 xml:space="preserve">Объем субвенций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02C47">
        <w:rPr>
          <w:rFonts w:ascii="Times New Roman" w:hAnsi="Times New Roman" w:cs="Times New Roman"/>
          <w:sz w:val="24"/>
          <w:szCs w:val="24"/>
        </w:rPr>
        <w:t>-го поселения на финансирование расходов по осуществлению первичного воинского учета на территориях, где отсутствуют военные комиссариаты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E74F3F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6A53" w:rsidRPr="00302C47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302C47">
        <w:rPr>
          <w:rFonts w:ascii="Times New Roman" w:hAnsi="Times New Roman" w:cs="Times New Roman"/>
          <w:sz w:val="24"/>
          <w:szCs w:val="24"/>
        </w:rPr>
        <w:t xml:space="preserve"> = (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+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4F3F" w:rsidRPr="006D6823" w:rsidRDefault="00E74F3F" w:rsidP="00302C47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</w:rPr>
      </w:pP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Ki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6D6823">
        <w:rPr>
          <w:rFonts w:ascii="Times New Roman" w:hAnsi="Times New Roman" w:cs="Times New Roman"/>
          <w:sz w:val="24"/>
          <w:szCs w:val="24"/>
        </w:rPr>
        <w:t xml:space="preserve"> / 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,</w:t>
      </w:r>
    </w:p>
    <w:p w:rsidR="00F86A53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</w:rPr>
        <w:tab/>
      </w: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E74F3F" w:rsidRPr="00302C47" w:rsidRDefault="00E74F3F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r w:rsidR="00DE106B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>–</w:t>
      </w:r>
      <w:r w:rsidR="00DE106B" w:rsidRPr="00302C47">
        <w:rPr>
          <w:rFonts w:ascii="Times New Roman" w:hAnsi="Times New Roman" w:cs="Times New Roman"/>
          <w:sz w:val="24"/>
          <w:szCs w:val="24"/>
        </w:rPr>
        <w:t xml:space="preserve"> </w:t>
      </w:r>
      <w:r w:rsidR="000356C0" w:rsidRPr="00302C47">
        <w:rPr>
          <w:rFonts w:ascii="Times New Roman" w:hAnsi="Times New Roman" w:cs="Times New Roman"/>
          <w:sz w:val="24"/>
          <w:szCs w:val="24"/>
        </w:rPr>
        <w:t xml:space="preserve">количество военно-учетных работников в </w:t>
      </w:r>
      <w:proofErr w:type="spellStart"/>
      <w:r w:rsidR="000356C0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0356C0" w:rsidRPr="00302C47">
        <w:rPr>
          <w:rFonts w:ascii="Times New Roman" w:hAnsi="Times New Roman" w:cs="Times New Roman"/>
          <w:sz w:val="24"/>
          <w:szCs w:val="24"/>
        </w:rPr>
        <w:t>-м поселении;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работников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-м муниципальном образовании, осуществляющих работу по воинскому учету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 по совместительству;</w:t>
      </w:r>
    </w:p>
    <w:p w:rsidR="000356C0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Ki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коэффициент рабочего времени;</w:t>
      </w:r>
    </w:p>
    <w:p w:rsidR="006535A5" w:rsidRPr="00302C47" w:rsidRDefault="000356C0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совм</w:t>
      </w:r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в среднем на одного работника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</w:t>
      </w:r>
      <w:r w:rsidR="006535A5" w:rsidRPr="00302C47">
        <w:rPr>
          <w:rFonts w:ascii="Times New Roman" w:hAnsi="Times New Roman" w:cs="Times New Roman"/>
          <w:sz w:val="24"/>
          <w:szCs w:val="24"/>
        </w:rPr>
        <w:t>, осуществляющего работу по воинскому учету в органе местного самоуправления по совместительству.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302C47">
        <w:rPr>
          <w:rFonts w:ascii="Times New Roman" w:hAnsi="Times New Roman" w:cs="Times New Roman"/>
          <w:sz w:val="24"/>
          <w:szCs w:val="24"/>
        </w:rPr>
        <w:t>освоб</w:t>
      </w:r>
      <w:proofErr w:type="spellEnd"/>
      <w:proofErr w:type="gramEnd"/>
      <w:r w:rsidRPr="00302C47">
        <w:rPr>
          <w:rFonts w:ascii="Times New Roman" w:hAnsi="Times New Roman" w:cs="Times New Roman"/>
          <w:sz w:val="24"/>
          <w:szCs w:val="24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кодексом РФ.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 xml:space="preserve"> – затраты на содержание одного военно-учетного работника органа местного самоуправления в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</w:rPr>
        <w:t>-м поселении, определяемое по формуле: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D68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Fi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302C47">
        <w:rPr>
          <w:rFonts w:ascii="Times New Roman" w:hAnsi="Times New Roman" w:cs="Times New Roman"/>
          <w:sz w:val="24"/>
          <w:szCs w:val="24"/>
        </w:rPr>
        <w:t>ЗП</w:t>
      </w:r>
      <w:proofErr w:type="spell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02C4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3B75" w:rsidRPr="00302C47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МЗi</w:t>
      </w:r>
      <w:proofErr w:type="spellEnd"/>
    </w:p>
    <w:p w:rsidR="006535A5" w:rsidRPr="00302C47" w:rsidRDefault="006535A5" w:rsidP="00302C47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>где:</w:t>
      </w:r>
    </w:p>
    <w:p w:rsidR="006535A5" w:rsidRPr="00302C47" w:rsidRDefault="006535A5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  <w:sz w:val="24"/>
          <w:szCs w:val="24"/>
        </w:rPr>
        <w:tab/>
        <w:t>ЗП</w:t>
      </w:r>
      <w:proofErr w:type="spellStart"/>
      <w:proofErr w:type="gramStart"/>
      <w:r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proofErr w:type="gramEnd"/>
      <w:r w:rsidR="0028754A" w:rsidRPr="00302C47">
        <w:rPr>
          <w:rFonts w:ascii="Times New Roman" w:hAnsi="Times New Roman" w:cs="Times New Roman"/>
          <w:sz w:val="24"/>
          <w:szCs w:val="24"/>
        </w:rPr>
        <w:t xml:space="preserve"> – расходы на оплату труда военно-учетного работника </w:t>
      </w:r>
      <w:proofErr w:type="spellStart"/>
      <w:r w:rsidR="0028754A" w:rsidRPr="00302C4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28754A" w:rsidRPr="00302C47">
        <w:rPr>
          <w:rFonts w:ascii="Times New Roman" w:hAnsi="Times New Roman" w:cs="Times New Roman"/>
          <w:sz w:val="24"/>
          <w:szCs w:val="24"/>
        </w:rPr>
        <w:t>-го поселения, включая соответствующие начисления на фонд оплаты труда;</w:t>
      </w:r>
    </w:p>
    <w:p w:rsidR="00333B75" w:rsidRPr="00302C47" w:rsidRDefault="0028754A" w:rsidP="00302C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2C47">
        <w:rPr>
          <w:rFonts w:ascii="Times New Roman" w:hAnsi="Times New Roman" w:cs="Times New Roman"/>
        </w:rPr>
        <w:tab/>
      </w:r>
      <w:r w:rsidR="00037A88" w:rsidRPr="00302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B75" w:rsidRPr="00302C47">
        <w:rPr>
          <w:rFonts w:ascii="Times New Roman" w:hAnsi="Times New Roman" w:cs="Times New Roman"/>
          <w:sz w:val="24"/>
          <w:szCs w:val="24"/>
        </w:rPr>
        <w:t>МЗ</w:t>
      </w:r>
      <w:proofErr w:type="gramStart"/>
      <w:r w:rsidR="00333B75" w:rsidRPr="00302C47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="00333B75" w:rsidRPr="00302C47">
        <w:rPr>
          <w:rFonts w:ascii="Times New Roman" w:hAnsi="Times New Roman" w:cs="Times New Roman"/>
          <w:sz w:val="24"/>
          <w:szCs w:val="24"/>
        </w:rPr>
        <w:t xml:space="preserve"> - расходы на обеспечение мебелью, инвентарем, оргтехникой, средствами связи, расходными материалами одного военно-учетного работника в i-м поселении.</w:t>
      </w:r>
    </w:p>
    <w:p w:rsidR="00F86A53" w:rsidRPr="00302C47" w:rsidRDefault="00F86A53" w:rsidP="00302C4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F86A53" w:rsidRPr="00302C47" w:rsidSect="0039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D9F"/>
    <w:multiLevelType w:val="hybridMultilevel"/>
    <w:tmpl w:val="149E6E1A"/>
    <w:lvl w:ilvl="0" w:tplc="8FDA3F92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97332"/>
    <w:rsid w:val="0000757A"/>
    <w:rsid w:val="000356C0"/>
    <w:rsid w:val="00037A88"/>
    <w:rsid w:val="00040817"/>
    <w:rsid w:val="00092D51"/>
    <w:rsid w:val="000A5D1B"/>
    <w:rsid w:val="000F3F84"/>
    <w:rsid w:val="000F6D84"/>
    <w:rsid w:val="001150EB"/>
    <w:rsid w:val="00145224"/>
    <w:rsid w:val="001579C0"/>
    <w:rsid w:val="001713BC"/>
    <w:rsid w:val="00176B72"/>
    <w:rsid w:val="00192852"/>
    <w:rsid w:val="001C3D28"/>
    <w:rsid w:val="001E5805"/>
    <w:rsid w:val="00227CFA"/>
    <w:rsid w:val="0023036A"/>
    <w:rsid w:val="0028754A"/>
    <w:rsid w:val="00293294"/>
    <w:rsid w:val="002C048E"/>
    <w:rsid w:val="00302C47"/>
    <w:rsid w:val="00333B75"/>
    <w:rsid w:val="003435AF"/>
    <w:rsid w:val="00397332"/>
    <w:rsid w:val="003A2879"/>
    <w:rsid w:val="00425B57"/>
    <w:rsid w:val="00440EAA"/>
    <w:rsid w:val="004E0003"/>
    <w:rsid w:val="00521DFD"/>
    <w:rsid w:val="0056730C"/>
    <w:rsid w:val="00567C3B"/>
    <w:rsid w:val="00575804"/>
    <w:rsid w:val="005C50B3"/>
    <w:rsid w:val="006061B8"/>
    <w:rsid w:val="00653417"/>
    <w:rsid w:val="006535A5"/>
    <w:rsid w:val="0066233C"/>
    <w:rsid w:val="006726BB"/>
    <w:rsid w:val="00686F88"/>
    <w:rsid w:val="006B0783"/>
    <w:rsid w:val="006C205F"/>
    <w:rsid w:val="006D6823"/>
    <w:rsid w:val="00795439"/>
    <w:rsid w:val="007D2956"/>
    <w:rsid w:val="008108A6"/>
    <w:rsid w:val="00821CD7"/>
    <w:rsid w:val="00844D9E"/>
    <w:rsid w:val="0086535B"/>
    <w:rsid w:val="00874EBD"/>
    <w:rsid w:val="008E0891"/>
    <w:rsid w:val="0090610F"/>
    <w:rsid w:val="00980BF4"/>
    <w:rsid w:val="009B4C72"/>
    <w:rsid w:val="009C335D"/>
    <w:rsid w:val="009F7236"/>
    <w:rsid w:val="00A108DF"/>
    <w:rsid w:val="00A250A7"/>
    <w:rsid w:val="00A61903"/>
    <w:rsid w:val="00A80E1E"/>
    <w:rsid w:val="00A94499"/>
    <w:rsid w:val="00AB3296"/>
    <w:rsid w:val="00B06602"/>
    <w:rsid w:val="00B13EC2"/>
    <w:rsid w:val="00B21A09"/>
    <w:rsid w:val="00B74983"/>
    <w:rsid w:val="00BB2EAE"/>
    <w:rsid w:val="00BB5AF6"/>
    <w:rsid w:val="00C0799B"/>
    <w:rsid w:val="00C14080"/>
    <w:rsid w:val="00C866E6"/>
    <w:rsid w:val="00CE112B"/>
    <w:rsid w:val="00D21381"/>
    <w:rsid w:val="00D43623"/>
    <w:rsid w:val="00D52335"/>
    <w:rsid w:val="00D63C20"/>
    <w:rsid w:val="00D767F5"/>
    <w:rsid w:val="00D905E0"/>
    <w:rsid w:val="00DB2458"/>
    <w:rsid w:val="00DB78F5"/>
    <w:rsid w:val="00DE106B"/>
    <w:rsid w:val="00E114B4"/>
    <w:rsid w:val="00E22628"/>
    <w:rsid w:val="00E629AC"/>
    <w:rsid w:val="00E74F3F"/>
    <w:rsid w:val="00E77C06"/>
    <w:rsid w:val="00E81045"/>
    <w:rsid w:val="00EA7414"/>
    <w:rsid w:val="00ED53EF"/>
    <w:rsid w:val="00ED6A92"/>
    <w:rsid w:val="00EE00E9"/>
    <w:rsid w:val="00F037A3"/>
    <w:rsid w:val="00F07172"/>
    <w:rsid w:val="00F22BAB"/>
    <w:rsid w:val="00F245E8"/>
    <w:rsid w:val="00F60331"/>
    <w:rsid w:val="00F86A53"/>
    <w:rsid w:val="00FC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79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7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973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9733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333B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 декабря 2005 года N 17-4323</vt:lpstr>
    </vt:vector>
  </TitlesOfParts>
  <Company>rt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 декабря 2005 года N 17-4323</dc:title>
  <dc:subject/>
  <dc:creator>f</dc:creator>
  <cp:keywords/>
  <dc:description/>
  <cp:lastModifiedBy>User</cp:lastModifiedBy>
  <cp:revision>3</cp:revision>
  <cp:lastPrinted>2014-11-12T06:26:00Z</cp:lastPrinted>
  <dcterms:created xsi:type="dcterms:W3CDTF">2017-11-03T10:52:00Z</dcterms:created>
  <dcterms:modified xsi:type="dcterms:W3CDTF">2017-12-25T11:01:00Z</dcterms:modified>
</cp:coreProperties>
</file>