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C4A" w:rsidRPr="0086475A" w:rsidRDefault="00BF0C4A" w:rsidP="00335795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6475A">
        <w:rPr>
          <w:rFonts w:ascii="Arial" w:hAnsi="Arial" w:cs="Arial"/>
          <w:b/>
          <w:sz w:val="24"/>
          <w:szCs w:val="24"/>
        </w:rPr>
        <w:t>Абанский районный Совет депутатов</w:t>
      </w:r>
    </w:p>
    <w:p w:rsidR="00BF0C4A" w:rsidRPr="0086475A" w:rsidRDefault="00BF0C4A" w:rsidP="00335795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6475A">
        <w:rPr>
          <w:rFonts w:ascii="Arial" w:hAnsi="Arial" w:cs="Arial"/>
          <w:b/>
          <w:sz w:val="24"/>
          <w:szCs w:val="24"/>
        </w:rPr>
        <w:t>Красноярского края</w:t>
      </w:r>
    </w:p>
    <w:p w:rsidR="00BF0C4A" w:rsidRPr="0086475A" w:rsidRDefault="00BF0C4A" w:rsidP="0033579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</w:p>
    <w:p w:rsidR="00BF0C4A" w:rsidRPr="0086475A" w:rsidRDefault="00BF0C4A" w:rsidP="0033579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86475A">
        <w:rPr>
          <w:rFonts w:ascii="Arial" w:hAnsi="Arial" w:cs="Arial"/>
          <w:b/>
          <w:sz w:val="24"/>
          <w:szCs w:val="24"/>
        </w:rPr>
        <w:t>РЕШЕНИЕ</w:t>
      </w:r>
    </w:p>
    <w:p w:rsidR="00BF0C4A" w:rsidRPr="0086475A" w:rsidRDefault="00BF0C4A" w:rsidP="0033579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</w:p>
    <w:p w:rsidR="00BF0C4A" w:rsidRPr="0086475A" w:rsidRDefault="00BF0C4A" w:rsidP="00335795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25.11 2016 .                                       п. Абан                                       №23-158Р</w:t>
      </w:r>
    </w:p>
    <w:p w:rsidR="00BF0C4A" w:rsidRPr="0086475A" w:rsidRDefault="00BF0C4A" w:rsidP="00335795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BF0C4A" w:rsidRPr="0086475A" w:rsidRDefault="00BF0C4A" w:rsidP="00335795">
      <w:pPr>
        <w:pStyle w:val="ConsPlusTitle"/>
        <w:rPr>
          <w:rFonts w:ascii="Arial" w:hAnsi="Arial" w:cs="Arial"/>
          <w:b w:val="0"/>
          <w:sz w:val="24"/>
          <w:szCs w:val="24"/>
        </w:rPr>
      </w:pPr>
      <w:r w:rsidRPr="0086475A">
        <w:rPr>
          <w:rFonts w:ascii="Arial" w:hAnsi="Arial" w:cs="Arial"/>
          <w:b w:val="0"/>
          <w:sz w:val="24"/>
          <w:szCs w:val="24"/>
        </w:rPr>
        <w:t xml:space="preserve">  О системе  налогообложения в виде единого налога</w:t>
      </w:r>
    </w:p>
    <w:p w:rsidR="00BF0C4A" w:rsidRPr="0086475A" w:rsidRDefault="00BF0C4A" w:rsidP="00335795">
      <w:pPr>
        <w:pStyle w:val="ConsPlusTitle"/>
        <w:rPr>
          <w:rFonts w:ascii="Arial" w:hAnsi="Arial" w:cs="Arial"/>
          <w:b w:val="0"/>
          <w:sz w:val="24"/>
          <w:szCs w:val="24"/>
        </w:rPr>
      </w:pPr>
      <w:r w:rsidRPr="0086475A">
        <w:rPr>
          <w:rFonts w:ascii="Arial" w:hAnsi="Arial" w:cs="Arial"/>
          <w:b w:val="0"/>
          <w:sz w:val="24"/>
          <w:szCs w:val="24"/>
        </w:rPr>
        <w:t>на вмененный доход для отдельных видов</w:t>
      </w:r>
    </w:p>
    <w:p w:rsidR="00BF0C4A" w:rsidRPr="0086475A" w:rsidRDefault="00BF0C4A" w:rsidP="00335795">
      <w:pPr>
        <w:pStyle w:val="ConsPlusTitle"/>
        <w:rPr>
          <w:rFonts w:ascii="Arial" w:hAnsi="Arial" w:cs="Arial"/>
          <w:b w:val="0"/>
          <w:sz w:val="24"/>
          <w:szCs w:val="24"/>
        </w:rPr>
      </w:pPr>
      <w:r w:rsidRPr="0086475A">
        <w:rPr>
          <w:rFonts w:ascii="Arial" w:hAnsi="Arial" w:cs="Arial"/>
          <w:b w:val="0"/>
          <w:sz w:val="24"/>
          <w:szCs w:val="24"/>
        </w:rPr>
        <w:t>деятельности на территории Абанского района</w:t>
      </w:r>
    </w:p>
    <w:p w:rsidR="00BF0C4A" w:rsidRPr="0086475A" w:rsidRDefault="00BF0C4A" w:rsidP="00335795">
      <w:pPr>
        <w:jc w:val="center"/>
        <w:rPr>
          <w:rFonts w:ascii="Arial" w:hAnsi="Arial" w:cs="Arial"/>
          <w:sz w:val="24"/>
          <w:szCs w:val="24"/>
        </w:rPr>
      </w:pPr>
    </w:p>
    <w:p w:rsidR="00BF0C4A" w:rsidRPr="0086475A" w:rsidRDefault="00BF0C4A" w:rsidP="008B142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В соответствии с гл. 26.3. «Система налогообложения в виде единого нал</w:t>
      </w:r>
      <w:r w:rsidRPr="0086475A">
        <w:rPr>
          <w:rFonts w:ascii="Arial" w:hAnsi="Arial" w:cs="Arial"/>
          <w:sz w:val="24"/>
          <w:szCs w:val="24"/>
        </w:rPr>
        <w:t>о</w:t>
      </w:r>
      <w:r w:rsidRPr="0086475A">
        <w:rPr>
          <w:rFonts w:ascii="Arial" w:hAnsi="Arial" w:cs="Arial"/>
          <w:sz w:val="24"/>
          <w:szCs w:val="24"/>
        </w:rPr>
        <w:t xml:space="preserve">га на вменённый доход для отдельных видов деятельности» Налогового Кодекса Российской Федерации, Абанский районный Совет депутатов РЕШИЛ: </w:t>
      </w:r>
    </w:p>
    <w:p w:rsidR="00BF0C4A" w:rsidRPr="0086475A" w:rsidRDefault="00BF0C4A" w:rsidP="008B142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 xml:space="preserve">1.Ввести на территории Абанского района систему налогообложения в виде единого налога на вмененный доход для отдельных видов деятельности </w:t>
      </w:r>
    </w:p>
    <w:p w:rsidR="00BF0C4A" w:rsidRPr="0086475A" w:rsidRDefault="00BF0C4A" w:rsidP="0007367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 xml:space="preserve">2 .Установить, что система налогообложения в виде единого налога на вмененный доход для отдельных видов деятельности применяется в отношении следующих </w:t>
      </w:r>
      <w:hyperlink r:id="rId7" w:history="1">
        <w:r w:rsidRPr="0086475A">
          <w:rPr>
            <w:rFonts w:ascii="Arial" w:hAnsi="Arial" w:cs="Arial"/>
            <w:sz w:val="24"/>
            <w:szCs w:val="24"/>
          </w:rPr>
          <w:t>видов предпринимательской деятельности</w:t>
        </w:r>
      </w:hyperlink>
      <w:r w:rsidRPr="0086475A">
        <w:rPr>
          <w:rFonts w:ascii="Arial" w:hAnsi="Arial" w:cs="Arial"/>
          <w:sz w:val="24"/>
          <w:szCs w:val="24"/>
        </w:rPr>
        <w:t>:</w:t>
      </w:r>
    </w:p>
    <w:p w:rsidR="00BF0C4A" w:rsidRPr="0086475A" w:rsidRDefault="00BF0C4A" w:rsidP="008B142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1) оказание бытовых услуг;</w:t>
      </w:r>
    </w:p>
    <w:p w:rsidR="00BF0C4A" w:rsidRPr="0086475A" w:rsidRDefault="00BF0C4A" w:rsidP="008B142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2) оказание ветеринарных услуг;</w:t>
      </w:r>
    </w:p>
    <w:p w:rsidR="00BF0C4A" w:rsidRPr="0086475A" w:rsidRDefault="00BF0C4A" w:rsidP="008B142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3) оказание услуг по ремонту, техническому обслуживанию и мойке авт</w:t>
      </w:r>
      <w:r w:rsidRPr="0086475A">
        <w:rPr>
          <w:rFonts w:ascii="Arial" w:hAnsi="Arial" w:cs="Arial"/>
          <w:sz w:val="24"/>
          <w:szCs w:val="24"/>
        </w:rPr>
        <w:t>о</w:t>
      </w:r>
      <w:r w:rsidRPr="0086475A">
        <w:rPr>
          <w:rFonts w:ascii="Arial" w:hAnsi="Arial" w:cs="Arial"/>
          <w:sz w:val="24"/>
          <w:szCs w:val="24"/>
        </w:rPr>
        <w:t>транспортных средств;</w:t>
      </w:r>
    </w:p>
    <w:p w:rsidR="00BF0C4A" w:rsidRPr="0086475A" w:rsidRDefault="00BF0C4A" w:rsidP="008B142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4) оказания услуг по предоставлению во временное владение (в пользов</w:t>
      </w:r>
      <w:r w:rsidRPr="0086475A">
        <w:rPr>
          <w:rFonts w:ascii="Arial" w:hAnsi="Arial" w:cs="Arial"/>
          <w:sz w:val="24"/>
          <w:szCs w:val="24"/>
        </w:rPr>
        <w:t>а</w:t>
      </w:r>
      <w:r w:rsidRPr="0086475A">
        <w:rPr>
          <w:rFonts w:ascii="Arial" w:hAnsi="Arial" w:cs="Arial"/>
          <w:sz w:val="24"/>
          <w:szCs w:val="24"/>
        </w:rPr>
        <w:t>ние) мест для стоянки автотранспортных средств, а также по хранению авт</w:t>
      </w:r>
      <w:r w:rsidRPr="0086475A">
        <w:rPr>
          <w:rFonts w:ascii="Arial" w:hAnsi="Arial" w:cs="Arial"/>
          <w:sz w:val="24"/>
          <w:szCs w:val="24"/>
        </w:rPr>
        <w:t>о</w:t>
      </w:r>
      <w:r w:rsidRPr="0086475A">
        <w:rPr>
          <w:rFonts w:ascii="Arial" w:hAnsi="Arial" w:cs="Arial"/>
          <w:sz w:val="24"/>
          <w:szCs w:val="24"/>
        </w:rPr>
        <w:t>транспортных средств на платных стоянках (за исключением штрафных авт</w:t>
      </w:r>
      <w:r w:rsidRPr="0086475A">
        <w:rPr>
          <w:rFonts w:ascii="Arial" w:hAnsi="Arial" w:cs="Arial"/>
          <w:sz w:val="24"/>
          <w:szCs w:val="24"/>
        </w:rPr>
        <w:t>о</w:t>
      </w:r>
      <w:r w:rsidRPr="0086475A">
        <w:rPr>
          <w:rFonts w:ascii="Arial" w:hAnsi="Arial" w:cs="Arial"/>
          <w:sz w:val="24"/>
          <w:szCs w:val="24"/>
        </w:rPr>
        <w:t>стоянок);</w:t>
      </w:r>
    </w:p>
    <w:p w:rsidR="00BF0C4A" w:rsidRPr="0086475A" w:rsidRDefault="00BF0C4A" w:rsidP="008B142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5) оказание автотранспортных услуг по перевозке пассажиров и грузов, осуществляемых организациями и индивидуальными предпринимателями, имеющими на праве собственности или ином праве (пользования, владения и (или) распоряжения) не более 20 транспортных средств, предназначенных для оказания таких услуг;</w:t>
      </w:r>
    </w:p>
    <w:p w:rsidR="00BF0C4A" w:rsidRPr="0086475A" w:rsidRDefault="00BF0C4A" w:rsidP="008B142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6) розничная торговля, осуществляемая через магазины и павильоны с площадью торгового зала не более 150 квадратных метров по каждому объекту организации торговли. Для целей настоящей статьи розничная торговля, осущ</w:t>
      </w:r>
      <w:r w:rsidRPr="0086475A">
        <w:rPr>
          <w:rFonts w:ascii="Arial" w:hAnsi="Arial" w:cs="Arial"/>
          <w:sz w:val="24"/>
          <w:szCs w:val="24"/>
        </w:rPr>
        <w:t>е</w:t>
      </w:r>
      <w:r w:rsidRPr="0086475A">
        <w:rPr>
          <w:rFonts w:ascii="Arial" w:hAnsi="Arial" w:cs="Arial"/>
          <w:sz w:val="24"/>
          <w:szCs w:val="24"/>
        </w:rPr>
        <w:t xml:space="preserve">ствляемая через магазины и павильоны с площадью торгового зала более </w:t>
      </w:r>
      <w:smartTag w:uri="urn:schemas-microsoft-com:office:smarttags" w:element="metricconverter">
        <w:smartTagPr>
          <w:attr w:name="ProductID" w:val="150 кв. м"/>
        </w:smartTagPr>
        <w:r w:rsidRPr="0086475A">
          <w:rPr>
            <w:rFonts w:ascii="Arial" w:hAnsi="Arial" w:cs="Arial"/>
            <w:sz w:val="24"/>
            <w:szCs w:val="24"/>
          </w:rPr>
          <w:t>150 кв. м</w:t>
        </w:r>
      </w:smartTag>
      <w:r w:rsidRPr="0086475A">
        <w:rPr>
          <w:rFonts w:ascii="Arial" w:hAnsi="Arial" w:cs="Arial"/>
          <w:sz w:val="24"/>
          <w:szCs w:val="24"/>
        </w:rPr>
        <w:t xml:space="preserve"> по каждому объекту организации торговли, признается видом предприним</w:t>
      </w:r>
      <w:r w:rsidRPr="0086475A">
        <w:rPr>
          <w:rFonts w:ascii="Arial" w:hAnsi="Arial" w:cs="Arial"/>
          <w:sz w:val="24"/>
          <w:szCs w:val="24"/>
        </w:rPr>
        <w:t>а</w:t>
      </w:r>
      <w:r w:rsidRPr="0086475A">
        <w:rPr>
          <w:rFonts w:ascii="Arial" w:hAnsi="Arial" w:cs="Arial"/>
          <w:sz w:val="24"/>
          <w:szCs w:val="24"/>
        </w:rPr>
        <w:t>тельской деятельности, в отношении которой единый налог не применяется;</w:t>
      </w:r>
    </w:p>
    <w:p w:rsidR="00BF0C4A" w:rsidRPr="0086475A" w:rsidRDefault="00BF0C4A" w:rsidP="008B142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7) розничной торговли, осуществляемой через объекты стационарной то</w:t>
      </w:r>
      <w:r w:rsidRPr="0086475A">
        <w:rPr>
          <w:rFonts w:ascii="Arial" w:hAnsi="Arial" w:cs="Arial"/>
          <w:sz w:val="24"/>
          <w:szCs w:val="24"/>
        </w:rPr>
        <w:t>р</w:t>
      </w:r>
      <w:r w:rsidRPr="0086475A">
        <w:rPr>
          <w:rFonts w:ascii="Arial" w:hAnsi="Arial" w:cs="Arial"/>
          <w:sz w:val="24"/>
          <w:szCs w:val="24"/>
        </w:rPr>
        <w:t>говой сети, не имеющие торговых залов, а также объекты нестационарной торг</w:t>
      </w:r>
      <w:r w:rsidRPr="0086475A">
        <w:rPr>
          <w:rFonts w:ascii="Arial" w:hAnsi="Arial" w:cs="Arial"/>
          <w:sz w:val="24"/>
          <w:szCs w:val="24"/>
        </w:rPr>
        <w:t>о</w:t>
      </w:r>
      <w:r w:rsidRPr="0086475A">
        <w:rPr>
          <w:rFonts w:ascii="Arial" w:hAnsi="Arial" w:cs="Arial"/>
          <w:sz w:val="24"/>
          <w:szCs w:val="24"/>
        </w:rPr>
        <w:t>вой сети;</w:t>
      </w:r>
    </w:p>
    <w:p w:rsidR="00BF0C4A" w:rsidRPr="0086475A" w:rsidRDefault="00BF0C4A" w:rsidP="008B142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8) оказания услуг общественного питания, осуществляемых через объекты организации общественного питания с площадью зала обслуживания посетит</w:t>
      </w:r>
      <w:r w:rsidRPr="0086475A">
        <w:rPr>
          <w:rFonts w:ascii="Arial" w:hAnsi="Arial" w:cs="Arial"/>
          <w:sz w:val="24"/>
          <w:szCs w:val="24"/>
        </w:rPr>
        <w:t>е</w:t>
      </w:r>
      <w:r w:rsidRPr="0086475A">
        <w:rPr>
          <w:rFonts w:ascii="Arial" w:hAnsi="Arial" w:cs="Arial"/>
          <w:sz w:val="24"/>
          <w:szCs w:val="24"/>
        </w:rPr>
        <w:t>лей не более 150 квадратных метров по каждому объекту организации общес</w:t>
      </w:r>
      <w:r w:rsidRPr="0086475A">
        <w:rPr>
          <w:rFonts w:ascii="Arial" w:hAnsi="Arial" w:cs="Arial"/>
          <w:sz w:val="24"/>
          <w:szCs w:val="24"/>
        </w:rPr>
        <w:t>т</w:t>
      </w:r>
      <w:r w:rsidRPr="0086475A">
        <w:rPr>
          <w:rFonts w:ascii="Arial" w:hAnsi="Arial" w:cs="Arial"/>
          <w:sz w:val="24"/>
          <w:szCs w:val="24"/>
        </w:rPr>
        <w:t>венного питания. Для целей настоящей статьи оказание услуг общественного п</w:t>
      </w:r>
      <w:r w:rsidRPr="0086475A">
        <w:rPr>
          <w:rFonts w:ascii="Arial" w:hAnsi="Arial" w:cs="Arial"/>
          <w:sz w:val="24"/>
          <w:szCs w:val="24"/>
        </w:rPr>
        <w:t>и</w:t>
      </w:r>
      <w:r w:rsidRPr="0086475A">
        <w:rPr>
          <w:rFonts w:ascii="Arial" w:hAnsi="Arial" w:cs="Arial"/>
          <w:sz w:val="24"/>
          <w:szCs w:val="24"/>
        </w:rPr>
        <w:t>тания, осуществляемых через объекты организации общественного питания с площадью зала обслуживания посетителей более 150 квадратных метров по к</w:t>
      </w:r>
      <w:r w:rsidRPr="0086475A">
        <w:rPr>
          <w:rFonts w:ascii="Arial" w:hAnsi="Arial" w:cs="Arial"/>
          <w:sz w:val="24"/>
          <w:szCs w:val="24"/>
        </w:rPr>
        <w:t>а</w:t>
      </w:r>
      <w:r w:rsidRPr="0086475A">
        <w:rPr>
          <w:rFonts w:ascii="Arial" w:hAnsi="Arial" w:cs="Arial"/>
          <w:sz w:val="24"/>
          <w:szCs w:val="24"/>
        </w:rPr>
        <w:t>ждому объекту организации общественного питания, признается видом предпр</w:t>
      </w:r>
      <w:r w:rsidRPr="0086475A">
        <w:rPr>
          <w:rFonts w:ascii="Arial" w:hAnsi="Arial" w:cs="Arial"/>
          <w:sz w:val="24"/>
          <w:szCs w:val="24"/>
        </w:rPr>
        <w:t>и</w:t>
      </w:r>
      <w:r w:rsidRPr="0086475A">
        <w:rPr>
          <w:rFonts w:ascii="Arial" w:hAnsi="Arial" w:cs="Arial"/>
          <w:sz w:val="24"/>
          <w:szCs w:val="24"/>
        </w:rPr>
        <w:t>нимательской деятельности, в отношении которого единый налог не применяе</w:t>
      </w:r>
      <w:r w:rsidRPr="0086475A">
        <w:rPr>
          <w:rFonts w:ascii="Arial" w:hAnsi="Arial" w:cs="Arial"/>
          <w:sz w:val="24"/>
          <w:szCs w:val="24"/>
        </w:rPr>
        <w:t>т</w:t>
      </w:r>
      <w:r w:rsidRPr="0086475A">
        <w:rPr>
          <w:rFonts w:ascii="Arial" w:hAnsi="Arial" w:cs="Arial"/>
          <w:sz w:val="24"/>
          <w:szCs w:val="24"/>
        </w:rPr>
        <w:t>ся;</w:t>
      </w:r>
    </w:p>
    <w:p w:rsidR="00BF0C4A" w:rsidRPr="0086475A" w:rsidRDefault="00BF0C4A" w:rsidP="008B142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9) оказание услуг общественного питания, осуществляемых через объекты организации общественного питания, не имеющие зала обслуживания посетит</w:t>
      </w:r>
      <w:r w:rsidRPr="0086475A">
        <w:rPr>
          <w:rFonts w:ascii="Arial" w:hAnsi="Arial" w:cs="Arial"/>
          <w:sz w:val="24"/>
          <w:szCs w:val="24"/>
        </w:rPr>
        <w:t>е</w:t>
      </w:r>
      <w:r w:rsidRPr="0086475A">
        <w:rPr>
          <w:rFonts w:ascii="Arial" w:hAnsi="Arial" w:cs="Arial"/>
          <w:sz w:val="24"/>
          <w:szCs w:val="24"/>
        </w:rPr>
        <w:t>лей;</w:t>
      </w:r>
    </w:p>
    <w:p w:rsidR="00BF0C4A" w:rsidRPr="0086475A" w:rsidRDefault="00BF0C4A" w:rsidP="008B142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10) распространения наружной рекламы с использованием рекламных ко</w:t>
      </w:r>
      <w:r w:rsidRPr="0086475A">
        <w:rPr>
          <w:rFonts w:ascii="Arial" w:hAnsi="Arial" w:cs="Arial"/>
          <w:sz w:val="24"/>
          <w:szCs w:val="24"/>
        </w:rPr>
        <w:t>н</w:t>
      </w:r>
      <w:r w:rsidRPr="0086475A">
        <w:rPr>
          <w:rFonts w:ascii="Arial" w:hAnsi="Arial" w:cs="Arial"/>
          <w:sz w:val="24"/>
          <w:szCs w:val="24"/>
        </w:rPr>
        <w:t>струкций;</w:t>
      </w:r>
    </w:p>
    <w:p w:rsidR="00BF0C4A" w:rsidRPr="0086475A" w:rsidRDefault="00BF0C4A" w:rsidP="008B142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 xml:space="preserve">11) </w:t>
      </w:r>
      <w:hyperlink r:id="rId8" w:history="1">
        <w:r w:rsidRPr="0086475A">
          <w:rPr>
            <w:rFonts w:ascii="Arial" w:hAnsi="Arial" w:cs="Arial"/>
            <w:sz w:val="24"/>
            <w:szCs w:val="24"/>
          </w:rPr>
          <w:t>размещения рекламы</w:t>
        </w:r>
      </w:hyperlink>
      <w:r w:rsidRPr="0086475A">
        <w:rPr>
          <w:rFonts w:ascii="Arial" w:hAnsi="Arial" w:cs="Arial"/>
          <w:sz w:val="24"/>
          <w:szCs w:val="24"/>
        </w:rPr>
        <w:t xml:space="preserve"> с использованием внешних и внутренних повер</w:t>
      </w:r>
      <w:r w:rsidRPr="0086475A">
        <w:rPr>
          <w:rFonts w:ascii="Arial" w:hAnsi="Arial" w:cs="Arial"/>
          <w:sz w:val="24"/>
          <w:szCs w:val="24"/>
        </w:rPr>
        <w:t>х</w:t>
      </w:r>
      <w:r w:rsidRPr="0086475A">
        <w:rPr>
          <w:rFonts w:ascii="Arial" w:hAnsi="Arial" w:cs="Arial"/>
          <w:sz w:val="24"/>
          <w:szCs w:val="24"/>
        </w:rPr>
        <w:t>ностей транспортных средств;</w:t>
      </w:r>
    </w:p>
    <w:p w:rsidR="00BF0C4A" w:rsidRPr="0086475A" w:rsidRDefault="00BF0C4A" w:rsidP="008B142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12) оказания услуг по временному размещению и проживанию организ</w:t>
      </w:r>
      <w:r w:rsidRPr="0086475A">
        <w:rPr>
          <w:rFonts w:ascii="Arial" w:hAnsi="Arial" w:cs="Arial"/>
          <w:sz w:val="24"/>
          <w:szCs w:val="24"/>
        </w:rPr>
        <w:t>а</w:t>
      </w:r>
      <w:r w:rsidRPr="0086475A">
        <w:rPr>
          <w:rFonts w:ascii="Arial" w:hAnsi="Arial" w:cs="Arial"/>
          <w:sz w:val="24"/>
          <w:szCs w:val="24"/>
        </w:rPr>
        <w:t xml:space="preserve">циями и предпринимателями, использующими в каждом объекте предоставления данных услуг общую площадь </w:t>
      </w:r>
      <w:hyperlink r:id="rId9" w:history="1">
        <w:r w:rsidRPr="0086475A">
          <w:rPr>
            <w:rFonts w:ascii="Arial" w:hAnsi="Arial" w:cs="Arial"/>
            <w:sz w:val="24"/>
            <w:szCs w:val="24"/>
          </w:rPr>
          <w:t>помещений для временного размещения и прож</w:t>
        </w:r>
        <w:r w:rsidRPr="0086475A">
          <w:rPr>
            <w:rFonts w:ascii="Arial" w:hAnsi="Arial" w:cs="Arial"/>
            <w:sz w:val="24"/>
            <w:szCs w:val="24"/>
          </w:rPr>
          <w:t>и</w:t>
        </w:r>
        <w:r w:rsidRPr="0086475A">
          <w:rPr>
            <w:rFonts w:ascii="Arial" w:hAnsi="Arial" w:cs="Arial"/>
            <w:sz w:val="24"/>
            <w:szCs w:val="24"/>
          </w:rPr>
          <w:t>вания</w:t>
        </w:r>
      </w:hyperlink>
      <w:r w:rsidRPr="0086475A">
        <w:rPr>
          <w:rFonts w:ascii="Arial" w:hAnsi="Arial" w:cs="Arial"/>
          <w:sz w:val="24"/>
          <w:szCs w:val="24"/>
        </w:rPr>
        <w:t xml:space="preserve"> не более 500 квадратных метров;;</w:t>
      </w:r>
    </w:p>
    <w:p w:rsidR="00BF0C4A" w:rsidRPr="0086475A" w:rsidRDefault="00BF0C4A" w:rsidP="008B142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13) оказания услуг по передаче во временное владение и (или) в пользов</w:t>
      </w:r>
      <w:r w:rsidRPr="0086475A">
        <w:rPr>
          <w:rFonts w:ascii="Arial" w:hAnsi="Arial" w:cs="Arial"/>
          <w:sz w:val="24"/>
          <w:szCs w:val="24"/>
        </w:rPr>
        <w:t>а</w:t>
      </w:r>
      <w:r w:rsidRPr="0086475A">
        <w:rPr>
          <w:rFonts w:ascii="Arial" w:hAnsi="Arial" w:cs="Arial"/>
          <w:sz w:val="24"/>
          <w:szCs w:val="24"/>
        </w:rPr>
        <w:t xml:space="preserve">ние </w:t>
      </w:r>
      <w:hyperlink r:id="rId10" w:history="1">
        <w:r w:rsidRPr="0086475A">
          <w:rPr>
            <w:rFonts w:ascii="Arial" w:hAnsi="Arial" w:cs="Arial"/>
            <w:sz w:val="24"/>
            <w:szCs w:val="24"/>
          </w:rPr>
          <w:t>торговых мест</w:t>
        </w:r>
      </w:hyperlink>
      <w:r w:rsidRPr="0086475A">
        <w:rPr>
          <w:rFonts w:ascii="Arial" w:hAnsi="Arial" w:cs="Arial"/>
          <w:sz w:val="24"/>
          <w:szCs w:val="24"/>
        </w:rPr>
        <w:t xml:space="preserve">, расположенных в объектах </w:t>
      </w:r>
      <w:hyperlink r:id="rId11" w:history="1">
        <w:r w:rsidRPr="0086475A">
          <w:rPr>
            <w:rFonts w:ascii="Arial" w:hAnsi="Arial" w:cs="Arial"/>
            <w:sz w:val="24"/>
            <w:szCs w:val="24"/>
          </w:rPr>
          <w:t>стационарной торговой сети, не имеющих торговых залов</w:t>
        </w:r>
      </w:hyperlink>
      <w:r w:rsidRPr="0086475A">
        <w:rPr>
          <w:rFonts w:ascii="Arial" w:hAnsi="Arial" w:cs="Arial"/>
          <w:sz w:val="24"/>
          <w:szCs w:val="24"/>
        </w:rPr>
        <w:t xml:space="preserve">, объектов </w:t>
      </w:r>
      <w:hyperlink r:id="rId12" w:history="1">
        <w:r w:rsidRPr="0086475A">
          <w:rPr>
            <w:rFonts w:ascii="Arial" w:hAnsi="Arial" w:cs="Arial"/>
            <w:sz w:val="24"/>
            <w:szCs w:val="24"/>
          </w:rPr>
          <w:t>нестационарной торговой сети</w:t>
        </w:r>
      </w:hyperlink>
      <w:r w:rsidRPr="0086475A">
        <w:rPr>
          <w:rFonts w:ascii="Arial" w:hAnsi="Arial" w:cs="Arial"/>
          <w:sz w:val="24"/>
          <w:szCs w:val="24"/>
        </w:rPr>
        <w:t>, а также об</w:t>
      </w:r>
      <w:r w:rsidRPr="0086475A">
        <w:rPr>
          <w:rFonts w:ascii="Arial" w:hAnsi="Arial" w:cs="Arial"/>
          <w:sz w:val="24"/>
          <w:szCs w:val="24"/>
        </w:rPr>
        <w:t>ъ</w:t>
      </w:r>
      <w:r w:rsidRPr="0086475A">
        <w:rPr>
          <w:rFonts w:ascii="Arial" w:hAnsi="Arial" w:cs="Arial"/>
          <w:sz w:val="24"/>
          <w:szCs w:val="24"/>
        </w:rPr>
        <w:t xml:space="preserve">ектов организации общественного питания, </w:t>
      </w:r>
      <w:hyperlink r:id="rId13" w:history="1">
        <w:r w:rsidRPr="0086475A">
          <w:rPr>
            <w:rFonts w:ascii="Arial" w:hAnsi="Arial" w:cs="Arial"/>
            <w:sz w:val="24"/>
            <w:szCs w:val="24"/>
          </w:rPr>
          <w:t>не имеющих зала обслуживания п</w:t>
        </w:r>
        <w:r w:rsidRPr="0086475A">
          <w:rPr>
            <w:rFonts w:ascii="Arial" w:hAnsi="Arial" w:cs="Arial"/>
            <w:sz w:val="24"/>
            <w:szCs w:val="24"/>
          </w:rPr>
          <w:t>о</w:t>
        </w:r>
        <w:r w:rsidRPr="0086475A">
          <w:rPr>
            <w:rFonts w:ascii="Arial" w:hAnsi="Arial" w:cs="Arial"/>
            <w:sz w:val="24"/>
            <w:szCs w:val="24"/>
          </w:rPr>
          <w:t>сетителей</w:t>
        </w:r>
      </w:hyperlink>
      <w:r w:rsidRPr="0086475A">
        <w:rPr>
          <w:rFonts w:ascii="Arial" w:hAnsi="Arial" w:cs="Arial"/>
          <w:sz w:val="24"/>
          <w:szCs w:val="24"/>
        </w:rPr>
        <w:t>.</w:t>
      </w:r>
    </w:p>
    <w:p w:rsidR="00BF0C4A" w:rsidRPr="0086475A" w:rsidRDefault="00BF0C4A" w:rsidP="008B142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3.Установить  значения корректирующего коэффициента базовой доходн</w:t>
      </w:r>
      <w:r w:rsidRPr="0086475A">
        <w:rPr>
          <w:rFonts w:ascii="Arial" w:hAnsi="Arial" w:cs="Arial"/>
          <w:sz w:val="24"/>
          <w:szCs w:val="24"/>
        </w:rPr>
        <w:t>о</w:t>
      </w:r>
      <w:r w:rsidRPr="0086475A">
        <w:rPr>
          <w:rFonts w:ascii="Arial" w:hAnsi="Arial" w:cs="Arial"/>
          <w:sz w:val="24"/>
          <w:szCs w:val="24"/>
        </w:rPr>
        <w:t>сти К2, учитывающего совокупность особенностей ведения предпринимательской деятельности:</w:t>
      </w:r>
    </w:p>
    <w:p w:rsidR="00BF0C4A" w:rsidRPr="0086475A" w:rsidRDefault="00BF0C4A" w:rsidP="0007367B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3.1. Оказание бытовых услуг :</w:t>
      </w:r>
    </w:p>
    <w:tbl>
      <w:tblPr>
        <w:tblpPr w:leftFromText="180" w:rightFromText="180" w:vertAnchor="text" w:horzAnchor="page" w:tblpX="1874" w:tblpY="124"/>
        <w:tblW w:w="7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21"/>
        <w:gridCol w:w="851"/>
      </w:tblGrid>
      <w:tr w:rsidR="00BF0C4A" w:rsidRPr="0086475A" w:rsidTr="00943076">
        <w:trPr>
          <w:tblHeader/>
        </w:trPr>
        <w:tc>
          <w:tcPr>
            <w:tcW w:w="7121" w:type="dxa"/>
          </w:tcPr>
          <w:p w:rsidR="00BF0C4A" w:rsidRPr="0086475A" w:rsidRDefault="00BF0C4A" w:rsidP="00943076">
            <w:pPr>
              <w:pStyle w:val="xl26"/>
              <w:pBdr>
                <w:left w:val="none" w:sz="0" w:space="0" w:color="auto"/>
              </w:pBdr>
              <w:suppressAutoHyphens/>
              <w:spacing w:before="0" w:beforeAutospacing="0" w:after="0" w:afterAutospacing="0"/>
              <w:jc w:val="left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 xml:space="preserve">Наименование видов экономической деятельности 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pStyle w:val="xl26"/>
              <w:pBdr>
                <w:left w:val="none" w:sz="0" w:space="0" w:color="auto"/>
              </w:pBdr>
              <w:suppressAutoHyphens/>
              <w:spacing w:before="0" w:beforeAutospacing="0" w:after="0" w:afterAutospacing="0"/>
              <w:jc w:val="left"/>
              <w:textAlignment w:val="auto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 xml:space="preserve">Значения  К2 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spacing w:after="100" w:afterAutospacing="1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Производство щипаной шерсти, сырых шкур и кож крупного рогатого скота, животных семейств лошадиных и оленевых, овец и коз  ( 10.11.4)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pStyle w:val="Heading2"/>
              <w:keepNext w:val="0"/>
              <w:widowControl w:val="0"/>
              <w:spacing w:before="0" w:after="100" w:afterAutospacing="1"/>
              <w:rPr>
                <w:rFonts w:ascii="Arial" w:hAnsi="Arial" w:cs="Arial"/>
                <w:b w:val="0"/>
                <w:i w:val="0"/>
                <w:sz w:val="24"/>
                <w:szCs w:val="24"/>
              </w:rPr>
            </w:pPr>
            <w:r w:rsidRPr="0086475A">
              <w:rPr>
                <w:rFonts w:ascii="Arial" w:hAnsi="Arial" w:cs="Arial"/>
                <w:b w:val="0"/>
                <w:i w:val="0"/>
                <w:sz w:val="24"/>
                <w:szCs w:val="24"/>
              </w:rPr>
              <w:t>0,538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pStyle w:val="Heading2"/>
              <w:keepNext w:val="0"/>
              <w:widowControl w:val="0"/>
              <w:spacing w:before="0" w:after="100" w:afterAutospacing="1"/>
              <w:rPr>
                <w:rFonts w:ascii="Arial" w:hAnsi="Arial" w:cs="Arial"/>
                <w:b w:val="0"/>
                <w:i w:val="0"/>
                <w:sz w:val="24"/>
                <w:szCs w:val="24"/>
              </w:rPr>
            </w:pPr>
            <w:r w:rsidRPr="0086475A">
              <w:rPr>
                <w:rFonts w:ascii="Arial" w:hAnsi="Arial" w:cs="Arial"/>
                <w:b w:val="0"/>
                <w:i w:val="0"/>
                <w:sz w:val="24"/>
                <w:szCs w:val="24"/>
              </w:rPr>
              <w:t>Производство колбасных изделий (10.13.2)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pStyle w:val="Heading2"/>
              <w:keepNext w:val="0"/>
              <w:widowControl w:val="0"/>
              <w:spacing w:before="0" w:after="100" w:afterAutospacing="1"/>
              <w:rPr>
                <w:rFonts w:ascii="Arial" w:hAnsi="Arial" w:cs="Arial"/>
                <w:b w:val="0"/>
                <w:i w:val="0"/>
                <w:sz w:val="24"/>
                <w:szCs w:val="24"/>
              </w:rPr>
            </w:pPr>
            <w:r w:rsidRPr="0086475A">
              <w:rPr>
                <w:rFonts w:ascii="Arial" w:hAnsi="Arial" w:cs="Arial"/>
                <w:b w:val="0"/>
                <w:i w:val="0"/>
                <w:sz w:val="24"/>
                <w:szCs w:val="24"/>
              </w:rPr>
              <w:t>0,538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Переработка и консервирование картофеля (10.31)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pStyle w:val="Heading2"/>
              <w:keepNext w:val="0"/>
              <w:widowControl w:val="0"/>
              <w:spacing w:before="0" w:after="100" w:afterAutospacing="1"/>
              <w:rPr>
                <w:rFonts w:ascii="Arial" w:hAnsi="Arial" w:cs="Arial"/>
                <w:b w:val="0"/>
                <w:i w:val="0"/>
                <w:sz w:val="24"/>
                <w:szCs w:val="24"/>
              </w:rPr>
            </w:pPr>
            <w:r w:rsidRPr="0086475A">
              <w:rPr>
                <w:rFonts w:ascii="Arial" w:hAnsi="Arial" w:cs="Arial"/>
                <w:b w:val="0"/>
                <w:i w:val="0"/>
                <w:sz w:val="24"/>
                <w:szCs w:val="24"/>
              </w:rPr>
              <w:t>0,538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Производство муки из зерновых культур (10.61.2)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pStyle w:val="Heading2"/>
              <w:keepNext w:val="0"/>
              <w:widowControl w:val="0"/>
              <w:spacing w:before="0" w:after="100" w:afterAutospacing="1"/>
              <w:rPr>
                <w:rFonts w:ascii="Arial" w:hAnsi="Arial" w:cs="Arial"/>
                <w:b w:val="0"/>
                <w:i w:val="0"/>
                <w:sz w:val="24"/>
                <w:szCs w:val="24"/>
              </w:rPr>
            </w:pPr>
            <w:r w:rsidRPr="0086475A">
              <w:rPr>
                <w:rFonts w:ascii="Arial" w:hAnsi="Arial" w:cs="Arial"/>
                <w:b w:val="0"/>
                <w:i w:val="0"/>
                <w:sz w:val="24"/>
                <w:szCs w:val="24"/>
              </w:rPr>
              <w:t>0,538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spacing w:after="100" w:afterAutospacing="1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86475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Производство крупы и гранул из зерновых культур (10.61.3)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pStyle w:val="Heading2"/>
              <w:keepNext w:val="0"/>
              <w:widowControl w:val="0"/>
              <w:spacing w:before="0" w:after="100" w:afterAutospacing="1"/>
              <w:rPr>
                <w:rFonts w:ascii="Arial" w:hAnsi="Arial" w:cs="Arial"/>
                <w:b w:val="0"/>
                <w:i w:val="0"/>
                <w:sz w:val="24"/>
                <w:szCs w:val="24"/>
              </w:rPr>
            </w:pPr>
            <w:r w:rsidRPr="0086475A">
              <w:rPr>
                <w:rFonts w:ascii="Arial" w:hAnsi="Arial" w:cs="Arial"/>
                <w:b w:val="0"/>
                <w:i w:val="0"/>
                <w:sz w:val="24"/>
                <w:szCs w:val="24"/>
              </w:rPr>
              <w:t>0,538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Пошив готовых текстильных изделий по индивидуальному заказу населения, кроме одежды (13.92.2</w:t>
            </w:r>
            <w:r w:rsidRPr="0086475A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pStyle w:val="Heading2"/>
              <w:keepNext w:val="0"/>
              <w:widowControl w:val="0"/>
              <w:spacing w:before="0" w:after="0"/>
              <w:rPr>
                <w:rFonts w:ascii="Arial" w:hAnsi="Arial" w:cs="Arial"/>
                <w:b w:val="0"/>
                <w:i w:val="0"/>
                <w:sz w:val="24"/>
                <w:szCs w:val="24"/>
              </w:rPr>
            </w:pPr>
            <w:r w:rsidRPr="0086475A">
              <w:rPr>
                <w:rFonts w:ascii="Arial" w:hAnsi="Arial" w:cs="Arial"/>
                <w:b w:val="0"/>
                <w:i w:val="0"/>
                <w:sz w:val="24"/>
                <w:szCs w:val="24"/>
              </w:rPr>
              <w:t>0,215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Изготовление прочих текстильных изделий по индивидуал</w:t>
            </w:r>
            <w:r w:rsidRPr="0086475A">
              <w:rPr>
                <w:rFonts w:ascii="Arial" w:hAnsi="Arial" w:cs="Arial"/>
                <w:sz w:val="24"/>
                <w:szCs w:val="24"/>
              </w:rPr>
              <w:t>ь</w:t>
            </w:r>
            <w:r w:rsidRPr="0086475A">
              <w:rPr>
                <w:rFonts w:ascii="Arial" w:hAnsi="Arial" w:cs="Arial"/>
                <w:sz w:val="24"/>
                <w:szCs w:val="24"/>
              </w:rPr>
              <w:t>ному заказу населения, не включенных в другие группировки  (13.99.4)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pStyle w:val="Heading2"/>
              <w:keepNext w:val="0"/>
              <w:widowControl w:val="0"/>
              <w:spacing w:before="0" w:after="0"/>
              <w:rPr>
                <w:rFonts w:ascii="Arial" w:hAnsi="Arial" w:cs="Arial"/>
                <w:b w:val="0"/>
                <w:i w:val="0"/>
                <w:sz w:val="24"/>
                <w:szCs w:val="24"/>
              </w:rPr>
            </w:pPr>
            <w:r w:rsidRPr="0086475A">
              <w:rPr>
                <w:rFonts w:ascii="Arial" w:hAnsi="Arial" w:cs="Arial"/>
                <w:b w:val="0"/>
                <w:i w:val="0"/>
                <w:sz w:val="24"/>
                <w:szCs w:val="24"/>
              </w:rPr>
              <w:t>0,215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Пошив одежды из кожи по индивидуального заказу насел</w:t>
            </w:r>
            <w:r w:rsidRPr="0086475A">
              <w:rPr>
                <w:rFonts w:ascii="Arial" w:hAnsi="Arial" w:cs="Arial"/>
                <w:sz w:val="24"/>
                <w:szCs w:val="24"/>
              </w:rPr>
              <w:t>е</w:t>
            </w:r>
            <w:r w:rsidRPr="0086475A">
              <w:rPr>
                <w:rFonts w:ascii="Arial" w:hAnsi="Arial" w:cs="Arial"/>
                <w:sz w:val="24"/>
                <w:szCs w:val="24"/>
              </w:rPr>
              <w:t>ния (14.11.2)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pStyle w:val="Heading2"/>
              <w:keepNext w:val="0"/>
              <w:widowControl w:val="0"/>
              <w:spacing w:before="0" w:after="100" w:afterAutospacing="1"/>
              <w:rPr>
                <w:rFonts w:ascii="Arial" w:hAnsi="Arial" w:cs="Arial"/>
                <w:b w:val="0"/>
                <w:i w:val="0"/>
                <w:sz w:val="24"/>
                <w:szCs w:val="24"/>
              </w:rPr>
            </w:pPr>
            <w:r w:rsidRPr="0086475A">
              <w:rPr>
                <w:rFonts w:ascii="Arial" w:hAnsi="Arial" w:cs="Arial"/>
                <w:b w:val="0"/>
                <w:i w:val="0"/>
                <w:sz w:val="24"/>
                <w:szCs w:val="24"/>
              </w:rPr>
              <w:t>0,215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Пошив производственной одежды по индивидуальному з</w:t>
            </w:r>
            <w:r w:rsidRPr="0086475A">
              <w:rPr>
                <w:rFonts w:ascii="Arial" w:hAnsi="Arial" w:cs="Arial"/>
                <w:sz w:val="24"/>
                <w:szCs w:val="24"/>
              </w:rPr>
              <w:t>а</w:t>
            </w:r>
            <w:r w:rsidRPr="0086475A">
              <w:rPr>
                <w:rFonts w:ascii="Arial" w:hAnsi="Arial" w:cs="Arial"/>
                <w:sz w:val="24"/>
                <w:szCs w:val="24"/>
              </w:rPr>
              <w:t>казу населения (14.12.2.)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pStyle w:val="Heading2"/>
              <w:keepNext w:val="0"/>
              <w:widowControl w:val="0"/>
              <w:spacing w:before="0" w:after="0"/>
              <w:rPr>
                <w:rFonts w:ascii="Arial" w:hAnsi="Arial" w:cs="Arial"/>
                <w:b w:val="0"/>
                <w:i w:val="0"/>
                <w:sz w:val="24"/>
                <w:szCs w:val="24"/>
              </w:rPr>
            </w:pPr>
            <w:r w:rsidRPr="0086475A">
              <w:rPr>
                <w:rFonts w:ascii="Arial" w:hAnsi="Arial" w:cs="Arial"/>
                <w:b w:val="0"/>
                <w:i w:val="0"/>
                <w:sz w:val="24"/>
                <w:szCs w:val="24"/>
              </w:rPr>
              <w:t>0,215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Пошив и вязание прочей верхней одежды по индивидуал</w:t>
            </w:r>
            <w:r w:rsidRPr="0086475A">
              <w:rPr>
                <w:rFonts w:ascii="Arial" w:hAnsi="Arial" w:cs="Arial"/>
                <w:sz w:val="24"/>
                <w:szCs w:val="24"/>
              </w:rPr>
              <w:t>ь</w:t>
            </w:r>
            <w:r w:rsidRPr="0086475A">
              <w:rPr>
                <w:rFonts w:ascii="Arial" w:hAnsi="Arial" w:cs="Arial"/>
                <w:sz w:val="24"/>
                <w:szCs w:val="24"/>
              </w:rPr>
              <w:t>ному заказу населения (14.13.3)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pStyle w:val="Heading2"/>
              <w:keepNext w:val="0"/>
              <w:widowControl w:val="0"/>
              <w:spacing w:before="0" w:after="0"/>
              <w:rPr>
                <w:rFonts w:ascii="Arial" w:hAnsi="Arial" w:cs="Arial"/>
                <w:b w:val="0"/>
                <w:i w:val="0"/>
                <w:sz w:val="24"/>
                <w:szCs w:val="24"/>
              </w:rPr>
            </w:pPr>
            <w:r w:rsidRPr="0086475A">
              <w:rPr>
                <w:rFonts w:ascii="Arial" w:hAnsi="Arial" w:cs="Arial"/>
                <w:b w:val="0"/>
                <w:i w:val="0"/>
                <w:sz w:val="24"/>
                <w:szCs w:val="24"/>
              </w:rPr>
              <w:t>0,215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Пошив нательного белья по индивидуальному заказу нас</w:t>
            </w:r>
            <w:r w:rsidRPr="0086475A">
              <w:rPr>
                <w:rFonts w:ascii="Arial" w:hAnsi="Arial" w:cs="Arial"/>
                <w:sz w:val="24"/>
                <w:szCs w:val="24"/>
              </w:rPr>
              <w:t>е</w:t>
            </w:r>
            <w:r w:rsidRPr="0086475A">
              <w:rPr>
                <w:rFonts w:ascii="Arial" w:hAnsi="Arial" w:cs="Arial"/>
                <w:sz w:val="24"/>
                <w:szCs w:val="24"/>
              </w:rPr>
              <w:t>ления (14.14.4)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0,215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Пошив и вязание  прочей одежды и аксессуаров одежды, г</w:t>
            </w:r>
            <w:r w:rsidRPr="0086475A">
              <w:rPr>
                <w:rFonts w:ascii="Arial" w:hAnsi="Arial" w:cs="Arial"/>
                <w:sz w:val="24"/>
                <w:szCs w:val="24"/>
              </w:rPr>
              <w:t>о</w:t>
            </w:r>
            <w:r w:rsidRPr="0086475A">
              <w:rPr>
                <w:rFonts w:ascii="Arial" w:hAnsi="Arial" w:cs="Arial"/>
                <w:sz w:val="24"/>
                <w:szCs w:val="24"/>
              </w:rPr>
              <w:t>ловных уборов  по индивидуальному заказу населения (14.19.5)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0,215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Пошив меховых изделий по индивидуальному заказу нас</w:t>
            </w:r>
            <w:r w:rsidRPr="0086475A">
              <w:rPr>
                <w:rFonts w:ascii="Arial" w:hAnsi="Arial" w:cs="Arial"/>
                <w:sz w:val="24"/>
                <w:szCs w:val="24"/>
              </w:rPr>
              <w:t>е</w:t>
            </w:r>
            <w:r w:rsidRPr="0086475A">
              <w:rPr>
                <w:rFonts w:ascii="Arial" w:hAnsi="Arial" w:cs="Arial"/>
                <w:sz w:val="24"/>
                <w:szCs w:val="24"/>
              </w:rPr>
              <w:t>ления ( 14.20.2)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0,215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Изготовление  вязаных и трикотажных чулочно-носочных и</w:t>
            </w:r>
            <w:r w:rsidRPr="0086475A">
              <w:rPr>
                <w:rFonts w:ascii="Arial" w:hAnsi="Arial" w:cs="Arial"/>
                <w:sz w:val="24"/>
                <w:szCs w:val="24"/>
              </w:rPr>
              <w:t>з</w:t>
            </w:r>
            <w:r w:rsidRPr="0086475A">
              <w:rPr>
                <w:rFonts w:ascii="Arial" w:hAnsi="Arial" w:cs="Arial"/>
                <w:sz w:val="24"/>
                <w:szCs w:val="24"/>
              </w:rPr>
              <w:t>делий по индивидуальному заказу населения (14.31.2)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0,215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Изготовление прочих вязаных и трикотажных изделий не включенные в другие группировки по индивидуальному зак</w:t>
            </w:r>
            <w:r w:rsidRPr="0086475A">
              <w:rPr>
                <w:rFonts w:ascii="Arial" w:hAnsi="Arial" w:cs="Arial"/>
                <w:sz w:val="24"/>
                <w:szCs w:val="24"/>
              </w:rPr>
              <w:t>а</w:t>
            </w:r>
            <w:r w:rsidRPr="0086475A">
              <w:rPr>
                <w:rFonts w:ascii="Arial" w:hAnsi="Arial" w:cs="Arial"/>
                <w:sz w:val="24"/>
                <w:szCs w:val="24"/>
              </w:rPr>
              <w:t>зу населения (14.39.2)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0,215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widowControl w:val="0"/>
              <w:shd w:val="clear" w:color="auto" w:fill="FFFFFF"/>
              <w:rPr>
                <w:rStyle w:val="blk"/>
                <w:rFonts w:ascii="Arial" w:hAnsi="Arial" w:cs="Arial"/>
                <w:sz w:val="24"/>
                <w:szCs w:val="24"/>
              </w:rPr>
            </w:pPr>
            <w:r w:rsidRPr="0086475A">
              <w:rPr>
                <w:rStyle w:val="blk"/>
                <w:rFonts w:ascii="Arial" w:hAnsi="Arial" w:cs="Arial"/>
                <w:sz w:val="24"/>
                <w:szCs w:val="24"/>
              </w:rPr>
              <w:t>Пошив обуви</w:t>
            </w:r>
            <w:r w:rsidRPr="0086475A">
              <w:rPr>
                <w:rFonts w:ascii="Arial" w:hAnsi="Arial" w:cs="Arial"/>
                <w:sz w:val="24"/>
                <w:szCs w:val="24"/>
              </w:rPr>
              <w:t xml:space="preserve"> и </w:t>
            </w:r>
            <w:r w:rsidRPr="0086475A">
              <w:rPr>
                <w:rStyle w:val="blk"/>
                <w:rFonts w:ascii="Arial" w:hAnsi="Arial" w:cs="Arial"/>
                <w:sz w:val="24"/>
                <w:szCs w:val="24"/>
              </w:rPr>
              <w:t>различных дополнений к обуви по индивид</w:t>
            </w:r>
            <w:r w:rsidRPr="0086475A">
              <w:rPr>
                <w:rStyle w:val="blk"/>
                <w:rFonts w:ascii="Arial" w:hAnsi="Arial" w:cs="Arial"/>
                <w:sz w:val="24"/>
                <w:szCs w:val="24"/>
              </w:rPr>
              <w:t>у</w:t>
            </w:r>
            <w:r w:rsidRPr="0086475A">
              <w:rPr>
                <w:rStyle w:val="blk"/>
                <w:rFonts w:ascii="Arial" w:hAnsi="Arial" w:cs="Arial"/>
                <w:sz w:val="24"/>
                <w:szCs w:val="24"/>
              </w:rPr>
              <w:t>альному заказу населения (15.20.5)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pStyle w:val="Heading2"/>
              <w:keepNext w:val="0"/>
              <w:widowControl w:val="0"/>
              <w:spacing w:before="0" w:after="0"/>
              <w:rPr>
                <w:rFonts w:ascii="Arial" w:hAnsi="Arial" w:cs="Arial"/>
                <w:b w:val="0"/>
                <w:i w:val="0"/>
                <w:sz w:val="24"/>
                <w:szCs w:val="24"/>
              </w:rPr>
            </w:pPr>
            <w:r w:rsidRPr="0086475A">
              <w:rPr>
                <w:rFonts w:ascii="Arial" w:hAnsi="Arial" w:cs="Arial"/>
                <w:b w:val="0"/>
                <w:i w:val="0"/>
                <w:sz w:val="24"/>
                <w:szCs w:val="24"/>
              </w:rPr>
              <w:t>0,269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rPr>
                <w:rStyle w:val="blk"/>
                <w:rFonts w:ascii="Arial" w:hAnsi="Arial" w:cs="Arial"/>
                <w:sz w:val="24"/>
                <w:szCs w:val="24"/>
              </w:rPr>
            </w:pPr>
            <w:r w:rsidRPr="0086475A">
              <w:rPr>
                <w:rStyle w:val="blk"/>
                <w:rFonts w:ascii="Arial" w:hAnsi="Arial" w:cs="Arial"/>
                <w:sz w:val="24"/>
                <w:szCs w:val="24"/>
              </w:rPr>
              <w:t xml:space="preserve">Изготовление </w:t>
            </w:r>
            <w:r w:rsidRPr="0086475A">
              <w:rPr>
                <w:rFonts w:ascii="Arial" w:hAnsi="Arial" w:cs="Arial"/>
                <w:sz w:val="24"/>
                <w:szCs w:val="24"/>
              </w:rPr>
              <w:t>готовых металлических изделий хозяйстве</w:t>
            </w:r>
            <w:r w:rsidRPr="0086475A">
              <w:rPr>
                <w:rFonts w:ascii="Arial" w:hAnsi="Arial" w:cs="Arial"/>
                <w:sz w:val="24"/>
                <w:szCs w:val="24"/>
              </w:rPr>
              <w:t>н</w:t>
            </w:r>
            <w:r w:rsidRPr="0086475A">
              <w:rPr>
                <w:rFonts w:ascii="Arial" w:hAnsi="Arial" w:cs="Arial"/>
                <w:sz w:val="24"/>
                <w:szCs w:val="24"/>
              </w:rPr>
              <w:t xml:space="preserve">ного назначения </w:t>
            </w:r>
            <w:r w:rsidRPr="0086475A">
              <w:rPr>
                <w:rStyle w:val="blk"/>
                <w:rFonts w:ascii="Arial" w:hAnsi="Arial" w:cs="Arial"/>
                <w:sz w:val="24"/>
                <w:szCs w:val="24"/>
              </w:rPr>
              <w:t>по индивидуальному заказу населения</w:t>
            </w:r>
            <w:r w:rsidRPr="0086475A">
              <w:rPr>
                <w:rFonts w:ascii="Arial" w:hAnsi="Arial" w:cs="Arial"/>
                <w:sz w:val="24"/>
                <w:szCs w:val="24"/>
              </w:rPr>
              <w:t xml:space="preserve">  (25.99.3)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pStyle w:val="Heading2"/>
              <w:keepNext w:val="0"/>
              <w:widowControl w:val="0"/>
              <w:spacing w:before="0" w:after="0"/>
              <w:rPr>
                <w:rFonts w:ascii="Arial" w:hAnsi="Arial" w:cs="Arial"/>
                <w:b w:val="0"/>
                <w:i w:val="0"/>
                <w:sz w:val="24"/>
                <w:szCs w:val="24"/>
              </w:rPr>
            </w:pPr>
            <w:r w:rsidRPr="0086475A">
              <w:rPr>
                <w:rFonts w:ascii="Arial" w:hAnsi="Arial" w:cs="Arial"/>
                <w:b w:val="0"/>
                <w:i w:val="0"/>
                <w:sz w:val="24"/>
                <w:szCs w:val="24"/>
              </w:rPr>
              <w:t>0,377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widowControl w:val="0"/>
              <w:shd w:val="clear" w:color="auto" w:fill="FFFFFF"/>
              <w:ind w:right="57"/>
              <w:rPr>
                <w:rStyle w:val="blk"/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Изготовление ювелирных изделий и аналогичных изделий по индивидуальному заказу населения  (32.12.6)</w:t>
            </w:r>
          </w:p>
        </w:tc>
        <w:tc>
          <w:tcPr>
            <w:tcW w:w="851" w:type="dxa"/>
            <w:vAlign w:val="center"/>
          </w:tcPr>
          <w:p w:rsidR="00BF0C4A" w:rsidRPr="0086475A" w:rsidRDefault="00BF0C4A" w:rsidP="00C7745D">
            <w:pPr>
              <w:pStyle w:val="Heading2"/>
              <w:keepNext w:val="0"/>
              <w:widowControl w:val="0"/>
              <w:spacing w:before="0" w:after="0"/>
              <w:ind w:right="57"/>
              <w:rPr>
                <w:rFonts w:ascii="Arial" w:hAnsi="Arial" w:cs="Arial"/>
                <w:b w:val="0"/>
                <w:i w:val="0"/>
                <w:sz w:val="24"/>
                <w:szCs w:val="24"/>
              </w:rPr>
            </w:pPr>
            <w:r w:rsidRPr="0086475A">
              <w:rPr>
                <w:rFonts w:ascii="Arial" w:hAnsi="Arial" w:cs="Arial"/>
                <w:b w:val="0"/>
                <w:i w:val="0"/>
                <w:sz w:val="24"/>
                <w:szCs w:val="24"/>
              </w:rPr>
              <w:t>0,377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widowControl w:val="0"/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Изготовление бижутерии и подобных товаров по индивид</w:t>
            </w:r>
            <w:r w:rsidRPr="0086475A">
              <w:rPr>
                <w:rFonts w:ascii="Arial" w:hAnsi="Arial" w:cs="Arial"/>
                <w:sz w:val="24"/>
                <w:szCs w:val="24"/>
              </w:rPr>
              <w:t>у</w:t>
            </w:r>
            <w:r w:rsidRPr="0086475A">
              <w:rPr>
                <w:rFonts w:ascii="Arial" w:hAnsi="Arial" w:cs="Arial"/>
                <w:sz w:val="24"/>
                <w:szCs w:val="24"/>
              </w:rPr>
              <w:t>альному заказу населения (32.13.2)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0,377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Ремонт ручных инструментов с механическим приводом (электроинструментов) (33.12.)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0,377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widowControl w:val="0"/>
              <w:ind w:right="57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Услуги фотоателье, фото-и кинолабораторий (74.2)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widowControl w:val="0"/>
              <w:ind w:right="57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0,538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widowControl w:val="0"/>
              <w:ind w:right="57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Деятельность по письменному и устному переводу(74.3)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0,538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pStyle w:val="Heading3"/>
              <w:keepNext w:val="0"/>
              <w:widowControl w:val="0"/>
              <w:spacing w:before="0"/>
              <w:ind w:right="57"/>
              <w:jc w:val="left"/>
              <w:rPr>
                <w:rFonts w:ascii="Arial" w:hAnsi="Arial" w:cs="Arial"/>
                <w:b w:val="0"/>
                <w:sz w:val="24"/>
              </w:rPr>
            </w:pPr>
            <w:r w:rsidRPr="0086475A">
              <w:rPr>
                <w:rFonts w:ascii="Arial" w:hAnsi="Arial" w:cs="Arial"/>
                <w:b w:val="0"/>
                <w:sz w:val="24"/>
              </w:rPr>
              <w:t>Аренда и лизинг легковых автомобилей и легких автотран</w:t>
            </w:r>
            <w:r w:rsidRPr="0086475A">
              <w:rPr>
                <w:rFonts w:ascii="Arial" w:hAnsi="Arial" w:cs="Arial"/>
                <w:b w:val="0"/>
                <w:sz w:val="24"/>
              </w:rPr>
              <w:t>с</w:t>
            </w:r>
            <w:r w:rsidRPr="0086475A">
              <w:rPr>
                <w:rFonts w:ascii="Arial" w:hAnsi="Arial" w:cs="Arial"/>
                <w:b w:val="0"/>
                <w:sz w:val="24"/>
              </w:rPr>
              <w:t>портных средств (77.11)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0,107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pStyle w:val="Heading3"/>
              <w:keepNext w:val="0"/>
              <w:widowControl w:val="0"/>
              <w:spacing w:before="0"/>
              <w:ind w:right="57"/>
              <w:jc w:val="left"/>
              <w:rPr>
                <w:rFonts w:ascii="Arial" w:hAnsi="Arial" w:cs="Arial"/>
                <w:b w:val="0"/>
                <w:sz w:val="24"/>
              </w:rPr>
            </w:pPr>
            <w:r w:rsidRPr="0086475A">
              <w:rPr>
                <w:rFonts w:ascii="Arial" w:hAnsi="Arial" w:cs="Arial"/>
                <w:b w:val="0"/>
                <w:sz w:val="24"/>
                <w:shd w:val="clear" w:color="auto" w:fill="FFFFFF"/>
              </w:rPr>
              <w:t>Аренда и лизинг грузовых транспортных средств (77.12)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0,107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Прокат и аренда товаров для отдыха и спортивных товаров (77.21)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0,107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Прокат видеокассет и аудиокассет, грампластинок, компакт-дисков (CD), цифровых видеодисков (DVD) (77.22)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0,107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widowControl w:val="0"/>
              <w:rPr>
                <w:rFonts w:ascii="Arial" w:hAnsi="Arial" w:cs="Arial"/>
                <w:iCs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Прокат и аренда прочих предметов личного пользования и хозяйственно-бытового назначения (77.29)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0,107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Прокат телевизоров, радиоприемников, устройств видеоз</w:t>
            </w:r>
            <w:r w:rsidRPr="0086475A">
              <w:rPr>
                <w:rFonts w:ascii="Arial" w:hAnsi="Arial" w:cs="Arial"/>
                <w:sz w:val="24"/>
                <w:szCs w:val="24"/>
              </w:rPr>
              <w:t>а</w:t>
            </w:r>
            <w:r w:rsidRPr="0086475A">
              <w:rPr>
                <w:rFonts w:ascii="Arial" w:hAnsi="Arial" w:cs="Arial"/>
                <w:sz w:val="24"/>
                <w:szCs w:val="24"/>
              </w:rPr>
              <w:t>писи, аудиозаписи и подобного оборудования (77.29.1)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0,107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Прокат мебели, электрических и неэлектрических бытовых приборов (77.29.2)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0,107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Прокат музыкальных инструментов(77.29.3)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0,107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Прокат прочих бытовых изделий и предметов личного пол</w:t>
            </w:r>
            <w:r w:rsidRPr="0086475A">
              <w:rPr>
                <w:rFonts w:ascii="Arial" w:hAnsi="Arial" w:cs="Arial"/>
                <w:sz w:val="24"/>
                <w:szCs w:val="24"/>
              </w:rPr>
              <w:t>ь</w:t>
            </w:r>
            <w:r w:rsidRPr="0086475A">
              <w:rPr>
                <w:rFonts w:ascii="Arial" w:hAnsi="Arial" w:cs="Arial"/>
                <w:sz w:val="24"/>
                <w:szCs w:val="24"/>
              </w:rPr>
              <w:t>зования для домашних хозяйств, предприятий и организ</w:t>
            </w:r>
            <w:r w:rsidRPr="0086475A">
              <w:rPr>
                <w:rFonts w:ascii="Arial" w:hAnsi="Arial" w:cs="Arial"/>
                <w:sz w:val="24"/>
                <w:szCs w:val="24"/>
              </w:rPr>
              <w:t>а</w:t>
            </w:r>
            <w:r w:rsidRPr="0086475A">
              <w:rPr>
                <w:rFonts w:ascii="Arial" w:hAnsi="Arial" w:cs="Arial"/>
                <w:sz w:val="24"/>
                <w:szCs w:val="24"/>
              </w:rPr>
              <w:t>ций, не включенных в другие группировки (77.29.9)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0,107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pStyle w:val="Heading3"/>
              <w:keepNext w:val="0"/>
              <w:widowControl w:val="0"/>
              <w:spacing w:before="0"/>
              <w:ind w:right="57"/>
              <w:jc w:val="left"/>
              <w:rPr>
                <w:rFonts w:ascii="Arial" w:hAnsi="Arial" w:cs="Arial"/>
                <w:b w:val="0"/>
                <w:sz w:val="24"/>
                <w:shd w:val="clear" w:color="auto" w:fill="FFFFFF"/>
              </w:rPr>
            </w:pPr>
            <w:r w:rsidRPr="0086475A">
              <w:rPr>
                <w:rFonts w:ascii="Arial" w:hAnsi="Arial" w:cs="Arial"/>
                <w:b w:val="0"/>
                <w:sz w:val="24"/>
                <w:shd w:val="clear" w:color="auto" w:fill="FFFFFF"/>
              </w:rPr>
              <w:t>Аренда и лизинг сельскохозяйственных машин и оборуд</w:t>
            </w:r>
            <w:r w:rsidRPr="0086475A">
              <w:rPr>
                <w:rFonts w:ascii="Arial" w:hAnsi="Arial" w:cs="Arial"/>
                <w:b w:val="0"/>
                <w:sz w:val="24"/>
                <w:shd w:val="clear" w:color="auto" w:fill="FFFFFF"/>
              </w:rPr>
              <w:t>о</w:t>
            </w:r>
            <w:r w:rsidRPr="0086475A">
              <w:rPr>
                <w:rFonts w:ascii="Arial" w:hAnsi="Arial" w:cs="Arial"/>
                <w:b w:val="0"/>
                <w:sz w:val="24"/>
                <w:shd w:val="clear" w:color="auto" w:fill="FFFFFF"/>
              </w:rPr>
              <w:t>вания (77.31)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0,107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pStyle w:val="Heading3"/>
              <w:keepNext w:val="0"/>
              <w:widowControl w:val="0"/>
              <w:spacing w:before="0"/>
              <w:ind w:right="57"/>
              <w:jc w:val="left"/>
              <w:rPr>
                <w:rFonts w:ascii="Arial" w:hAnsi="Arial" w:cs="Arial"/>
                <w:b w:val="0"/>
                <w:sz w:val="24"/>
                <w:shd w:val="clear" w:color="auto" w:fill="FFFFFF"/>
              </w:rPr>
            </w:pPr>
            <w:r w:rsidRPr="0086475A">
              <w:rPr>
                <w:rFonts w:ascii="Arial" w:hAnsi="Arial" w:cs="Arial"/>
                <w:b w:val="0"/>
                <w:sz w:val="24"/>
                <w:shd w:val="clear" w:color="auto" w:fill="FFFFFF"/>
              </w:rPr>
              <w:t>Аренда и лизинг офисных машин и оборудования, включая вычислительную технику (77.33)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0,107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pStyle w:val="Heading3"/>
              <w:keepNext w:val="0"/>
              <w:widowControl w:val="0"/>
              <w:spacing w:before="0"/>
              <w:ind w:right="57"/>
              <w:jc w:val="left"/>
              <w:rPr>
                <w:rFonts w:ascii="Arial" w:hAnsi="Arial" w:cs="Arial"/>
                <w:b w:val="0"/>
                <w:sz w:val="24"/>
                <w:shd w:val="clear" w:color="auto" w:fill="FFFFFF"/>
              </w:rPr>
            </w:pPr>
            <w:r w:rsidRPr="0086475A">
              <w:rPr>
                <w:rFonts w:ascii="Arial" w:hAnsi="Arial" w:cs="Arial"/>
                <w:b w:val="0"/>
                <w:sz w:val="24"/>
                <w:shd w:val="clear" w:color="auto" w:fill="FFFFFF"/>
              </w:rPr>
              <w:t>Аренда и лизинг офисных машин и оборудования (77.33.1)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0,107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pStyle w:val="Heading3"/>
              <w:keepNext w:val="0"/>
              <w:widowControl w:val="0"/>
              <w:spacing w:before="0"/>
              <w:ind w:right="57"/>
              <w:jc w:val="left"/>
              <w:rPr>
                <w:rFonts w:ascii="Arial" w:hAnsi="Arial" w:cs="Arial"/>
                <w:b w:val="0"/>
                <w:sz w:val="24"/>
                <w:shd w:val="clear" w:color="auto" w:fill="FFFFFF"/>
              </w:rPr>
            </w:pPr>
            <w:r w:rsidRPr="0086475A">
              <w:rPr>
                <w:rFonts w:ascii="Arial" w:hAnsi="Arial" w:cs="Arial"/>
                <w:b w:val="0"/>
                <w:sz w:val="24"/>
                <w:shd w:val="clear" w:color="auto" w:fill="FFFFFF"/>
              </w:rPr>
              <w:t>Аренда и лизинг вычислительных машин и оборудования (77.33.2)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0,107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widowControl w:val="0"/>
              <w:ind w:right="57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Ремонт компьютеров и периферийного компьютерного об</w:t>
            </w:r>
            <w:r w:rsidRPr="0086475A">
              <w:rPr>
                <w:rFonts w:ascii="Arial" w:hAnsi="Arial" w:cs="Arial"/>
                <w:sz w:val="24"/>
                <w:szCs w:val="24"/>
              </w:rPr>
              <w:t>о</w:t>
            </w:r>
            <w:r w:rsidRPr="0086475A">
              <w:rPr>
                <w:rFonts w:ascii="Arial" w:hAnsi="Arial" w:cs="Arial"/>
                <w:sz w:val="24"/>
                <w:szCs w:val="24"/>
              </w:rPr>
              <w:t>рудования (95.11)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widowControl w:val="0"/>
              <w:ind w:right="57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0,377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pStyle w:val="Heading3"/>
              <w:keepNext w:val="0"/>
              <w:widowControl w:val="0"/>
              <w:spacing w:before="0"/>
              <w:ind w:right="57"/>
              <w:jc w:val="left"/>
              <w:rPr>
                <w:rFonts w:ascii="Arial" w:hAnsi="Arial" w:cs="Arial"/>
                <w:b w:val="0"/>
                <w:sz w:val="24"/>
              </w:rPr>
            </w:pPr>
            <w:r w:rsidRPr="0086475A">
              <w:rPr>
                <w:rFonts w:ascii="Arial" w:hAnsi="Arial" w:cs="Arial"/>
                <w:b w:val="0"/>
                <w:sz w:val="24"/>
              </w:rPr>
              <w:t>Ремонт электронной бытовой техники (95.21)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0,377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widowControl w:val="0"/>
              <w:shd w:val="clear" w:color="auto" w:fill="FFFFFF"/>
              <w:ind w:right="57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Style w:val="blk"/>
                <w:rFonts w:ascii="Arial" w:hAnsi="Arial" w:cs="Arial"/>
                <w:sz w:val="24"/>
                <w:szCs w:val="24"/>
              </w:rPr>
              <w:t>Ремонт бытовых приборов, домашнего и садового инвент</w:t>
            </w:r>
            <w:r w:rsidRPr="0086475A">
              <w:rPr>
                <w:rStyle w:val="blk"/>
                <w:rFonts w:ascii="Arial" w:hAnsi="Arial" w:cs="Arial"/>
                <w:sz w:val="24"/>
                <w:szCs w:val="24"/>
              </w:rPr>
              <w:t>а</w:t>
            </w:r>
            <w:r w:rsidRPr="0086475A">
              <w:rPr>
                <w:rStyle w:val="blk"/>
                <w:rFonts w:ascii="Arial" w:hAnsi="Arial" w:cs="Arial"/>
                <w:sz w:val="24"/>
                <w:szCs w:val="24"/>
              </w:rPr>
              <w:t>ря (95.22)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0,377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widowControl w:val="0"/>
              <w:shd w:val="clear" w:color="auto" w:fill="FFFFFF"/>
              <w:rPr>
                <w:rStyle w:val="blk"/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Ремонт бытовой техники (95.22.1)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0,377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widowControl w:val="0"/>
              <w:shd w:val="clear" w:color="auto" w:fill="FFFFFF"/>
              <w:rPr>
                <w:rStyle w:val="blk"/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Ремонт домашнего и садового оборудования (95.22.2)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0,377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widowControl w:val="0"/>
              <w:shd w:val="clear" w:color="auto" w:fill="FFFFFF"/>
              <w:rPr>
                <w:rStyle w:val="blk"/>
                <w:rFonts w:ascii="Arial" w:hAnsi="Arial" w:cs="Arial"/>
                <w:sz w:val="24"/>
                <w:szCs w:val="24"/>
              </w:rPr>
            </w:pPr>
            <w:r w:rsidRPr="0086475A">
              <w:rPr>
                <w:rStyle w:val="blk"/>
                <w:rFonts w:ascii="Arial" w:hAnsi="Arial" w:cs="Arial"/>
                <w:sz w:val="24"/>
                <w:szCs w:val="24"/>
              </w:rPr>
              <w:t>Ремонт обуви и прочих изделий из кожи (95.23)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pStyle w:val="Heading2"/>
              <w:keepNext w:val="0"/>
              <w:widowControl w:val="0"/>
              <w:spacing w:before="0" w:after="0"/>
              <w:rPr>
                <w:rFonts w:ascii="Arial" w:hAnsi="Arial" w:cs="Arial"/>
                <w:b w:val="0"/>
                <w:i w:val="0"/>
                <w:sz w:val="24"/>
                <w:szCs w:val="24"/>
              </w:rPr>
            </w:pPr>
            <w:r w:rsidRPr="0086475A">
              <w:rPr>
                <w:rFonts w:ascii="Arial" w:hAnsi="Arial" w:cs="Arial"/>
                <w:b w:val="0"/>
                <w:i w:val="0"/>
                <w:sz w:val="24"/>
                <w:szCs w:val="24"/>
              </w:rPr>
              <w:t>0,269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Ремонт часов (95.25.1)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0,377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Ремонт ювелирных изделий(95.25.2)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0,377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Ремонт одежды и текстильных изделий (95.29.1)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0,269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pStyle w:val="Heading3"/>
              <w:keepNext w:val="0"/>
              <w:widowControl w:val="0"/>
              <w:spacing w:before="0"/>
              <w:jc w:val="left"/>
              <w:rPr>
                <w:rFonts w:ascii="Arial" w:hAnsi="Arial" w:cs="Arial"/>
                <w:b w:val="0"/>
                <w:sz w:val="24"/>
              </w:rPr>
            </w:pPr>
            <w:r w:rsidRPr="0086475A">
              <w:rPr>
                <w:rFonts w:ascii="Arial" w:hAnsi="Arial" w:cs="Arial"/>
                <w:b w:val="0"/>
                <w:sz w:val="24"/>
              </w:rPr>
              <w:t>Ремонт одежды  (95.29.11)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0,269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pStyle w:val="Heading3"/>
              <w:keepNext w:val="0"/>
              <w:widowControl w:val="0"/>
              <w:spacing w:before="0"/>
              <w:jc w:val="left"/>
              <w:rPr>
                <w:rFonts w:ascii="Arial" w:hAnsi="Arial" w:cs="Arial"/>
                <w:b w:val="0"/>
                <w:sz w:val="24"/>
              </w:rPr>
            </w:pPr>
            <w:r w:rsidRPr="0086475A">
              <w:rPr>
                <w:rFonts w:ascii="Arial" w:hAnsi="Arial" w:cs="Arial"/>
                <w:b w:val="0"/>
                <w:sz w:val="24"/>
              </w:rPr>
              <w:t>Ремонт текстильных изделий (95.29.12)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0,269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44B9B">
            <w:pPr>
              <w:pStyle w:val="Heading3"/>
              <w:keepNext w:val="0"/>
              <w:widowControl w:val="0"/>
              <w:spacing w:before="0"/>
              <w:jc w:val="left"/>
              <w:rPr>
                <w:rFonts w:ascii="Arial" w:hAnsi="Arial" w:cs="Arial"/>
                <w:b w:val="0"/>
                <w:sz w:val="24"/>
              </w:rPr>
            </w:pPr>
            <w:r w:rsidRPr="0086475A">
              <w:rPr>
                <w:rFonts w:ascii="Arial" w:hAnsi="Arial" w:cs="Arial"/>
                <w:b w:val="0"/>
                <w:sz w:val="24"/>
              </w:rPr>
              <w:t>Ремонт трикотажных изделий (95.29.13)</w:t>
            </w:r>
          </w:p>
        </w:tc>
        <w:tc>
          <w:tcPr>
            <w:tcW w:w="851" w:type="dxa"/>
          </w:tcPr>
          <w:p w:rsidR="00BF0C4A" w:rsidRPr="0086475A" w:rsidRDefault="00BF0C4A" w:rsidP="00844B9B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0,269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pStyle w:val="Heading3"/>
              <w:keepNext w:val="0"/>
              <w:widowControl w:val="0"/>
              <w:spacing w:before="0"/>
              <w:jc w:val="left"/>
              <w:rPr>
                <w:rFonts w:ascii="Arial" w:hAnsi="Arial" w:cs="Arial"/>
                <w:b w:val="0"/>
                <w:sz w:val="24"/>
              </w:rPr>
            </w:pPr>
            <w:r w:rsidRPr="0086475A">
              <w:rPr>
                <w:rFonts w:ascii="Arial" w:hAnsi="Arial" w:cs="Arial"/>
                <w:b w:val="0"/>
                <w:sz w:val="24"/>
              </w:rPr>
              <w:t>Ремонт велосипедов (95.29.6)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0,377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pStyle w:val="Heading3"/>
              <w:keepNext w:val="0"/>
              <w:widowControl w:val="0"/>
              <w:spacing w:before="0"/>
              <w:jc w:val="left"/>
              <w:rPr>
                <w:rFonts w:ascii="Arial" w:hAnsi="Arial" w:cs="Arial"/>
                <w:b w:val="0"/>
                <w:sz w:val="24"/>
              </w:rPr>
            </w:pPr>
            <w:r w:rsidRPr="0086475A">
              <w:rPr>
                <w:rFonts w:ascii="Arial" w:hAnsi="Arial" w:cs="Arial"/>
                <w:b w:val="0"/>
                <w:sz w:val="24"/>
              </w:rPr>
              <w:t>Ремонт и настройка музыкальных инструментов (кроме о</w:t>
            </w:r>
            <w:r w:rsidRPr="0086475A">
              <w:rPr>
                <w:rFonts w:ascii="Arial" w:hAnsi="Arial" w:cs="Arial"/>
                <w:b w:val="0"/>
                <w:sz w:val="24"/>
              </w:rPr>
              <w:t>р</w:t>
            </w:r>
            <w:r w:rsidRPr="0086475A">
              <w:rPr>
                <w:rFonts w:ascii="Arial" w:hAnsi="Arial" w:cs="Arial"/>
                <w:b w:val="0"/>
                <w:sz w:val="24"/>
              </w:rPr>
              <w:t>ганов и исторических музыкальных инструментов) (95.29.7)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0,377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Ремонт спортивного и туристского оборудования (95.29.2)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0,377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pStyle w:val="Heading3"/>
              <w:keepNext w:val="0"/>
              <w:widowControl w:val="0"/>
              <w:spacing w:before="0"/>
              <w:jc w:val="left"/>
              <w:rPr>
                <w:rFonts w:ascii="Arial" w:hAnsi="Arial" w:cs="Arial"/>
                <w:b w:val="0"/>
                <w:sz w:val="24"/>
              </w:rPr>
            </w:pPr>
            <w:r w:rsidRPr="0086475A">
              <w:rPr>
                <w:rFonts w:ascii="Arial" w:hAnsi="Arial" w:cs="Arial"/>
                <w:b w:val="0"/>
                <w:sz w:val="24"/>
              </w:rPr>
              <w:t>Ремонт прочих бытовых изделий и предметов личного пол</w:t>
            </w:r>
            <w:r w:rsidRPr="0086475A">
              <w:rPr>
                <w:rFonts w:ascii="Arial" w:hAnsi="Arial" w:cs="Arial"/>
                <w:b w:val="0"/>
                <w:sz w:val="24"/>
              </w:rPr>
              <w:t>ь</w:t>
            </w:r>
            <w:r w:rsidRPr="0086475A">
              <w:rPr>
                <w:rFonts w:ascii="Arial" w:hAnsi="Arial" w:cs="Arial"/>
                <w:b w:val="0"/>
                <w:sz w:val="24"/>
              </w:rPr>
              <w:t>зования, не вошедших в другие группировки (95.29.9)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0,377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pStyle w:val="Heading3"/>
              <w:keepNext w:val="0"/>
              <w:widowControl w:val="0"/>
              <w:spacing w:before="0"/>
              <w:jc w:val="left"/>
              <w:rPr>
                <w:rFonts w:ascii="Arial" w:hAnsi="Arial" w:cs="Arial"/>
                <w:b w:val="0"/>
                <w:sz w:val="24"/>
              </w:rPr>
            </w:pPr>
            <w:r w:rsidRPr="0086475A">
              <w:rPr>
                <w:rFonts w:ascii="Arial" w:hAnsi="Arial" w:cs="Arial"/>
                <w:b w:val="0"/>
                <w:sz w:val="24"/>
              </w:rPr>
              <w:t>Ремонт игрушек и подобных им изделий (95.29.3)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0,377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pStyle w:val="Heading3"/>
              <w:keepNext w:val="0"/>
              <w:widowControl w:val="0"/>
              <w:spacing w:before="0"/>
              <w:jc w:val="left"/>
              <w:rPr>
                <w:rFonts w:ascii="Arial" w:hAnsi="Arial" w:cs="Arial"/>
                <w:b w:val="0"/>
                <w:sz w:val="24"/>
              </w:rPr>
            </w:pPr>
            <w:r w:rsidRPr="0086475A">
              <w:rPr>
                <w:rFonts w:ascii="Arial" w:hAnsi="Arial" w:cs="Arial"/>
                <w:b w:val="0"/>
                <w:sz w:val="24"/>
              </w:rPr>
              <w:t>Ремонт металлоизделий бытового и хозяйственного назн</w:t>
            </w:r>
            <w:r w:rsidRPr="0086475A">
              <w:rPr>
                <w:rFonts w:ascii="Arial" w:hAnsi="Arial" w:cs="Arial"/>
                <w:b w:val="0"/>
                <w:sz w:val="24"/>
              </w:rPr>
              <w:t>а</w:t>
            </w:r>
            <w:r w:rsidRPr="0086475A">
              <w:rPr>
                <w:rFonts w:ascii="Arial" w:hAnsi="Arial" w:cs="Arial"/>
                <w:b w:val="0"/>
                <w:sz w:val="24"/>
              </w:rPr>
              <w:t>чения (95.29.4)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0,377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pStyle w:val="Heading3"/>
              <w:keepNext w:val="0"/>
              <w:widowControl w:val="0"/>
              <w:spacing w:before="0"/>
              <w:jc w:val="left"/>
              <w:rPr>
                <w:rFonts w:ascii="Arial" w:hAnsi="Arial" w:cs="Arial"/>
                <w:b w:val="0"/>
                <w:sz w:val="24"/>
              </w:rPr>
            </w:pPr>
            <w:r w:rsidRPr="0086475A">
              <w:rPr>
                <w:rFonts w:ascii="Arial" w:hAnsi="Arial" w:cs="Arial"/>
                <w:b w:val="0"/>
                <w:sz w:val="24"/>
              </w:rPr>
              <w:t>Ремонт предметов и изделий из металла (95.29.41)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0,377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pStyle w:val="Heading3"/>
              <w:keepNext w:val="0"/>
              <w:widowControl w:val="0"/>
              <w:spacing w:before="0"/>
              <w:jc w:val="left"/>
              <w:rPr>
                <w:rFonts w:ascii="Arial" w:hAnsi="Arial" w:cs="Arial"/>
                <w:b w:val="0"/>
                <w:sz w:val="24"/>
              </w:rPr>
            </w:pPr>
            <w:r w:rsidRPr="0086475A">
              <w:rPr>
                <w:rFonts w:ascii="Arial" w:hAnsi="Arial" w:cs="Arial"/>
                <w:b w:val="0"/>
                <w:sz w:val="24"/>
              </w:rPr>
              <w:t>Заточка пил, чертежных и других инструментов, ножей, но</w:t>
            </w:r>
            <w:r w:rsidRPr="0086475A">
              <w:rPr>
                <w:rFonts w:ascii="Arial" w:hAnsi="Arial" w:cs="Arial"/>
                <w:b w:val="0"/>
                <w:sz w:val="24"/>
              </w:rPr>
              <w:t>ж</w:t>
            </w:r>
            <w:r w:rsidRPr="0086475A">
              <w:rPr>
                <w:rFonts w:ascii="Arial" w:hAnsi="Arial" w:cs="Arial"/>
                <w:b w:val="0"/>
                <w:sz w:val="24"/>
              </w:rPr>
              <w:t>ниц, бритв, коньков и т.п. (95.29.43)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0,377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pStyle w:val="Heading3"/>
              <w:keepNext w:val="0"/>
              <w:widowControl w:val="0"/>
              <w:spacing w:before="0"/>
              <w:jc w:val="left"/>
              <w:rPr>
                <w:rFonts w:ascii="Arial" w:hAnsi="Arial" w:cs="Arial"/>
                <w:b w:val="0"/>
                <w:sz w:val="24"/>
              </w:rPr>
            </w:pPr>
            <w:r w:rsidRPr="0086475A">
              <w:rPr>
                <w:rFonts w:ascii="Arial" w:hAnsi="Arial" w:cs="Arial"/>
                <w:b w:val="0"/>
                <w:sz w:val="24"/>
              </w:rPr>
              <w:t>Ремонт металлической галантереи, ключей, номерных зн</w:t>
            </w:r>
            <w:r w:rsidRPr="0086475A">
              <w:rPr>
                <w:rFonts w:ascii="Arial" w:hAnsi="Arial" w:cs="Arial"/>
                <w:b w:val="0"/>
                <w:sz w:val="24"/>
              </w:rPr>
              <w:t>а</w:t>
            </w:r>
            <w:r w:rsidRPr="0086475A">
              <w:rPr>
                <w:rFonts w:ascii="Arial" w:hAnsi="Arial" w:cs="Arial"/>
                <w:b w:val="0"/>
                <w:sz w:val="24"/>
              </w:rPr>
              <w:t>ков, указателей улиц (95.29.42)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0,377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pStyle w:val="Heading3"/>
              <w:keepNext w:val="0"/>
              <w:widowControl w:val="0"/>
              <w:spacing w:before="0"/>
              <w:jc w:val="left"/>
              <w:rPr>
                <w:rFonts w:ascii="Arial" w:hAnsi="Arial" w:cs="Arial"/>
                <w:b w:val="0"/>
                <w:sz w:val="24"/>
              </w:rPr>
            </w:pPr>
            <w:r w:rsidRPr="0086475A">
              <w:rPr>
                <w:rFonts w:ascii="Arial" w:hAnsi="Arial" w:cs="Arial"/>
                <w:b w:val="0"/>
                <w:sz w:val="24"/>
              </w:rPr>
              <w:t>Ремонт бытовых осветительных приборов(95.29.5)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0,377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pStyle w:val="Heading3"/>
              <w:keepNext w:val="0"/>
              <w:widowControl w:val="0"/>
              <w:spacing w:before="0"/>
              <w:jc w:val="left"/>
              <w:rPr>
                <w:rFonts w:ascii="Arial" w:hAnsi="Arial" w:cs="Arial"/>
                <w:b w:val="0"/>
                <w:sz w:val="24"/>
              </w:rPr>
            </w:pPr>
            <w:r w:rsidRPr="0086475A">
              <w:rPr>
                <w:rFonts w:ascii="Arial" w:hAnsi="Arial" w:cs="Arial"/>
                <w:b w:val="0"/>
                <w:sz w:val="24"/>
              </w:rPr>
              <w:t>Стирка и химическая чистка текстильных и меховых изделий (96.01)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pStyle w:val="Heading2"/>
              <w:keepNext w:val="0"/>
              <w:widowControl w:val="0"/>
              <w:spacing w:before="0" w:after="0"/>
              <w:rPr>
                <w:rFonts w:ascii="Arial" w:hAnsi="Arial" w:cs="Arial"/>
                <w:b w:val="0"/>
                <w:i w:val="0"/>
                <w:sz w:val="24"/>
                <w:szCs w:val="24"/>
              </w:rPr>
            </w:pPr>
            <w:r w:rsidRPr="0086475A">
              <w:rPr>
                <w:rFonts w:ascii="Arial" w:hAnsi="Arial" w:cs="Arial"/>
                <w:b w:val="0"/>
                <w:i w:val="0"/>
                <w:sz w:val="24"/>
                <w:szCs w:val="24"/>
              </w:rPr>
              <w:t>0,269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pStyle w:val="Heading3"/>
              <w:keepNext w:val="0"/>
              <w:widowControl w:val="0"/>
              <w:spacing w:before="0"/>
              <w:jc w:val="left"/>
              <w:rPr>
                <w:rFonts w:ascii="Arial" w:hAnsi="Arial" w:cs="Arial"/>
                <w:b w:val="0"/>
                <w:sz w:val="24"/>
              </w:rPr>
            </w:pPr>
            <w:r w:rsidRPr="0086475A">
              <w:rPr>
                <w:rFonts w:ascii="Arial" w:hAnsi="Arial" w:cs="Arial"/>
                <w:b w:val="0"/>
                <w:sz w:val="24"/>
              </w:rPr>
              <w:t>Предоставление парикмахерских услуг (96.02.1)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0,215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pStyle w:val="Heading3"/>
              <w:keepNext w:val="0"/>
              <w:widowControl w:val="0"/>
              <w:spacing w:before="0"/>
              <w:jc w:val="left"/>
              <w:rPr>
                <w:rFonts w:ascii="Arial" w:hAnsi="Arial" w:cs="Arial"/>
                <w:b w:val="0"/>
                <w:sz w:val="24"/>
              </w:rPr>
            </w:pPr>
            <w:r w:rsidRPr="0086475A">
              <w:rPr>
                <w:rFonts w:ascii="Arial" w:hAnsi="Arial" w:cs="Arial"/>
                <w:b w:val="0"/>
                <w:sz w:val="24"/>
              </w:rPr>
              <w:t>Предоставление косметических услуг парикмахерскими и салонами красоты (96.02.2)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0,215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pStyle w:val="Heading3"/>
              <w:keepNext w:val="0"/>
              <w:widowControl w:val="0"/>
              <w:spacing w:before="0"/>
              <w:jc w:val="left"/>
              <w:rPr>
                <w:rFonts w:ascii="Arial" w:hAnsi="Arial" w:cs="Arial"/>
                <w:b w:val="0"/>
                <w:sz w:val="24"/>
              </w:rPr>
            </w:pPr>
            <w:r w:rsidRPr="0086475A">
              <w:rPr>
                <w:rFonts w:ascii="Arial" w:hAnsi="Arial" w:cs="Arial"/>
                <w:b w:val="0"/>
                <w:sz w:val="24"/>
              </w:rPr>
              <w:t>Организация похорон и связанных с ними услуг (96.03)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pStyle w:val="Heading2"/>
              <w:keepNext w:val="0"/>
              <w:widowControl w:val="0"/>
              <w:spacing w:before="0" w:after="0"/>
              <w:rPr>
                <w:rFonts w:ascii="Arial" w:hAnsi="Arial" w:cs="Arial"/>
                <w:b w:val="0"/>
                <w:i w:val="0"/>
                <w:sz w:val="24"/>
                <w:szCs w:val="24"/>
              </w:rPr>
            </w:pPr>
            <w:r w:rsidRPr="0086475A">
              <w:rPr>
                <w:rFonts w:ascii="Arial" w:hAnsi="Arial" w:cs="Arial"/>
                <w:b w:val="0"/>
                <w:i w:val="0"/>
                <w:sz w:val="24"/>
                <w:szCs w:val="24"/>
              </w:rPr>
              <w:t>0,09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DD4384">
            <w:pPr>
              <w:pStyle w:val="Heading3"/>
              <w:keepNext w:val="0"/>
              <w:widowControl w:val="0"/>
              <w:spacing w:before="0"/>
              <w:jc w:val="left"/>
              <w:rPr>
                <w:rFonts w:ascii="Arial" w:hAnsi="Arial" w:cs="Arial"/>
                <w:b w:val="0"/>
                <w:sz w:val="24"/>
                <w:vertAlign w:val="superscript"/>
              </w:rPr>
            </w:pPr>
            <w:r w:rsidRPr="0086475A">
              <w:rPr>
                <w:rFonts w:ascii="Arial" w:hAnsi="Arial" w:cs="Arial"/>
                <w:b w:val="0"/>
                <w:sz w:val="24"/>
              </w:rPr>
              <w:t>Деятельность физкультурно-оздоровительная</w:t>
            </w:r>
            <w:r w:rsidRPr="0086475A">
              <w:rPr>
                <w:rFonts w:ascii="Arial" w:hAnsi="Arial" w:cs="Arial"/>
                <w:b w:val="0"/>
                <w:sz w:val="24"/>
                <w:vertAlign w:val="superscript"/>
              </w:rPr>
              <w:t xml:space="preserve">1)    </w:t>
            </w:r>
          </w:p>
          <w:p w:rsidR="00BF0C4A" w:rsidRPr="0086475A" w:rsidRDefault="00BF0C4A" w:rsidP="00DD4384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(96.04)</w:t>
            </w:r>
          </w:p>
        </w:tc>
        <w:tc>
          <w:tcPr>
            <w:tcW w:w="851" w:type="dxa"/>
          </w:tcPr>
          <w:p w:rsidR="00BF0C4A" w:rsidRPr="0086475A" w:rsidRDefault="00BF0C4A" w:rsidP="00DD4384">
            <w:pPr>
              <w:pStyle w:val="Heading2"/>
              <w:keepNext w:val="0"/>
              <w:widowControl w:val="0"/>
              <w:spacing w:before="0" w:after="0"/>
              <w:rPr>
                <w:rFonts w:ascii="Arial" w:hAnsi="Arial" w:cs="Arial"/>
                <w:b w:val="0"/>
                <w:i w:val="0"/>
                <w:sz w:val="24"/>
                <w:szCs w:val="24"/>
              </w:rPr>
            </w:pPr>
            <w:r w:rsidRPr="0086475A">
              <w:rPr>
                <w:rFonts w:ascii="Arial" w:hAnsi="Arial" w:cs="Arial"/>
                <w:b w:val="0"/>
                <w:i w:val="0"/>
                <w:sz w:val="24"/>
                <w:szCs w:val="24"/>
              </w:rPr>
              <w:t>0,215</w:t>
            </w:r>
          </w:p>
        </w:tc>
      </w:tr>
      <w:tr w:rsidR="00BF0C4A" w:rsidRPr="0086475A" w:rsidTr="00943076">
        <w:tc>
          <w:tcPr>
            <w:tcW w:w="7121" w:type="dxa"/>
          </w:tcPr>
          <w:p w:rsidR="00BF0C4A" w:rsidRPr="0086475A" w:rsidRDefault="00BF0C4A" w:rsidP="008B1429">
            <w:pPr>
              <w:pStyle w:val="Heading3"/>
              <w:keepNext w:val="0"/>
              <w:widowControl w:val="0"/>
              <w:spacing w:before="0"/>
              <w:jc w:val="left"/>
              <w:rPr>
                <w:rFonts w:ascii="Arial" w:hAnsi="Arial" w:cs="Arial"/>
                <w:b w:val="0"/>
                <w:sz w:val="24"/>
              </w:rPr>
            </w:pPr>
            <w:r w:rsidRPr="0086475A">
              <w:rPr>
                <w:rFonts w:ascii="Arial" w:hAnsi="Arial" w:cs="Arial"/>
                <w:b w:val="0"/>
                <w:sz w:val="24"/>
              </w:rPr>
              <w:t>Предоставление прочих персональных услуг, не включенных в другие группировки (96.09)</w:t>
            </w:r>
          </w:p>
        </w:tc>
        <w:tc>
          <w:tcPr>
            <w:tcW w:w="851" w:type="dxa"/>
          </w:tcPr>
          <w:p w:rsidR="00BF0C4A" w:rsidRPr="0086475A" w:rsidRDefault="00BF0C4A" w:rsidP="008B1429">
            <w:pPr>
              <w:pStyle w:val="Heading2"/>
              <w:keepNext w:val="0"/>
              <w:widowControl w:val="0"/>
              <w:spacing w:before="0" w:after="0"/>
              <w:rPr>
                <w:rFonts w:ascii="Arial" w:hAnsi="Arial" w:cs="Arial"/>
                <w:b w:val="0"/>
                <w:i w:val="0"/>
                <w:sz w:val="24"/>
                <w:szCs w:val="24"/>
              </w:rPr>
            </w:pPr>
            <w:r w:rsidRPr="0086475A">
              <w:rPr>
                <w:rFonts w:ascii="Arial" w:hAnsi="Arial" w:cs="Arial"/>
                <w:b w:val="0"/>
                <w:i w:val="0"/>
                <w:sz w:val="24"/>
                <w:szCs w:val="24"/>
              </w:rPr>
              <w:t>0,075</w:t>
            </w:r>
          </w:p>
        </w:tc>
      </w:tr>
    </w:tbl>
    <w:p w:rsidR="00BF0C4A" w:rsidRPr="0086475A" w:rsidRDefault="00BF0C4A" w:rsidP="00495645">
      <w:pPr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86475A">
        <w:rPr>
          <w:rFonts w:ascii="Arial" w:hAnsi="Arial" w:cs="Arial"/>
          <w:b/>
          <w:sz w:val="24"/>
          <w:szCs w:val="24"/>
        </w:rPr>
        <w:t xml:space="preserve"> </w:t>
      </w: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8B1429">
      <w:pPr>
        <w:rPr>
          <w:rFonts w:ascii="Arial" w:hAnsi="Arial" w:cs="Arial"/>
          <w:b/>
          <w:sz w:val="24"/>
          <w:szCs w:val="24"/>
        </w:rPr>
      </w:pPr>
      <w:r w:rsidRPr="0086475A">
        <w:rPr>
          <w:rStyle w:val="blk"/>
          <w:rFonts w:ascii="Arial" w:hAnsi="Arial" w:cs="Arial"/>
          <w:sz w:val="24"/>
          <w:szCs w:val="24"/>
          <w:vertAlign w:val="superscript"/>
        </w:rPr>
        <w:t xml:space="preserve">1) </w:t>
      </w:r>
      <w:r w:rsidRPr="0086475A">
        <w:rPr>
          <w:rFonts w:ascii="Arial" w:hAnsi="Arial" w:cs="Arial"/>
          <w:sz w:val="24"/>
          <w:szCs w:val="24"/>
        </w:rPr>
        <w:t>из группировки по коду 96.04 «Деятельность физкультурно-оздоровительная» к бытовым услугам относится «Деятельность бань и душевых по предоставлению общегигиенических услуг, деятельность саун»;</w:t>
      </w:r>
    </w:p>
    <w:p w:rsidR="00BF0C4A" w:rsidRPr="0086475A" w:rsidRDefault="00BF0C4A" w:rsidP="00E41B95">
      <w:pPr>
        <w:jc w:val="both"/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07367B">
      <w:pPr>
        <w:jc w:val="both"/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3.2.Оказание ветеринарных услуг:</w:t>
      </w:r>
    </w:p>
    <w:p w:rsidR="00BF0C4A" w:rsidRPr="0086475A" w:rsidRDefault="00BF0C4A" w:rsidP="00E41B95">
      <w:pPr>
        <w:jc w:val="both"/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Значение коэффициента К2 устанавливается в размере 0,018</w:t>
      </w:r>
    </w:p>
    <w:p w:rsidR="00BF0C4A" w:rsidRPr="0086475A" w:rsidRDefault="00BF0C4A" w:rsidP="00E41B95">
      <w:pPr>
        <w:ind w:left="1230"/>
        <w:jc w:val="both"/>
        <w:rPr>
          <w:rFonts w:ascii="Arial" w:hAnsi="Arial" w:cs="Arial"/>
          <w:b/>
          <w:sz w:val="24"/>
          <w:szCs w:val="24"/>
        </w:rPr>
      </w:pPr>
    </w:p>
    <w:p w:rsidR="00BF0C4A" w:rsidRPr="0086475A" w:rsidRDefault="00BF0C4A" w:rsidP="0007367B">
      <w:pPr>
        <w:jc w:val="both"/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3.3. Розничная торговля: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80"/>
        <w:gridCol w:w="2333"/>
      </w:tblGrid>
      <w:tr w:rsidR="00BF0C4A" w:rsidRPr="0086475A" w:rsidTr="0012459A">
        <w:tc>
          <w:tcPr>
            <w:tcW w:w="7196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Ассортимент ( группа) товаров</w:t>
            </w:r>
          </w:p>
        </w:tc>
        <w:tc>
          <w:tcPr>
            <w:tcW w:w="2335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Значение коэ</w:t>
            </w:r>
            <w:r w:rsidRPr="0086475A">
              <w:rPr>
                <w:rFonts w:ascii="Arial" w:hAnsi="Arial" w:cs="Arial"/>
                <w:sz w:val="24"/>
                <w:szCs w:val="24"/>
              </w:rPr>
              <w:t>ф</w:t>
            </w:r>
            <w:r w:rsidRPr="0086475A">
              <w:rPr>
                <w:rFonts w:ascii="Arial" w:hAnsi="Arial" w:cs="Arial"/>
                <w:sz w:val="24"/>
                <w:szCs w:val="24"/>
              </w:rPr>
              <w:t>фициента К2</w:t>
            </w:r>
          </w:p>
        </w:tc>
      </w:tr>
      <w:tr w:rsidR="00BF0C4A" w:rsidRPr="0086475A" w:rsidTr="0012459A">
        <w:tc>
          <w:tcPr>
            <w:tcW w:w="7196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475A">
              <w:rPr>
                <w:rFonts w:ascii="Arial" w:hAnsi="Arial" w:cs="Arial"/>
                <w:b/>
                <w:sz w:val="24"/>
                <w:szCs w:val="24"/>
              </w:rPr>
              <w:t>а</w:t>
            </w:r>
            <w:r w:rsidRPr="0086475A">
              <w:rPr>
                <w:rFonts w:ascii="Arial" w:hAnsi="Arial" w:cs="Arial"/>
                <w:sz w:val="24"/>
                <w:szCs w:val="24"/>
              </w:rPr>
              <w:t>) осуществляемая через объекты стационарной торговой сети, имеющей торговые залы; через  объекты стационарной торговой сети не имеющей торговых залов, а также объектах нестационарной торговой сети, площадь торгового места в которых превышает 5 квадратных метров</w:t>
            </w:r>
          </w:p>
        </w:tc>
        <w:tc>
          <w:tcPr>
            <w:tcW w:w="2335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0C4A" w:rsidRPr="0086475A" w:rsidTr="0012459A">
        <w:tc>
          <w:tcPr>
            <w:tcW w:w="7196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1. продовольственными (без алкогольной продукции, пива и ( или) табачных изделий)</w:t>
            </w:r>
          </w:p>
        </w:tc>
        <w:tc>
          <w:tcPr>
            <w:tcW w:w="2335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0,107</w:t>
            </w:r>
          </w:p>
        </w:tc>
      </w:tr>
      <w:tr w:rsidR="00BF0C4A" w:rsidRPr="0086475A" w:rsidTr="0012459A">
        <w:tc>
          <w:tcPr>
            <w:tcW w:w="7196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2.реализующих одну группу товаров или её часть, выручка которых за налоговый период составляет не менее 80 пр</w:t>
            </w:r>
            <w:r w:rsidRPr="0086475A">
              <w:rPr>
                <w:rFonts w:ascii="Arial" w:hAnsi="Arial" w:cs="Arial"/>
                <w:sz w:val="24"/>
                <w:szCs w:val="24"/>
              </w:rPr>
              <w:t>о</w:t>
            </w:r>
            <w:r w:rsidRPr="0086475A">
              <w:rPr>
                <w:rFonts w:ascii="Arial" w:hAnsi="Arial" w:cs="Arial"/>
                <w:sz w:val="24"/>
                <w:szCs w:val="24"/>
              </w:rPr>
              <w:t>центов в общем объёме выручки по каждому объекту орган</w:t>
            </w:r>
            <w:r w:rsidRPr="0086475A">
              <w:rPr>
                <w:rFonts w:ascii="Arial" w:hAnsi="Arial" w:cs="Arial"/>
                <w:sz w:val="24"/>
                <w:szCs w:val="24"/>
              </w:rPr>
              <w:t>и</w:t>
            </w:r>
            <w:r w:rsidRPr="0086475A">
              <w:rPr>
                <w:rFonts w:ascii="Arial" w:hAnsi="Arial" w:cs="Arial"/>
                <w:sz w:val="24"/>
                <w:szCs w:val="24"/>
              </w:rPr>
              <w:t>зации торговли:</w:t>
            </w:r>
          </w:p>
        </w:tc>
        <w:tc>
          <w:tcPr>
            <w:tcW w:w="2335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0C4A" w:rsidRPr="0086475A" w:rsidTr="0012459A">
        <w:tc>
          <w:tcPr>
            <w:tcW w:w="7196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2.1. ювелирными изделиями</w:t>
            </w:r>
          </w:p>
        </w:tc>
        <w:tc>
          <w:tcPr>
            <w:tcW w:w="2335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0,538</w:t>
            </w:r>
          </w:p>
        </w:tc>
      </w:tr>
      <w:tr w:rsidR="00BF0C4A" w:rsidRPr="0086475A" w:rsidTr="0012459A">
        <w:tc>
          <w:tcPr>
            <w:tcW w:w="7196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2.2. запасными частями к  автомобилям</w:t>
            </w:r>
          </w:p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в том числе комплектующими к ним, шинами, аккумулятор</w:t>
            </w:r>
            <w:r w:rsidRPr="0086475A">
              <w:rPr>
                <w:rFonts w:ascii="Arial" w:hAnsi="Arial" w:cs="Arial"/>
                <w:sz w:val="24"/>
                <w:szCs w:val="24"/>
              </w:rPr>
              <w:t>а</w:t>
            </w:r>
            <w:r w:rsidRPr="0086475A">
              <w:rPr>
                <w:rFonts w:ascii="Arial" w:hAnsi="Arial" w:cs="Arial"/>
                <w:sz w:val="24"/>
                <w:szCs w:val="24"/>
              </w:rPr>
              <w:t>ми (в том числе автомобильной косметикой и сопутствующ</w:t>
            </w:r>
            <w:r w:rsidRPr="0086475A">
              <w:rPr>
                <w:rFonts w:ascii="Arial" w:hAnsi="Arial" w:cs="Arial"/>
                <w:sz w:val="24"/>
                <w:szCs w:val="24"/>
              </w:rPr>
              <w:t>и</w:t>
            </w:r>
            <w:r w:rsidRPr="0086475A">
              <w:rPr>
                <w:rFonts w:ascii="Arial" w:hAnsi="Arial" w:cs="Arial"/>
                <w:sz w:val="24"/>
                <w:szCs w:val="24"/>
              </w:rPr>
              <w:t>ми товарами)</w:t>
            </w:r>
          </w:p>
        </w:tc>
        <w:tc>
          <w:tcPr>
            <w:tcW w:w="2335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0,538</w:t>
            </w:r>
          </w:p>
        </w:tc>
      </w:tr>
      <w:tr w:rsidR="00BF0C4A" w:rsidRPr="0086475A" w:rsidTr="0012459A">
        <w:tc>
          <w:tcPr>
            <w:tcW w:w="7196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2.3. детскими товарами и (или) школьно-письменными пр</w:t>
            </w:r>
            <w:r w:rsidRPr="0086475A">
              <w:rPr>
                <w:rFonts w:ascii="Arial" w:hAnsi="Arial" w:cs="Arial"/>
                <w:sz w:val="24"/>
                <w:szCs w:val="24"/>
              </w:rPr>
              <w:t>и</w:t>
            </w:r>
            <w:r w:rsidRPr="0086475A">
              <w:rPr>
                <w:rFonts w:ascii="Arial" w:hAnsi="Arial" w:cs="Arial"/>
                <w:sz w:val="24"/>
                <w:szCs w:val="24"/>
              </w:rPr>
              <w:t>надлежности)</w:t>
            </w:r>
          </w:p>
        </w:tc>
        <w:tc>
          <w:tcPr>
            <w:tcW w:w="2335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0,107</w:t>
            </w:r>
          </w:p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0C4A" w:rsidRPr="0086475A" w:rsidTr="0012459A">
        <w:tc>
          <w:tcPr>
            <w:tcW w:w="7196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2.4. спиртными напитками и табачными изделиями</w:t>
            </w:r>
          </w:p>
        </w:tc>
        <w:tc>
          <w:tcPr>
            <w:tcW w:w="2335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0,896</w:t>
            </w:r>
          </w:p>
        </w:tc>
      </w:tr>
      <w:tr w:rsidR="00BF0C4A" w:rsidRPr="0086475A" w:rsidTr="0012459A">
        <w:tc>
          <w:tcPr>
            <w:tcW w:w="7196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3. продовольственными и непродовольственными товарами (за исключением товаров, поименованных в п. 1-2 раздела а)</w:t>
            </w:r>
          </w:p>
        </w:tc>
        <w:tc>
          <w:tcPr>
            <w:tcW w:w="2335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0C4A" w:rsidRPr="0086475A" w:rsidTr="0012459A">
        <w:tc>
          <w:tcPr>
            <w:tcW w:w="7196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3.1. находящимися в п. Абан</w:t>
            </w:r>
          </w:p>
        </w:tc>
        <w:tc>
          <w:tcPr>
            <w:tcW w:w="2335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0,215</w:t>
            </w:r>
          </w:p>
        </w:tc>
      </w:tr>
      <w:tr w:rsidR="00BF0C4A" w:rsidRPr="0086475A" w:rsidTr="0012459A">
        <w:tc>
          <w:tcPr>
            <w:tcW w:w="7196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3.2. находящимися в отдалённых и труднодоступных нас</w:t>
            </w:r>
            <w:r w:rsidRPr="0086475A">
              <w:rPr>
                <w:rFonts w:ascii="Arial" w:hAnsi="Arial" w:cs="Arial"/>
                <w:sz w:val="24"/>
                <w:szCs w:val="24"/>
              </w:rPr>
              <w:t>е</w:t>
            </w:r>
            <w:r w:rsidRPr="0086475A">
              <w:rPr>
                <w:rFonts w:ascii="Arial" w:hAnsi="Arial" w:cs="Arial"/>
                <w:sz w:val="24"/>
                <w:szCs w:val="24"/>
              </w:rPr>
              <w:t>лённых пунктах ( согласно приложения 1)</w:t>
            </w:r>
          </w:p>
        </w:tc>
        <w:tc>
          <w:tcPr>
            <w:tcW w:w="2335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0,021</w:t>
            </w:r>
          </w:p>
        </w:tc>
      </w:tr>
      <w:tr w:rsidR="00BF0C4A" w:rsidRPr="0086475A" w:rsidTr="0012459A">
        <w:tc>
          <w:tcPr>
            <w:tcW w:w="7196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3.3. находящимися в остальных населённых пунктах района</w:t>
            </w:r>
          </w:p>
        </w:tc>
        <w:tc>
          <w:tcPr>
            <w:tcW w:w="2335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0,107</w:t>
            </w:r>
          </w:p>
        </w:tc>
      </w:tr>
      <w:tr w:rsidR="00BF0C4A" w:rsidRPr="0086475A" w:rsidTr="0012459A">
        <w:tc>
          <w:tcPr>
            <w:tcW w:w="7196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475A">
              <w:rPr>
                <w:rFonts w:ascii="Arial" w:hAnsi="Arial" w:cs="Arial"/>
                <w:b/>
                <w:sz w:val="24"/>
                <w:szCs w:val="24"/>
              </w:rPr>
              <w:t xml:space="preserve">б) </w:t>
            </w:r>
            <w:r w:rsidRPr="0086475A">
              <w:rPr>
                <w:rFonts w:ascii="Arial" w:hAnsi="Arial" w:cs="Arial"/>
                <w:sz w:val="24"/>
                <w:szCs w:val="24"/>
              </w:rPr>
              <w:t>осуществляемая через объекты стационарной торговой сети не имеющие торговых залов, а также через объекты н</w:t>
            </w:r>
            <w:r w:rsidRPr="0086475A">
              <w:rPr>
                <w:rFonts w:ascii="Arial" w:hAnsi="Arial" w:cs="Arial"/>
                <w:sz w:val="24"/>
                <w:szCs w:val="24"/>
              </w:rPr>
              <w:t>е</w:t>
            </w:r>
            <w:r w:rsidRPr="0086475A">
              <w:rPr>
                <w:rFonts w:ascii="Arial" w:hAnsi="Arial" w:cs="Arial"/>
                <w:sz w:val="24"/>
                <w:szCs w:val="24"/>
              </w:rPr>
              <w:t>стационарной торговой сети, площадь торгового места в к</w:t>
            </w:r>
            <w:r w:rsidRPr="0086475A">
              <w:rPr>
                <w:rFonts w:ascii="Arial" w:hAnsi="Arial" w:cs="Arial"/>
                <w:sz w:val="24"/>
                <w:szCs w:val="24"/>
              </w:rPr>
              <w:t>о</w:t>
            </w:r>
            <w:r w:rsidRPr="0086475A">
              <w:rPr>
                <w:rFonts w:ascii="Arial" w:hAnsi="Arial" w:cs="Arial"/>
                <w:sz w:val="24"/>
                <w:szCs w:val="24"/>
              </w:rPr>
              <w:t>торых не превышает 5 квадратных метров</w:t>
            </w:r>
          </w:p>
        </w:tc>
        <w:tc>
          <w:tcPr>
            <w:tcW w:w="2335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0C4A" w:rsidRPr="0086475A" w:rsidTr="0012459A">
        <w:tc>
          <w:tcPr>
            <w:tcW w:w="7196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1. продовольственными ( без алкогольной продукции, пива и ( или) табачных изделий)</w:t>
            </w:r>
          </w:p>
        </w:tc>
        <w:tc>
          <w:tcPr>
            <w:tcW w:w="2335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0,107</w:t>
            </w:r>
          </w:p>
        </w:tc>
      </w:tr>
      <w:tr w:rsidR="00BF0C4A" w:rsidRPr="0086475A" w:rsidTr="0012459A">
        <w:tc>
          <w:tcPr>
            <w:tcW w:w="7196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2.реализующих одну группу товаров или её часть, выручка которых за налоговый период составляет не менее 80 пр</w:t>
            </w:r>
            <w:r w:rsidRPr="0086475A">
              <w:rPr>
                <w:rFonts w:ascii="Arial" w:hAnsi="Arial" w:cs="Arial"/>
                <w:sz w:val="24"/>
                <w:szCs w:val="24"/>
              </w:rPr>
              <w:t>о</w:t>
            </w:r>
            <w:r w:rsidRPr="0086475A">
              <w:rPr>
                <w:rFonts w:ascii="Arial" w:hAnsi="Arial" w:cs="Arial"/>
                <w:sz w:val="24"/>
                <w:szCs w:val="24"/>
              </w:rPr>
              <w:t>центов в общем объёме выручки по каждому объекту орган</w:t>
            </w:r>
            <w:r w:rsidRPr="0086475A">
              <w:rPr>
                <w:rFonts w:ascii="Arial" w:hAnsi="Arial" w:cs="Arial"/>
                <w:sz w:val="24"/>
                <w:szCs w:val="24"/>
              </w:rPr>
              <w:t>и</w:t>
            </w:r>
            <w:r w:rsidRPr="0086475A">
              <w:rPr>
                <w:rFonts w:ascii="Arial" w:hAnsi="Arial" w:cs="Arial"/>
                <w:sz w:val="24"/>
                <w:szCs w:val="24"/>
              </w:rPr>
              <w:t>зации торговли:</w:t>
            </w:r>
          </w:p>
        </w:tc>
        <w:tc>
          <w:tcPr>
            <w:tcW w:w="2335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0C4A" w:rsidRPr="0086475A" w:rsidTr="0012459A">
        <w:tc>
          <w:tcPr>
            <w:tcW w:w="7196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2.1. ювелирными изделиями</w:t>
            </w:r>
          </w:p>
        </w:tc>
        <w:tc>
          <w:tcPr>
            <w:tcW w:w="2335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0,538</w:t>
            </w:r>
          </w:p>
        </w:tc>
      </w:tr>
      <w:tr w:rsidR="00BF0C4A" w:rsidRPr="0086475A" w:rsidTr="0012459A">
        <w:tc>
          <w:tcPr>
            <w:tcW w:w="7196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2.2. детскими товарами и ( или) школьно-письменными пр</w:t>
            </w:r>
            <w:r w:rsidRPr="0086475A">
              <w:rPr>
                <w:rFonts w:ascii="Arial" w:hAnsi="Arial" w:cs="Arial"/>
                <w:sz w:val="24"/>
                <w:szCs w:val="24"/>
              </w:rPr>
              <w:t>и</w:t>
            </w:r>
            <w:r w:rsidRPr="0086475A">
              <w:rPr>
                <w:rFonts w:ascii="Arial" w:hAnsi="Arial" w:cs="Arial"/>
                <w:sz w:val="24"/>
                <w:szCs w:val="24"/>
              </w:rPr>
              <w:t>надлежности)</w:t>
            </w:r>
          </w:p>
        </w:tc>
        <w:tc>
          <w:tcPr>
            <w:tcW w:w="2335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0,107</w:t>
            </w:r>
          </w:p>
        </w:tc>
      </w:tr>
      <w:tr w:rsidR="00BF0C4A" w:rsidRPr="0086475A" w:rsidTr="0012459A">
        <w:tc>
          <w:tcPr>
            <w:tcW w:w="7196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2.3. спиртными напитками и табачными изделиями</w:t>
            </w:r>
          </w:p>
        </w:tc>
        <w:tc>
          <w:tcPr>
            <w:tcW w:w="2335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0,896</w:t>
            </w:r>
          </w:p>
        </w:tc>
      </w:tr>
      <w:tr w:rsidR="00BF0C4A" w:rsidRPr="0086475A" w:rsidTr="0012459A">
        <w:tc>
          <w:tcPr>
            <w:tcW w:w="7196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3. продовольственными и непродовольственными товарами ( за исключением товаров, поименованных в п. 1-2 раздела б)</w:t>
            </w:r>
          </w:p>
        </w:tc>
        <w:tc>
          <w:tcPr>
            <w:tcW w:w="2335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BF0C4A" w:rsidRPr="0086475A" w:rsidTr="0012459A">
        <w:tc>
          <w:tcPr>
            <w:tcW w:w="7196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3.1. находящимися в п. Абан</w:t>
            </w:r>
          </w:p>
        </w:tc>
        <w:tc>
          <w:tcPr>
            <w:tcW w:w="2335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0,269</w:t>
            </w:r>
          </w:p>
        </w:tc>
      </w:tr>
      <w:tr w:rsidR="00BF0C4A" w:rsidRPr="0086475A" w:rsidTr="0012459A">
        <w:tc>
          <w:tcPr>
            <w:tcW w:w="7196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3.2. находящимися в отдалённых и труднодоступных нас</w:t>
            </w:r>
            <w:r w:rsidRPr="0086475A">
              <w:rPr>
                <w:rFonts w:ascii="Arial" w:hAnsi="Arial" w:cs="Arial"/>
                <w:sz w:val="24"/>
                <w:szCs w:val="24"/>
              </w:rPr>
              <w:t>е</w:t>
            </w:r>
            <w:r w:rsidRPr="0086475A">
              <w:rPr>
                <w:rFonts w:ascii="Arial" w:hAnsi="Arial" w:cs="Arial"/>
                <w:sz w:val="24"/>
                <w:szCs w:val="24"/>
              </w:rPr>
              <w:t>лённых пунктах ( согласно приложения 1)</w:t>
            </w:r>
          </w:p>
        </w:tc>
        <w:tc>
          <w:tcPr>
            <w:tcW w:w="2335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0,021</w:t>
            </w:r>
          </w:p>
        </w:tc>
      </w:tr>
      <w:tr w:rsidR="00BF0C4A" w:rsidRPr="0086475A" w:rsidTr="0012459A">
        <w:tc>
          <w:tcPr>
            <w:tcW w:w="7196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3.3. находящимися в остальных населённых пунктах района</w:t>
            </w:r>
          </w:p>
        </w:tc>
        <w:tc>
          <w:tcPr>
            <w:tcW w:w="2335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0,107</w:t>
            </w:r>
          </w:p>
        </w:tc>
      </w:tr>
      <w:tr w:rsidR="00BF0C4A" w:rsidRPr="0086475A" w:rsidTr="0012459A">
        <w:tc>
          <w:tcPr>
            <w:tcW w:w="7196" w:type="dxa"/>
          </w:tcPr>
          <w:p w:rsidR="00BF0C4A" w:rsidRPr="0086475A" w:rsidRDefault="00BF0C4A" w:rsidP="00A636F0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в) развозная и разносная торговля, реализация товаров с и</w:t>
            </w:r>
            <w:r w:rsidRPr="0086475A">
              <w:rPr>
                <w:rFonts w:ascii="Arial" w:hAnsi="Arial" w:cs="Arial"/>
                <w:sz w:val="24"/>
                <w:szCs w:val="24"/>
              </w:rPr>
              <w:t>с</w:t>
            </w:r>
            <w:r w:rsidRPr="0086475A">
              <w:rPr>
                <w:rFonts w:ascii="Arial" w:hAnsi="Arial" w:cs="Arial"/>
                <w:sz w:val="24"/>
                <w:szCs w:val="24"/>
              </w:rPr>
              <w:t>пользованием торговых автоматов</w:t>
            </w:r>
          </w:p>
        </w:tc>
        <w:tc>
          <w:tcPr>
            <w:tcW w:w="2335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0C4A" w:rsidRPr="0086475A" w:rsidTr="0012459A">
        <w:tc>
          <w:tcPr>
            <w:tcW w:w="7196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 xml:space="preserve">1. осуществляемая в п. Абан </w:t>
            </w:r>
          </w:p>
        </w:tc>
        <w:tc>
          <w:tcPr>
            <w:tcW w:w="2335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0,269</w:t>
            </w:r>
          </w:p>
        </w:tc>
      </w:tr>
      <w:tr w:rsidR="00BF0C4A" w:rsidRPr="0086475A" w:rsidTr="0012459A">
        <w:tc>
          <w:tcPr>
            <w:tcW w:w="7196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2. осуществляемая  в остальных населённых пунктах Аба</w:t>
            </w:r>
            <w:r w:rsidRPr="0086475A">
              <w:rPr>
                <w:rFonts w:ascii="Arial" w:hAnsi="Arial" w:cs="Arial"/>
                <w:sz w:val="24"/>
                <w:szCs w:val="24"/>
              </w:rPr>
              <w:t>н</w:t>
            </w:r>
            <w:r w:rsidRPr="0086475A">
              <w:rPr>
                <w:rFonts w:ascii="Arial" w:hAnsi="Arial" w:cs="Arial"/>
                <w:sz w:val="24"/>
                <w:szCs w:val="24"/>
              </w:rPr>
              <w:t>ского района</w:t>
            </w:r>
          </w:p>
        </w:tc>
        <w:tc>
          <w:tcPr>
            <w:tcW w:w="2335" w:type="dxa"/>
          </w:tcPr>
          <w:p w:rsidR="00BF0C4A" w:rsidRPr="0086475A" w:rsidRDefault="00BF0C4A" w:rsidP="0012459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0,107</w:t>
            </w:r>
          </w:p>
        </w:tc>
      </w:tr>
    </w:tbl>
    <w:p w:rsidR="00BF0C4A" w:rsidRPr="0086475A" w:rsidRDefault="00BF0C4A" w:rsidP="00E41B95">
      <w:pPr>
        <w:jc w:val="both"/>
        <w:rPr>
          <w:rFonts w:ascii="Arial" w:hAnsi="Arial" w:cs="Arial"/>
          <w:b/>
          <w:sz w:val="24"/>
          <w:szCs w:val="24"/>
        </w:rPr>
      </w:pPr>
      <w:r w:rsidRPr="0086475A">
        <w:rPr>
          <w:rFonts w:ascii="Arial" w:hAnsi="Arial" w:cs="Arial"/>
          <w:b/>
          <w:sz w:val="24"/>
          <w:szCs w:val="24"/>
        </w:rPr>
        <w:t xml:space="preserve">   </w:t>
      </w:r>
    </w:p>
    <w:p w:rsidR="00BF0C4A" w:rsidRPr="0086475A" w:rsidRDefault="00BF0C4A" w:rsidP="001302A7">
      <w:pPr>
        <w:jc w:val="both"/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3.4.Оказание услуг общественного питания: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79"/>
        <w:gridCol w:w="2334"/>
      </w:tblGrid>
      <w:tr w:rsidR="00BF0C4A" w:rsidRPr="0086475A" w:rsidTr="00DD4384">
        <w:tc>
          <w:tcPr>
            <w:tcW w:w="7179" w:type="dxa"/>
          </w:tcPr>
          <w:p w:rsidR="00BF0C4A" w:rsidRPr="0086475A" w:rsidRDefault="00BF0C4A" w:rsidP="00C337C9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 xml:space="preserve">Организация услуг  общественного питания </w:t>
            </w:r>
          </w:p>
        </w:tc>
        <w:tc>
          <w:tcPr>
            <w:tcW w:w="2334" w:type="dxa"/>
            <w:vAlign w:val="center"/>
          </w:tcPr>
          <w:p w:rsidR="00BF0C4A" w:rsidRPr="0086475A" w:rsidRDefault="00BF0C4A" w:rsidP="00DD4384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Значение коэ</w:t>
            </w:r>
            <w:r w:rsidRPr="0086475A">
              <w:rPr>
                <w:rFonts w:ascii="Arial" w:hAnsi="Arial" w:cs="Arial"/>
                <w:sz w:val="24"/>
                <w:szCs w:val="24"/>
              </w:rPr>
              <w:t>ф</w:t>
            </w:r>
            <w:r w:rsidRPr="0086475A">
              <w:rPr>
                <w:rFonts w:ascii="Arial" w:hAnsi="Arial" w:cs="Arial"/>
                <w:sz w:val="24"/>
                <w:szCs w:val="24"/>
              </w:rPr>
              <w:t>фициента К2</w:t>
            </w:r>
          </w:p>
        </w:tc>
      </w:tr>
      <w:tr w:rsidR="00BF0C4A" w:rsidRPr="0086475A" w:rsidTr="00AC1040">
        <w:tc>
          <w:tcPr>
            <w:tcW w:w="7179" w:type="dxa"/>
          </w:tcPr>
          <w:p w:rsidR="00BF0C4A" w:rsidRPr="0086475A" w:rsidRDefault="00BF0C4A" w:rsidP="00C337C9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а)через  объекты организации общественного питания, имеющие залы обслуживания посетителей</w:t>
            </w:r>
          </w:p>
        </w:tc>
        <w:tc>
          <w:tcPr>
            <w:tcW w:w="2334" w:type="dxa"/>
          </w:tcPr>
          <w:p w:rsidR="00BF0C4A" w:rsidRPr="0086475A" w:rsidRDefault="00BF0C4A" w:rsidP="00C337C9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0,180</w:t>
            </w:r>
          </w:p>
        </w:tc>
      </w:tr>
      <w:tr w:rsidR="00BF0C4A" w:rsidRPr="0086475A" w:rsidTr="00AC1040">
        <w:tc>
          <w:tcPr>
            <w:tcW w:w="7179" w:type="dxa"/>
          </w:tcPr>
          <w:p w:rsidR="00BF0C4A" w:rsidRPr="0086475A" w:rsidRDefault="00BF0C4A" w:rsidP="00C337C9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б)через объекты организации общественного питания, не имеющие залов обслуживания посетителей</w:t>
            </w:r>
          </w:p>
        </w:tc>
        <w:tc>
          <w:tcPr>
            <w:tcW w:w="2334" w:type="dxa"/>
          </w:tcPr>
          <w:p w:rsidR="00BF0C4A" w:rsidRPr="0086475A" w:rsidRDefault="00BF0C4A" w:rsidP="00C337C9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0,249</w:t>
            </w:r>
          </w:p>
        </w:tc>
      </w:tr>
    </w:tbl>
    <w:p w:rsidR="00BF0C4A" w:rsidRPr="0086475A" w:rsidRDefault="00BF0C4A" w:rsidP="00C337C9">
      <w:pPr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BF0C4A" w:rsidRPr="0086475A" w:rsidRDefault="00BF0C4A" w:rsidP="001302A7">
      <w:pPr>
        <w:jc w:val="both"/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3.5. Оказания услуг по предоставлению во временное владение (в пользование) мест для стоянки автотранспортных средств, а также по хранению автотран</w:t>
      </w:r>
      <w:r w:rsidRPr="0086475A">
        <w:rPr>
          <w:rFonts w:ascii="Arial" w:hAnsi="Arial" w:cs="Arial"/>
          <w:sz w:val="24"/>
          <w:szCs w:val="24"/>
        </w:rPr>
        <w:t>с</w:t>
      </w:r>
      <w:r w:rsidRPr="0086475A">
        <w:rPr>
          <w:rFonts w:ascii="Arial" w:hAnsi="Arial" w:cs="Arial"/>
          <w:sz w:val="24"/>
          <w:szCs w:val="24"/>
        </w:rPr>
        <w:t>портных средств на платных стоянках (за исключением штрафных автостоянок):</w:t>
      </w:r>
    </w:p>
    <w:p w:rsidR="00BF0C4A" w:rsidRPr="0086475A" w:rsidRDefault="00BF0C4A" w:rsidP="00C337C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Значение коэффициента К2 устанавливается в размере 0,312</w:t>
      </w:r>
    </w:p>
    <w:p w:rsidR="00BF0C4A" w:rsidRPr="0086475A" w:rsidRDefault="00BF0C4A" w:rsidP="00C337C9">
      <w:pPr>
        <w:pStyle w:val="ConsPlusNormal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BF0C4A" w:rsidRPr="0086475A" w:rsidRDefault="00BF0C4A" w:rsidP="001302A7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3.6.  Распространения наружной рекламы с использованием рекламных констру</w:t>
      </w:r>
      <w:r w:rsidRPr="0086475A">
        <w:rPr>
          <w:rFonts w:ascii="Arial" w:hAnsi="Arial" w:cs="Arial"/>
          <w:sz w:val="24"/>
          <w:szCs w:val="24"/>
        </w:rPr>
        <w:t>к</w:t>
      </w:r>
      <w:r w:rsidRPr="0086475A">
        <w:rPr>
          <w:rFonts w:ascii="Arial" w:hAnsi="Arial" w:cs="Arial"/>
          <w:sz w:val="24"/>
          <w:szCs w:val="24"/>
        </w:rPr>
        <w:t xml:space="preserve">ций; </w:t>
      </w:r>
      <w:hyperlink r:id="rId14" w:history="1">
        <w:r w:rsidRPr="0086475A">
          <w:rPr>
            <w:rFonts w:ascii="Arial" w:hAnsi="Arial" w:cs="Arial"/>
            <w:sz w:val="24"/>
            <w:szCs w:val="24"/>
          </w:rPr>
          <w:t>размещения рекламы</w:t>
        </w:r>
      </w:hyperlink>
      <w:r w:rsidRPr="0086475A">
        <w:rPr>
          <w:rFonts w:ascii="Arial" w:hAnsi="Arial" w:cs="Arial"/>
          <w:sz w:val="24"/>
          <w:szCs w:val="24"/>
        </w:rPr>
        <w:t xml:space="preserve"> с использованием внешних и внутренних поверхностей транспортных средств.</w:t>
      </w:r>
    </w:p>
    <w:p w:rsidR="00BF0C4A" w:rsidRPr="0086475A" w:rsidRDefault="00BF0C4A" w:rsidP="00C337C9">
      <w:pPr>
        <w:ind w:firstLine="709"/>
        <w:jc w:val="both"/>
        <w:rPr>
          <w:rFonts w:ascii="Arial" w:hAnsi="Arial" w:cs="Arial"/>
          <w:b/>
          <w:sz w:val="24"/>
          <w:szCs w:val="24"/>
          <w:highlight w:val="yellow"/>
        </w:rPr>
      </w:pPr>
      <w:r w:rsidRPr="0086475A">
        <w:rPr>
          <w:rFonts w:ascii="Arial" w:hAnsi="Arial" w:cs="Arial"/>
          <w:sz w:val="24"/>
          <w:szCs w:val="24"/>
        </w:rPr>
        <w:t>Значение коэффициента К2 устанавливается в размере 0,075.</w:t>
      </w:r>
    </w:p>
    <w:p w:rsidR="00BF0C4A" w:rsidRPr="0086475A" w:rsidRDefault="00BF0C4A" w:rsidP="00C337C9">
      <w:pPr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BF0C4A" w:rsidRPr="0086475A" w:rsidRDefault="00BF0C4A" w:rsidP="001302A7">
      <w:pPr>
        <w:jc w:val="both"/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3.7. Оказание услуг по передаче во временное владение и ( или) в пользование торговых мест, расположенных в объектах стационарной торговой сети, не имеющих торговых залов, объектов нестационарной торговой сети, а также об</w:t>
      </w:r>
      <w:r w:rsidRPr="0086475A">
        <w:rPr>
          <w:rFonts w:ascii="Arial" w:hAnsi="Arial" w:cs="Arial"/>
          <w:sz w:val="24"/>
          <w:szCs w:val="24"/>
        </w:rPr>
        <w:t>ъ</w:t>
      </w:r>
      <w:r w:rsidRPr="0086475A">
        <w:rPr>
          <w:rFonts w:ascii="Arial" w:hAnsi="Arial" w:cs="Arial"/>
          <w:sz w:val="24"/>
          <w:szCs w:val="24"/>
        </w:rPr>
        <w:t>ектов организации общественного питания, не имеющих залов обслуживания п</w:t>
      </w:r>
      <w:r w:rsidRPr="0086475A">
        <w:rPr>
          <w:rFonts w:ascii="Arial" w:hAnsi="Arial" w:cs="Arial"/>
          <w:sz w:val="24"/>
          <w:szCs w:val="24"/>
        </w:rPr>
        <w:t>о</w:t>
      </w:r>
      <w:r w:rsidRPr="0086475A">
        <w:rPr>
          <w:rFonts w:ascii="Arial" w:hAnsi="Arial" w:cs="Arial"/>
          <w:sz w:val="24"/>
          <w:szCs w:val="24"/>
        </w:rPr>
        <w:t>сетителей:</w:t>
      </w:r>
    </w:p>
    <w:p w:rsidR="00BF0C4A" w:rsidRPr="0086475A" w:rsidRDefault="00BF0C4A" w:rsidP="00C337C9">
      <w:pPr>
        <w:ind w:firstLine="709"/>
        <w:jc w:val="both"/>
        <w:rPr>
          <w:rFonts w:ascii="Arial" w:hAnsi="Arial" w:cs="Arial"/>
          <w:b/>
          <w:sz w:val="24"/>
          <w:szCs w:val="24"/>
          <w:highlight w:val="yellow"/>
        </w:rPr>
      </w:pPr>
      <w:r w:rsidRPr="0086475A">
        <w:rPr>
          <w:rFonts w:ascii="Arial" w:hAnsi="Arial" w:cs="Arial"/>
          <w:sz w:val="24"/>
          <w:szCs w:val="24"/>
        </w:rPr>
        <w:t>Значение коэффициента К2 устанавливается в размере 0,038.</w:t>
      </w:r>
    </w:p>
    <w:p w:rsidR="00BF0C4A" w:rsidRPr="0086475A" w:rsidRDefault="00BF0C4A" w:rsidP="00C337C9">
      <w:pPr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BF0C4A" w:rsidRPr="0086475A" w:rsidRDefault="00BF0C4A" w:rsidP="001302A7">
      <w:pPr>
        <w:jc w:val="both"/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3.8. Оказание автотранспортных услуг: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80"/>
        <w:gridCol w:w="2333"/>
      </w:tblGrid>
      <w:tr w:rsidR="00BF0C4A" w:rsidRPr="0086475A" w:rsidTr="0012459A">
        <w:tc>
          <w:tcPr>
            <w:tcW w:w="7196" w:type="dxa"/>
          </w:tcPr>
          <w:p w:rsidR="00BF0C4A" w:rsidRPr="0086475A" w:rsidRDefault="00BF0C4A" w:rsidP="00C337C9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вид автотранспортных услуг</w:t>
            </w:r>
          </w:p>
        </w:tc>
        <w:tc>
          <w:tcPr>
            <w:tcW w:w="2335" w:type="dxa"/>
          </w:tcPr>
          <w:p w:rsidR="00BF0C4A" w:rsidRPr="0086475A" w:rsidRDefault="00BF0C4A" w:rsidP="00DD438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Значение коэ</w:t>
            </w:r>
            <w:r w:rsidRPr="0086475A">
              <w:rPr>
                <w:rFonts w:ascii="Arial" w:hAnsi="Arial" w:cs="Arial"/>
                <w:sz w:val="24"/>
                <w:szCs w:val="24"/>
              </w:rPr>
              <w:t>ф</w:t>
            </w:r>
            <w:r w:rsidRPr="0086475A">
              <w:rPr>
                <w:rFonts w:ascii="Arial" w:hAnsi="Arial" w:cs="Arial"/>
                <w:sz w:val="24"/>
                <w:szCs w:val="24"/>
              </w:rPr>
              <w:t>фициента К2</w:t>
            </w:r>
          </w:p>
        </w:tc>
      </w:tr>
      <w:tr w:rsidR="00BF0C4A" w:rsidRPr="0086475A" w:rsidTr="0012459A">
        <w:tc>
          <w:tcPr>
            <w:tcW w:w="7196" w:type="dxa"/>
          </w:tcPr>
          <w:p w:rsidR="00BF0C4A" w:rsidRPr="0086475A" w:rsidRDefault="00BF0C4A" w:rsidP="007666C8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1.8.1. оказание автотранспортных услуг по перевозке пасс</w:t>
            </w:r>
            <w:r w:rsidRPr="0086475A">
              <w:rPr>
                <w:rFonts w:ascii="Arial" w:hAnsi="Arial" w:cs="Arial"/>
                <w:sz w:val="24"/>
                <w:szCs w:val="24"/>
              </w:rPr>
              <w:t>а</w:t>
            </w:r>
            <w:r w:rsidRPr="0086475A">
              <w:rPr>
                <w:rFonts w:ascii="Arial" w:hAnsi="Arial" w:cs="Arial"/>
                <w:sz w:val="24"/>
                <w:szCs w:val="24"/>
              </w:rPr>
              <w:t>жиров</w:t>
            </w:r>
          </w:p>
        </w:tc>
        <w:tc>
          <w:tcPr>
            <w:tcW w:w="2335" w:type="dxa"/>
          </w:tcPr>
          <w:p w:rsidR="00BF0C4A" w:rsidRPr="0086475A" w:rsidRDefault="00BF0C4A" w:rsidP="00C337C9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0C4A" w:rsidRPr="0086475A" w:rsidTr="0012459A">
        <w:tc>
          <w:tcPr>
            <w:tcW w:w="7196" w:type="dxa"/>
          </w:tcPr>
          <w:p w:rsidR="00BF0C4A" w:rsidRPr="0086475A" w:rsidRDefault="00BF0C4A" w:rsidP="007666C8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1.8.1.1. транспортными средствами категории В &lt;**&gt;</w:t>
            </w:r>
          </w:p>
        </w:tc>
        <w:tc>
          <w:tcPr>
            <w:tcW w:w="2335" w:type="dxa"/>
          </w:tcPr>
          <w:p w:rsidR="00BF0C4A" w:rsidRPr="0086475A" w:rsidRDefault="00BF0C4A" w:rsidP="00C337C9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0,500</w:t>
            </w:r>
          </w:p>
        </w:tc>
      </w:tr>
      <w:tr w:rsidR="00BF0C4A" w:rsidRPr="0086475A" w:rsidTr="0012459A">
        <w:tc>
          <w:tcPr>
            <w:tcW w:w="7196" w:type="dxa"/>
          </w:tcPr>
          <w:p w:rsidR="00BF0C4A" w:rsidRPr="0086475A" w:rsidRDefault="00BF0C4A" w:rsidP="007666C8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 xml:space="preserve">1.8.1.2. транспортными средствами категории </w:t>
            </w:r>
            <w:r w:rsidRPr="0086475A">
              <w:rPr>
                <w:rFonts w:ascii="Arial" w:hAnsi="Arial" w:cs="Arial"/>
                <w:sz w:val="24"/>
                <w:szCs w:val="24"/>
                <w:lang w:val="en-US"/>
              </w:rPr>
              <w:t>D</w:t>
            </w:r>
            <w:r w:rsidRPr="0086475A">
              <w:rPr>
                <w:rFonts w:ascii="Arial" w:hAnsi="Arial" w:cs="Arial"/>
                <w:sz w:val="24"/>
                <w:szCs w:val="24"/>
              </w:rPr>
              <w:t xml:space="preserve"> &lt;***&gt;</w:t>
            </w:r>
          </w:p>
        </w:tc>
        <w:tc>
          <w:tcPr>
            <w:tcW w:w="2335" w:type="dxa"/>
          </w:tcPr>
          <w:p w:rsidR="00BF0C4A" w:rsidRPr="0086475A" w:rsidRDefault="00BF0C4A" w:rsidP="00C337C9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  <w:lang w:val="en-US"/>
              </w:rPr>
              <w:t>0.12</w:t>
            </w:r>
            <w:r w:rsidRPr="0086475A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BF0C4A" w:rsidRPr="0086475A" w:rsidTr="0012459A">
        <w:tc>
          <w:tcPr>
            <w:tcW w:w="7196" w:type="dxa"/>
          </w:tcPr>
          <w:p w:rsidR="00BF0C4A" w:rsidRPr="0086475A" w:rsidRDefault="00BF0C4A" w:rsidP="007666C8">
            <w:pPr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1.8.2. оказание автотранспортных услуг по перевозке грузов</w:t>
            </w:r>
          </w:p>
        </w:tc>
        <w:tc>
          <w:tcPr>
            <w:tcW w:w="2335" w:type="dxa"/>
          </w:tcPr>
          <w:p w:rsidR="00BF0C4A" w:rsidRPr="0086475A" w:rsidRDefault="00BF0C4A" w:rsidP="00C337C9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475A">
              <w:rPr>
                <w:rFonts w:ascii="Arial" w:hAnsi="Arial" w:cs="Arial"/>
                <w:sz w:val="24"/>
                <w:szCs w:val="24"/>
              </w:rPr>
              <w:t>0,861</w:t>
            </w:r>
          </w:p>
        </w:tc>
      </w:tr>
    </w:tbl>
    <w:p w:rsidR="00BF0C4A" w:rsidRPr="0086475A" w:rsidRDefault="00BF0C4A" w:rsidP="00C337C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&lt;**&gt; Под категорией В понимаются автомобили, разрешенная максимал</w:t>
      </w:r>
      <w:r w:rsidRPr="0086475A">
        <w:rPr>
          <w:rFonts w:ascii="Arial" w:hAnsi="Arial" w:cs="Arial"/>
          <w:sz w:val="24"/>
          <w:szCs w:val="24"/>
        </w:rPr>
        <w:t>ь</w:t>
      </w:r>
      <w:r w:rsidRPr="0086475A">
        <w:rPr>
          <w:rFonts w:ascii="Arial" w:hAnsi="Arial" w:cs="Arial"/>
          <w:sz w:val="24"/>
          <w:szCs w:val="24"/>
        </w:rPr>
        <w:t>ная масса которых не превышает 3500 кг и число сидячих мест которых, помимо сиденья водителя, не превышает восьми.</w:t>
      </w:r>
    </w:p>
    <w:p w:rsidR="00BF0C4A" w:rsidRPr="0086475A" w:rsidRDefault="00BF0C4A" w:rsidP="00C337C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&lt;***&gt; Под категорией D понимаются автомобили, предназначенные для п</w:t>
      </w:r>
      <w:r w:rsidRPr="0086475A">
        <w:rPr>
          <w:rFonts w:ascii="Arial" w:hAnsi="Arial" w:cs="Arial"/>
          <w:sz w:val="24"/>
          <w:szCs w:val="24"/>
        </w:rPr>
        <w:t>е</w:t>
      </w:r>
      <w:r w:rsidRPr="0086475A">
        <w:rPr>
          <w:rFonts w:ascii="Arial" w:hAnsi="Arial" w:cs="Arial"/>
          <w:sz w:val="24"/>
          <w:szCs w:val="24"/>
        </w:rPr>
        <w:t>ревозки пассажиров и имеющие более 8 сидячих мест, помимо сиденья водителя.</w:t>
      </w:r>
    </w:p>
    <w:p w:rsidR="00BF0C4A" w:rsidRPr="0086475A" w:rsidRDefault="00BF0C4A" w:rsidP="001302A7">
      <w:pPr>
        <w:jc w:val="both"/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3.9. Оказание услуг по ремонту, техническому обслуживанию и мойке автотран</w:t>
      </w:r>
      <w:r w:rsidRPr="0086475A">
        <w:rPr>
          <w:rFonts w:ascii="Arial" w:hAnsi="Arial" w:cs="Arial"/>
          <w:sz w:val="24"/>
          <w:szCs w:val="24"/>
        </w:rPr>
        <w:t>с</w:t>
      </w:r>
      <w:r w:rsidRPr="0086475A">
        <w:rPr>
          <w:rFonts w:ascii="Arial" w:hAnsi="Arial" w:cs="Arial"/>
          <w:sz w:val="24"/>
          <w:szCs w:val="24"/>
        </w:rPr>
        <w:t>портных средств</w:t>
      </w:r>
    </w:p>
    <w:p w:rsidR="00BF0C4A" w:rsidRPr="0086475A" w:rsidRDefault="00BF0C4A" w:rsidP="00C337C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 xml:space="preserve">Значение коэффициента К2  </w:t>
      </w:r>
      <w:r w:rsidRPr="0086475A">
        <w:rPr>
          <w:rFonts w:ascii="Arial" w:hAnsi="Arial" w:cs="Arial"/>
          <w:sz w:val="24"/>
          <w:szCs w:val="24"/>
        </w:rPr>
        <w:tab/>
        <w:t>устанавливается в размере 0,431</w:t>
      </w:r>
    </w:p>
    <w:p w:rsidR="00BF0C4A" w:rsidRPr="0086475A" w:rsidRDefault="00BF0C4A" w:rsidP="001302A7">
      <w:pPr>
        <w:jc w:val="both"/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3.10. Оказанию  услуг по временному размещению и проживанию организациями и предпринимателями, использующими в каждом объекте площадь помещений для временного размещения и  проживания не более 500 квадратных метров.</w:t>
      </w:r>
    </w:p>
    <w:p w:rsidR="00BF0C4A" w:rsidRPr="0086475A" w:rsidRDefault="00BF0C4A" w:rsidP="00C337C9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Значение коэффициента К2  устанавливается равным 0,01</w:t>
      </w:r>
    </w:p>
    <w:p w:rsidR="00BF0C4A" w:rsidRPr="0086475A" w:rsidRDefault="00BF0C4A" w:rsidP="001302A7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 xml:space="preserve">         4.</w:t>
      </w:r>
      <w:r w:rsidRPr="0086475A">
        <w:rPr>
          <w:rFonts w:ascii="Arial" w:hAnsi="Arial" w:cs="Arial"/>
          <w:b/>
          <w:sz w:val="24"/>
          <w:szCs w:val="24"/>
        </w:rPr>
        <w:t xml:space="preserve">  </w:t>
      </w:r>
      <w:r w:rsidRPr="0086475A">
        <w:rPr>
          <w:rFonts w:ascii="Arial" w:hAnsi="Arial" w:cs="Arial"/>
          <w:sz w:val="24"/>
          <w:szCs w:val="24"/>
        </w:rPr>
        <w:t>Признать утратившим силу Решение Абанского районного Совета деп</w:t>
      </w:r>
      <w:r w:rsidRPr="0086475A">
        <w:rPr>
          <w:rFonts w:ascii="Arial" w:hAnsi="Arial" w:cs="Arial"/>
          <w:sz w:val="24"/>
          <w:szCs w:val="24"/>
        </w:rPr>
        <w:t>у</w:t>
      </w:r>
      <w:r w:rsidRPr="0086475A">
        <w:rPr>
          <w:rFonts w:ascii="Arial" w:hAnsi="Arial" w:cs="Arial"/>
          <w:sz w:val="24"/>
          <w:szCs w:val="24"/>
        </w:rPr>
        <w:t>татов от 01.11.05г. № 5-35р «О  системе налогообложения в виде единого налога на вменённый доход для отдельных видов деятельности на территории Абанск</w:t>
      </w:r>
      <w:r w:rsidRPr="0086475A">
        <w:rPr>
          <w:rFonts w:ascii="Arial" w:hAnsi="Arial" w:cs="Arial"/>
          <w:sz w:val="24"/>
          <w:szCs w:val="24"/>
        </w:rPr>
        <w:t>о</w:t>
      </w:r>
      <w:r w:rsidRPr="0086475A">
        <w:rPr>
          <w:rFonts w:ascii="Arial" w:hAnsi="Arial" w:cs="Arial"/>
          <w:sz w:val="24"/>
          <w:szCs w:val="24"/>
        </w:rPr>
        <w:t>го района» (в ред. Решений Абанского районного Совета депутатов Красноярск</w:t>
      </w:r>
      <w:r w:rsidRPr="0086475A">
        <w:rPr>
          <w:rFonts w:ascii="Arial" w:hAnsi="Arial" w:cs="Arial"/>
          <w:sz w:val="24"/>
          <w:szCs w:val="24"/>
        </w:rPr>
        <w:t>о</w:t>
      </w:r>
      <w:r w:rsidRPr="0086475A">
        <w:rPr>
          <w:rFonts w:ascii="Arial" w:hAnsi="Arial" w:cs="Arial"/>
          <w:sz w:val="24"/>
          <w:szCs w:val="24"/>
        </w:rPr>
        <w:t xml:space="preserve">го края от 24.10.2006 </w:t>
      </w:r>
      <w:hyperlink r:id="rId15" w:history="1">
        <w:r w:rsidRPr="0086475A">
          <w:rPr>
            <w:rFonts w:ascii="Arial" w:hAnsi="Arial" w:cs="Arial"/>
            <w:sz w:val="24"/>
            <w:szCs w:val="24"/>
          </w:rPr>
          <w:t>N 11-107р</w:t>
        </w:r>
      </w:hyperlink>
      <w:r w:rsidRPr="0086475A">
        <w:rPr>
          <w:rFonts w:ascii="Arial" w:hAnsi="Arial" w:cs="Arial"/>
          <w:sz w:val="24"/>
          <w:szCs w:val="24"/>
        </w:rPr>
        <w:t xml:space="preserve">, от 14.11.2007 </w:t>
      </w:r>
      <w:hyperlink r:id="rId16" w:history="1">
        <w:r w:rsidRPr="0086475A">
          <w:rPr>
            <w:rFonts w:ascii="Arial" w:hAnsi="Arial" w:cs="Arial"/>
            <w:sz w:val="24"/>
            <w:szCs w:val="24"/>
          </w:rPr>
          <w:t>N 19-179-р</w:t>
        </w:r>
      </w:hyperlink>
      <w:r w:rsidRPr="0086475A">
        <w:rPr>
          <w:rFonts w:ascii="Arial" w:hAnsi="Arial" w:cs="Arial"/>
          <w:sz w:val="24"/>
          <w:szCs w:val="24"/>
        </w:rPr>
        <w:t xml:space="preserve">, от 20.11.2008 </w:t>
      </w:r>
      <w:hyperlink r:id="rId17" w:history="1">
        <w:r w:rsidRPr="0086475A">
          <w:rPr>
            <w:rFonts w:ascii="Arial" w:hAnsi="Arial" w:cs="Arial"/>
            <w:sz w:val="24"/>
            <w:szCs w:val="24"/>
          </w:rPr>
          <w:t>N 28-257-р</w:t>
        </w:r>
      </w:hyperlink>
      <w:r w:rsidRPr="0086475A">
        <w:rPr>
          <w:rFonts w:ascii="Arial" w:hAnsi="Arial" w:cs="Arial"/>
          <w:sz w:val="24"/>
          <w:szCs w:val="24"/>
        </w:rPr>
        <w:t xml:space="preserve">, от 20.11.2009 </w:t>
      </w:r>
      <w:hyperlink r:id="rId18" w:history="1">
        <w:r w:rsidRPr="0086475A">
          <w:rPr>
            <w:rFonts w:ascii="Arial" w:hAnsi="Arial" w:cs="Arial"/>
            <w:sz w:val="24"/>
            <w:szCs w:val="24"/>
          </w:rPr>
          <w:t>N 38-326Р</w:t>
        </w:r>
      </w:hyperlink>
      <w:r w:rsidRPr="0086475A">
        <w:rPr>
          <w:rFonts w:ascii="Arial" w:hAnsi="Arial" w:cs="Arial"/>
          <w:sz w:val="24"/>
          <w:szCs w:val="24"/>
        </w:rPr>
        <w:t xml:space="preserve">, от 12.11.2010 </w:t>
      </w:r>
      <w:hyperlink r:id="rId19" w:history="1">
        <w:r w:rsidRPr="0086475A">
          <w:rPr>
            <w:rFonts w:ascii="Arial" w:hAnsi="Arial" w:cs="Arial"/>
            <w:sz w:val="24"/>
            <w:szCs w:val="24"/>
          </w:rPr>
          <w:t>N 7-59Р</w:t>
        </w:r>
      </w:hyperlink>
      <w:r w:rsidRPr="0086475A">
        <w:rPr>
          <w:rFonts w:ascii="Arial" w:hAnsi="Arial" w:cs="Arial"/>
          <w:sz w:val="24"/>
          <w:szCs w:val="24"/>
        </w:rPr>
        <w:t xml:space="preserve">, от 18.11.2011 </w:t>
      </w:r>
      <w:hyperlink r:id="rId20" w:history="1">
        <w:r w:rsidRPr="0086475A">
          <w:rPr>
            <w:rFonts w:ascii="Arial" w:hAnsi="Arial" w:cs="Arial"/>
            <w:sz w:val="24"/>
            <w:szCs w:val="24"/>
          </w:rPr>
          <w:t>N 16-134р</w:t>
        </w:r>
      </w:hyperlink>
      <w:r w:rsidRPr="0086475A">
        <w:rPr>
          <w:rFonts w:ascii="Arial" w:hAnsi="Arial" w:cs="Arial"/>
          <w:sz w:val="24"/>
          <w:szCs w:val="24"/>
        </w:rPr>
        <w:t xml:space="preserve">, от 11.04.2014 </w:t>
      </w:r>
      <w:hyperlink r:id="rId21" w:history="1">
        <w:r w:rsidRPr="0086475A">
          <w:rPr>
            <w:rFonts w:ascii="Arial" w:hAnsi="Arial" w:cs="Arial"/>
            <w:sz w:val="24"/>
            <w:szCs w:val="24"/>
          </w:rPr>
          <w:t>N 2-7Р</w:t>
        </w:r>
      </w:hyperlink>
      <w:r w:rsidRPr="0086475A">
        <w:rPr>
          <w:rFonts w:ascii="Arial" w:hAnsi="Arial" w:cs="Arial"/>
          <w:sz w:val="24"/>
          <w:szCs w:val="24"/>
        </w:rPr>
        <w:t>)</w:t>
      </w:r>
    </w:p>
    <w:p w:rsidR="00BF0C4A" w:rsidRPr="0086475A" w:rsidRDefault="00BF0C4A" w:rsidP="0054091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5</w:t>
      </w:r>
      <w:r w:rsidRPr="0086475A">
        <w:rPr>
          <w:rFonts w:ascii="Arial" w:hAnsi="Arial" w:cs="Arial"/>
          <w:bCs/>
          <w:sz w:val="24"/>
          <w:szCs w:val="24"/>
        </w:rPr>
        <w:t>.</w:t>
      </w:r>
      <w:r w:rsidRPr="0086475A">
        <w:rPr>
          <w:rFonts w:ascii="Arial" w:hAnsi="Arial" w:cs="Arial"/>
          <w:sz w:val="24"/>
          <w:szCs w:val="24"/>
        </w:rPr>
        <w:t xml:space="preserve"> Настоящее решение вступает в силу не ранее чем  по истечении месяца со дня его официального опубликования и не ранее 1 числа очередного налог</w:t>
      </w:r>
      <w:r w:rsidRPr="0086475A">
        <w:rPr>
          <w:rFonts w:ascii="Arial" w:hAnsi="Arial" w:cs="Arial"/>
          <w:sz w:val="24"/>
          <w:szCs w:val="24"/>
        </w:rPr>
        <w:t>о</w:t>
      </w:r>
      <w:r w:rsidRPr="0086475A">
        <w:rPr>
          <w:rFonts w:ascii="Arial" w:hAnsi="Arial" w:cs="Arial"/>
          <w:sz w:val="24"/>
          <w:szCs w:val="24"/>
        </w:rPr>
        <w:t>вого периода.</w:t>
      </w:r>
    </w:p>
    <w:p w:rsidR="00BF0C4A" w:rsidRPr="0086475A" w:rsidRDefault="00BF0C4A" w:rsidP="00E41B95">
      <w:pPr>
        <w:rPr>
          <w:rFonts w:ascii="Arial" w:hAnsi="Arial" w:cs="Arial"/>
          <w:b/>
          <w:sz w:val="24"/>
          <w:szCs w:val="24"/>
        </w:rPr>
      </w:pPr>
    </w:p>
    <w:p w:rsidR="00BF0C4A" w:rsidRPr="0086475A" w:rsidRDefault="00BF0C4A" w:rsidP="00E41B95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BF0C4A" w:rsidRPr="0086475A" w:rsidRDefault="00BF0C4A" w:rsidP="005D1126">
      <w:pPr>
        <w:pStyle w:val="ConsNormal"/>
        <w:ind w:right="0" w:firstLine="0"/>
        <w:jc w:val="both"/>
        <w:rPr>
          <w:sz w:val="24"/>
          <w:szCs w:val="24"/>
        </w:rPr>
      </w:pPr>
      <w:r w:rsidRPr="0086475A">
        <w:rPr>
          <w:sz w:val="24"/>
          <w:szCs w:val="24"/>
        </w:rPr>
        <w:t>Председатель Абанского районного</w:t>
      </w:r>
    </w:p>
    <w:p w:rsidR="00BF0C4A" w:rsidRPr="0086475A" w:rsidRDefault="00BF0C4A" w:rsidP="005D1126">
      <w:pPr>
        <w:pStyle w:val="ConsNormal"/>
        <w:ind w:right="0" w:firstLine="0"/>
        <w:jc w:val="both"/>
        <w:rPr>
          <w:rStyle w:val="blk"/>
          <w:rFonts w:cs="Arial"/>
          <w:sz w:val="24"/>
          <w:szCs w:val="24"/>
          <w:vertAlign w:val="superscript"/>
        </w:rPr>
      </w:pPr>
      <w:r w:rsidRPr="0086475A">
        <w:rPr>
          <w:sz w:val="24"/>
          <w:szCs w:val="24"/>
        </w:rPr>
        <w:t xml:space="preserve">Совета депутатов, Глава Абанского района                              А.А. Анпилогов   </w:t>
      </w:r>
      <w:r w:rsidRPr="0086475A">
        <w:rPr>
          <w:rStyle w:val="blk"/>
          <w:rFonts w:cs="Arial"/>
          <w:sz w:val="24"/>
          <w:szCs w:val="24"/>
          <w:vertAlign w:val="superscript"/>
        </w:rPr>
        <w:t xml:space="preserve">                                                        </w:t>
      </w:r>
    </w:p>
    <w:p w:rsidR="00BF0C4A" w:rsidRPr="0086475A" w:rsidRDefault="00BF0C4A" w:rsidP="00E41B95">
      <w:pPr>
        <w:ind w:left="-567"/>
        <w:jc w:val="both"/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007D69">
      <w:pPr>
        <w:ind w:firstLine="708"/>
        <w:jc w:val="both"/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007D69">
      <w:pPr>
        <w:ind w:firstLine="708"/>
        <w:jc w:val="both"/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007D69">
      <w:pPr>
        <w:ind w:firstLine="708"/>
        <w:jc w:val="both"/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007D69">
      <w:pPr>
        <w:ind w:firstLine="708"/>
        <w:jc w:val="both"/>
        <w:rPr>
          <w:rStyle w:val="blk"/>
          <w:rFonts w:ascii="Arial" w:hAnsi="Arial" w:cs="Arial"/>
          <w:sz w:val="24"/>
          <w:szCs w:val="24"/>
          <w:vertAlign w:val="superscript"/>
        </w:rPr>
      </w:pPr>
    </w:p>
    <w:p w:rsidR="00BF0C4A" w:rsidRPr="0086475A" w:rsidRDefault="00BF0C4A" w:rsidP="00E41B95">
      <w:pPr>
        <w:ind w:left="5040" w:firstLine="720"/>
        <w:jc w:val="both"/>
        <w:rPr>
          <w:rFonts w:ascii="Arial" w:hAnsi="Arial" w:cs="Arial"/>
          <w:sz w:val="24"/>
          <w:szCs w:val="24"/>
        </w:rPr>
      </w:pPr>
    </w:p>
    <w:p w:rsidR="00BF0C4A" w:rsidRPr="0086475A" w:rsidRDefault="00BF0C4A" w:rsidP="00E41B95">
      <w:pPr>
        <w:ind w:left="5040" w:firstLine="720"/>
        <w:jc w:val="both"/>
        <w:rPr>
          <w:rFonts w:ascii="Arial" w:hAnsi="Arial" w:cs="Arial"/>
          <w:sz w:val="24"/>
          <w:szCs w:val="24"/>
        </w:rPr>
      </w:pPr>
    </w:p>
    <w:p w:rsidR="00BF0C4A" w:rsidRPr="0086475A" w:rsidRDefault="00BF0C4A" w:rsidP="00E41B95">
      <w:pPr>
        <w:ind w:left="5040" w:firstLine="720"/>
        <w:jc w:val="both"/>
        <w:rPr>
          <w:rFonts w:ascii="Arial" w:hAnsi="Arial" w:cs="Arial"/>
          <w:sz w:val="24"/>
          <w:szCs w:val="24"/>
        </w:rPr>
      </w:pPr>
    </w:p>
    <w:p w:rsidR="00BF0C4A" w:rsidRPr="0086475A" w:rsidRDefault="00BF0C4A" w:rsidP="00E41B95">
      <w:pPr>
        <w:ind w:left="5040" w:firstLine="720"/>
        <w:jc w:val="both"/>
        <w:rPr>
          <w:rFonts w:ascii="Arial" w:hAnsi="Arial" w:cs="Arial"/>
          <w:sz w:val="24"/>
          <w:szCs w:val="24"/>
        </w:rPr>
      </w:pPr>
    </w:p>
    <w:p w:rsidR="00BF0C4A" w:rsidRPr="0086475A" w:rsidRDefault="00BF0C4A" w:rsidP="00E41B95">
      <w:pPr>
        <w:ind w:left="5040" w:firstLine="720"/>
        <w:jc w:val="both"/>
        <w:rPr>
          <w:rFonts w:ascii="Arial" w:hAnsi="Arial" w:cs="Arial"/>
          <w:sz w:val="24"/>
          <w:szCs w:val="24"/>
        </w:rPr>
      </w:pPr>
    </w:p>
    <w:p w:rsidR="00BF0C4A" w:rsidRPr="0086475A" w:rsidRDefault="00BF0C4A" w:rsidP="00E41B95">
      <w:pPr>
        <w:ind w:left="5040" w:firstLine="720"/>
        <w:jc w:val="both"/>
        <w:rPr>
          <w:rFonts w:ascii="Arial" w:hAnsi="Arial" w:cs="Arial"/>
          <w:sz w:val="24"/>
          <w:szCs w:val="24"/>
        </w:rPr>
      </w:pPr>
    </w:p>
    <w:p w:rsidR="00BF0C4A" w:rsidRPr="0086475A" w:rsidRDefault="00BF0C4A" w:rsidP="00E41B95">
      <w:pPr>
        <w:ind w:left="5040" w:firstLine="720"/>
        <w:jc w:val="both"/>
        <w:rPr>
          <w:rFonts w:ascii="Arial" w:hAnsi="Arial" w:cs="Arial"/>
          <w:sz w:val="24"/>
          <w:szCs w:val="24"/>
        </w:rPr>
      </w:pPr>
    </w:p>
    <w:p w:rsidR="00BF0C4A" w:rsidRPr="0086475A" w:rsidRDefault="00BF0C4A" w:rsidP="00E41B95">
      <w:pPr>
        <w:ind w:left="5040" w:firstLine="720"/>
        <w:jc w:val="both"/>
        <w:rPr>
          <w:rFonts w:ascii="Arial" w:hAnsi="Arial" w:cs="Arial"/>
          <w:sz w:val="24"/>
          <w:szCs w:val="24"/>
        </w:rPr>
      </w:pPr>
    </w:p>
    <w:p w:rsidR="00BF0C4A" w:rsidRPr="0086475A" w:rsidRDefault="00BF0C4A" w:rsidP="00E41B95">
      <w:pPr>
        <w:ind w:left="5040" w:firstLine="720"/>
        <w:jc w:val="both"/>
        <w:rPr>
          <w:rFonts w:ascii="Arial" w:hAnsi="Arial" w:cs="Arial"/>
          <w:sz w:val="24"/>
          <w:szCs w:val="24"/>
        </w:rPr>
      </w:pPr>
    </w:p>
    <w:p w:rsidR="00BF0C4A" w:rsidRPr="0086475A" w:rsidRDefault="00BF0C4A" w:rsidP="00E41B95">
      <w:pPr>
        <w:ind w:left="5040" w:firstLine="720"/>
        <w:jc w:val="both"/>
        <w:rPr>
          <w:rFonts w:ascii="Arial" w:hAnsi="Arial" w:cs="Arial"/>
          <w:sz w:val="24"/>
          <w:szCs w:val="24"/>
        </w:rPr>
      </w:pPr>
    </w:p>
    <w:p w:rsidR="00BF0C4A" w:rsidRPr="0086475A" w:rsidRDefault="00BF0C4A" w:rsidP="00E41B95">
      <w:pPr>
        <w:ind w:left="5040" w:firstLine="720"/>
        <w:jc w:val="both"/>
        <w:rPr>
          <w:rFonts w:ascii="Arial" w:hAnsi="Arial" w:cs="Arial"/>
          <w:sz w:val="24"/>
          <w:szCs w:val="24"/>
        </w:rPr>
      </w:pPr>
    </w:p>
    <w:p w:rsidR="00BF0C4A" w:rsidRPr="0086475A" w:rsidRDefault="00BF0C4A" w:rsidP="00E41B95">
      <w:pPr>
        <w:ind w:left="5040" w:firstLine="720"/>
        <w:jc w:val="both"/>
        <w:rPr>
          <w:rFonts w:ascii="Arial" w:hAnsi="Arial" w:cs="Arial"/>
          <w:sz w:val="24"/>
          <w:szCs w:val="24"/>
        </w:rPr>
      </w:pPr>
    </w:p>
    <w:p w:rsidR="00BF0C4A" w:rsidRPr="0086475A" w:rsidRDefault="00BF0C4A" w:rsidP="00E41B95">
      <w:pPr>
        <w:ind w:left="5040" w:firstLine="720"/>
        <w:jc w:val="both"/>
        <w:rPr>
          <w:rFonts w:ascii="Arial" w:hAnsi="Arial" w:cs="Arial"/>
          <w:sz w:val="24"/>
          <w:szCs w:val="24"/>
        </w:rPr>
      </w:pPr>
    </w:p>
    <w:p w:rsidR="00BF0C4A" w:rsidRPr="0086475A" w:rsidRDefault="00BF0C4A" w:rsidP="00E41B95">
      <w:pPr>
        <w:ind w:left="5040" w:firstLine="720"/>
        <w:jc w:val="both"/>
        <w:rPr>
          <w:rFonts w:ascii="Arial" w:hAnsi="Arial" w:cs="Arial"/>
          <w:sz w:val="24"/>
          <w:szCs w:val="24"/>
        </w:rPr>
      </w:pPr>
    </w:p>
    <w:p w:rsidR="00BF0C4A" w:rsidRPr="0086475A" w:rsidRDefault="00BF0C4A" w:rsidP="00E41B95">
      <w:pPr>
        <w:ind w:left="5040" w:firstLine="720"/>
        <w:jc w:val="both"/>
        <w:rPr>
          <w:rFonts w:ascii="Arial" w:hAnsi="Arial" w:cs="Arial"/>
          <w:sz w:val="24"/>
          <w:szCs w:val="24"/>
        </w:rPr>
      </w:pPr>
    </w:p>
    <w:p w:rsidR="00BF0C4A" w:rsidRPr="0086475A" w:rsidRDefault="00BF0C4A" w:rsidP="00E41B95">
      <w:pPr>
        <w:ind w:left="5040" w:firstLine="720"/>
        <w:jc w:val="both"/>
        <w:rPr>
          <w:rFonts w:ascii="Arial" w:hAnsi="Arial" w:cs="Arial"/>
          <w:sz w:val="24"/>
          <w:szCs w:val="24"/>
        </w:rPr>
      </w:pPr>
    </w:p>
    <w:p w:rsidR="00BF0C4A" w:rsidRDefault="00BF0C4A" w:rsidP="00E41B95">
      <w:pPr>
        <w:ind w:left="5040" w:firstLine="720"/>
        <w:jc w:val="both"/>
        <w:rPr>
          <w:rFonts w:ascii="Arial" w:hAnsi="Arial" w:cs="Arial"/>
          <w:sz w:val="24"/>
          <w:szCs w:val="24"/>
        </w:rPr>
      </w:pPr>
    </w:p>
    <w:p w:rsidR="00BF0C4A" w:rsidRDefault="00BF0C4A" w:rsidP="00E41B95">
      <w:pPr>
        <w:ind w:left="5040" w:firstLine="720"/>
        <w:jc w:val="both"/>
        <w:rPr>
          <w:rFonts w:ascii="Arial" w:hAnsi="Arial" w:cs="Arial"/>
          <w:sz w:val="24"/>
          <w:szCs w:val="24"/>
        </w:rPr>
      </w:pPr>
    </w:p>
    <w:p w:rsidR="00BF0C4A" w:rsidRDefault="00BF0C4A" w:rsidP="00E41B95">
      <w:pPr>
        <w:ind w:left="5040" w:firstLine="720"/>
        <w:jc w:val="both"/>
        <w:rPr>
          <w:rFonts w:ascii="Arial" w:hAnsi="Arial" w:cs="Arial"/>
          <w:sz w:val="24"/>
          <w:szCs w:val="24"/>
        </w:rPr>
      </w:pPr>
    </w:p>
    <w:p w:rsidR="00BF0C4A" w:rsidRDefault="00BF0C4A" w:rsidP="00E41B95">
      <w:pPr>
        <w:ind w:left="5040" w:firstLine="720"/>
        <w:jc w:val="both"/>
        <w:rPr>
          <w:rFonts w:ascii="Arial" w:hAnsi="Arial" w:cs="Arial"/>
          <w:sz w:val="24"/>
          <w:szCs w:val="24"/>
        </w:rPr>
      </w:pPr>
    </w:p>
    <w:p w:rsidR="00BF0C4A" w:rsidRDefault="00BF0C4A" w:rsidP="00E41B95">
      <w:pPr>
        <w:ind w:left="5040" w:firstLine="720"/>
        <w:jc w:val="both"/>
        <w:rPr>
          <w:rFonts w:ascii="Arial" w:hAnsi="Arial" w:cs="Arial"/>
          <w:sz w:val="24"/>
          <w:szCs w:val="24"/>
        </w:rPr>
      </w:pPr>
    </w:p>
    <w:p w:rsidR="00BF0C4A" w:rsidRDefault="00BF0C4A" w:rsidP="00E41B95">
      <w:pPr>
        <w:ind w:left="5040" w:firstLine="720"/>
        <w:jc w:val="both"/>
        <w:rPr>
          <w:rFonts w:ascii="Arial" w:hAnsi="Arial" w:cs="Arial"/>
          <w:sz w:val="24"/>
          <w:szCs w:val="24"/>
        </w:rPr>
      </w:pPr>
    </w:p>
    <w:p w:rsidR="00BF0C4A" w:rsidRDefault="00BF0C4A" w:rsidP="00E41B95">
      <w:pPr>
        <w:ind w:left="5040" w:firstLine="720"/>
        <w:jc w:val="both"/>
        <w:rPr>
          <w:rFonts w:ascii="Arial" w:hAnsi="Arial" w:cs="Arial"/>
          <w:sz w:val="24"/>
          <w:szCs w:val="24"/>
        </w:rPr>
      </w:pPr>
    </w:p>
    <w:p w:rsidR="00BF0C4A" w:rsidRDefault="00BF0C4A" w:rsidP="00E41B95">
      <w:pPr>
        <w:ind w:left="5040" w:firstLine="720"/>
        <w:jc w:val="both"/>
        <w:rPr>
          <w:rFonts w:ascii="Arial" w:hAnsi="Arial" w:cs="Arial"/>
          <w:sz w:val="24"/>
          <w:szCs w:val="24"/>
        </w:rPr>
      </w:pPr>
    </w:p>
    <w:p w:rsidR="00BF0C4A" w:rsidRDefault="00BF0C4A" w:rsidP="00E41B95">
      <w:pPr>
        <w:ind w:left="5040" w:firstLine="720"/>
        <w:jc w:val="both"/>
        <w:rPr>
          <w:rFonts w:ascii="Arial" w:hAnsi="Arial" w:cs="Arial"/>
          <w:sz w:val="24"/>
          <w:szCs w:val="24"/>
        </w:rPr>
      </w:pPr>
    </w:p>
    <w:p w:rsidR="00BF0C4A" w:rsidRDefault="00BF0C4A" w:rsidP="00E41B95">
      <w:pPr>
        <w:ind w:left="5040" w:firstLine="720"/>
        <w:jc w:val="both"/>
        <w:rPr>
          <w:rFonts w:ascii="Arial" w:hAnsi="Arial" w:cs="Arial"/>
          <w:sz w:val="24"/>
          <w:szCs w:val="24"/>
        </w:rPr>
      </w:pPr>
    </w:p>
    <w:p w:rsidR="00BF0C4A" w:rsidRDefault="00BF0C4A" w:rsidP="00E41B95">
      <w:pPr>
        <w:ind w:left="5040" w:firstLine="720"/>
        <w:jc w:val="both"/>
        <w:rPr>
          <w:rFonts w:ascii="Arial" w:hAnsi="Arial" w:cs="Arial"/>
          <w:sz w:val="24"/>
          <w:szCs w:val="24"/>
        </w:rPr>
      </w:pPr>
    </w:p>
    <w:p w:rsidR="00BF0C4A" w:rsidRDefault="00BF0C4A" w:rsidP="00E41B95">
      <w:pPr>
        <w:ind w:left="5040" w:firstLine="720"/>
        <w:jc w:val="both"/>
        <w:rPr>
          <w:rFonts w:ascii="Arial" w:hAnsi="Arial" w:cs="Arial"/>
          <w:sz w:val="24"/>
          <w:szCs w:val="24"/>
        </w:rPr>
      </w:pPr>
    </w:p>
    <w:p w:rsidR="00BF0C4A" w:rsidRPr="0086475A" w:rsidRDefault="00BF0C4A" w:rsidP="00E41B95">
      <w:pPr>
        <w:ind w:left="5040" w:firstLine="720"/>
        <w:jc w:val="both"/>
        <w:rPr>
          <w:rFonts w:ascii="Arial" w:hAnsi="Arial" w:cs="Arial"/>
          <w:sz w:val="24"/>
          <w:szCs w:val="24"/>
        </w:rPr>
      </w:pPr>
    </w:p>
    <w:p w:rsidR="00BF0C4A" w:rsidRPr="0086475A" w:rsidRDefault="00BF0C4A" w:rsidP="00E41B95">
      <w:pPr>
        <w:ind w:left="5040" w:firstLine="720"/>
        <w:jc w:val="both"/>
        <w:rPr>
          <w:rFonts w:ascii="Arial" w:hAnsi="Arial" w:cs="Arial"/>
          <w:sz w:val="24"/>
          <w:szCs w:val="24"/>
        </w:rPr>
      </w:pPr>
    </w:p>
    <w:p w:rsidR="00BF0C4A" w:rsidRPr="0086475A" w:rsidRDefault="00BF0C4A" w:rsidP="00E41B95">
      <w:pPr>
        <w:ind w:left="5040" w:firstLine="720"/>
        <w:jc w:val="both"/>
        <w:rPr>
          <w:rFonts w:ascii="Arial" w:hAnsi="Arial" w:cs="Arial"/>
          <w:sz w:val="24"/>
          <w:szCs w:val="24"/>
        </w:rPr>
      </w:pPr>
    </w:p>
    <w:p w:rsidR="00BF0C4A" w:rsidRPr="0086475A" w:rsidRDefault="00BF0C4A" w:rsidP="00E41B95">
      <w:pPr>
        <w:ind w:left="5040" w:firstLine="720"/>
        <w:jc w:val="both"/>
        <w:rPr>
          <w:rFonts w:ascii="Arial" w:hAnsi="Arial" w:cs="Arial"/>
          <w:sz w:val="24"/>
          <w:szCs w:val="24"/>
        </w:rPr>
      </w:pPr>
    </w:p>
    <w:p w:rsidR="00BF0C4A" w:rsidRPr="0086475A" w:rsidRDefault="00BF0C4A" w:rsidP="00E41B95">
      <w:pPr>
        <w:ind w:left="5040" w:firstLine="720"/>
        <w:jc w:val="both"/>
        <w:rPr>
          <w:rFonts w:ascii="Arial" w:hAnsi="Arial" w:cs="Arial"/>
          <w:sz w:val="24"/>
          <w:szCs w:val="24"/>
        </w:rPr>
      </w:pPr>
    </w:p>
    <w:p w:rsidR="00BF0C4A" w:rsidRPr="0086475A" w:rsidRDefault="00BF0C4A" w:rsidP="00E41B95">
      <w:pPr>
        <w:ind w:left="5040" w:firstLine="720"/>
        <w:jc w:val="both"/>
        <w:rPr>
          <w:rFonts w:ascii="Arial" w:hAnsi="Arial" w:cs="Arial"/>
          <w:sz w:val="24"/>
          <w:szCs w:val="24"/>
        </w:rPr>
      </w:pPr>
    </w:p>
    <w:p w:rsidR="00BF0C4A" w:rsidRPr="0086475A" w:rsidRDefault="00BF0C4A" w:rsidP="00E41B95">
      <w:pPr>
        <w:ind w:left="5040" w:firstLine="720"/>
        <w:jc w:val="both"/>
        <w:rPr>
          <w:rFonts w:ascii="Arial" w:hAnsi="Arial" w:cs="Arial"/>
          <w:sz w:val="24"/>
          <w:szCs w:val="24"/>
        </w:rPr>
      </w:pPr>
    </w:p>
    <w:p w:rsidR="00BF0C4A" w:rsidRPr="0086475A" w:rsidRDefault="00BF0C4A" w:rsidP="00E246B5">
      <w:pPr>
        <w:ind w:left="5040" w:firstLine="720"/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Приложение №1 к решению</w:t>
      </w:r>
    </w:p>
    <w:p w:rsidR="00BF0C4A" w:rsidRPr="0086475A" w:rsidRDefault="00BF0C4A" w:rsidP="00E41B95">
      <w:pPr>
        <w:ind w:left="5040" w:firstLine="720"/>
        <w:jc w:val="both"/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Абанского районного Совета</w:t>
      </w:r>
    </w:p>
    <w:p w:rsidR="00BF0C4A" w:rsidRPr="0086475A" w:rsidRDefault="00BF0C4A" w:rsidP="00E41B95">
      <w:pPr>
        <w:ind w:left="5040" w:firstLine="720"/>
        <w:jc w:val="both"/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депутатов</w:t>
      </w:r>
    </w:p>
    <w:p w:rsidR="00BF0C4A" w:rsidRPr="0086475A" w:rsidRDefault="00BF0C4A" w:rsidP="00E41B95">
      <w:pPr>
        <w:ind w:left="5040" w:firstLine="720"/>
        <w:jc w:val="both"/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от 25.11.16г.№23-158Р</w:t>
      </w:r>
    </w:p>
    <w:p w:rsidR="00BF0C4A" w:rsidRPr="0086475A" w:rsidRDefault="00BF0C4A" w:rsidP="00E41B95">
      <w:pPr>
        <w:ind w:left="5040" w:firstLine="720"/>
        <w:jc w:val="both"/>
        <w:rPr>
          <w:rFonts w:ascii="Arial" w:hAnsi="Arial" w:cs="Arial"/>
          <w:sz w:val="24"/>
          <w:szCs w:val="24"/>
        </w:rPr>
      </w:pPr>
    </w:p>
    <w:p w:rsidR="00BF0C4A" w:rsidRPr="0086475A" w:rsidRDefault="00BF0C4A" w:rsidP="00E41B95">
      <w:pPr>
        <w:ind w:left="5040" w:firstLine="720"/>
        <w:jc w:val="both"/>
        <w:rPr>
          <w:rFonts w:ascii="Arial" w:hAnsi="Arial" w:cs="Arial"/>
          <w:sz w:val="24"/>
          <w:szCs w:val="24"/>
        </w:rPr>
      </w:pPr>
    </w:p>
    <w:p w:rsidR="00BF0C4A" w:rsidRPr="0086475A" w:rsidRDefault="00BF0C4A" w:rsidP="00E41B95">
      <w:pPr>
        <w:jc w:val="center"/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Перечень отдалённых и труднодоступных пунктов</w:t>
      </w:r>
    </w:p>
    <w:p w:rsidR="00BF0C4A" w:rsidRPr="0086475A" w:rsidRDefault="00BF0C4A" w:rsidP="00E41B95">
      <w:pPr>
        <w:rPr>
          <w:rFonts w:ascii="Arial" w:hAnsi="Arial" w:cs="Arial"/>
          <w:sz w:val="24"/>
          <w:szCs w:val="24"/>
        </w:rPr>
      </w:pPr>
    </w:p>
    <w:p w:rsidR="00BF0C4A" w:rsidRPr="0086475A" w:rsidRDefault="00BF0C4A" w:rsidP="00E41B95">
      <w:pPr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п. Хиндичет</w:t>
      </w:r>
    </w:p>
    <w:p w:rsidR="00BF0C4A" w:rsidRPr="0086475A" w:rsidRDefault="00BF0C4A" w:rsidP="00E41B95">
      <w:pPr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п. Борзово</w:t>
      </w:r>
    </w:p>
    <w:p w:rsidR="00BF0C4A" w:rsidRPr="0086475A" w:rsidRDefault="00BF0C4A" w:rsidP="00E41B95">
      <w:pPr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п. Пея</w:t>
      </w:r>
    </w:p>
    <w:p w:rsidR="00BF0C4A" w:rsidRPr="0086475A" w:rsidRDefault="00BF0C4A" w:rsidP="00E41B95">
      <w:pPr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п. Чигашет</w:t>
      </w:r>
    </w:p>
    <w:p w:rsidR="00BF0C4A" w:rsidRPr="0086475A" w:rsidRDefault="00BF0C4A" w:rsidP="00E41B95">
      <w:pPr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с. Плахино</w:t>
      </w:r>
    </w:p>
    <w:p w:rsidR="00BF0C4A" w:rsidRPr="0086475A" w:rsidRDefault="00BF0C4A" w:rsidP="00E41B95">
      <w:pPr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д. Белая Таёжка</w:t>
      </w:r>
    </w:p>
    <w:p w:rsidR="00BF0C4A" w:rsidRPr="0086475A" w:rsidRDefault="00BF0C4A" w:rsidP="00E41B95">
      <w:pPr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д. Быстровка</w:t>
      </w:r>
    </w:p>
    <w:p w:rsidR="00BF0C4A" w:rsidRPr="0086475A" w:rsidRDefault="00BF0C4A" w:rsidP="00E41B95">
      <w:pPr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п. Восток</w:t>
      </w:r>
    </w:p>
    <w:p w:rsidR="00BF0C4A" w:rsidRPr="0086475A" w:rsidRDefault="00BF0C4A" w:rsidP="00E41B95">
      <w:pPr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д. Малкас</w:t>
      </w:r>
    </w:p>
    <w:p w:rsidR="00BF0C4A" w:rsidRPr="0086475A" w:rsidRDefault="00BF0C4A" w:rsidP="00E41B95">
      <w:pPr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с. Хандальск</w:t>
      </w:r>
    </w:p>
    <w:p w:rsidR="00BF0C4A" w:rsidRPr="0086475A" w:rsidRDefault="00BF0C4A" w:rsidP="00E41B95">
      <w:pPr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с. Покатеево</w:t>
      </w:r>
    </w:p>
    <w:p w:rsidR="00BF0C4A" w:rsidRPr="0086475A" w:rsidRDefault="00BF0C4A" w:rsidP="00E41B95">
      <w:pPr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д. Бирюса</w:t>
      </w:r>
    </w:p>
    <w:p w:rsidR="00BF0C4A" w:rsidRPr="0086475A" w:rsidRDefault="00BF0C4A" w:rsidP="00E41B95">
      <w:pPr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п. Озёрный</w:t>
      </w:r>
    </w:p>
    <w:p w:rsidR="00BF0C4A" w:rsidRPr="0086475A" w:rsidRDefault="00BF0C4A" w:rsidP="00E41B95">
      <w:pPr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д. Лазарево</w:t>
      </w:r>
    </w:p>
    <w:p w:rsidR="00BF0C4A" w:rsidRPr="0086475A" w:rsidRDefault="00BF0C4A" w:rsidP="00E41B95">
      <w:pPr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с. Вознесенка</w:t>
      </w:r>
    </w:p>
    <w:p w:rsidR="00BF0C4A" w:rsidRPr="0086475A" w:rsidRDefault="00BF0C4A" w:rsidP="00E41B95">
      <w:pPr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86475A">
        <w:rPr>
          <w:rFonts w:ascii="Arial" w:hAnsi="Arial" w:cs="Arial"/>
          <w:sz w:val="24"/>
          <w:szCs w:val="24"/>
        </w:rPr>
        <w:t>д. Пушкино</w:t>
      </w:r>
    </w:p>
    <w:p w:rsidR="00BF0C4A" w:rsidRPr="0086475A" w:rsidRDefault="00BF0C4A" w:rsidP="00C76071">
      <w:pPr>
        <w:ind w:firstLine="708"/>
        <w:jc w:val="both"/>
        <w:rPr>
          <w:rFonts w:ascii="Arial" w:hAnsi="Arial" w:cs="Arial"/>
          <w:sz w:val="24"/>
          <w:szCs w:val="24"/>
        </w:rPr>
      </w:pPr>
    </w:p>
    <w:sectPr w:rsidR="00BF0C4A" w:rsidRPr="0086475A" w:rsidSect="008B1429">
      <w:headerReference w:type="even" r:id="rId22"/>
      <w:headerReference w:type="default" r:id="rId23"/>
      <w:pgSz w:w="11905" w:h="16838" w:code="9"/>
      <w:pgMar w:top="1134" w:right="907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0C4A" w:rsidRDefault="00BF0C4A" w:rsidP="008934EE">
      <w:r>
        <w:separator/>
      </w:r>
    </w:p>
  </w:endnote>
  <w:endnote w:type="continuationSeparator" w:id="1">
    <w:p w:rsidR="00BF0C4A" w:rsidRDefault="00BF0C4A" w:rsidP="008934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0C4A" w:rsidRDefault="00BF0C4A" w:rsidP="008934EE">
      <w:r>
        <w:separator/>
      </w:r>
    </w:p>
  </w:footnote>
  <w:footnote w:type="continuationSeparator" w:id="1">
    <w:p w:rsidR="00BF0C4A" w:rsidRDefault="00BF0C4A" w:rsidP="008934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C4A" w:rsidRDefault="00BF0C4A" w:rsidP="00FC5CF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F0C4A" w:rsidRDefault="00BF0C4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C4A" w:rsidRDefault="00BF0C4A">
    <w:pPr>
      <w:pStyle w:val="Header"/>
      <w:jc w:val="center"/>
    </w:pPr>
    <w:fldSimple w:instr="PAGE   \* MERGEFORMAT">
      <w:r>
        <w:rPr>
          <w:noProof/>
        </w:rPr>
        <w:t>8</w:t>
      </w:r>
    </w:fldSimple>
  </w:p>
  <w:p w:rsidR="00BF0C4A" w:rsidRDefault="00BF0C4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B2983"/>
    <w:multiLevelType w:val="hybridMultilevel"/>
    <w:tmpl w:val="90DCC2B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1B2280"/>
    <w:multiLevelType w:val="hybridMultilevel"/>
    <w:tmpl w:val="7958968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E735FF"/>
    <w:multiLevelType w:val="hybridMultilevel"/>
    <w:tmpl w:val="DC72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1D101ED"/>
    <w:multiLevelType w:val="hybridMultilevel"/>
    <w:tmpl w:val="D2188D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6C65DCE"/>
    <w:multiLevelType w:val="multilevel"/>
    <w:tmpl w:val="F7A65B6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cs="Times New Roman" w:hint="default"/>
      </w:rPr>
    </w:lvl>
  </w:abstractNum>
  <w:abstractNum w:abstractNumId="5">
    <w:nsid w:val="61CD4B19"/>
    <w:multiLevelType w:val="hybridMultilevel"/>
    <w:tmpl w:val="955A009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F7D4C00"/>
    <w:multiLevelType w:val="hybridMultilevel"/>
    <w:tmpl w:val="2C76FA70"/>
    <w:lvl w:ilvl="0" w:tplc="9C98DA3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6988"/>
    <w:rsid w:val="00000331"/>
    <w:rsid w:val="0000136E"/>
    <w:rsid w:val="0000141C"/>
    <w:rsid w:val="00001AB7"/>
    <w:rsid w:val="000029E0"/>
    <w:rsid w:val="00004232"/>
    <w:rsid w:val="00004FE0"/>
    <w:rsid w:val="00006482"/>
    <w:rsid w:val="00006673"/>
    <w:rsid w:val="00007278"/>
    <w:rsid w:val="00007D69"/>
    <w:rsid w:val="00011BF9"/>
    <w:rsid w:val="00012A49"/>
    <w:rsid w:val="00012D8F"/>
    <w:rsid w:val="0001715A"/>
    <w:rsid w:val="00017377"/>
    <w:rsid w:val="000201C9"/>
    <w:rsid w:val="00020AAA"/>
    <w:rsid w:val="000213FA"/>
    <w:rsid w:val="000214FE"/>
    <w:rsid w:val="00030C3A"/>
    <w:rsid w:val="00030D90"/>
    <w:rsid w:val="000311C4"/>
    <w:rsid w:val="00031DC7"/>
    <w:rsid w:val="00032442"/>
    <w:rsid w:val="0003700A"/>
    <w:rsid w:val="00037D06"/>
    <w:rsid w:val="0004176A"/>
    <w:rsid w:val="00044E25"/>
    <w:rsid w:val="000521DD"/>
    <w:rsid w:val="00052ADC"/>
    <w:rsid w:val="0005356B"/>
    <w:rsid w:val="00053880"/>
    <w:rsid w:val="00054285"/>
    <w:rsid w:val="0005440C"/>
    <w:rsid w:val="000557E0"/>
    <w:rsid w:val="000564C9"/>
    <w:rsid w:val="00057789"/>
    <w:rsid w:val="00061990"/>
    <w:rsid w:val="00061B45"/>
    <w:rsid w:val="000622A7"/>
    <w:rsid w:val="0006298B"/>
    <w:rsid w:val="0006333A"/>
    <w:rsid w:val="00063865"/>
    <w:rsid w:val="00065A32"/>
    <w:rsid w:val="0006794C"/>
    <w:rsid w:val="000706C7"/>
    <w:rsid w:val="00072039"/>
    <w:rsid w:val="0007367B"/>
    <w:rsid w:val="00073B36"/>
    <w:rsid w:val="000756BC"/>
    <w:rsid w:val="00076B8B"/>
    <w:rsid w:val="000800E3"/>
    <w:rsid w:val="00080B9B"/>
    <w:rsid w:val="0008131F"/>
    <w:rsid w:val="00082ADF"/>
    <w:rsid w:val="000842A3"/>
    <w:rsid w:val="0008466E"/>
    <w:rsid w:val="0008478B"/>
    <w:rsid w:val="00085B1D"/>
    <w:rsid w:val="00085FE3"/>
    <w:rsid w:val="00087C20"/>
    <w:rsid w:val="0009150B"/>
    <w:rsid w:val="00092A7A"/>
    <w:rsid w:val="00092D46"/>
    <w:rsid w:val="0009320E"/>
    <w:rsid w:val="00095160"/>
    <w:rsid w:val="000971E8"/>
    <w:rsid w:val="000A02FB"/>
    <w:rsid w:val="000A06AA"/>
    <w:rsid w:val="000A0FEE"/>
    <w:rsid w:val="000A4D66"/>
    <w:rsid w:val="000A6103"/>
    <w:rsid w:val="000A7D48"/>
    <w:rsid w:val="000B40AF"/>
    <w:rsid w:val="000B58CB"/>
    <w:rsid w:val="000B6072"/>
    <w:rsid w:val="000B6570"/>
    <w:rsid w:val="000C0506"/>
    <w:rsid w:val="000C1FD9"/>
    <w:rsid w:val="000C2AB8"/>
    <w:rsid w:val="000C2D19"/>
    <w:rsid w:val="000C37BF"/>
    <w:rsid w:val="000C7120"/>
    <w:rsid w:val="000C7D08"/>
    <w:rsid w:val="000D1A59"/>
    <w:rsid w:val="000D271E"/>
    <w:rsid w:val="000D33D1"/>
    <w:rsid w:val="000D36A5"/>
    <w:rsid w:val="000D6278"/>
    <w:rsid w:val="000E19F8"/>
    <w:rsid w:val="000E3A13"/>
    <w:rsid w:val="000E3F28"/>
    <w:rsid w:val="000E45C4"/>
    <w:rsid w:val="000E4627"/>
    <w:rsid w:val="000E499E"/>
    <w:rsid w:val="000E52CE"/>
    <w:rsid w:val="000E6065"/>
    <w:rsid w:val="000E6E4B"/>
    <w:rsid w:val="000E70F2"/>
    <w:rsid w:val="000E7231"/>
    <w:rsid w:val="000E7408"/>
    <w:rsid w:val="000F1FF1"/>
    <w:rsid w:val="000F2180"/>
    <w:rsid w:val="000F2AD8"/>
    <w:rsid w:val="000F3FED"/>
    <w:rsid w:val="000F6578"/>
    <w:rsid w:val="001007AE"/>
    <w:rsid w:val="00101F05"/>
    <w:rsid w:val="00102C09"/>
    <w:rsid w:val="00103BC1"/>
    <w:rsid w:val="00103C2A"/>
    <w:rsid w:val="00103CC5"/>
    <w:rsid w:val="00103D3E"/>
    <w:rsid w:val="001042F4"/>
    <w:rsid w:val="001053D5"/>
    <w:rsid w:val="0010651E"/>
    <w:rsid w:val="00110BEC"/>
    <w:rsid w:val="00110F80"/>
    <w:rsid w:val="00110FFC"/>
    <w:rsid w:val="001111AA"/>
    <w:rsid w:val="001111F5"/>
    <w:rsid w:val="001120DA"/>
    <w:rsid w:val="001121E2"/>
    <w:rsid w:val="00112D13"/>
    <w:rsid w:val="00113D9A"/>
    <w:rsid w:val="00114E72"/>
    <w:rsid w:val="00115AC2"/>
    <w:rsid w:val="00116E8D"/>
    <w:rsid w:val="001171AC"/>
    <w:rsid w:val="00117858"/>
    <w:rsid w:val="0012247A"/>
    <w:rsid w:val="001237A6"/>
    <w:rsid w:val="00123E5E"/>
    <w:rsid w:val="001243E8"/>
    <w:rsid w:val="0012459A"/>
    <w:rsid w:val="0012573D"/>
    <w:rsid w:val="00125D2D"/>
    <w:rsid w:val="00126E5C"/>
    <w:rsid w:val="001302A7"/>
    <w:rsid w:val="00131E08"/>
    <w:rsid w:val="00134A72"/>
    <w:rsid w:val="00136202"/>
    <w:rsid w:val="00136777"/>
    <w:rsid w:val="00143648"/>
    <w:rsid w:val="00145518"/>
    <w:rsid w:val="00150AE4"/>
    <w:rsid w:val="0015132A"/>
    <w:rsid w:val="00151AB3"/>
    <w:rsid w:val="00154DF5"/>
    <w:rsid w:val="00155CF4"/>
    <w:rsid w:val="001563C9"/>
    <w:rsid w:val="0016170E"/>
    <w:rsid w:val="00162BF2"/>
    <w:rsid w:val="001646DD"/>
    <w:rsid w:val="001649AA"/>
    <w:rsid w:val="00164A08"/>
    <w:rsid w:val="0016635A"/>
    <w:rsid w:val="001665AE"/>
    <w:rsid w:val="0016664F"/>
    <w:rsid w:val="0017149A"/>
    <w:rsid w:val="00172837"/>
    <w:rsid w:val="00172AB3"/>
    <w:rsid w:val="00173459"/>
    <w:rsid w:val="00174526"/>
    <w:rsid w:val="00174965"/>
    <w:rsid w:val="00174F27"/>
    <w:rsid w:val="00175037"/>
    <w:rsid w:val="00176B7C"/>
    <w:rsid w:val="00180AD7"/>
    <w:rsid w:val="00180EAF"/>
    <w:rsid w:val="001810E2"/>
    <w:rsid w:val="0018117C"/>
    <w:rsid w:val="00181452"/>
    <w:rsid w:val="00181D43"/>
    <w:rsid w:val="0018495A"/>
    <w:rsid w:val="001864AD"/>
    <w:rsid w:val="0018686E"/>
    <w:rsid w:val="00187A4E"/>
    <w:rsid w:val="00187E42"/>
    <w:rsid w:val="0019104F"/>
    <w:rsid w:val="00192606"/>
    <w:rsid w:val="00192F4D"/>
    <w:rsid w:val="00193FB7"/>
    <w:rsid w:val="00194EE8"/>
    <w:rsid w:val="00195DBA"/>
    <w:rsid w:val="00197F8D"/>
    <w:rsid w:val="001A0517"/>
    <w:rsid w:val="001A09AC"/>
    <w:rsid w:val="001A2EBE"/>
    <w:rsid w:val="001A400C"/>
    <w:rsid w:val="001A48AB"/>
    <w:rsid w:val="001A5A26"/>
    <w:rsid w:val="001A6376"/>
    <w:rsid w:val="001A7364"/>
    <w:rsid w:val="001A7922"/>
    <w:rsid w:val="001B0999"/>
    <w:rsid w:val="001B26BF"/>
    <w:rsid w:val="001B3657"/>
    <w:rsid w:val="001B4091"/>
    <w:rsid w:val="001B4688"/>
    <w:rsid w:val="001B657D"/>
    <w:rsid w:val="001B712E"/>
    <w:rsid w:val="001B7C3A"/>
    <w:rsid w:val="001C27A8"/>
    <w:rsid w:val="001C31D0"/>
    <w:rsid w:val="001C476F"/>
    <w:rsid w:val="001C54DE"/>
    <w:rsid w:val="001C5D8D"/>
    <w:rsid w:val="001C6A56"/>
    <w:rsid w:val="001D1526"/>
    <w:rsid w:val="001D2F4A"/>
    <w:rsid w:val="001D3757"/>
    <w:rsid w:val="001D4974"/>
    <w:rsid w:val="001E00D5"/>
    <w:rsid w:val="001E08FF"/>
    <w:rsid w:val="001E2374"/>
    <w:rsid w:val="001E382D"/>
    <w:rsid w:val="001E430C"/>
    <w:rsid w:val="001E5987"/>
    <w:rsid w:val="001E5E51"/>
    <w:rsid w:val="001E6CA6"/>
    <w:rsid w:val="001E7097"/>
    <w:rsid w:val="001F0FFC"/>
    <w:rsid w:val="001F1FD6"/>
    <w:rsid w:val="001F3266"/>
    <w:rsid w:val="001F4012"/>
    <w:rsid w:val="001F471D"/>
    <w:rsid w:val="001F4CBF"/>
    <w:rsid w:val="002000E5"/>
    <w:rsid w:val="00201510"/>
    <w:rsid w:val="0020327C"/>
    <w:rsid w:val="002035AE"/>
    <w:rsid w:val="00203D12"/>
    <w:rsid w:val="00204BFD"/>
    <w:rsid w:val="002057F2"/>
    <w:rsid w:val="00206551"/>
    <w:rsid w:val="00207D5B"/>
    <w:rsid w:val="00207ED5"/>
    <w:rsid w:val="0021010E"/>
    <w:rsid w:val="0021014B"/>
    <w:rsid w:val="002104AA"/>
    <w:rsid w:val="0021246B"/>
    <w:rsid w:val="00212730"/>
    <w:rsid w:val="0021354F"/>
    <w:rsid w:val="00216494"/>
    <w:rsid w:val="00216823"/>
    <w:rsid w:val="00216D02"/>
    <w:rsid w:val="0021783E"/>
    <w:rsid w:val="00221AC5"/>
    <w:rsid w:val="0022372B"/>
    <w:rsid w:val="00223E20"/>
    <w:rsid w:val="002245DD"/>
    <w:rsid w:val="00224942"/>
    <w:rsid w:val="002259D0"/>
    <w:rsid w:val="00230943"/>
    <w:rsid w:val="00232312"/>
    <w:rsid w:val="00232465"/>
    <w:rsid w:val="00233AF8"/>
    <w:rsid w:val="0023449F"/>
    <w:rsid w:val="0023617F"/>
    <w:rsid w:val="00237BF2"/>
    <w:rsid w:val="00237FF4"/>
    <w:rsid w:val="00241DE5"/>
    <w:rsid w:val="002455C6"/>
    <w:rsid w:val="00245CEB"/>
    <w:rsid w:val="00246F0D"/>
    <w:rsid w:val="002502C0"/>
    <w:rsid w:val="00250D27"/>
    <w:rsid w:val="00251EE8"/>
    <w:rsid w:val="00252F1E"/>
    <w:rsid w:val="002540EB"/>
    <w:rsid w:val="00255F6D"/>
    <w:rsid w:val="0025617C"/>
    <w:rsid w:val="0025662E"/>
    <w:rsid w:val="0025753A"/>
    <w:rsid w:val="00260D2A"/>
    <w:rsid w:val="0026101D"/>
    <w:rsid w:val="00261E87"/>
    <w:rsid w:val="002625A9"/>
    <w:rsid w:val="002632BC"/>
    <w:rsid w:val="00263AE1"/>
    <w:rsid w:val="00263F55"/>
    <w:rsid w:val="002641FF"/>
    <w:rsid w:val="00267AF3"/>
    <w:rsid w:val="0027080C"/>
    <w:rsid w:val="00271FE7"/>
    <w:rsid w:val="002738E8"/>
    <w:rsid w:val="00274B1E"/>
    <w:rsid w:val="00275178"/>
    <w:rsid w:val="00275C8F"/>
    <w:rsid w:val="00276B9B"/>
    <w:rsid w:val="00277656"/>
    <w:rsid w:val="00281003"/>
    <w:rsid w:val="00281017"/>
    <w:rsid w:val="002825FE"/>
    <w:rsid w:val="00283F1F"/>
    <w:rsid w:val="00284A8C"/>
    <w:rsid w:val="00284F5C"/>
    <w:rsid w:val="002857D2"/>
    <w:rsid w:val="00285A47"/>
    <w:rsid w:val="00287188"/>
    <w:rsid w:val="002875DD"/>
    <w:rsid w:val="00287DDE"/>
    <w:rsid w:val="00287DFD"/>
    <w:rsid w:val="00290783"/>
    <w:rsid w:val="00292CCE"/>
    <w:rsid w:val="00292F63"/>
    <w:rsid w:val="002943B4"/>
    <w:rsid w:val="002960EB"/>
    <w:rsid w:val="002A0547"/>
    <w:rsid w:val="002A0637"/>
    <w:rsid w:val="002A09A6"/>
    <w:rsid w:val="002A10A8"/>
    <w:rsid w:val="002A24E6"/>
    <w:rsid w:val="002A2DF7"/>
    <w:rsid w:val="002A38D3"/>
    <w:rsid w:val="002A4138"/>
    <w:rsid w:val="002A4944"/>
    <w:rsid w:val="002A4CD0"/>
    <w:rsid w:val="002A6108"/>
    <w:rsid w:val="002A6909"/>
    <w:rsid w:val="002A7FDD"/>
    <w:rsid w:val="002B1580"/>
    <w:rsid w:val="002B22C8"/>
    <w:rsid w:val="002B3CEA"/>
    <w:rsid w:val="002B6475"/>
    <w:rsid w:val="002B7534"/>
    <w:rsid w:val="002C0870"/>
    <w:rsid w:val="002C5119"/>
    <w:rsid w:val="002C5741"/>
    <w:rsid w:val="002D07DA"/>
    <w:rsid w:val="002D2FFD"/>
    <w:rsid w:val="002D3E33"/>
    <w:rsid w:val="002D5302"/>
    <w:rsid w:val="002D68F3"/>
    <w:rsid w:val="002D6D9F"/>
    <w:rsid w:val="002E00A7"/>
    <w:rsid w:val="002E263E"/>
    <w:rsid w:val="002E3143"/>
    <w:rsid w:val="002E3249"/>
    <w:rsid w:val="002E3B01"/>
    <w:rsid w:val="002E4612"/>
    <w:rsid w:val="002E4EB7"/>
    <w:rsid w:val="002E67A7"/>
    <w:rsid w:val="002F0273"/>
    <w:rsid w:val="002F0539"/>
    <w:rsid w:val="002F0EC9"/>
    <w:rsid w:val="002F18B0"/>
    <w:rsid w:val="002F223A"/>
    <w:rsid w:val="002F2F93"/>
    <w:rsid w:val="002F468D"/>
    <w:rsid w:val="002F544B"/>
    <w:rsid w:val="00300260"/>
    <w:rsid w:val="00300667"/>
    <w:rsid w:val="003006A3"/>
    <w:rsid w:val="00300DA9"/>
    <w:rsid w:val="0030494D"/>
    <w:rsid w:val="00307FD7"/>
    <w:rsid w:val="003112AB"/>
    <w:rsid w:val="0031301A"/>
    <w:rsid w:val="003137E5"/>
    <w:rsid w:val="00313CFD"/>
    <w:rsid w:val="00315198"/>
    <w:rsid w:val="003169EB"/>
    <w:rsid w:val="00320452"/>
    <w:rsid w:val="003224E6"/>
    <w:rsid w:val="0032429E"/>
    <w:rsid w:val="003244E4"/>
    <w:rsid w:val="003246CC"/>
    <w:rsid w:val="00324B45"/>
    <w:rsid w:val="00324BCA"/>
    <w:rsid w:val="00324CD4"/>
    <w:rsid w:val="0032562A"/>
    <w:rsid w:val="00325E50"/>
    <w:rsid w:val="0032737E"/>
    <w:rsid w:val="00327EAE"/>
    <w:rsid w:val="0033069A"/>
    <w:rsid w:val="00331486"/>
    <w:rsid w:val="00331583"/>
    <w:rsid w:val="003331BD"/>
    <w:rsid w:val="00335795"/>
    <w:rsid w:val="00335B34"/>
    <w:rsid w:val="003367DD"/>
    <w:rsid w:val="0033733A"/>
    <w:rsid w:val="0033776D"/>
    <w:rsid w:val="00337B66"/>
    <w:rsid w:val="00337CF5"/>
    <w:rsid w:val="00337E7B"/>
    <w:rsid w:val="00340770"/>
    <w:rsid w:val="003407E1"/>
    <w:rsid w:val="00341728"/>
    <w:rsid w:val="00341A97"/>
    <w:rsid w:val="00341D73"/>
    <w:rsid w:val="00341DAF"/>
    <w:rsid w:val="00343110"/>
    <w:rsid w:val="00343D03"/>
    <w:rsid w:val="00344B08"/>
    <w:rsid w:val="00344F00"/>
    <w:rsid w:val="00346F5A"/>
    <w:rsid w:val="00347E1F"/>
    <w:rsid w:val="003504D1"/>
    <w:rsid w:val="0035098E"/>
    <w:rsid w:val="00351452"/>
    <w:rsid w:val="003516C4"/>
    <w:rsid w:val="003529F6"/>
    <w:rsid w:val="00353B9C"/>
    <w:rsid w:val="0035440B"/>
    <w:rsid w:val="00355CAF"/>
    <w:rsid w:val="00355EB3"/>
    <w:rsid w:val="0035691D"/>
    <w:rsid w:val="00357378"/>
    <w:rsid w:val="0035757D"/>
    <w:rsid w:val="00357ED9"/>
    <w:rsid w:val="0036034A"/>
    <w:rsid w:val="00360567"/>
    <w:rsid w:val="0036223B"/>
    <w:rsid w:val="0036255F"/>
    <w:rsid w:val="003634F6"/>
    <w:rsid w:val="00363CA4"/>
    <w:rsid w:val="00363FFC"/>
    <w:rsid w:val="00364C53"/>
    <w:rsid w:val="00365638"/>
    <w:rsid w:val="00365734"/>
    <w:rsid w:val="00367321"/>
    <w:rsid w:val="003711F9"/>
    <w:rsid w:val="00374274"/>
    <w:rsid w:val="00374DD6"/>
    <w:rsid w:val="0037523F"/>
    <w:rsid w:val="0037575A"/>
    <w:rsid w:val="003767F2"/>
    <w:rsid w:val="00380573"/>
    <w:rsid w:val="00381E85"/>
    <w:rsid w:val="0038386D"/>
    <w:rsid w:val="003842F7"/>
    <w:rsid w:val="00384EA7"/>
    <w:rsid w:val="00385311"/>
    <w:rsid w:val="00385944"/>
    <w:rsid w:val="00386A66"/>
    <w:rsid w:val="00386C7A"/>
    <w:rsid w:val="00387298"/>
    <w:rsid w:val="003878B5"/>
    <w:rsid w:val="00391BC5"/>
    <w:rsid w:val="00397691"/>
    <w:rsid w:val="003A081F"/>
    <w:rsid w:val="003A35A8"/>
    <w:rsid w:val="003A3D20"/>
    <w:rsid w:val="003A52A3"/>
    <w:rsid w:val="003A67EB"/>
    <w:rsid w:val="003A6929"/>
    <w:rsid w:val="003A75F7"/>
    <w:rsid w:val="003B20B3"/>
    <w:rsid w:val="003B2275"/>
    <w:rsid w:val="003B22C1"/>
    <w:rsid w:val="003B3C38"/>
    <w:rsid w:val="003C01C1"/>
    <w:rsid w:val="003C07AC"/>
    <w:rsid w:val="003C09D9"/>
    <w:rsid w:val="003C1E8D"/>
    <w:rsid w:val="003C24EF"/>
    <w:rsid w:val="003C2C37"/>
    <w:rsid w:val="003C306D"/>
    <w:rsid w:val="003C40AF"/>
    <w:rsid w:val="003C46D2"/>
    <w:rsid w:val="003C4A95"/>
    <w:rsid w:val="003C5C0E"/>
    <w:rsid w:val="003C71F6"/>
    <w:rsid w:val="003C7604"/>
    <w:rsid w:val="003C7C1B"/>
    <w:rsid w:val="003D245F"/>
    <w:rsid w:val="003D2FC7"/>
    <w:rsid w:val="003D3004"/>
    <w:rsid w:val="003D40A8"/>
    <w:rsid w:val="003D43E1"/>
    <w:rsid w:val="003D718C"/>
    <w:rsid w:val="003E3D1B"/>
    <w:rsid w:val="003E4C03"/>
    <w:rsid w:val="003E539A"/>
    <w:rsid w:val="003E7F55"/>
    <w:rsid w:val="003F13FC"/>
    <w:rsid w:val="003F1D91"/>
    <w:rsid w:val="003F1E5E"/>
    <w:rsid w:val="003F29F9"/>
    <w:rsid w:val="003F313E"/>
    <w:rsid w:val="003F357B"/>
    <w:rsid w:val="003F41E9"/>
    <w:rsid w:val="003F694E"/>
    <w:rsid w:val="003F6F2E"/>
    <w:rsid w:val="00400BBF"/>
    <w:rsid w:val="004047C5"/>
    <w:rsid w:val="00405A78"/>
    <w:rsid w:val="00405D63"/>
    <w:rsid w:val="00406CD4"/>
    <w:rsid w:val="00410544"/>
    <w:rsid w:val="0041240A"/>
    <w:rsid w:val="004141E7"/>
    <w:rsid w:val="00414645"/>
    <w:rsid w:val="00415BDA"/>
    <w:rsid w:val="004171D7"/>
    <w:rsid w:val="0041738D"/>
    <w:rsid w:val="00417436"/>
    <w:rsid w:val="004174BE"/>
    <w:rsid w:val="004177A6"/>
    <w:rsid w:val="004200D8"/>
    <w:rsid w:val="00420531"/>
    <w:rsid w:val="0042180B"/>
    <w:rsid w:val="00422648"/>
    <w:rsid w:val="004226CC"/>
    <w:rsid w:val="0042476B"/>
    <w:rsid w:val="00425159"/>
    <w:rsid w:val="00425221"/>
    <w:rsid w:val="004253C1"/>
    <w:rsid w:val="00425834"/>
    <w:rsid w:val="0042612B"/>
    <w:rsid w:val="00426F4A"/>
    <w:rsid w:val="00427289"/>
    <w:rsid w:val="00431274"/>
    <w:rsid w:val="00431C7A"/>
    <w:rsid w:val="00433652"/>
    <w:rsid w:val="00433EAB"/>
    <w:rsid w:val="00434ABB"/>
    <w:rsid w:val="004355B6"/>
    <w:rsid w:val="00435D98"/>
    <w:rsid w:val="00435E75"/>
    <w:rsid w:val="004406C5"/>
    <w:rsid w:val="0044132A"/>
    <w:rsid w:val="0044150A"/>
    <w:rsid w:val="0044364C"/>
    <w:rsid w:val="004444E3"/>
    <w:rsid w:val="004453AF"/>
    <w:rsid w:val="0044772A"/>
    <w:rsid w:val="0045073D"/>
    <w:rsid w:val="004509ED"/>
    <w:rsid w:val="00451458"/>
    <w:rsid w:val="00455119"/>
    <w:rsid w:val="004553CA"/>
    <w:rsid w:val="00456838"/>
    <w:rsid w:val="00456AE4"/>
    <w:rsid w:val="00460A18"/>
    <w:rsid w:val="00460A59"/>
    <w:rsid w:val="00461098"/>
    <w:rsid w:val="004613E2"/>
    <w:rsid w:val="00461659"/>
    <w:rsid w:val="00462126"/>
    <w:rsid w:val="004621E2"/>
    <w:rsid w:val="004624B9"/>
    <w:rsid w:val="004640DD"/>
    <w:rsid w:val="0046489A"/>
    <w:rsid w:val="00464A38"/>
    <w:rsid w:val="00464C30"/>
    <w:rsid w:val="00465071"/>
    <w:rsid w:val="00466FDF"/>
    <w:rsid w:val="00470A47"/>
    <w:rsid w:val="00470C4F"/>
    <w:rsid w:val="004717C1"/>
    <w:rsid w:val="00474DCB"/>
    <w:rsid w:val="00475259"/>
    <w:rsid w:val="004758EB"/>
    <w:rsid w:val="00475E2B"/>
    <w:rsid w:val="00481550"/>
    <w:rsid w:val="00482BAA"/>
    <w:rsid w:val="00483DC5"/>
    <w:rsid w:val="00484F86"/>
    <w:rsid w:val="00484FB3"/>
    <w:rsid w:val="004878C8"/>
    <w:rsid w:val="00487DB4"/>
    <w:rsid w:val="004928A2"/>
    <w:rsid w:val="00492955"/>
    <w:rsid w:val="004943E7"/>
    <w:rsid w:val="00494FDE"/>
    <w:rsid w:val="00495645"/>
    <w:rsid w:val="00495ED1"/>
    <w:rsid w:val="0049646C"/>
    <w:rsid w:val="00497AB5"/>
    <w:rsid w:val="00497BAB"/>
    <w:rsid w:val="004A0ABE"/>
    <w:rsid w:val="004A12DE"/>
    <w:rsid w:val="004A17BF"/>
    <w:rsid w:val="004A241A"/>
    <w:rsid w:val="004A3D61"/>
    <w:rsid w:val="004A53D2"/>
    <w:rsid w:val="004A57B8"/>
    <w:rsid w:val="004A600D"/>
    <w:rsid w:val="004A6457"/>
    <w:rsid w:val="004A6806"/>
    <w:rsid w:val="004B02E0"/>
    <w:rsid w:val="004B0C17"/>
    <w:rsid w:val="004B111B"/>
    <w:rsid w:val="004B2107"/>
    <w:rsid w:val="004B3259"/>
    <w:rsid w:val="004B5CAC"/>
    <w:rsid w:val="004B61F6"/>
    <w:rsid w:val="004B6C25"/>
    <w:rsid w:val="004C229B"/>
    <w:rsid w:val="004C3FB9"/>
    <w:rsid w:val="004C52E7"/>
    <w:rsid w:val="004C5558"/>
    <w:rsid w:val="004C6A7F"/>
    <w:rsid w:val="004C7E0A"/>
    <w:rsid w:val="004D3FCA"/>
    <w:rsid w:val="004D49E8"/>
    <w:rsid w:val="004E21A6"/>
    <w:rsid w:val="004E2D67"/>
    <w:rsid w:val="004E301B"/>
    <w:rsid w:val="004E4429"/>
    <w:rsid w:val="004E57EE"/>
    <w:rsid w:val="004E5B69"/>
    <w:rsid w:val="004E60E8"/>
    <w:rsid w:val="004E6E6D"/>
    <w:rsid w:val="004F0A28"/>
    <w:rsid w:val="004F0E28"/>
    <w:rsid w:val="004F1636"/>
    <w:rsid w:val="004F1C6F"/>
    <w:rsid w:val="004F3091"/>
    <w:rsid w:val="004F380A"/>
    <w:rsid w:val="004F3CF5"/>
    <w:rsid w:val="004F58D4"/>
    <w:rsid w:val="004F7020"/>
    <w:rsid w:val="004F785D"/>
    <w:rsid w:val="0050240A"/>
    <w:rsid w:val="005025FC"/>
    <w:rsid w:val="00502641"/>
    <w:rsid w:val="0050327C"/>
    <w:rsid w:val="005034F3"/>
    <w:rsid w:val="00504765"/>
    <w:rsid w:val="00506D29"/>
    <w:rsid w:val="005100E8"/>
    <w:rsid w:val="00510500"/>
    <w:rsid w:val="005121D8"/>
    <w:rsid w:val="005137DD"/>
    <w:rsid w:val="00514871"/>
    <w:rsid w:val="00514B66"/>
    <w:rsid w:val="0051556F"/>
    <w:rsid w:val="005164FA"/>
    <w:rsid w:val="005172AA"/>
    <w:rsid w:val="00517453"/>
    <w:rsid w:val="00521FC8"/>
    <w:rsid w:val="00523373"/>
    <w:rsid w:val="005270A8"/>
    <w:rsid w:val="00527EDA"/>
    <w:rsid w:val="005306D5"/>
    <w:rsid w:val="00530E75"/>
    <w:rsid w:val="00532DF8"/>
    <w:rsid w:val="005330B8"/>
    <w:rsid w:val="005333C4"/>
    <w:rsid w:val="0053341C"/>
    <w:rsid w:val="00536795"/>
    <w:rsid w:val="00537B48"/>
    <w:rsid w:val="00540745"/>
    <w:rsid w:val="00540918"/>
    <w:rsid w:val="00540C80"/>
    <w:rsid w:val="005412F5"/>
    <w:rsid w:val="00541E60"/>
    <w:rsid w:val="00543530"/>
    <w:rsid w:val="005435A6"/>
    <w:rsid w:val="00544BAA"/>
    <w:rsid w:val="00544FE2"/>
    <w:rsid w:val="00545D0F"/>
    <w:rsid w:val="00546169"/>
    <w:rsid w:val="00547050"/>
    <w:rsid w:val="00552FEE"/>
    <w:rsid w:val="0055353A"/>
    <w:rsid w:val="005536B3"/>
    <w:rsid w:val="00555F82"/>
    <w:rsid w:val="005573E4"/>
    <w:rsid w:val="00561AB5"/>
    <w:rsid w:val="00564063"/>
    <w:rsid w:val="005645FB"/>
    <w:rsid w:val="0056689C"/>
    <w:rsid w:val="00567F99"/>
    <w:rsid w:val="00570F4D"/>
    <w:rsid w:val="00571330"/>
    <w:rsid w:val="00573018"/>
    <w:rsid w:val="005775E1"/>
    <w:rsid w:val="005777D9"/>
    <w:rsid w:val="00581A8A"/>
    <w:rsid w:val="005825DF"/>
    <w:rsid w:val="005834F4"/>
    <w:rsid w:val="0058558D"/>
    <w:rsid w:val="005870A0"/>
    <w:rsid w:val="0059064A"/>
    <w:rsid w:val="00590910"/>
    <w:rsid w:val="005916A7"/>
    <w:rsid w:val="00592AE5"/>
    <w:rsid w:val="00596118"/>
    <w:rsid w:val="005A01E1"/>
    <w:rsid w:val="005A1AED"/>
    <w:rsid w:val="005A3E73"/>
    <w:rsid w:val="005A5EEA"/>
    <w:rsid w:val="005A634B"/>
    <w:rsid w:val="005A6A1E"/>
    <w:rsid w:val="005B0A12"/>
    <w:rsid w:val="005B1762"/>
    <w:rsid w:val="005B3DE2"/>
    <w:rsid w:val="005B48F4"/>
    <w:rsid w:val="005B6D97"/>
    <w:rsid w:val="005B7066"/>
    <w:rsid w:val="005B7F0F"/>
    <w:rsid w:val="005C032D"/>
    <w:rsid w:val="005C5D69"/>
    <w:rsid w:val="005C707F"/>
    <w:rsid w:val="005C744A"/>
    <w:rsid w:val="005C7971"/>
    <w:rsid w:val="005D028D"/>
    <w:rsid w:val="005D07AE"/>
    <w:rsid w:val="005D07C3"/>
    <w:rsid w:val="005D1126"/>
    <w:rsid w:val="005D1189"/>
    <w:rsid w:val="005D3151"/>
    <w:rsid w:val="005D3493"/>
    <w:rsid w:val="005D681B"/>
    <w:rsid w:val="005D6EBD"/>
    <w:rsid w:val="005D78B8"/>
    <w:rsid w:val="005E0B22"/>
    <w:rsid w:val="005E11AD"/>
    <w:rsid w:val="005E511D"/>
    <w:rsid w:val="005E72BF"/>
    <w:rsid w:val="005F0943"/>
    <w:rsid w:val="005F222C"/>
    <w:rsid w:val="005F2F50"/>
    <w:rsid w:val="005F34C7"/>
    <w:rsid w:val="005F3CCB"/>
    <w:rsid w:val="005F3E8C"/>
    <w:rsid w:val="005F483F"/>
    <w:rsid w:val="005F48FC"/>
    <w:rsid w:val="005F69EC"/>
    <w:rsid w:val="005F7D1B"/>
    <w:rsid w:val="006019D5"/>
    <w:rsid w:val="00601C66"/>
    <w:rsid w:val="00603A2B"/>
    <w:rsid w:val="00605F08"/>
    <w:rsid w:val="00610504"/>
    <w:rsid w:val="006113A8"/>
    <w:rsid w:val="006124FB"/>
    <w:rsid w:val="00614FA1"/>
    <w:rsid w:val="00615003"/>
    <w:rsid w:val="006157CF"/>
    <w:rsid w:val="00615B48"/>
    <w:rsid w:val="00620C43"/>
    <w:rsid w:val="00621766"/>
    <w:rsid w:val="00621C9F"/>
    <w:rsid w:val="00622318"/>
    <w:rsid w:val="00622428"/>
    <w:rsid w:val="00622579"/>
    <w:rsid w:val="006238E0"/>
    <w:rsid w:val="006242E7"/>
    <w:rsid w:val="0062463D"/>
    <w:rsid w:val="00625C6C"/>
    <w:rsid w:val="006265C5"/>
    <w:rsid w:val="006277A2"/>
    <w:rsid w:val="00630726"/>
    <w:rsid w:val="00631E87"/>
    <w:rsid w:val="006336C0"/>
    <w:rsid w:val="0063396D"/>
    <w:rsid w:val="00633D4E"/>
    <w:rsid w:val="006343CF"/>
    <w:rsid w:val="006349EE"/>
    <w:rsid w:val="00634BD9"/>
    <w:rsid w:val="00634F1F"/>
    <w:rsid w:val="0063598F"/>
    <w:rsid w:val="0063676C"/>
    <w:rsid w:val="00636988"/>
    <w:rsid w:val="00640293"/>
    <w:rsid w:val="006418E2"/>
    <w:rsid w:val="00641C91"/>
    <w:rsid w:val="00643CDC"/>
    <w:rsid w:val="00644E45"/>
    <w:rsid w:val="0064520E"/>
    <w:rsid w:val="00645929"/>
    <w:rsid w:val="00650263"/>
    <w:rsid w:val="00650AF5"/>
    <w:rsid w:val="00650B76"/>
    <w:rsid w:val="00650C94"/>
    <w:rsid w:val="00650FA6"/>
    <w:rsid w:val="00651627"/>
    <w:rsid w:val="006525F9"/>
    <w:rsid w:val="0065428D"/>
    <w:rsid w:val="00655886"/>
    <w:rsid w:val="00656567"/>
    <w:rsid w:val="00657590"/>
    <w:rsid w:val="00660156"/>
    <w:rsid w:val="00660888"/>
    <w:rsid w:val="00660F79"/>
    <w:rsid w:val="00661B93"/>
    <w:rsid w:val="00661C80"/>
    <w:rsid w:val="00662683"/>
    <w:rsid w:val="006627E6"/>
    <w:rsid w:val="0066320D"/>
    <w:rsid w:val="00663935"/>
    <w:rsid w:val="00663A52"/>
    <w:rsid w:val="00665219"/>
    <w:rsid w:val="006658C0"/>
    <w:rsid w:val="00665FBF"/>
    <w:rsid w:val="0066611C"/>
    <w:rsid w:val="006662CC"/>
    <w:rsid w:val="00666E1E"/>
    <w:rsid w:val="00667A97"/>
    <w:rsid w:val="00667E9D"/>
    <w:rsid w:val="006705EE"/>
    <w:rsid w:val="0067106E"/>
    <w:rsid w:val="006713EC"/>
    <w:rsid w:val="0067203C"/>
    <w:rsid w:val="00673081"/>
    <w:rsid w:val="00674062"/>
    <w:rsid w:val="00674EAE"/>
    <w:rsid w:val="0067539F"/>
    <w:rsid w:val="00676861"/>
    <w:rsid w:val="00676D25"/>
    <w:rsid w:val="006807E7"/>
    <w:rsid w:val="00681A76"/>
    <w:rsid w:val="00681F12"/>
    <w:rsid w:val="00681FE9"/>
    <w:rsid w:val="00683681"/>
    <w:rsid w:val="00683BDE"/>
    <w:rsid w:val="00683C92"/>
    <w:rsid w:val="00684F68"/>
    <w:rsid w:val="00687E25"/>
    <w:rsid w:val="0069392F"/>
    <w:rsid w:val="00693A4B"/>
    <w:rsid w:val="006942F9"/>
    <w:rsid w:val="00694F36"/>
    <w:rsid w:val="00696F34"/>
    <w:rsid w:val="00697157"/>
    <w:rsid w:val="006979B4"/>
    <w:rsid w:val="006A096C"/>
    <w:rsid w:val="006A1821"/>
    <w:rsid w:val="006A26B2"/>
    <w:rsid w:val="006A3091"/>
    <w:rsid w:val="006A3288"/>
    <w:rsid w:val="006A445F"/>
    <w:rsid w:val="006A4929"/>
    <w:rsid w:val="006A4AAE"/>
    <w:rsid w:val="006A6C44"/>
    <w:rsid w:val="006A7630"/>
    <w:rsid w:val="006A77A6"/>
    <w:rsid w:val="006B3BCE"/>
    <w:rsid w:val="006B3E19"/>
    <w:rsid w:val="006B4E0C"/>
    <w:rsid w:val="006B6E04"/>
    <w:rsid w:val="006B740E"/>
    <w:rsid w:val="006B7F98"/>
    <w:rsid w:val="006C20F5"/>
    <w:rsid w:val="006C21A2"/>
    <w:rsid w:val="006C38D0"/>
    <w:rsid w:val="006C42C2"/>
    <w:rsid w:val="006C4E9A"/>
    <w:rsid w:val="006C6908"/>
    <w:rsid w:val="006C76A9"/>
    <w:rsid w:val="006D0958"/>
    <w:rsid w:val="006D1528"/>
    <w:rsid w:val="006D31E4"/>
    <w:rsid w:val="006D5DD3"/>
    <w:rsid w:val="006D63D0"/>
    <w:rsid w:val="006D63E9"/>
    <w:rsid w:val="006D6B28"/>
    <w:rsid w:val="006D6E0D"/>
    <w:rsid w:val="006D7B65"/>
    <w:rsid w:val="006E02C9"/>
    <w:rsid w:val="006E0936"/>
    <w:rsid w:val="006E1AE3"/>
    <w:rsid w:val="006E3265"/>
    <w:rsid w:val="006E4F46"/>
    <w:rsid w:val="006F1ED2"/>
    <w:rsid w:val="006F2E40"/>
    <w:rsid w:val="006F4685"/>
    <w:rsid w:val="006F4709"/>
    <w:rsid w:val="006F492F"/>
    <w:rsid w:val="006F5CF2"/>
    <w:rsid w:val="006F5E49"/>
    <w:rsid w:val="006F67C5"/>
    <w:rsid w:val="00701B84"/>
    <w:rsid w:val="007024B4"/>
    <w:rsid w:val="007030FB"/>
    <w:rsid w:val="00703A29"/>
    <w:rsid w:val="00704093"/>
    <w:rsid w:val="00704816"/>
    <w:rsid w:val="00706F74"/>
    <w:rsid w:val="007070D9"/>
    <w:rsid w:val="00707306"/>
    <w:rsid w:val="007075C0"/>
    <w:rsid w:val="00711484"/>
    <w:rsid w:val="00713732"/>
    <w:rsid w:val="00713E3E"/>
    <w:rsid w:val="007167E8"/>
    <w:rsid w:val="00716A46"/>
    <w:rsid w:val="007174F2"/>
    <w:rsid w:val="00720618"/>
    <w:rsid w:val="00720B8A"/>
    <w:rsid w:val="00723914"/>
    <w:rsid w:val="007250B0"/>
    <w:rsid w:val="00725699"/>
    <w:rsid w:val="007266F4"/>
    <w:rsid w:val="00726F16"/>
    <w:rsid w:val="00727602"/>
    <w:rsid w:val="00727E3C"/>
    <w:rsid w:val="00727FE6"/>
    <w:rsid w:val="00730951"/>
    <w:rsid w:val="00733556"/>
    <w:rsid w:val="007357FA"/>
    <w:rsid w:val="00735B63"/>
    <w:rsid w:val="00742CB2"/>
    <w:rsid w:val="0074328A"/>
    <w:rsid w:val="007440E0"/>
    <w:rsid w:val="007440E4"/>
    <w:rsid w:val="007474A6"/>
    <w:rsid w:val="007506A4"/>
    <w:rsid w:val="00750D9B"/>
    <w:rsid w:val="00751562"/>
    <w:rsid w:val="0075216C"/>
    <w:rsid w:val="00756119"/>
    <w:rsid w:val="0076369B"/>
    <w:rsid w:val="007637D1"/>
    <w:rsid w:val="00765400"/>
    <w:rsid w:val="007666A7"/>
    <w:rsid w:val="007666C8"/>
    <w:rsid w:val="0076693E"/>
    <w:rsid w:val="0077031E"/>
    <w:rsid w:val="00770E9B"/>
    <w:rsid w:val="00772425"/>
    <w:rsid w:val="0077304F"/>
    <w:rsid w:val="00773395"/>
    <w:rsid w:val="0077700B"/>
    <w:rsid w:val="0078166B"/>
    <w:rsid w:val="00781F96"/>
    <w:rsid w:val="007820DF"/>
    <w:rsid w:val="007820E8"/>
    <w:rsid w:val="007821BA"/>
    <w:rsid w:val="00782A53"/>
    <w:rsid w:val="00786525"/>
    <w:rsid w:val="007871A4"/>
    <w:rsid w:val="007873A2"/>
    <w:rsid w:val="00787926"/>
    <w:rsid w:val="00790B8B"/>
    <w:rsid w:val="00792284"/>
    <w:rsid w:val="00793E81"/>
    <w:rsid w:val="00793EF7"/>
    <w:rsid w:val="00796B45"/>
    <w:rsid w:val="007A024B"/>
    <w:rsid w:val="007A05B5"/>
    <w:rsid w:val="007A2598"/>
    <w:rsid w:val="007A364B"/>
    <w:rsid w:val="007A3958"/>
    <w:rsid w:val="007A4E51"/>
    <w:rsid w:val="007A5740"/>
    <w:rsid w:val="007A7F19"/>
    <w:rsid w:val="007B0809"/>
    <w:rsid w:val="007B5851"/>
    <w:rsid w:val="007B7C8E"/>
    <w:rsid w:val="007C1284"/>
    <w:rsid w:val="007C2BF1"/>
    <w:rsid w:val="007C2C0A"/>
    <w:rsid w:val="007C307F"/>
    <w:rsid w:val="007C4764"/>
    <w:rsid w:val="007C4C93"/>
    <w:rsid w:val="007C4FF4"/>
    <w:rsid w:val="007C5161"/>
    <w:rsid w:val="007D290E"/>
    <w:rsid w:val="007D3014"/>
    <w:rsid w:val="007D3EB1"/>
    <w:rsid w:val="007E0D5F"/>
    <w:rsid w:val="007E20B5"/>
    <w:rsid w:val="007E2DE1"/>
    <w:rsid w:val="007E3EA9"/>
    <w:rsid w:val="007E3FFA"/>
    <w:rsid w:val="007E4835"/>
    <w:rsid w:val="007E5957"/>
    <w:rsid w:val="007E62E6"/>
    <w:rsid w:val="007E6581"/>
    <w:rsid w:val="007E7736"/>
    <w:rsid w:val="007F4413"/>
    <w:rsid w:val="007F47DE"/>
    <w:rsid w:val="007F4BED"/>
    <w:rsid w:val="007F58AC"/>
    <w:rsid w:val="007F702A"/>
    <w:rsid w:val="008018AB"/>
    <w:rsid w:val="00801CC3"/>
    <w:rsid w:val="00803C2F"/>
    <w:rsid w:val="00805691"/>
    <w:rsid w:val="00807DDA"/>
    <w:rsid w:val="0081003D"/>
    <w:rsid w:val="0081087E"/>
    <w:rsid w:val="00811962"/>
    <w:rsid w:val="00812EB6"/>
    <w:rsid w:val="008131BF"/>
    <w:rsid w:val="00813FBA"/>
    <w:rsid w:val="00815D7C"/>
    <w:rsid w:val="00824ACD"/>
    <w:rsid w:val="00826239"/>
    <w:rsid w:val="00826EFA"/>
    <w:rsid w:val="008271B3"/>
    <w:rsid w:val="008271CE"/>
    <w:rsid w:val="00827A16"/>
    <w:rsid w:val="00830DD0"/>
    <w:rsid w:val="00831044"/>
    <w:rsid w:val="008321DF"/>
    <w:rsid w:val="00832247"/>
    <w:rsid w:val="00832390"/>
    <w:rsid w:val="00832868"/>
    <w:rsid w:val="00832B47"/>
    <w:rsid w:val="00832B74"/>
    <w:rsid w:val="00835125"/>
    <w:rsid w:val="00835A1A"/>
    <w:rsid w:val="00836505"/>
    <w:rsid w:val="0083689C"/>
    <w:rsid w:val="008377DB"/>
    <w:rsid w:val="008422D9"/>
    <w:rsid w:val="0084307B"/>
    <w:rsid w:val="008446DE"/>
    <w:rsid w:val="00844B9B"/>
    <w:rsid w:val="008453B5"/>
    <w:rsid w:val="00845E5A"/>
    <w:rsid w:val="00850295"/>
    <w:rsid w:val="0085070B"/>
    <w:rsid w:val="008512D0"/>
    <w:rsid w:val="00851470"/>
    <w:rsid w:val="0085348C"/>
    <w:rsid w:val="008542CA"/>
    <w:rsid w:val="00855303"/>
    <w:rsid w:val="00860E54"/>
    <w:rsid w:val="0086105D"/>
    <w:rsid w:val="00861382"/>
    <w:rsid w:val="00861B56"/>
    <w:rsid w:val="00861D2E"/>
    <w:rsid w:val="0086270B"/>
    <w:rsid w:val="0086475A"/>
    <w:rsid w:val="0086485B"/>
    <w:rsid w:val="00864A5B"/>
    <w:rsid w:val="00866324"/>
    <w:rsid w:val="0086776D"/>
    <w:rsid w:val="00870CCD"/>
    <w:rsid w:val="00871E18"/>
    <w:rsid w:val="0087257C"/>
    <w:rsid w:val="00872871"/>
    <w:rsid w:val="00873102"/>
    <w:rsid w:val="008735D3"/>
    <w:rsid w:val="00875622"/>
    <w:rsid w:val="0087581C"/>
    <w:rsid w:val="00875D4D"/>
    <w:rsid w:val="00876AFD"/>
    <w:rsid w:val="00876C72"/>
    <w:rsid w:val="00876FCD"/>
    <w:rsid w:val="00877229"/>
    <w:rsid w:val="00877584"/>
    <w:rsid w:val="00877F66"/>
    <w:rsid w:val="00881837"/>
    <w:rsid w:val="008820DC"/>
    <w:rsid w:val="00882275"/>
    <w:rsid w:val="008828F3"/>
    <w:rsid w:val="008830BD"/>
    <w:rsid w:val="00883731"/>
    <w:rsid w:val="00884257"/>
    <w:rsid w:val="008842F0"/>
    <w:rsid w:val="0088470D"/>
    <w:rsid w:val="008862B8"/>
    <w:rsid w:val="008872EB"/>
    <w:rsid w:val="0088745F"/>
    <w:rsid w:val="00887620"/>
    <w:rsid w:val="00887DC9"/>
    <w:rsid w:val="008922FF"/>
    <w:rsid w:val="008933D4"/>
    <w:rsid w:val="008934EE"/>
    <w:rsid w:val="008951B4"/>
    <w:rsid w:val="00895648"/>
    <w:rsid w:val="008957C7"/>
    <w:rsid w:val="008A2BAD"/>
    <w:rsid w:val="008A39B9"/>
    <w:rsid w:val="008A40C2"/>
    <w:rsid w:val="008A4386"/>
    <w:rsid w:val="008A5533"/>
    <w:rsid w:val="008B1429"/>
    <w:rsid w:val="008B1A0A"/>
    <w:rsid w:val="008B68B2"/>
    <w:rsid w:val="008C016C"/>
    <w:rsid w:val="008C0CC8"/>
    <w:rsid w:val="008C10E0"/>
    <w:rsid w:val="008C30F8"/>
    <w:rsid w:val="008C382E"/>
    <w:rsid w:val="008C4A62"/>
    <w:rsid w:val="008C556D"/>
    <w:rsid w:val="008C60C9"/>
    <w:rsid w:val="008D099A"/>
    <w:rsid w:val="008D2AF2"/>
    <w:rsid w:val="008D2F58"/>
    <w:rsid w:val="008D6C2D"/>
    <w:rsid w:val="008E3F10"/>
    <w:rsid w:val="008E4306"/>
    <w:rsid w:val="008E7EA0"/>
    <w:rsid w:val="008F03E7"/>
    <w:rsid w:val="008F0893"/>
    <w:rsid w:val="008F2E06"/>
    <w:rsid w:val="008F2E3D"/>
    <w:rsid w:val="008F3DBF"/>
    <w:rsid w:val="008F40F1"/>
    <w:rsid w:val="008F4A89"/>
    <w:rsid w:val="008F4BC1"/>
    <w:rsid w:val="008F505E"/>
    <w:rsid w:val="008F61C8"/>
    <w:rsid w:val="009004E6"/>
    <w:rsid w:val="00900B8A"/>
    <w:rsid w:val="009024EC"/>
    <w:rsid w:val="00906D96"/>
    <w:rsid w:val="00907F1F"/>
    <w:rsid w:val="009107A3"/>
    <w:rsid w:val="00911271"/>
    <w:rsid w:val="00911493"/>
    <w:rsid w:val="009123CB"/>
    <w:rsid w:val="00912C9E"/>
    <w:rsid w:val="00912DC4"/>
    <w:rsid w:val="009131B9"/>
    <w:rsid w:val="00913438"/>
    <w:rsid w:val="009142DA"/>
    <w:rsid w:val="0091528B"/>
    <w:rsid w:val="0091529C"/>
    <w:rsid w:val="009152D8"/>
    <w:rsid w:val="00915533"/>
    <w:rsid w:val="00915942"/>
    <w:rsid w:val="00917806"/>
    <w:rsid w:val="00917AB4"/>
    <w:rsid w:val="00920216"/>
    <w:rsid w:val="0092022C"/>
    <w:rsid w:val="0092095E"/>
    <w:rsid w:val="0092283E"/>
    <w:rsid w:val="00922AE2"/>
    <w:rsid w:val="00923734"/>
    <w:rsid w:val="00924174"/>
    <w:rsid w:val="00924402"/>
    <w:rsid w:val="009253F5"/>
    <w:rsid w:val="00927898"/>
    <w:rsid w:val="009306D4"/>
    <w:rsid w:val="009310BE"/>
    <w:rsid w:val="0093178B"/>
    <w:rsid w:val="0093199F"/>
    <w:rsid w:val="0093393C"/>
    <w:rsid w:val="00935A92"/>
    <w:rsid w:val="00936616"/>
    <w:rsid w:val="00937D19"/>
    <w:rsid w:val="0094028C"/>
    <w:rsid w:val="00940FD2"/>
    <w:rsid w:val="00941165"/>
    <w:rsid w:val="00942802"/>
    <w:rsid w:val="009428CD"/>
    <w:rsid w:val="00942F20"/>
    <w:rsid w:val="00943076"/>
    <w:rsid w:val="009432A3"/>
    <w:rsid w:val="00943633"/>
    <w:rsid w:val="00944904"/>
    <w:rsid w:val="00946095"/>
    <w:rsid w:val="00947190"/>
    <w:rsid w:val="00952BC3"/>
    <w:rsid w:val="009550C9"/>
    <w:rsid w:val="009554EA"/>
    <w:rsid w:val="00957286"/>
    <w:rsid w:val="0095770D"/>
    <w:rsid w:val="00961453"/>
    <w:rsid w:val="00962AC5"/>
    <w:rsid w:val="009646D4"/>
    <w:rsid w:val="009648FF"/>
    <w:rsid w:val="0096529A"/>
    <w:rsid w:val="00965468"/>
    <w:rsid w:val="009656DE"/>
    <w:rsid w:val="00965715"/>
    <w:rsid w:val="009662A8"/>
    <w:rsid w:val="00976036"/>
    <w:rsid w:val="00976160"/>
    <w:rsid w:val="00976528"/>
    <w:rsid w:val="00976741"/>
    <w:rsid w:val="00977084"/>
    <w:rsid w:val="0097739F"/>
    <w:rsid w:val="009808F3"/>
    <w:rsid w:val="009814BE"/>
    <w:rsid w:val="00982CA7"/>
    <w:rsid w:val="00983747"/>
    <w:rsid w:val="009839F1"/>
    <w:rsid w:val="00983FFD"/>
    <w:rsid w:val="00984809"/>
    <w:rsid w:val="00986D73"/>
    <w:rsid w:val="00990075"/>
    <w:rsid w:val="00990663"/>
    <w:rsid w:val="00990F49"/>
    <w:rsid w:val="00993366"/>
    <w:rsid w:val="0099464B"/>
    <w:rsid w:val="00994F6A"/>
    <w:rsid w:val="00995069"/>
    <w:rsid w:val="00995689"/>
    <w:rsid w:val="0099725C"/>
    <w:rsid w:val="00997730"/>
    <w:rsid w:val="009A4D4D"/>
    <w:rsid w:val="009A4DF1"/>
    <w:rsid w:val="009A536B"/>
    <w:rsid w:val="009A62A0"/>
    <w:rsid w:val="009A635C"/>
    <w:rsid w:val="009A66DA"/>
    <w:rsid w:val="009A67D0"/>
    <w:rsid w:val="009A699C"/>
    <w:rsid w:val="009A6AA6"/>
    <w:rsid w:val="009B083B"/>
    <w:rsid w:val="009B1043"/>
    <w:rsid w:val="009B1396"/>
    <w:rsid w:val="009B20A5"/>
    <w:rsid w:val="009B4648"/>
    <w:rsid w:val="009B57AF"/>
    <w:rsid w:val="009B5843"/>
    <w:rsid w:val="009B60E0"/>
    <w:rsid w:val="009B74F4"/>
    <w:rsid w:val="009B76E9"/>
    <w:rsid w:val="009C2FA3"/>
    <w:rsid w:val="009C3A40"/>
    <w:rsid w:val="009C3B1F"/>
    <w:rsid w:val="009C3B97"/>
    <w:rsid w:val="009C5CAA"/>
    <w:rsid w:val="009C6315"/>
    <w:rsid w:val="009C6BF8"/>
    <w:rsid w:val="009C7D13"/>
    <w:rsid w:val="009D167A"/>
    <w:rsid w:val="009D423C"/>
    <w:rsid w:val="009D4381"/>
    <w:rsid w:val="009D5CF9"/>
    <w:rsid w:val="009D60F7"/>
    <w:rsid w:val="009D7100"/>
    <w:rsid w:val="009E0850"/>
    <w:rsid w:val="009E31DD"/>
    <w:rsid w:val="009E3227"/>
    <w:rsid w:val="009E463C"/>
    <w:rsid w:val="009E534D"/>
    <w:rsid w:val="009E565B"/>
    <w:rsid w:val="009E5797"/>
    <w:rsid w:val="009E6352"/>
    <w:rsid w:val="009E7446"/>
    <w:rsid w:val="009F0836"/>
    <w:rsid w:val="009F3E16"/>
    <w:rsid w:val="009F3E39"/>
    <w:rsid w:val="009F5281"/>
    <w:rsid w:val="009F5854"/>
    <w:rsid w:val="00A021B5"/>
    <w:rsid w:val="00A03252"/>
    <w:rsid w:val="00A04F4F"/>
    <w:rsid w:val="00A04FF6"/>
    <w:rsid w:val="00A0673E"/>
    <w:rsid w:val="00A07E8B"/>
    <w:rsid w:val="00A10F94"/>
    <w:rsid w:val="00A11942"/>
    <w:rsid w:val="00A12F34"/>
    <w:rsid w:val="00A1319A"/>
    <w:rsid w:val="00A13F45"/>
    <w:rsid w:val="00A1431A"/>
    <w:rsid w:val="00A14C65"/>
    <w:rsid w:val="00A1508E"/>
    <w:rsid w:val="00A16BFF"/>
    <w:rsid w:val="00A21D41"/>
    <w:rsid w:val="00A2578D"/>
    <w:rsid w:val="00A2646A"/>
    <w:rsid w:val="00A316DA"/>
    <w:rsid w:val="00A32371"/>
    <w:rsid w:val="00A353EA"/>
    <w:rsid w:val="00A36CAF"/>
    <w:rsid w:val="00A3791B"/>
    <w:rsid w:val="00A413FD"/>
    <w:rsid w:val="00A43994"/>
    <w:rsid w:val="00A448C6"/>
    <w:rsid w:val="00A44915"/>
    <w:rsid w:val="00A45A7D"/>
    <w:rsid w:val="00A464AD"/>
    <w:rsid w:val="00A46B30"/>
    <w:rsid w:val="00A506D1"/>
    <w:rsid w:val="00A50830"/>
    <w:rsid w:val="00A5169C"/>
    <w:rsid w:val="00A52843"/>
    <w:rsid w:val="00A5423B"/>
    <w:rsid w:val="00A54EAE"/>
    <w:rsid w:val="00A5551E"/>
    <w:rsid w:val="00A5573E"/>
    <w:rsid w:val="00A56392"/>
    <w:rsid w:val="00A5683D"/>
    <w:rsid w:val="00A570DC"/>
    <w:rsid w:val="00A60706"/>
    <w:rsid w:val="00A60C42"/>
    <w:rsid w:val="00A627F9"/>
    <w:rsid w:val="00A62D0D"/>
    <w:rsid w:val="00A636F0"/>
    <w:rsid w:val="00A63940"/>
    <w:rsid w:val="00A63D7E"/>
    <w:rsid w:val="00A654B8"/>
    <w:rsid w:val="00A659CA"/>
    <w:rsid w:val="00A66553"/>
    <w:rsid w:val="00A66717"/>
    <w:rsid w:val="00A66AE4"/>
    <w:rsid w:val="00A67531"/>
    <w:rsid w:val="00A71A01"/>
    <w:rsid w:val="00A72823"/>
    <w:rsid w:val="00A74551"/>
    <w:rsid w:val="00A74847"/>
    <w:rsid w:val="00A75368"/>
    <w:rsid w:val="00A756F0"/>
    <w:rsid w:val="00A777C8"/>
    <w:rsid w:val="00A778E7"/>
    <w:rsid w:val="00A77B41"/>
    <w:rsid w:val="00A77E56"/>
    <w:rsid w:val="00A8145E"/>
    <w:rsid w:val="00A8155D"/>
    <w:rsid w:val="00A82A54"/>
    <w:rsid w:val="00A83957"/>
    <w:rsid w:val="00A840E8"/>
    <w:rsid w:val="00A848E7"/>
    <w:rsid w:val="00A92E3E"/>
    <w:rsid w:val="00A9382C"/>
    <w:rsid w:val="00A97419"/>
    <w:rsid w:val="00AA761B"/>
    <w:rsid w:val="00AB2875"/>
    <w:rsid w:val="00AB4766"/>
    <w:rsid w:val="00AB498A"/>
    <w:rsid w:val="00AB5761"/>
    <w:rsid w:val="00AB6094"/>
    <w:rsid w:val="00AB6328"/>
    <w:rsid w:val="00AB63B8"/>
    <w:rsid w:val="00AC1040"/>
    <w:rsid w:val="00AC1780"/>
    <w:rsid w:val="00AC2A28"/>
    <w:rsid w:val="00AC380B"/>
    <w:rsid w:val="00AC3A01"/>
    <w:rsid w:val="00AC532B"/>
    <w:rsid w:val="00AC5390"/>
    <w:rsid w:val="00AC56AB"/>
    <w:rsid w:val="00AC696E"/>
    <w:rsid w:val="00AC774C"/>
    <w:rsid w:val="00AD0BB3"/>
    <w:rsid w:val="00AD1908"/>
    <w:rsid w:val="00AD1F1D"/>
    <w:rsid w:val="00AD3332"/>
    <w:rsid w:val="00AD3D81"/>
    <w:rsid w:val="00AD4248"/>
    <w:rsid w:val="00AD4926"/>
    <w:rsid w:val="00AD4BD1"/>
    <w:rsid w:val="00AD7492"/>
    <w:rsid w:val="00AE03BD"/>
    <w:rsid w:val="00AE0A2E"/>
    <w:rsid w:val="00AE0D2F"/>
    <w:rsid w:val="00AE0D62"/>
    <w:rsid w:val="00AE1A36"/>
    <w:rsid w:val="00AE239F"/>
    <w:rsid w:val="00AE24FB"/>
    <w:rsid w:val="00AE4824"/>
    <w:rsid w:val="00AE483B"/>
    <w:rsid w:val="00AE577F"/>
    <w:rsid w:val="00AE6F19"/>
    <w:rsid w:val="00AF0594"/>
    <w:rsid w:val="00AF098B"/>
    <w:rsid w:val="00AF3C36"/>
    <w:rsid w:val="00AF4256"/>
    <w:rsid w:val="00AF67EF"/>
    <w:rsid w:val="00AF6F8F"/>
    <w:rsid w:val="00AF7021"/>
    <w:rsid w:val="00AF72E1"/>
    <w:rsid w:val="00B0075D"/>
    <w:rsid w:val="00B00BE4"/>
    <w:rsid w:val="00B00C36"/>
    <w:rsid w:val="00B0233A"/>
    <w:rsid w:val="00B05336"/>
    <w:rsid w:val="00B061C9"/>
    <w:rsid w:val="00B065EA"/>
    <w:rsid w:val="00B06C25"/>
    <w:rsid w:val="00B1086B"/>
    <w:rsid w:val="00B1113D"/>
    <w:rsid w:val="00B12D22"/>
    <w:rsid w:val="00B150D1"/>
    <w:rsid w:val="00B1608C"/>
    <w:rsid w:val="00B16E36"/>
    <w:rsid w:val="00B170BB"/>
    <w:rsid w:val="00B17289"/>
    <w:rsid w:val="00B20278"/>
    <w:rsid w:val="00B204E3"/>
    <w:rsid w:val="00B2363E"/>
    <w:rsid w:val="00B243CC"/>
    <w:rsid w:val="00B250F0"/>
    <w:rsid w:val="00B25151"/>
    <w:rsid w:val="00B254A9"/>
    <w:rsid w:val="00B25845"/>
    <w:rsid w:val="00B317A3"/>
    <w:rsid w:val="00B33D14"/>
    <w:rsid w:val="00B34AD9"/>
    <w:rsid w:val="00B36853"/>
    <w:rsid w:val="00B36B0F"/>
    <w:rsid w:val="00B36B34"/>
    <w:rsid w:val="00B36EA1"/>
    <w:rsid w:val="00B36F46"/>
    <w:rsid w:val="00B4114B"/>
    <w:rsid w:val="00B420E4"/>
    <w:rsid w:val="00B43661"/>
    <w:rsid w:val="00B445E2"/>
    <w:rsid w:val="00B45CAC"/>
    <w:rsid w:val="00B46261"/>
    <w:rsid w:val="00B46DB3"/>
    <w:rsid w:val="00B47924"/>
    <w:rsid w:val="00B54379"/>
    <w:rsid w:val="00B54A4C"/>
    <w:rsid w:val="00B55A3F"/>
    <w:rsid w:val="00B57DB1"/>
    <w:rsid w:val="00B613A5"/>
    <w:rsid w:val="00B625D2"/>
    <w:rsid w:val="00B63897"/>
    <w:rsid w:val="00B65C26"/>
    <w:rsid w:val="00B66380"/>
    <w:rsid w:val="00B671CA"/>
    <w:rsid w:val="00B672E5"/>
    <w:rsid w:val="00B746D9"/>
    <w:rsid w:val="00B747DC"/>
    <w:rsid w:val="00B84533"/>
    <w:rsid w:val="00B86BDE"/>
    <w:rsid w:val="00B878CD"/>
    <w:rsid w:val="00B9084A"/>
    <w:rsid w:val="00B93B9C"/>
    <w:rsid w:val="00B9433E"/>
    <w:rsid w:val="00B9538C"/>
    <w:rsid w:val="00B95423"/>
    <w:rsid w:val="00B955A5"/>
    <w:rsid w:val="00BA15AC"/>
    <w:rsid w:val="00BA2407"/>
    <w:rsid w:val="00BA2788"/>
    <w:rsid w:val="00BA30EA"/>
    <w:rsid w:val="00BA57D7"/>
    <w:rsid w:val="00BA5F69"/>
    <w:rsid w:val="00BA6668"/>
    <w:rsid w:val="00BA78E0"/>
    <w:rsid w:val="00BB08F0"/>
    <w:rsid w:val="00BB0C14"/>
    <w:rsid w:val="00BB0EAE"/>
    <w:rsid w:val="00BB0F2D"/>
    <w:rsid w:val="00BB1FB3"/>
    <w:rsid w:val="00BB24AA"/>
    <w:rsid w:val="00BB40B9"/>
    <w:rsid w:val="00BB4E52"/>
    <w:rsid w:val="00BB73B9"/>
    <w:rsid w:val="00BC3C9C"/>
    <w:rsid w:val="00BC429D"/>
    <w:rsid w:val="00BC545F"/>
    <w:rsid w:val="00BC6870"/>
    <w:rsid w:val="00BD119F"/>
    <w:rsid w:val="00BD29FC"/>
    <w:rsid w:val="00BD2CF1"/>
    <w:rsid w:val="00BD36BD"/>
    <w:rsid w:val="00BD4ECB"/>
    <w:rsid w:val="00BD577B"/>
    <w:rsid w:val="00BD6A9C"/>
    <w:rsid w:val="00BD6C14"/>
    <w:rsid w:val="00BE1591"/>
    <w:rsid w:val="00BE2E7D"/>
    <w:rsid w:val="00BE6A72"/>
    <w:rsid w:val="00BE7687"/>
    <w:rsid w:val="00BF0C4A"/>
    <w:rsid w:val="00BF1993"/>
    <w:rsid w:val="00BF4255"/>
    <w:rsid w:val="00BF4F5B"/>
    <w:rsid w:val="00BF5FB7"/>
    <w:rsid w:val="00C00DC2"/>
    <w:rsid w:val="00C02AC8"/>
    <w:rsid w:val="00C02F5D"/>
    <w:rsid w:val="00C03024"/>
    <w:rsid w:val="00C05355"/>
    <w:rsid w:val="00C072C4"/>
    <w:rsid w:val="00C07737"/>
    <w:rsid w:val="00C07B52"/>
    <w:rsid w:val="00C07CBD"/>
    <w:rsid w:val="00C10AD6"/>
    <w:rsid w:val="00C10F03"/>
    <w:rsid w:val="00C11759"/>
    <w:rsid w:val="00C11F5E"/>
    <w:rsid w:val="00C11F93"/>
    <w:rsid w:val="00C134F4"/>
    <w:rsid w:val="00C13551"/>
    <w:rsid w:val="00C13A42"/>
    <w:rsid w:val="00C13B93"/>
    <w:rsid w:val="00C1401B"/>
    <w:rsid w:val="00C142DA"/>
    <w:rsid w:val="00C14CF7"/>
    <w:rsid w:val="00C172D3"/>
    <w:rsid w:val="00C2105E"/>
    <w:rsid w:val="00C21402"/>
    <w:rsid w:val="00C226F6"/>
    <w:rsid w:val="00C23BEC"/>
    <w:rsid w:val="00C24BC2"/>
    <w:rsid w:val="00C264AA"/>
    <w:rsid w:val="00C265C8"/>
    <w:rsid w:val="00C27E93"/>
    <w:rsid w:val="00C27EB5"/>
    <w:rsid w:val="00C337C9"/>
    <w:rsid w:val="00C33905"/>
    <w:rsid w:val="00C40FE6"/>
    <w:rsid w:val="00C4151C"/>
    <w:rsid w:val="00C41A23"/>
    <w:rsid w:val="00C41D29"/>
    <w:rsid w:val="00C43B7F"/>
    <w:rsid w:val="00C43FBB"/>
    <w:rsid w:val="00C443E0"/>
    <w:rsid w:val="00C44E85"/>
    <w:rsid w:val="00C44F58"/>
    <w:rsid w:val="00C45858"/>
    <w:rsid w:val="00C46A72"/>
    <w:rsid w:val="00C46BA6"/>
    <w:rsid w:val="00C46C8B"/>
    <w:rsid w:val="00C474B9"/>
    <w:rsid w:val="00C474F7"/>
    <w:rsid w:val="00C47744"/>
    <w:rsid w:val="00C47B29"/>
    <w:rsid w:val="00C47D83"/>
    <w:rsid w:val="00C47E63"/>
    <w:rsid w:val="00C5041E"/>
    <w:rsid w:val="00C50431"/>
    <w:rsid w:val="00C53419"/>
    <w:rsid w:val="00C53BAE"/>
    <w:rsid w:val="00C53CDC"/>
    <w:rsid w:val="00C54A7E"/>
    <w:rsid w:val="00C56C8E"/>
    <w:rsid w:val="00C57152"/>
    <w:rsid w:val="00C574C4"/>
    <w:rsid w:val="00C60D8E"/>
    <w:rsid w:val="00C62335"/>
    <w:rsid w:val="00C66185"/>
    <w:rsid w:val="00C66373"/>
    <w:rsid w:val="00C672A9"/>
    <w:rsid w:val="00C67446"/>
    <w:rsid w:val="00C749D2"/>
    <w:rsid w:val="00C7526D"/>
    <w:rsid w:val="00C75FEA"/>
    <w:rsid w:val="00C76071"/>
    <w:rsid w:val="00C7745D"/>
    <w:rsid w:val="00C77CD7"/>
    <w:rsid w:val="00C816E8"/>
    <w:rsid w:val="00C82395"/>
    <w:rsid w:val="00C842F4"/>
    <w:rsid w:val="00C84A5E"/>
    <w:rsid w:val="00C84C31"/>
    <w:rsid w:val="00C85873"/>
    <w:rsid w:val="00C86005"/>
    <w:rsid w:val="00C8644B"/>
    <w:rsid w:val="00C870F1"/>
    <w:rsid w:val="00C906C2"/>
    <w:rsid w:val="00C914E2"/>
    <w:rsid w:val="00C92626"/>
    <w:rsid w:val="00C94970"/>
    <w:rsid w:val="00C949A8"/>
    <w:rsid w:val="00C9698C"/>
    <w:rsid w:val="00CA042B"/>
    <w:rsid w:val="00CA096E"/>
    <w:rsid w:val="00CA1556"/>
    <w:rsid w:val="00CA175A"/>
    <w:rsid w:val="00CA1B1B"/>
    <w:rsid w:val="00CA4C8B"/>
    <w:rsid w:val="00CA796C"/>
    <w:rsid w:val="00CA7C31"/>
    <w:rsid w:val="00CB06A1"/>
    <w:rsid w:val="00CB2A35"/>
    <w:rsid w:val="00CB2BF8"/>
    <w:rsid w:val="00CB2E8D"/>
    <w:rsid w:val="00CB3214"/>
    <w:rsid w:val="00CB32C4"/>
    <w:rsid w:val="00CB4442"/>
    <w:rsid w:val="00CB4B26"/>
    <w:rsid w:val="00CB5AFE"/>
    <w:rsid w:val="00CB6B7B"/>
    <w:rsid w:val="00CB6E3A"/>
    <w:rsid w:val="00CC1048"/>
    <w:rsid w:val="00CC2174"/>
    <w:rsid w:val="00CC271C"/>
    <w:rsid w:val="00CC34E4"/>
    <w:rsid w:val="00CC3F9A"/>
    <w:rsid w:val="00CC4289"/>
    <w:rsid w:val="00CC51EE"/>
    <w:rsid w:val="00CC6179"/>
    <w:rsid w:val="00CC65A0"/>
    <w:rsid w:val="00CC6A0A"/>
    <w:rsid w:val="00CC6E1A"/>
    <w:rsid w:val="00CC710B"/>
    <w:rsid w:val="00CC79E3"/>
    <w:rsid w:val="00CD00E4"/>
    <w:rsid w:val="00CD02BF"/>
    <w:rsid w:val="00CD18FD"/>
    <w:rsid w:val="00CD1C20"/>
    <w:rsid w:val="00CD2A79"/>
    <w:rsid w:val="00CD2FC1"/>
    <w:rsid w:val="00CD31F7"/>
    <w:rsid w:val="00CD3A9B"/>
    <w:rsid w:val="00CD7061"/>
    <w:rsid w:val="00CD758C"/>
    <w:rsid w:val="00CD7D40"/>
    <w:rsid w:val="00CD7FC0"/>
    <w:rsid w:val="00CE0072"/>
    <w:rsid w:val="00CE0154"/>
    <w:rsid w:val="00CE059B"/>
    <w:rsid w:val="00CE0B38"/>
    <w:rsid w:val="00CE1CAD"/>
    <w:rsid w:val="00CE22B1"/>
    <w:rsid w:val="00CE2897"/>
    <w:rsid w:val="00CE50C3"/>
    <w:rsid w:val="00CE74B5"/>
    <w:rsid w:val="00CE7AE4"/>
    <w:rsid w:val="00CE7D9C"/>
    <w:rsid w:val="00CF3B3B"/>
    <w:rsid w:val="00CF3B60"/>
    <w:rsid w:val="00CF5DC9"/>
    <w:rsid w:val="00CF686D"/>
    <w:rsid w:val="00D00091"/>
    <w:rsid w:val="00D00F5B"/>
    <w:rsid w:val="00D01B3D"/>
    <w:rsid w:val="00D02621"/>
    <w:rsid w:val="00D03DF6"/>
    <w:rsid w:val="00D05C72"/>
    <w:rsid w:val="00D05C9A"/>
    <w:rsid w:val="00D07B9F"/>
    <w:rsid w:val="00D07C95"/>
    <w:rsid w:val="00D07DF4"/>
    <w:rsid w:val="00D1100E"/>
    <w:rsid w:val="00D111CA"/>
    <w:rsid w:val="00D1155F"/>
    <w:rsid w:val="00D11BE9"/>
    <w:rsid w:val="00D124D0"/>
    <w:rsid w:val="00D13BF8"/>
    <w:rsid w:val="00D1653C"/>
    <w:rsid w:val="00D168A4"/>
    <w:rsid w:val="00D1719F"/>
    <w:rsid w:val="00D17CA3"/>
    <w:rsid w:val="00D216C7"/>
    <w:rsid w:val="00D22367"/>
    <w:rsid w:val="00D227C5"/>
    <w:rsid w:val="00D229B8"/>
    <w:rsid w:val="00D23090"/>
    <w:rsid w:val="00D239F4"/>
    <w:rsid w:val="00D240B2"/>
    <w:rsid w:val="00D246D2"/>
    <w:rsid w:val="00D24F33"/>
    <w:rsid w:val="00D272C6"/>
    <w:rsid w:val="00D327E6"/>
    <w:rsid w:val="00D351C0"/>
    <w:rsid w:val="00D36E08"/>
    <w:rsid w:val="00D40DF9"/>
    <w:rsid w:val="00D40EE7"/>
    <w:rsid w:val="00D42DA9"/>
    <w:rsid w:val="00D44326"/>
    <w:rsid w:val="00D44E4E"/>
    <w:rsid w:val="00D453F3"/>
    <w:rsid w:val="00D4560C"/>
    <w:rsid w:val="00D4728E"/>
    <w:rsid w:val="00D47D5A"/>
    <w:rsid w:val="00D47FB3"/>
    <w:rsid w:val="00D5074C"/>
    <w:rsid w:val="00D5117C"/>
    <w:rsid w:val="00D512E7"/>
    <w:rsid w:val="00D5245F"/>
    <w:rsid w:val="00D535DD"/>
    <w:rsid w:val="00D5459B"/>
    <w:rsid w:val="00D548DA"/>
    <w:rsid w:val="00D54F13"/>
    <w:rsid w:val="00D5606A"/>
    <w:rsid w:val="00D5740D"/>
    <w:rsid w:val="00D57E9F"/>
    <w:rsid w:val="00D60A96"/>
    <w:rsid w:val="00D614D8"/>
    <w:rsid w:val="00D628FC"/>
    <w:rsid w:val="00D62B6E"/>
    <w:rsid w:val="00D6362E"/>
    <w:rsid w:val="00D636BA"/>
    <w:rsid w:val="00D63B8A"/>
    <w:rsid w:val="00D658A4"/>
    <w:rsid w:val="00D65EFC"/>
    <w:rsid w:val="00D65FD8"/>
    <w:rsid w:val="00D66213"/>
    <w:rsid w:val="00D67C1D"/>
    <w:rsid w:val="00D7189F"/>
    <w:rsid w:val="00D72C81"/>
    <w:rsid w:val="00D73A58"/>
    <w:rsid w:val="00D75CF6"/>
    <w:rsid w:val="00D822D4"/>
    <w:rsid w:val="00D8301C"/>
    <w:rsid w:val="00D830E8"/>
    <w:rsid w:val="00D85B07"/>
    <w:rsid w:val="00D86668"/>
    <w:rsid w:val="00D87FA5"/>
    <w:rsid w:val="00D911B9"/>
    <w:rsid w:val="00D91651"/>
    <w:rsid w:val="00D92B45"/>
    <w:rsid w:val="00D9590F"/>
    <w:rsid w:val="00D95B03"/>
    <w:rsid w:val="00D95F57"/>
    <w:rsid w:val="00D96181"/>
    <w:rsid w:val="00D97E56"/>
    <w:rsid w:val="00DA056C"/>
    <w:rsid w:val="00DA3057"/>
    <w:rsid w:val="00DA4365"/>
    <w:rsid w:val="00DA4D2B"/>
    <w:rsid w:val="00DA605C"/>
    <w:rsid w:val="00DA7242"/>
    <w:rsid w:val="00DB1915"/>
    <w:rsid w:val="00DB351C"/>
    <w:rsid w:val="00DB468B"/>
    <w:rsid w:val="00DB4C5F"/>
    <w:rsid w:val="00DB64BA"/>
    <w:rsid w:val="00DB79FB"/>
    <w:rsid w:val="00DC01D3"/>
    <w:rsid w:val="00DC21CC"/>
    <w:rsid w:val="00DC4C36"/>
    <w:rsid w:val="00DC6414"/>
    <w:rsid w:val="00DD0AF9"/>
    <w:rsid w:val="00DD0F8D"/>
    <w:rsid w:val="00DD1673"/>
    <w:rsid w:val="00DD4085"/>
    <w:rsid w:val="00DD42AC"/>
    <w:rsid w:val="00DD4384"/>
    <w:rsid w:val="00DD66A0"/>
    <w:rsid w:val="00DD6859"/>
    <w:rsid w:val="00DD6F58"/>
    <w:rsid w:val="00DD7299"/>
    <w:rsid w:val="00DD7452"/>
    <w:rsid w:val="00DE0D35"/>
    <w:rsid w:val="00DE32FB"/>
    <w:rsid w:val="00DE58AE"/>
    <w:rsid w:val="00DE5EB1"/>
    <w:rsid w:val="00DE65D6"/>
    <w:rsid w:val="00DE7C73"/>
    <w:rsid w:val="00DF18F9"/>
    <w:rsid w:val="00DF29C5"/>
    <w:rsid w:val="00DF3627"/>
    <w:rsid w:val="00DF57C6"/>
    <w:rsid w:val="00DF69B6"/>
    <w:rsid w:val="00DF785A"/>
    <w:rsid w:val="00E00732"/>
    <w:rsid w:val="00E01859"/>
    <w:rsid w:val="00E02F22"/>
    <w:rsid w:val="00E03AD0"/>
    <w:rsid w:val="00E05B2A"/>
    <w:rsid w:val="00E06932"/>
    <w:rsid w:val="00E10FF8"/>
    <w:rsid w:val="00E13A0A"/>
    <w:rsid w:val="00E14998"/>
    <w:rsid w:val="00E149DA"/>
    <w:rsid w:val="00E16299"/>
    <w:rsid w:val="00E1676A"/>
    <w:rsid w:val="00E17122"/>
    <w:rsid w:val="00E21D5D"/>
    <w:rsid w:val="00E22B2A"/>
    <w:rsid w:val="00E246B5"/>
    <w:rsid w:val="00E26F2B"/>
    <w:rsid w:val="00E329BA"/>
    <w:rsid w:val="00E33276"/>
    <w:rsid w:val="00E33F3D"/>
    <w:rsid w:val="00E34220"/>
    <w:rsid w:val="00E35648"/>
    <w:rsid w:val="00E3695F"/>
    <w:rsid w:val="00E37D91"/>
    <w:rsid w:val="00E41A7C"/>
    <w:rsid w:val="00E41B95"/>
    <w:rsid w:val="00E41FE3"/>
    <w:rsid w:val="00E42826"/>
    <w:rsid w:val="00E4410F"/>
    <w:rsid w:val="00E44906"/>
    <w:rsid w:val="00E46497"/>
    <w:rsid w:val="00E4669F"/>
    <w:rsid w:val="00E46A29"/>
    <w:rsid w:val="00E50CBE"/>
    <w:rsid w:val="00E514C8"/>
    <w:rsid w:val="00E51931"/>
    <w:rsid w:val="00E52EE5"/>
    <w:rsid w:val="00E52F34"/>
    <w:rsid w:val="00E563DA"/>
    <w:rsid w:val="00E57FBA"/>
    <w:rsid w:val="00E625AD"/>
    <w:rsid w:val="00E63C73"/>
    <w:rsid w:val="00E64D70"/>
    <w:rsid w:val="00E6525E"/>
    <w:rsid w:val="00E6540A"/>
    <w:rsid w:val="00E67ECD"/>
    <w:rsid w:val="00E73471"/>
    <w:rsid w:val="00E73757"/>
    <w:rsid w:val="00E73EA3"/>
    <w:rsid w:val="00E73FB9"/>
    <w:rsid w:val="00E74449"/>
    <w:rsid w:val="00E74DAF"/>
    <w:rsid w:val="00E76F1F"/>
    <w:rsid w:val="00E77D8A"/>
    <w:rsid w:val="00E80F9E"/>
    <w:rsid w:val="00E82586"/>
    <w:rsid w:val="00E82A62"/>
    <w:rsid w:val="00E843E4"/>
    <w:rsid w:val="00E86204"/>
    <w:rsid w:val="00E8723A"/>
    <w:rsid w:val="00E8772C"/>
    <w:rsid w:val="00E908EA"/>
    <w:rsid w:val="00E91285"/>
    <w:rsid w:val="00E91E43"/>
    <w:rsid w:val="00E94955"/>
    <w:rsid w:val="00E97743"/>
    <w:rsid w:val="00E97E90"/>
    <w:rsid w:val="00EA23B6"/>
    <w:rsid w:val="00EA3040"/>
    <w:rsid w:val="00EA491A"/>
    <w:rsid w:val="00EA5953"/>
    <w:rsid w:val="00EA73A7"/>
    <w:rsid w:val="00EB159F"/>
    <w:rsid w:val="00EB1765"/>
    <w:rsid w:val="00EB21C3"/>
    <w:rsid w:val="00EB306E"/>
    <w:rsid w:val="00EB378E"/>
    <w:rsid w:val="00EB43E2"/>
    <w:rsid w:val="00EB533A"/>
    <w:rsid w:val="00EB5523"/>
    <w:rsid w:val="00EB626E"/>
    <w:rsid w:val="00EC0FCB"/>
    <w:rsid w:val="00EC2D2A"/>
    <w:rsid w:val="00EC5D51"/>
    <w:rsid w:val="00ED0AA2"/>
    <w:rsid w:val="00ED29FC"/>
    <w:rsid w:val="00ED3D9C"/>
    <w:rsid w:val="00ED4217"/>
    <w:rsid w:val="00ED4671"/>
    <w:rsid w:val="00ED531F"/>
    <w:rsid w:val="00ED5DE9"/>
    <w:rsid w:val="00ED63BE"/>
    <w:rsid w:val="00ED7734"/>
    <w:rsid w:val="00EE1275"/>
    <w:rsid w:val="00EE38F0"/>
    <w:rsid w:val="00EE4A5D"/>
    <w:rsid w:val="00EE5657"/>
    <w:rsid w:val="00EE56A0"/>
    <w:rsid w:val="00EE5E6B"/>
    <w:rsid w:val="00EE695F"/>
    <w:rsid w:val="00EF00A7"/>
    <w:rsid w:val="00EF1D2C"/>
    <w:rsid w:val="00EF24D3"/>
    <w:rsid w:val="00EF5412"/>
    <w:rsid w:val="00EF5C01"/>
    <w:rsid w:val="00EF5EF7"/>
    <w:rsid w:val="00EF6C67"/>
    <w:rsid w:val="00EF6E8D"/>
    <w:rsid w:val="00EF7844"/>
    <w:rsid w:val="00F000E5"/>
    <w:rsid w:val="00F01A7B"/>
    <w:rsid w:val="00F02AF4"/>
    <w:rsid w:val="00F048D4"/>
    <w:rsid w:val="00F06C28"/>
    <w:rsid w:val="00F11B4D"/>
    <w:rsid w:val="00F11CC6"/>
    <w:rsid w:val="00F145D9"/>
    <w:rsid w:val="00F1480A"/>
    <w:rsid w:val="00F1530F"/>
    <w:rsid w:val="00F16063"/>
    <w:rsid w:val="00F2028C"/>
    <w:rsid w:val="00F22145"/>
    <w:rsid w:val="00F223D5"/>
    <w:rsid w:val="00F23018"/>
    <w:rsid w:val="00F2352B"/>
    <w:rsid w:val="00F24142"/>
    <w:rsid w:val="00F251A7"/>
    <w:rsid w:val="00F25ED8"/>
    <w:rsid w:val="00F26683"/>
    <w:rsid w:val="00F27E5A"/>
    <w:rsid w:val="00F30F97"/>
    <w:rsid w:val="00F32541"/>
    <w:rsid w:val="00F33638"/>
    <w:rsid w:val="00F33B74"/>
    <w:rsid w:val="00F33C1B"/>
    <w:rsid w:val="00F33D76"/>
    <w:rsid w:val="00F34747"/>
    <w:rsid w:val="00F34B09"/>
    <w:rsid w:val="00F3681A"/>
    <w:rsid w:val="00F37AAA"/>
    <w:rsid w:val="00F40212"/>
    <w:rsid w:val="00F404E0"/>
    <w:rsid w:val="00F416B5"/>
    <w:rsid w:val="00F43AE3"/>
    <w:rsid w:val="00F4435D"/>
    <w:rsid w:val="00F44BAF"/>
    <w:rsid w:val="00F464E8"/>
    <w:rsid w:val="00F47252"/>
    <w:rsid w:val="00F477FC"/>
    <w:rsid w:val="00F5022B"/>
    <w:rsid w:val="00F51425"/>
    <w:rsid w:val="00F523D9"/>
    <w:rsid w:val="00F526FA"/>
    <w:rsid w:val="00F531C1"/>
    <w:rsid w:val="00F53F44"/>
    <w:rsid w:val="00F54A29"/>
    <w:rsid w:val="00F54BCA"/>
    <w:rsid w:val="00F551B0"/>
    <w:rsid w:val="00F55248"/>
    <w:rsid w:val="00F55BC0"/>
    <w:rsid w:val="00F56523"/>
    <w:rsid w:val="00F60131"/>
    <w:rsid w:val="00F644BE"/>
    <w:rsid w:val="00F65ACE"/>
    <w:rsid w:val="00F6633B"/>
    <w:rsid w:val="00F6663B"/>
    <w:rsid w:val="00F70F3A"/>
    <w:rsid w:val="00F725A2"/>
    <w:rsid w:val="00F73CA5"/>
    <w:rsid w:val="00F73F22"/>
    <w:rsid w:val="00F756AA"/>
    <w:rsid w:val="00F76F34"/>
    <w:rsid w:val="00F773C5"/>
    <w:rsid w:val="00F80A0C"/>
    <w:rsid w:val="00F80FCF"/>
    <w:rsid w:val="00F81BF3"/>
    <w:rsid w:val="00F81E65"/>
    <w:rsid w:val="00F84D43"/>
    <w:rsid w:val="00F86682"/>
    <w:rsid w:val="00F866B6"/>
    <w:rsid w:val="00F90B6C"/>
    <w:rsid w:val="00F90EC2"/>
    <w:rsid w:val="00F915D5"/>
    <w:rsid w:val="00F921BC"/>
    <w:rsid w:val="00F93C6B"/>
    <w:rsid w:val="00F93DDE"/>
    <w:rsid w:val="00F949C4"/>
    <w:rsid w:val="00F952D0"/>
    <w:rsid w:val="00F9561E"/>
    <w:rsid w:val="00F963A5"/>
    <w:rsid w:val="00F9671E"/>
    <w:rsid w:val="00F96C83"/>
    <w:rsid w:val="00F96EA9"/>
    <w:rsid w:val="00F979FE"/>
    <w:rsid w:val="00FA0509"/>
    <w:rsid w:val="00FA1017"/>
    <w:rsid w:val="00FA1108"/>
    <w:rsid w:val="00FA1F4C"/>
    <w:rsid w:val="00FA3749"/>
    <w:rsid w:val="00FA41B3"/>
    <w:rsid w:val="00FA426C"/>
    <w:rsid w:val="00FA5C9C"/>
    <w:rsid w:val="00FB1923"/>
    <w:rsid w:val="00FB239A"/>
    <w:rsid w:val="00FB2A6B"/>
    <w:rsid w:val="00FB30BB"/>
    <w:rsid w:val="00FB44D0"/>
    <w:rsid w:val="00FB613A"/>
    <w:rsid w:val="00FB625C"/>
    <w:rsid w:val="00FB66F1"/>
    <w:rsid w:val="00FB7D3D"/>
    <w:rsid w:val="00FB7E67"/>
    <w:rsid w:val="00FC03A1"/>
    <w:rsid w:val="00FC0AA7"/>
    <w:rsid w:val="00FC2D07"/>
    <w:rsid w:val="00FC5CF6"/>
    <w:rsid w:val="00FC687A"/>
    <w:rsid w:val="00FD01B7"/>
    <w:rsid w:val="00FD1313"/>
    <w:rsid w:val="00FD13A4"/>
    <w:rsid w:val="00FD182D"/>
    <w:rsid w:val="00FD2970"/>
    <w:rsid w:val="00FD55D1"/>
    <w:rsid w:val="00FD65C2"/>
    <w:rsid w:val="00FE00D9"/>
    <w:rsid w:val="00FE083F"/>
    <w:rsid w:val="00FE0864"/>
    <w:rsid w:val="00FE1FEF"/>
    <w:rsid w:val="00FE3F0D"/>
    <w:rsid w:val="00FE42B9"/>
    <w:rsid w:val="00FE4CC2"/>
    <w:rsid w:val="00FE6D2C"/>
    <w:rsid w:val="00FE6E08"/>
    <w:rsid w:val="00FF01CE"/>
    <w:rsid w:val="00FF04CD"/>
    <w:rsid w:val="00FF0BAD"/>
    <w:rsid w:val="00FF2679"/>
    <w:rsid w:val="00FF2A36"/>
    <w:rsid w:val="00FF4843"/>
    <w:rsid w:val="00FF4ED4"/>
    <w:rsid w:val="00FF4EF3"/>
    <w:rsid w:val="00FF7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988"/>
    <w:rPr>
      <w:rFonts w:ascii="Times New Roman" w:eastAsia="Times New Roman" w:hAnsi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32312"/>
    <w:pPr>
      <w:keepNext/>
      <w:spacing w:before="120"/>
      <w:jc w:val="center"/>
      <w:outlineLvl w:val="0"/>
    </w:pPr>
    <w:rPr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32312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BB0C14"/>
    <w:pPr>
      <w:keepNext/>
      <w:spacing w:before="120"/>
      <w:jc w:val="center"/>
      <w:outlineLvl w:val="2"/>
    </w:pPr>
    <w:rPr>
      <w:b/>
      <w:bCs/>
      <w:sz w:val="26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32312"/>
    <w:rPr>
      <w:rFonts w:ascii="Times New Roman" w:hAnsi="Times New Roman" w:cs="Times New Roman"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32312"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B0C14"/>
    <w:rPr>
      <w:rFonts w:ascii="Times New Roman" w:hAnsi="Times New Roman" w:cs="Times New Roman"/>
      <w:b/>
      <w:sz w:val="24"/>
    </w:rPr>
  </w:style>
  <w:style w:type="paragraph" w:customStyle="1" w:styleId="1">
    <w:name w:val="заголовок 1"/>
    <w:basedOn w:val="Normal"/>
    <w:next w:val="Normal"/>
    <w:uiPriority w:val="99"/>
    <w:rsid w:val="00636988"/>
    <w:pPr>
      <w:keepNext/>
      <w:autoSpaceDE w:val="0"/>
      <w:autoSpaceDN w:val="0"/>
      <w:spacing w:line="240" w:lineRule="atLeast"/>
      <w:jc w:val="center"/>
    </w:pPr>
    <w:rPr>
      <w:spacing w:val="20"/>
      <w:sz w:val="36"/>
      <w:szCs w:val="36"/>
    </w:rPr>
  </w:style>
  <w:style w:type="paragraph" w:customStyle="1" w:styleId="a">
    <w:name w:val="Письмо"/>
    <w:basedOn w:val="Normal"/>
    <w:uiPriority w:val="99"/>
    <w:rsid w:val="00636988"/>
    <w:pPr>
      <w:autoSpaceDE w:val="0"/>
      <w:autoSpaceDN w:val="0"/>
      <w:spacing w:line="320" w:lineRule="exact"/>
      <w:ind w:firstLine="720"/>
      <w:jc w:val="both"/>
    </w:pPr>
  </w:style>
  <w:style w:type="paragraph" w:styleId="Header">
    <w:name w:val="header"/>
    <w:basedOn w:val="Normal"/>
    <w:link w:val="HeaderChar"/>
    <w:uiPriority w:val="99"/>
    <w:rsid w:val="0063698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6988"/>
    <w:rPr>
      <w:rFonts w:ascii="Times New Roman" w:hAnsi="Times New Roman" w:cs="Times New Roman"/>
      <w:sz w:val="28"/>
      <w:lang w:eastAsia="ru-RU"/>
    </w:rPr>
  </w:style>
  <w:style w:type="character" w:styleId="PageNumber">
    <w:name w:val="page number"/>
    <w:basedOn w:val="DefaultParagraphFont"/>
    <w:uiPriority w:val="99"/>
    <w:rsid w:val="00636988"/>
    <w:rPr>
      <w:rFonts w:cs="Times New Roman"/>
    </w:rPr>
  </w:style>
  <w:style w:type="paragraph" w:customStyle="1" w:styleId="ConsPlusTitle">
    <w:name w:val="ConsPlusTitle"/>
    <w:uiPriority w:val="99"/>
    <w:rsid w:val="00BB0EAE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BB0EAE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B0EA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0">
    <w:name w:val="Нормальный (таблица)"/>
    <w:basedOn w:val="Normal"/>
    <w:next w:val="Normal"/>
    <w:uiPriority w:val="99"/>
    <w:rsid w:val="002A09A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rsid w:val="00F526F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526FA"/>
    <w:rPr>
      <w:rFonts w:ascii="Times New Roman" w:hAnsi="Times New Roman" w:cs="Times New Roman"/>
      <w:sz w:val="28"/>
    </w:rPr>
  </w:style>
  <w:style w:type="table" w:styleId="TableGrid">
    <w:name w:val="Table Grid"/>
    <w:basedOn w:val="TableNormal"/>
    <w:uiPriority w:val="99"/>
    <w:rsid w:val="00C84A5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0311C4"/>
    <w:rPr>
      <w:rFonts w:cs="Times New Roman"/>
      <w:color w:val="0000FF"/>
      <w:u w:val="single"/>
    </w:rPr>
  </w:style>
  <w:style w:type="character" w:customStyle="1" w:styleId="blk">
    <w:name w:val="blk"/>
    <w:basedOn w:val="DefaultParagraphFont"/>
    <w:uiPriority w:val="99"/>
    <w:rsid w:val="00BB0C14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BB0C14"/>
    <w:rPr>
      <w:rFonts w:cs="Times New Roman"/>
    </w:rPr>
  </w:style>
  <w:style w:type="paragraph" w:customStyle="1" w:styleId="a1">
    <w:name w:val="По умолчанию"/>
    <w:uiPriority w:val="99"/>
    <w:rsid w:val="00BB0C1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Times New Roman" w:hAnsi="Helvetica" w:cs="Helvetica"/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rsid w:val="00BB0C1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B0C14"/>
    <w:rPr>
      <w:rFonts w:ascii="Times New Roman" w:hAnsi="Times New Roman" w:cs="Times New Roman"/>
    </w:rPr>
  </w:style>
  <w:style w:type="character" w:styleId="FootnoteReference">
    <w:name w:val="footnote reference"/>
    <w:basedOn w:val="DefaultParagraphFont"/>
    <w:uiPriority w:val="99"/>
    <w:semiHidden/>
    <w:rsid w:val="00BB0C14"/>
    <w:rPr>
      <w:rFonts w:cs="Times New Roman"/>
      <w:vertAlign w:val="superscript"/>
    </w:rPr>
  </w:style>
  <w:style w:type="paragraph" w:customStyle="1" w:styleId="xl26">
    <w:name w:val="xl26"/>
    <w:basedOn w:val="Normal"/>
    <w:uiPriority w:val="99"/>
    <w:rsid w:val="00232312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character" w:styleId="Strong">
    <w:name w:val="Strong"/>
    <w:basedOn w:val="DefaultParagraphFont"/>
    <w:uiPriority w:val="99"/>
    <w:qFormat/>
    <w:rsid w:val="00232312"/>
    <w:rPr>
      <w:rFonts w:cs="Times New Roman"/>
      <w:b/>
    </w:rPr>
  </w:style>
  <w:style w:type="paragraph" w:styleId="NormalWeb">
    <w:name w:val="Normal (Web)"/>
    <w:basedOn w:val="Normal"/>
    <w:uiPriority w:val="99"/>
    <w:rsid w:val="00232312"/>
    <w:pPr>
      <w:spacing w:before="100" w:beforeAutospacing="1" w:after="100" w:afterAutospacing="1"/>
    </w:pPr>
    <w:rPr>
      <w:sz w:val="24"/>
      <w:szCs w:val="24"/>
    </w:rPr>
  </w:style>
  <w:style w:type="character" w:customStyle="1" w:styleId="a2">
    <w:name w:val="Знак Знак"/>
    <w:uiPriority w:val="99"/>
    <w:locked/>
    <w:rsid w:val="00232312"/>
    <w:rPr>
      <w:b/>
      <w:sz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12C9E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2C9E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33579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Normal">
    <w:name w:val="ConsNormal"/>
    <w:uiPriority w:val="99"/>
    <w:rsid w:val="00E41B95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7842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2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2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2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2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2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FE939B0C9BCF41F9EED392421E9B2DB11881CD1092622EE861ACCC9B6C52A2C1ECF22B1C0CCpAd0I" TargetMode="External"/><Relationship Id="rId13" Type="http://schemas.openxmlformats.org/officeDocument/2006/relationships/hyperlink" Target="consultantplus://offline/ref=6FE939B0C9BCF41F9EED392421E9B2DB11881CD1092622EE861ACCC9B6C52A2C1ECF22B1C0CCpAd3I" TargetMode="External"/><Relationship Id="rId18" Type="http://schemas.openxmlformats.org/officeDocument/2006/relationships/hyperlink" Target="consultantplus://offline/ref=510BD3E5A31A06FFF717CE0952F3E306CCE71BE18B347F87D0970AB61C6A16A4B1B6CEEE6E46360FB19389r4k9E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10BD3E5A31A06FFF717CE0952F3E306CCE71BE18E337C8ED59B57BC14331AA6B6B991F9690F3A0EB193894CrBk8E" TargetMode="External"/><Relationship Id="rId7" Type="http://schemas.openxmlformats.org/officeDocument/2006/relationships/hyperlink" Target="consultantplus://offline/ref=1F40433F8163BEDC045DE65C0C9943DBE63FE4423D000BB3B129F221529A2262B4B6AFh766F" TargetMode="External"/><Relationship Id="rId12" Type="http://schemas.openxmlformats.org/officeDocument/2006/relationships/hyperlink" Target="consultantplus://offline/ref=6FE939B0C9BCF41F9EED392421E9B2DB11881CD1092622EE861ACCC9B6C52A2C1ECF22B4C9C8pAd1I" TargetMode="External"/><Relationship Id="rId17" Type="http://schemas.openxmlformats.org/officeDocument/2006/relationships/hyperlink" Target="consultantplus://offline/ref=510BD3E5A31A06FFF717CE0952F3E306CCE71BE18C3A7E81D1970AB61C6A16A4B1B6CEEE6E46360FB19389r4k9E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10BD3E5A31A06FFF717CE0952F3E306CCE71BE18C307F86D1970AB61C6A16A4B1B6CEEE6E46360FB19389r4k9E" TargetMode="External"/><Relationship Id="rId20" Type="http://schemas.openxmlformats.org/officeDocument/2006/relationships/hyperlink" Target="consultantplus://offline/ref=510BD3E5A31A06FFF717CE0952F3E306CCE71BE188367A8FD4970AB61C6A16A4B1B6CEEE6E46360FB19389r4k9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FE939B0C9BCF41F9EED392421E9B2DB11881CD1092622EE861ACCC9B6C52A2C1ECF22B6C5CEpAd2I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510BD3E5A31A06FFF717CE0952F3E306CCE71BE18D307586D0970AB61C6A16A4B1B6CEEE6E46360FB19389r4k9E" TargetMode="External"/><Relationship Id="rId23" Type="http://schemas.openxmlformats.org/officeDocument/2006/relationships/header" Target="header2.xml"/><Relationship Id="rId10" Type="http://schemas.openxmlformats.org/officeDocument/2006/relationships/hyperlink" Target="consultantplus://offline/ref=6FE939B0C9BCF41F9EED392421E9B2DB11881CD1092622EE861ACCC9B6C52A2C1ECF22B6C5CEpAdFI" TargetMode="External"/><Relationship Id="rId19" Type="http://schemas.openxmlformats.org/officeDocument/2006/relationships/hyperlink" Target="consultantplus://offline/ref=510BD3E5A31A06FFF717CE0952F3E306CCE71BE18A3A7B80D5970AB61C6A16A4B1B6CEEE6E46360FB19389r4k9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FE939B0C9BCF41F9EED392421E9B2DB11881CD1092622EE861ACCC9B6C52A2C1ECF22B6C5CDpAd6I" TargetMode="External"/><Relationship Id="rId14" Type="http://schemas.openxmlformats.org/officeDocument/2006/relationships/hyperlink" Target="consultantplus://offline/ref=6FE939B0C9BCF41F9EED392421E9B2DB11881CD1092622EE861ACCC9B6C52A2C1ECF22B1C0CCpAd0I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1553</TotalTime>
  <Pages>8</Pages>
  <Words>2520</Words>
  <Characters>14370</Characters>
  <Application>Microsoft Office Outlook</Application>
  <DocSecurity>0</DocSecurity>
  <Lines>0</Lines>
  <Paragraphs>0</Paragraphs>
  <ScaleCrop>false</ScaleCrop>
  <Company>МПТ РФ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KomarovaEV</dc:creator>
  <cp:keywords/>
  <dc:description/>
  <cp:lastModifiedBy>Admin</cp:lastModifiedBy>
  <cp:revision>108</cp:revision>
  <cp:lastPrinted>2016-12-08T01:44:00Z</cp:lastPrinted>
  <dcterms:created xsi:type="dcterms:W3CDTF">2016-09-21T12:40:00Z</dcterms:created>
  <dcterms:modified xsi:type="dcterms:W3CDTF">2016-12-08T03:10:00Z</dcterms:modified>
</cp:coreProperties>
</file>