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4525" w:rsidRPr="007D6B69" w:rsidRDefault="00CD4525" w:rsidP="00C15C3B">
      <w:pPr>
        <w:shd w:val="clear" w:color="auto" w:fill="FFFFFF"/>
        <w:spacing w:before="19"/>
        <w:ind w:left="58"/>
        <w:jc w:val="center"/>
        <w:rPr>
          <w:rFonts w:ascii="Times New Roman" w:hAnsi="Times New Roman" w:cs="Times New Roman"/>
          <w:b/>
          <w:bCs/>
          <w:color w:val="000000"/>
          <w:spacing w:val="6"/>
          <w:sz w:val="24"/>
          <w:szCs w:val="24"/>
        </w:rPr>
      </w:pPr>
      <w:r w:rsidRPr="00346842">
        <w:rPr>
          <w:rFonts w:ascii="Times New Roman" w:hAnsi="Times New Roman" w:cs="Times New Roman"/>
          <w:noProof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АБАНГЕ~1" style="width:53.25pt;height:66pt;visibility:visible">
            <v:imagedata r:id="rId7" o:title=""/>
          </v:shape>
        </w:pict>
      </w:r>
    </w:p>
    <w:p w:rsidR="00CD4525" w:rsidRPr="007D6B69" w:rsidRDefault="00CD4525" w:rsidP="00C15C3B">
      <w:pPr>
        <w:shd w:val="clear" w:color="auto" w:fill="FFFFFF"/>
        <w:spacing w:before="19"/>
        <w:ind w:left="58"/>
        <w:jc w:val="center"/>
        <w:rPr>
          <w:rFonts w:ascii="Times New Roman" w:hAnsi="Times New Roman" w:cs="Times New Roman"/>
          <w:b/>
          <w:bCs/>
          <w:color w:val="000000"/>
          <w:spacing w:val="6"/>
          <w:sz w:val="24"/>
          <w:szCs w:val="24"/>
        </w:rPr>
      </w:pPr>
    </w:p>
    <w:p w:rsidR="00CD4525" w:rsidRPr="007D6B69" w:rsidRDefault="00CD4525" w:rsidP="00C15C3B">
      <w:pPr>
        <w:shd w:val="clear" w:color="auto" w:fill="FFFFFF"/>
        <w:spacing w:before="19"/>
        <w:ind w:left="58"/>
        <w:jc w:val="center"/>
        <w:rPr>
          <w:rFonts w:ascii="Times New Roman" w:hAnsi="Times New Roman" w:cs="Times New Roman"/>
          <w:b/>
          <w:bCs/>
          <w:color w:val="000000"/>
          <w:spacing w:val="6"/>
          <w:sz w:val="24"/>
          <w:szCs w:val="24"/>
        </w:rPr>
      </w:pPr>
    </w:p>
    <w:p w:rsidR="00CD4525" w:rsidRPr="007D6B69" w:rsidRDefault="00CD4525" w:rsidP="00C15C3B">
      <w:pPr>
        <w:shd w:val="clear" w:color="auto" w:fill="FFFFFF"/>
        <w:spacing w:before="221"/>
        <w:ind w:left="48"/>
        <w:jc w:val="center"/>
        <w:rPr>
          <w:rFonts w:ascii="Times New Roman" w:hAnsi="Times New Roman" w:cs="Times New Roman"/>
          <w:sz w:val="24"/>
          <w:szCs w:val="24"/>
        </w:rPr>
      </w:pPr>
      <w:r w:rsidRPr="007D6B69">
        <w:rPr>
          <w:rFonts w:ascii="Times New Roman" w:hAnsi="Times New Roman" w:cs="Times New Roman"/>
          <w:b/>
          <w:bCs/>
          <w:color w:val="000000"/>
          <w:spacing w:val="4"/>
          <w:sz w:val="24"/>
          <w:szCs w:val="24"/>
        </w:rPr>
        <w:t>АБАНСКИЙ РАЙОННЫЙ СОВЕТ ДЕПУТАТОВ</w:t>
      </w:r>
    </w:p>
    <w:p w:rsidR="00CD4525" w:rsidRPr="007D6B69" w:rsidRDefault="00CD4525" w:rsidP="00C15C3B">
      <w:pPr>
        <w:shd w:val="clear" w:color="auto" w:fill="FFFFFF"/>
        <w:spacing w:before="202"/>
        <w:ind w:left="48"/>
        <w:jc w:val="center"/>
        <w:rPr>
          <w:rFonts w:ascii="Times New Roman" w:hAnsi="Times New Roman" w:cs="Times New Roman"/>
          <w:sz w:val="24"/>
          <w:szCs w:val="24"/>
        </w:rPr>
      </w:pPr>
      <w:r w:rsidRPr="007D6B69">
        <w:rPr>
          <w:rFonts w:ascii="Times New Roman" w:hAnsi="Times New Roman" w:cs="Times New Roman"/>
          <w:color w:val="000000"/>
          <w:spacing w:val="-4"/>
          <w:sz w:val="24"/>
          <w:szCs w:val="24"/>
        </w:rPr>
        <w:t>РЕШЕНИЕ</w:t>
      </w:r>
    </w:p>
    <w:p w:rsidR="00CD4525" w:rsidRPr="0002756C" w:rsidRDefault="00CD4525" w:rsidP="00E7405E">
      <w:pPr>
        <w:shd w:val="clear" w:color="auto" w:fill="FFFFFF"/>
        <w:tabs>
          <w:tab w:val="left" w:pos="2990"/>
        </w:tabs>
        <w:spacing w:before="307"/>
        <w:ind w:left="634"/>
        <w:jc w:val="both"/>
        <w:rPr>
          <w:rFonts w:ascii="Times New Roman" w:hAnsi="Times New Roman" w:cs="Times New Roman"/>
          <w:color w:val="000000"/>
          <w:spacing w:val="2"/>
          <w:sz w:val="26"/>
          <w:szCs w:val="26"/>
        </w:rPr>
      </w:pPr>
    </w:p>
    <w:p w:rsidR="00CD4525" w:rsidRPr="0002756C" w:rsidRDefault="00CD4525" w:rsidP="00964DC1">
      <w:pPr>
        <w:shd w:val="clear" w:color="auto" w:fill="FFFFFF"/>
        <w:tabs>
          <w:tab w:val="left" w:pos="2990"/>
        </w:tabs>
        <w:spacing w:before="307"/>
        <w:ind w:left="634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000000"/>
          <w:spacing w:val="2"/>
          <w:sz w:val="26"/>
          <w:szCs w:val="26"/>
        </w:rPr>
        <w:t>10.02</w:t>
      </w:r>
      <w:r w:rsidRPr="0002756C">
        <w:rPr>
          <w:rFonts w:ascii="Times New Roman" w:hAnsi="Times New Roman" w:cs="Times New Roman"/>
          <w:color w:val="000000"/>
          <w:spacing w:val="2"/>
          <w:sz w:val="26"/>
          <w:szCs w:val="26"/>
        </w:rPr>
        <w:t>.201</w:t>
      </w:r>
      <w:r>
        <w:rPr>
          <w:rFonts w:ascii="Times New Roman" w:hAnsi="Times New Roman" w:cs="Times New Roman"/>
          <w:color w:val="000000"/>
          <w:spacing w:val="2"/>
          <w:sz w:val="26"/>
          <w:szCs w:val="26"/>
        </w:rPr>
        <w:t>6</w:t>
      </w:r>
      <w:r w:rsidRPr="0002756C">
        <w:rPr>
          <w:rFonts w:ascii="Times New Roman" w:hAnsi="Times New Roman" w:cs="Times New Roman"/>
          <w:color w:val="000000"/>
          <w:spacing w:val="2"/>
          <w:sz w:val="26"/>
          <w:szCs w:val="26"/>
        </w:rPr>
        <w:t xml:space="preserve">                              п.Абан                                            № </w:t>
      </w:r>
      <w:r>
        <w:rPr>
          <w:rFonts w:ascii="Times New Roman" w:hAnsi="Times New Roman" w:cs="Times New Roman"/>
          <w:color w:val="000000"/>
          <w:spacing w:val="2"/>
          <w:sz w:val="26"/>
          <w:szCs w:val="26"/>
        </w:rPr>
        <w:t>17-121</w:t>
      </w:r>
      <w:r w:rsidRPr="0002756C">
        <w:rPr>
          <w:rFonts w:ascii="Times New Roman" w:hAnsi="Times New Roman" w:cs="Times New Roman"/>
          <w:color w:val="000000"/>
          <w:spacing w:val="2"/>
          <w:sz w:val="26"/>
          <w:szCs w:val="26"/>
        </w:rPr>
        <w:t xml:space="preserve"> Р</w:t>
      </w:r>
    </w:p>
    <w:p w:rsidR="00CD4525" w:rsidRPr="0002756C" w:rsidRDefault="00CD4525" w:rsidP="007977BE">
      <w:pPr>
        <w:shd w:val="clear" w:color="auto" w:fill="FFFFFF"/>
        <w:spacing w:before="451"/>
        <w:jc w:val="center"/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</w:pPr>
      <w:r w:rsidRPr="0002756C">
        <w:rPr>
          <w:rFonts w:ascii="Times New Roman" w:hAnsi="Times New Roman" w:cs="Times New Roman"/>
          <w:sz w:val="26"/>
          <w:szCs w:val="26"/>
        </w:rPr>
        <w:t xml:space="preserve">О внесении изменений в Решение Абанского районного Совета депутатов от  </w:t>
      </w:r>
      <w:r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16</w:t>
      </w:r>
      <w:r w:rsidRPr="0002756C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.12.201</w:t>
      </w:r>
      <w:r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5</w:t>
      </w:r>
      <w:r w:rsidRPr="0002756C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 xml:space="preserve"> </w:t>
      </w:r>
      <w:r w:rsidRPr="0002756C">
        <w:rPr>
          <w:rFonts w:ascii="Times New Roman" w:hAnsi="Times New Roman" w:cs="Times New Roman"/>
          <w:color w:val="000000"/>
          <w:spacing w:val="2"/>
          <w:sz w:val="26"/>
          <w:szCs w:val="26"/>
        </w:rPr>
        <w:t xml:space="preserve">№ </w:t>
      </w:r>
      <w:r>
        <w:rPr>
          <w:rFonts w:ascii="Times New Roman" w:hAnsi="Times New Roman" w:cs="Times New Roman"/>
          <w:color w:val="000000"/>
          <w:spacing w:val="2"/>
          <w:sz w:val="26"/>
          <w:szCs w:val="26"/>
        </w:rPr>
        <w:t>16-105</w:t>
      </w:r>
      <w:r w:rsidRPr="0002756C">
        <w:rPr>
          <w:rFonts w:ascii="Times New Roman" w:hAnsi="Times New Roman" w:cs="Times New Roman"/>
          <w:color w:val="000000"/>
          <w:spacing w:val="2"/>
          <w:sz w:val="26"/>
          <w:szCs w:val="26"/>
        </w:rPr>
        <w:t xml:space="preserve"> Р «</w:t>
      </w:r>
      <w:r w:rsidRPr="0002756C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О районном бюджете на 201</w:t>
      </w:r>
      <w:r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6</w:t>
      </w:r>
      <w:r w:rsidRPr="0002756C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 xml:space="preserve"> год и плановый период 201</w:t>
      </w:r>
      <w:r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7</w:t>
      </w:r>
      <w:r w:rsidRPr="0002756C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-201</w:t>
      </w:r>
      <w:r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8</w:t>
      </w:r>
      <w:r w:rsidRPr="0002756C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 xml:space="preserve"> годов»</w:t>
      </w:r>
    </w:p>
    <w:p w:rsidR="00CD4525" w:rsidRPr="0002756C" w:rsidRDefault="00CD4525" w:rsidP="007977BE">
      <w:pPr>
        <w:ind w:firstLine="540"/>
        <w:jc w:val="both"/>
        <w:outlineLvl w:val="1"/>
        <w:rPr>
          <w:rFonts w:ascii="Times New Roman" w:hAnsi="Times New Roman" w:cs="Times New Roman"/>
          <w:sz w:val="26"/>
          <w:szCs w:val="26"/>
        </w:rPr>
      </w:pPr>
    </w:p>
    <w:p w:rsidR="00CD4525" w:rsidRPr="0002756C" w:rsidRDefault="00CD4525" w:rsidP="007977BE">
      <w:pPr>
        <w:ind w:firstLine="540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02756C">
        <w:rPr>
          <w:rFonts w:ascii="Times New Roman" w:hAnsi="Times New Roman" w:cs="Times New Roman"/>
          <w:sz w:val="26"/>
          <w:szCs w:val="26"/>
        </w:rPr>
        <w:t>Руководствуясь статьей 33 Устава Абанского района Красноярского края,  Абанский районный Совет депутатов РЕШИЛ:</w:t>
      </w:r>
    </w:p>
    <w:p w:rsidR="00CD4525" w:rsidRPr="0002756C" w:rsidRDefault="00CD4525" w:rsidP="007977BE">
      <w:pPr>
        <w:ind w:firstLine="540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02756C">
        <w:rPr>
          <w:rFonts w:ascii="Times New Roman" w:hAnsi="Times New Roman" w:cs="Times New Roman"/>
          <w:sz w:val="26"/>
          <w:szCs w:val="26"/>
        </w:rPr>
        <w:t xml:space="preserve">Внести в Решение районного Совета депутатов от  </w:t>
      </w:r>
      <w:r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16</w:t>
      </w:r>
      <w:r w:rsidRPr="0002756C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.12.201</w:t>
      </w:r>
      <w:r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5</w:t>
      </w:r>
      <w:r w:rsidRPr="0002756C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 xml:space="preserve"> </w:t>
      </w:r>
      <w:r w:rsidRPr="0002756C">
        <w:rPr>
          <w:rFonts w:ascii="Times New Roman" w:hAnsi="Times New Roman" w:cs="Times New Roman"/>
          <w:color w:val="000000"/>
          <w:spacing w:val="2"/>
          <w:sz w:val="26"/>
          <w:szCs w:val="26"/>
        </w:rPr>
        <w:t xml:space="preserve">№ </w:t>
      </w:r>
      <w:r>
        <w:rPr>
          <w:rFonts w:ascii="Times New Roman" w:hAnsi="Times New Roman" w:cs="Times New Roman"/>
          <w:color w:val="000000"/>
          <w:spacing w:val="2"/>
          <w:sz w:val="26"/>
          <w:szCs w:val="26"/>
        </w:rPr>
        <w:t>16-105</w:t>
      </w:r>
      <w:r w:rsidRPr="0002756C">
        <w:rPr>
          <w:rFonts w:ascii="Times New Roman" w:hAnsi="Times New Roman" w:cs="Times New Roman"/>
          <w:color w:val="000000"/>
          <w:spacing w:val="2"/>
          <w:sz w:val="26"/>
          <w:szCs w:val="26"/>
        </w:rPr>
        <w:t xml:space="preserve"> Р «</w:t>
      </w:r>
      <w:r w:rsidRPr="0002756C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О районном бюджете на 201</w:t>
      </w:r>
      <w:r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6</w:t>
      </w:r>
      <w:r w:rsidRPr="0002756C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 xml:space="preserve"> год и плановый период 201</w:t>
      </w:r>
      <w:r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7</w:t>
      </w:r>
      <w:r w:rsidRPr="0002756C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-201</w:t>
      </w:r>
      <w:r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8</w:t>
      </w:r>
      <w:r w:rsidRPr="0002756C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 xml:space="preserve"> годов»</w:t>
      </w:r>
      <w:r w:rsidRPr="0002756C">
        <w:rPr>
          <w:rFonts w:ascii="Times New Roman" w:hAnsi="Times New Roman" w:cs="Times New Roman"/>
          <w:sz w:val="26"/>
          <w:szCs w:val="26"/>
        </w:rPr>
        <w:t>следующие изменения:</w:t>
      </w:r>
    </w:p>
    <w:p w:rsidR="00CD4525" w:rsidRPr="0002756C" w:rsidRDefault="00CD4525" w:rsidP="004D1DE4">
      <w:pPr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2756C">
        <w:rPr>
          <w:rFonts w:ascii="Times New Roman" w:hAnsi="Times New Roman" w:cs="Times New Roman"/>
          <w:sz w:val="26"/>
          <w:szCs w:val="26"/>
        </w:rPr>
        <w:t>1) в пункте 1 статьи 1:</w:t>
      </w:r>
    </w:p>
    <w:p w:rsidR="00CD4525" w:rsidRPr="00831ED6" w:rsidRDefault="00CD4525" w:rsidP="004D1DE4">
      <w:pPr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2756C">
        <w:rPr>
          <w:rFonts w:ascii="Times New Roman" w:hAnsi="Times New Roman" w:cs="Times New Roman"/>
          <w:sz w:val="26"/>
          <w:szCs w:val="26"/>
        </w:rPr>
        <w:t>в подпункте 1 цифры «</w:t>
      </w:r>
      <w:r>
        <w:rPr>
          <w:rFonts w:ascii="Times New Roman" w:hAnsi="Times New Roman" w:cs="Times New Roman"/>
          <w:sz w:val="26"/>
          <w:szCs w:val="26"/>
        </w:rPr>
        <w:t>694 809,8</w:t>
      </w:r>
      <w:r w:rsidRPr="0002756C">
        <w:rPr>
          <w:rFonts w:ascii="Times New Roman" w:hAnsi="Times New Roman" w:cs="Times New Roman"/>
          <w:sz w:val="26"/>
          <w:szCs w:val="26"/>
        </w:rPr>
        <w:t xml:space="preserve">,»   заменить </w:t>
      </w:r>
      <w:r w:rsidRPr="00831ED6">
        <w:rPr>
          <w:rFonts w:ascii="Times New Roman" w:hAnsi="Times New Roman" w:cs="Times New Roman"/>
          <w:sz w:val="26"/>
          <w:szCs w:val="26"/>
        </w:rPr>
        <w:t xml:space="preserve">цифрами «713 369,3»; </w:t>
      </w:r>
    </w:p>
    <w:p w:rsidR="00CD4525" w:rsidRPr="00831ED6" w:rsidRDefault="00CD4525" w:rsidP="004D1DE4">
      <w:pPr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31ED6">
        <w:rPr>
          <w:rFonts w:ascii="Times New Roman" w:hAnsi="Times New Roman" w:cs="Times New Roman"/>
          <w:sz w:val="26"/>
          <w:szCs w:val="26"/>
        </w:rPr>
        <w:t>в подпункте 2 цифры «694 937,4» заменить цифрами «718 756,8»;</w:t>
      </w:r>
    </w:p>
    <w:p w:rsidR="00CD4525" w:rsidRPr="00831ED6" w:rsidRDefault="00CD4525" w:rsidP="004D1DE4">
      <w:pPr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31ED6">
        <w:rPr>
          <w:rFonts w:ascii="Times New Roman" w:hAnsi="Times New Roman" w:cs="Times New Roman"/>
          <w:sz w:val="26"/>
          <w:szCs w:val="26"/>
        </w:rPr>
        <w:t>в подпункте 3 цифры «127,6»  заменить цифрами  «5 387,5»;</w:t>
      </w:r>
    </w:p>
    <w:p w:rsidR="00CD4525" w:rsidRPr="00831ED6" w:rsidRDefault="00CD4525" w:rsidP="004D1DE4">
      <w:pPr>
        <w:jc w:val="both"/>
        <w:rPr>
          <w:rFonts w:ascii="Times New Roman" w:hAnsi="Times New Roman" w:cs="Times New Roman"/>
          <w:sz w:val="26"/>
          <w:szCs w:val="26"/>
        </w:rPr>
      </w:pPr>
      <w:r w:rsidRPr="00831ED6">
        <w:rPr>
          <w:rFonts w:ascii="Times New Roman" w:hAnsi="Times New Roman" w:cs="Times New Roman"/>
          <w:sz w:val="26"/>
          <w:szCs w:val="26"/>
        </w:rPr>
        <w:t xml:space="preserve">        в подпункте 4 цифры «127,6»  заменить цифрами  «5 387,5»;</w:t>
      </w:r>
    </w:p>
    <w:p w:rsidR="00CD4525" w:rsidRDefault="00CD4525" w:rsidP="00D0768C">
      <w:pPr>
        <w:jc w:val="both"/>
        <w:rPr>
          <w:rFonts w:ascii="Times New Roman" w:hAnsi="Times New Roman" w:cs="Times New Roman"/>
          <w:sz w:val="26"/>
          <w:szCs w:val="26"/>
        </w:rPr>
      </w:pPr>
      <w:r w:rsidRPr="00831ED6">
        <w:rPr>
          <w:rFonts w:ascii="Times New Roman" w:hAnsi="Times New Roman" w:cs="Times New Roman"/>
          <w:sz w:val="26"/>
          <w:szCs w:val="26"/>
        </w:rPr>
        <w:t xml:space="preserve">        2) в статье 14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CD4525" w:rsidRDefault="00CD4525" w:rsidP="00E81AE5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</w:t>
      </w:r>
      <w:r w:rsidRPr="00C44F54">
        <w:rPr>
          <w:rFonts w:ascii="Times New Roman" w:hAnsi="Times New Roman" w:cs="Times New Roman"/>
          <w:sz w:val="26"/>
          <w:szCs w:val="26"/>
        </w:rPr>
        <w:t xml:space="preserve">в пункте 3 после слов «в 2016 году» цифры «1 142,6»  заменить цифрами  «1 </w:t>
      </w:r>
      <w:r>
        <w:rPr>
          <w:rFonts w:ascii="Times New Roman" w:hAnsi="Times New Roman" w:cs="Times New Roman"/>
          <w:sz w:val="26"/>
          <w:szCs w:val="26"/>
        </w:rPr>
        <w:t>0</w:t>
      </w:r>
      <w:r w:rsidRPr="00C44F54">
        <w:rPr>
          <w:rFonts w:ascii="Times New Roman" w:hAnsi="Times New Roman" w:cs="Times New Roman"/>
          <w:sz w:val="26"/>
          <w:szCs w:val="26"/>
        </w:rPr>
        <w:t>42,7»;</w:t>
      </w:r>
    </w:p>
    <w:p w:rsidR="00CD4525" w:rsidRDefault="00CD4525" w:rsidP="00871811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3) в статье 18  пункт 1  абзац 1 изложить в новой редакции: </w:t>
      </w:r>
    </w:p>
    <w:p w:rsidR="00CD4525" w:rsidRPr="004F0B87" w:rsidRDefault="00CD4525" w:rsidP="00970695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Pr="004F0B87">
        <w:rPr>
          <w:rFonts w:ascii="Times New Roman" w:hAnsi="Times New Roman" w:cs="Times New Roman"/>
          <w:sz w:val="26"/>
          <w:szCs w:val="26"/>
        </w:rPr>
        <w:t>на   1   января   201</w:t>
      </w:r>
      <w:r>
        <w:rPr>
          <w:rFonts w:ascii="Times New Roman" w:hAnsi="Times New Roman" w:cs="Times New Roman"/>
          <w:sz w:val="26"/>
          <w:szCs w:val="26"/>
        </w:rPr>
        <w:t>7</w:t>
      </w:r>
      <w:r w:rsidRPr="004F0B87">
        <w:rPr>
          <w:rFonts w:ascii="Times New Roman" w:hAnsi="Times New Roman" w:cs="Times New Roman"/>
          <w:sz w:val="26"/>
          <w:szCs w:val="26"/>
        </w:rPr>
        <w:t xml:space="preserve">   года  в   сумме  </w:t>
      </w:r>
      <w:r>
        <w:rPr>
          <w:rFonts w:ascii="Times New Roman" w:hAnsi="Times New Roman" w:cs="Times New Roman"/>
          <w:sz w:val="26"/>
          <w:szCs w:val="26"/>
        </w:rPr>
        <w:t xml:space="preserve">6 </w:t>
      </w:r>
      <w:r w:rsidRPr="004F0B87">
        <w:rPr>
          <w:rFonts w:ascii="Times New Roman" w:hAnsi="Times New Roman" w:cs="Times New Roman"/>
          <w:sz w:val="26"/>
          <w:szCs w:val="26"/>
        </w:rPr>
        <w:t xml:space="preserve">000,0  тыс.   рублей,   в   том   числе   по муниципальным гарантиям  </w:t>
      </w:r>
      <w:r>
        <w:rPr>
          <w:rFonts w:ascii="Times New Roman" w:hAnsi="Times New Roman" w:cs="Times New Roman"/>
          <w:sz w:val="26"/>
          <w:szCs w:val="26"/>
        </w:rPr>
        <w:t xml:space="preserve">2 </w:t>
      </w:r>
      <w:r w:rsidRPr="004F0B87">
        <w:rPr>
          <w:rFonts w:ascii="Times New Roman" w:hAnsi="Times New Roman" w:cs="Times New Roman"/>
          <w:sz w:val="26"/>
          <w:szCs w:val="26"/>
        </w:rPr>
        <w:t>000,0 тыс. рублей</w:t>
      </w:r>
      <w:r>
        <w:rPr>
          <w:rFonts w:ascii="Times New Roman" w:hAnsi="Times New Roman" w:cs="Times New Roman"/>
          <w:sz w:val="26"/>
          <w:szCs w:val="26"/>
        </w:rPr>
        <w:t>».</w:t>
      </w:r>
    </w:p>
    <w:p w:rsidR="00CD4525" w:rsidRPr="0002756C" w:rsidRDefault="00CD4525" w:rsidP="006617EE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4</w:t>
      </w:r>
      <w:r w:rsidRPr="00D0768C">
        <w:rPr>
          <w:rFonts w:ascii="Times New Roman" w:hAnsi="Times New Roman" w:cs="Times New Roman"/>
          <w:sz w:val="26"/>
          <w:szCs w:val="26"/>
        </w:rPr>
        <w:t>) приложения к Решению</w:t>
      </w:r>
      <w:r w:rsidRPr="0002756C">
        <w:rPr>
          <w:rFonts w:ascii="Times New Roman" w:hAnsi="Times New Roman" w:cs="Times New Roman"/>
          <w:sz w:val="26"/>
          <w:szCs w:val="26"/>
        </w:rPr>
        <w:t xml:space="preserve"> сессии районного Совета депутатов 1, 4, 5, 6,</w:t>
      </w:r>
      <w:r>
        <w:rPr>
          <w:rFonts w:ascii="Times New Roman" w:hAnsi="Times New Roman" w:cs="Times New Roman"/>
          <w:sz w:val="26"/>
          <w:szCs w:val="26"/>
        </w:rPr>
        <w:t xml:space="preserve"> 7, 8, 9,</w:t>
      </w:r>
      <w:r w:rsidRPr="0002756C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13</w:t>
      </w:r>
      <w:r w:rsidRPr="0002756C">
        <w:rPr>
          <w:rFonts w:ascii="Times New Roman" w:hAnsi="Times New Roman" w:cs="Times New Roman"/>
          <w:sz w:val="26"/>
          <w:szCs w:val="26"/>
        </w:rPr>
        <w:t xml:space="preserve"> изложить в новой редакции согласно приложениям 1-</w:t>
      </w:r>
      <w:r>
        <w:rPr>
          <w:rFonts w:ascii="Times New Roman" w:hAnsi="Times New Roman" w:cs="Times New Roman"/>
          <w:sz w:val="26"/>
          <w:szCs w:val="26"/>
        </w:rPr>
        <w:t>8</w:t>
      </w:r>
      <w:r w:rsidRPr="0002756C">
        <w:rPr>
          <w:rFonts w:ascii="Times New Roman" w:hAnsi="Times New Roman" w:cs="Times New Roman"/>
          <w:sz w:val="26"/>
          <w:szCs w:val="26"/>
        </w:rPr>
        <w:t xml:space="preserve"> к настоящему Решению.</w:t>
      </w:r>
    </w:p>
    <w:p w:rsidR="00CD4525" w:rsidRPr="0002756C" w:rsidRDefault="00CD4525" w:rsidP="00E5246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2756C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02756C">
        <w:rPr>
          <w:rFonts w:ascii="Times New Roman" w:hAnsi="Times New Roman" w:cs="Times New Roman"/>
          <w:sz w:val="26"/>
          <w:szCs w:val="26"/>
        </w:rPr>
        <w:t>Настоящее Решение вступает в силу в день, следующий за днем его официального опубликования в газете «Красное знамя».</w:t>
      </w:r>
    </w:p>
    <w:p w:rsidR="00CD4525" w:rsidRPr="0002756C" w:rsidRDefault="00CD4525" w:rsidP="004D7A9A">
      <w:pPr>
        <w:ind w:firstLine="700"/>
        <w:jc w:val="both"/>
        <w:outlineLvl w:val="2"/>
        <w:rPr>
          <w:rFonts w:ascii="Times New Roman" w:hAnsi="Times New Roman" w:cs="Times New Roman"/>
          <w:sz w:val="26"/>
          <w:szCs w:val="26"/>
        </w:rPr>
      </w:pPr>
    </w:p>
    <w:p w:rsidR="00CD4525" w:rsidRPr="0002756C" w:rsidRDefault="00CD4525" w:rsidP="00CE1C2E">
      <w:pPr>
        <w:tabs>
          <w:tab w:val="left" w:pos="0"/>
        </w:tabs>
        <w:rPr>
          <w:rFonts w:ascii="Times New Roman" w:hAnsi="Times New Roman" w:cs="Times New Roman"/>
          <w:sz w:val="26"/>
          <w:szCs w:val="26"/>
        </w:rPr>
      </w:pPr>
    </w:p>
    <w:p w:rsidR="00CD4525" w:rsidRPr="0002756C" w:rsidRDefault="00CD4525" w:rsidP="00CE1C2E">
      <w:pPr>
        <w:tabs>
          <w:tab w:val="left" w:pos="0"/>
        </w:tabs>
        <w:rPr>
          <w:rFonts w:ascii="Times New Roman" w:hAnsi="Times New Roman" w:cs="Times New Roman"/>
          <w:sz w:val="26"/>
          <w:szCs w:val="26"/>
        </w:rPr>
      </w:pPr>
    </w:p>
    <w:p w:rsidR="00CD4525" w:rsidRDefault="00CD4525" w:rsidP="00C44F54">
      <w:pPr>
        <w:tabs>
          <w:tab w:val="left" w:pos="0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Председатель Абанского районного</w:t>
      </w:r>
    </w:p>
    <w:p w:rsidR="00CD4525" w:rsidRPr="00531594" w:rsidRDefault="00CD4525" w:rsidP="00C44F54">
      <w:pPr>
        <w:tabs>
          <w:tab w:val="left" w:pos="0"/>
        </w:tabs>
        <w:rPr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Совета депутатов, </w:t>
      </w:r>
      <w:r w:rsidRPr="00531594">
        <w:rPr>
          <w:rFonts w:ascii="Times New Roman" w:hAnsi="Times New Roman" w:cs="Times New Roman"/>
          <w:sz w:val="26"/>
          <w:szCs w:val="26"/>
        </w:rPr>
        <w:t xml:space="preserve">Глава Абанского  района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А.Анпилогов</w:t>
      </w:r>
    </w:p>
    <w:p w:rsidR="00CD4525" w:rsidRPr="0002756C" w:rsidRDefault="00CD4525" w:rsidP="00C44F54">
      <w:pPr>
        <w:tabs>
          <w:tab w:val="left" w:pos="0"/>
        </w:tabs>
      </w:pPr>
    </w:p>
    <w:sectPr w:rsidR="00CD4525" w:rsidRPr="0002756C" w:rsidSect="00327AEE">
      <w:footerReference w:type="even" r:id="rId8"/>
      <w:footerReference w:type="default" r:id="rId9"/>
      <w:pgSz w:w="11906" w:h="16838" w:code="9"/>
      <w:pgMar w:top="1134" w:right="1274" w:bottom="851" w:left="1701" w:header="709" w:footer="709" w:gutter="0"/>
      <w:paperSrc w:first="15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D4525" w:rsidRDefault="00CD4525">
      <w:r>
        <w:separator/>
      </w:r>
    </w:p>
  </w:endnote>
  <w:endnote w:type="continuationSeparator" w:id="0">
    <w:p w:rsidR="00CD4525" w:rsidRDefault="00CD452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4525" w:rsidRDefault="00CD4525" w:rsidP="00327AEE">
    <w:pPr>
      <w:pStyle w:val="Footer"/>
      <w:framePr w:wrap="around" w:vAnchor="text" w:hAnchor="margin" w:xAlign="right" w:y="1"/>
      <w:rPr>
        <w:rStyle w:val="PageNumber"/>
        <w:rFonts w:cs="Arial"/>
      </w:rPr>
    </w:pPr>
    <w:r>
      <w:rPr>
        <w:rStyle w:val="PageNumber"/>
        <w:rFonts w:cs="Arial"/>
      </w:rPr>
      <w:fldChar w:fldCharType="begin"/>
    </w:r>
    <w:r>
      <w:rPr>
        <w:rStyle w:val="PageNumber"/>
        <w:rFonts w:cs="Arial"/>
      </w:rPr>
      <w:instrText xml:space="preserve">PAGE  </w:instrText>
    </w:r>
    <w:r>
      <w:rPr>
        <w:rStyle w:val="PageNumber"/>
        <w:rFonts w:cs="Arial"/>
      </w:rPr>
      <w:fldChar w:fldCharType="end"/>
    </w:r>
  </w:p>
  <w:p w:rsidR="00CD4525" w:rsidRDefault="00CD4525" w:rsidP="00327AEE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4525" w:rsidRDefault="00CD4525" w:rsidP="00327AEE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D4525" w:rsidRDefault="00CD4525">
      <w:r>
        <w:separator/>
      </w:r>
    </w:p>
  </w:footnote>
  <w:footnote w:type="continuationSeparator" w:id="0">
    <w:p w:rsidR="00CD4525" w:rsidRDefault="00CD452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04466E9C"/>
    <w:lvl w:ilvl="0">
      <w:numFmt w:val="bullet"/>
      <w:lvlText w:val="*"/>
      <w:lvlJc w:val="left"/>
    </w:lvl>
  </w:abstractNum>
  <w:abstractNum w:abstractNumId="1">
    <w:nsid w:val="00F97AB2"/>
    <w:multiLevelType w:val="singleLevel"/>
    <w:tmpl w:val="E3E091C0"/>
    <w:lvl w:ilvl="0">
      <w:start w:val="1"/>
      <w:numFmt w:val="decimal"/>
      <w:lvlText w:val="%1.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2">
    <w:nsid w:val="06FE6ABC"/>
    <w:multiLevelType w:val="singleLevel"/>
    <w:tmpl w:val="1E54CC5C"/>
    <w:lvl w:ilvl="0">
      <w:start w:val="1"/>
      <w:numFmt w:val="decimal"/>
      <w:lvlText w:val="%1.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abstractNum w:abstractNumId="3">
    <w:nsid w:val="07D056D4"/>
    <w:multiLevelType w:val="hybridMultilevel"/>
    <w:tmpl w:val="8E20DA82"/>
    <w:lvl w:ilvl="0" w:tplc="96466210">
      <w:start w:val="1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">
    <w:nsid w:val="0E1B449F"/>
    <w:multiLevelType w:val="hybridMultilevel"/>
    <w:tmpl w:val="1A1C2C06"/>
    <w:lvl w:ilvl="0" w:tplc="B24202B4">
      <w:start w:val="10"/>
      <w:numFmt w:val="decimal"/>
      <w:lvlText w:val="%1."/>
      <w:lvlJc w:val="left"/>
      <w:pPr>
        <w:tabs>
          <w:tab w:val="num" w:pos="1425"/>
        </w:tabs>
        <w:ind w:left="1425" w:hanging="7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5">
    <w:nsid w:val="0F6B3A18"/>
    <w:multiLevelType w:val="singleLevel"/>
    <w:tmpl w:val="F9AE465A"/>
    <w:lvl w:ilvl="0">
      <w:start w:val="1"/>
      <w:numFmt w:val="decimal"/>
      <w:lvlText w:val="%1."/>
      <w:legacy w:legacy="1" w:legacySpace="0" w:legacyIndent="192"/>
      <w:lvlJc w:val="left"/>
      <w:rPr>
        <w:rFonts w:ascii="Times New Roman" w:hAnsi="Times New Roman" w:cs="Times New Roman" w:hint="default"/>
      </w:rPr>
    </w:lvl>
  </w:abstractNum>
  <w:abstractNum w:abstractNumId="6">
    <w:nsid w:val="120030D5"/>
    <w:multiLevelType w:val="hybridMultilevel"/>
    <w:tmpl w:val="78AE118C"/>
    <w:lvl w:ilvl="0" w:tplc="F75AD686">
      <w:start w:val="3"/>
      <w:numFmt w:val="upperRoman"/>
      <w:lvlText w:val="%1."/>
      <w:lvlJc w:val="left"/>
      <w:pPr>
        <w:tabs>
          <w:tab w:val="num" w:pos="2844"/>
        </w:tabs>
        <w:ind w:left="2844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204"/>
        </w:tabs>
        <w:ind w:left="320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924"/>
        </w:tabs>
        <w:ind w:left="392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4644"/>
        </w:tabs>
        <w:ind w:left="464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5364"/>
        </w:tabs>
        <w:ind w:left="536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6084"/>
        </w:tabs>
        <w:ind w:left="608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6804"/>
        </w:tabs>
        <w:ind w:left="680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7524"/>
        </w:tabs>
        <w:ind w:left="752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8244"/>
        </w:tabs>
        <w:ind w:left="8244" w:hanging="180"/>
      </w:pPr>
      <w:rPr>
        <w:rFonts w:cs="Times New Roman"/>
      </w:rPr>
    </w:lvl>
  </w:abstractNum>
  <w:abstractNum w:abstractNumId="7">
    <w:nsid w:val="19D77AA1"/>
    <w:multiLevelType w:val="hybridMultilevel"/>
    <w:tmpl w:val="F8E62FD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8">
    <w:nsid w:val="1E8B66E0"/>
    <w:multiLevelType w:val="singleLevel"/>
    <w:tmpl w:val="C7F8F634"/>
    <w:lvl w:ilvl="0">
      <w:start w:val="1"/>
      <w:numFmt w:val="decimal"/>
      <w:lvlText w:val="%1."/>
      <w:legacy w:legacy="1" w:legacySpace="0" w:legacyIndent="249"/>
      <w:lvlJc w:val="left"/>
      <w:rPr>
        <w:rFonts w:ascii="Times New Roman" w:hAnsi="Times New Roman" w:cs="Times New Roman" w:hint="default"/>
      </w:rPr>
    </w:lvl>
  </w:abstractNum>
  <w:abstractNum w:abstractNumId="9">
    <w:nsid w:val="267B7B07"/>
    <w:multiLevelType w:val="singleLevel"/>
    <w:tmpl w:val="3B1E7AFC"/>
    <w:lvl w:ilvl="0">
      <w:start w:val="13"/>
      <w:numFmt w:val="decimal"/>
      <w:lvlText w:val="%1)"/>
      <w:legacy w:legacy="1" w:legacySpace="0" w:legacyIndent="326"/>
      <w:lvlJc w:val="left"/>
      <w:rPr>
        <w:rFonts w:ascii="Times New Roman" w:hAnsi="Times New Roman" w:cs="Times New Roman" w:hint="default"/>
      </w:rPr>
    </w:lvl>
  </w:abstractNum>
  <w:abstractNum w:abstractNumId="10">
    <w:nsid w:val="28CA00CE"/>
    <w:multiLevelType w:val="hybridMultilevel"/>
    <w:tmpl w:val="1054E230"/>
    <w:lvl w:ilvl="0" w:tplc="BF34BE5A">
      <w:start w:val="1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>
    <w:nsid w:val="2F656409"/>
    <w:multiLevelType w:val="hybridMultilevel"/>
    <w:tmpl w:val="C9B822E0"/>
    <w:lvl w:ilvl="0" w:tplc="8C14668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2">
    <w:nsid w:val="31F6789A"/>
    <w:multiLevelType w:val="hybridMultilevel"/>
    <w:tmpl w:val="87CE558E"/>
    <w:lvl w:ilvl="0" w:tplc="E6B2B650">
      <w:start w:val="1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3">
    <w:nsid w:val="32B57DBD"/>
    <w:multiLevelType w:val="hybridMultilevel"/>
    <w:tmpl w:val="69CE80CA"/>
    <w:lvl w:ilvl="0" w:tplc="CFC2DD82">
      <w:start w:val="22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35455E4B"/>
    <w:multiLevelType w:val="hybridMultilevel"/>
    <w:tmpl w:val="C5C0D40E"/>
    <w:lvl w:ilvl="0" w:tplc="3120E90A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6C85798"/>
    <w:multiLevelType w:val="singleLevel"/>
    <w:tmpl w:val="32A690BA"/>
    <w:lvl w:ilvl="0">
      <w:start w:val="1"/>
      <w:numFmt w:val="decimal"/>
      <w:lvlText w:val="%1)"/>
      <w:legacy w:legacy="1" w:legacySpace="0" w:legacyIndent="202"/>
      <w:lvlJc w:val="left"/>
      <w:rPr>
        <w:rFonts w:ascii="Times New Roman" w:hAnsi="Times New Roman" w:cs="Times New Roman" w:hint="default"/>
      </w:rPr>
    </w:lvl>
  </w:abstractNum>
  <w:abstractNum w:abstractNumId="16">
    <w:nsid w:val="38956FFD"/>
    <w:multiLevelType w:val="hybridMultilevel"/>
    <w:tmpl w:val="1BCCA5C6"/>
    <w:lvl w:ilvl="0" w:tplc="0980AD3A">
      <w:start w:val="1"/>
      <w:numFmt w:val="decimal"/>
      <w:lvlText w:val="%1)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7">
    <w:nsid w:val="3A300F6F"/>
    <w:multiLevelType w:val="hybridMultilevel"/>
    <w:tmpl w:val="7D465E3E"/>
    <w:lvl w:ilvl="0" w:tplc="F60CD1F6">
      <w:start w:val="1"/>
      <w:numFmt w:val="decimal"/>
      <w:lvlText w:val="%1)"/>
      <w:lvlJc w:val="left"/>
      <w:pPr>
        <w:tabs>
          <w:tab w:val="num" w:pos="1983"/>
        </w:tabs>
        <w:ind w:left="1983" w:hanging="127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8">
    <w:nsid w:val="3D68025D"/>
    <w:multiLevelType w:val="hybridMultilevel"/>
    <w:tmpl w:val="93D60CCA"/>
    <w:lvl w:ilvl="0" w:tplc="9718DB4C">
      <w:start w:val="1"/>
      <w:numFmt w:val="decimal"/>
      <w:lvlText w:val="%1."/>
      <w:lvlJc w:val="left"/>
      <w:pPr>
        <w:tabs>
          <w:tab w:val="num" w:pos="1773"/>
        </w:tabs>
        <w:ind w:left="1773" w:hanging="106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9">
    <w:nsid w:val="413C5F3F"/>
    <w:multiLevelType w:val="hybridMultilevel"/>
    <w:tmpl w:val="9104E2A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45AB7B4C"/>
    <w:multiLevelType w:val="hybridMultilevel"/>
    <w:tmpl w:val="2A2A025C"/>
    <w:lvl w:ilvl="0" w:tplc="0A4C4D70">
      <w:start w:val="9"/>
      <w:numFmt w:val="decimal"/>
      <w:lvlText w:val="%1."/>
      <w:lvlJc w:val="left"/>
      <w:pPr>
        <w:tabs>
          <w:tab w:val="num" w:pos="768"/>
        </w:tabs>
        <w:ind w:left="768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28"/>
        </w:tabs>
        <w:ind w:left="112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48"/>
        </w:tabs>
        <w:ind w:left="184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68"/>
        </w:tabs>
        <w:ind w:left="256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88"/>
        </w:tabs>
        <w:ind w:left="328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08"/>
        </w:tabs>
        <w:ind w:left="400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28"/>
        </w:tabs>
        <w:ind w:left="472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48"/>
        </w:tabs>
        <w:ind w:left="544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68"/>
        </w:tabs>
        <w:ind w:left="6168" w:hanging="180"/>
      </w:pPr>
      <w:rPr>
        <w:rFonts w:cs="Times New Roman"/>
      </w:rPr>
    </w:lvl>
  </w:abstractNum>
  <w:abstractNum w:abstractNumId="21">
    <w:nsid w:val="460E3C78"/>
    <w:multiLevelType w:val="hybridMultilevel"/>
    <w:tmpl w:val="99EA2DDE"/>
    <w:lvl w:ilvl="0" w:tplc="C4F0C7C0">
      <w:start w:val="1"/>
      <w:numFmt w:val="decimal"/>
      <w:lvlText w:val="%1)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2">
    <w:nsid w:val="4B1079E0"/>
    <w:multiLevelType w:val="hybridMultilevel"/>
    <w:tmpl w:val="3B2EE0AA"/>
    <w:lvl w:ilvl="0" w:tplc="C972BFEC">
      <w:start w:val="1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3">
    <w:nsid w:val="50E941A2"/>
    <w:multiLevelType w:val="hybridMultilevel"/>
    <w:tmpl w:val="B8E0DBA6"/>
    <w:lvl w:ilvl="0" w:tplc="999C84F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24">
    <w:nsid w:val="56164043"/>
    <w:multiLevelType w:val="hybridMultilevel"/>
    <w:tmpl w:val="0B4E194C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5">
    <w:nsid w:val="57911262"/>
    <w:multiLevelType w:val="singleLevel"/>
    <w:tmpl w:val="D49E3AF4"/>
    <w:lvl w:ilvl="0">
      <w:start w:val="2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26">
    <w:nsid w:val="5C1723E0"/>
    <w:multiLevelType w:val="hybridMultilevel"/>
    <w:tmpl w:val="A428121A"/>
    <w:lvl w:ilvl="0" w:tplc="BCFA78E6">
      <w:start w:val="1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7">
    <w:nsid w:val="5FA45914"/>
    <w:multiLevelType w:val="hybridMultilevel"/>
    <w:tmpl w:val="FE4EAAB6"/>
    <w:lvl w:ilvl="0" w:tplc="44606DE2">
      <w:start w:val="1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8">
    <w:nsid w:val="5FB84F97"/>
    <w:multiLevelType w:val="hybridMultilevel"/>
    <w:tmpl w:val="15DC2178"/>
    <w:lvl w:ilvl="0" w:tplc="FCDE5A28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9">
    <w:nsid w:val="69C4452B"/>
    <w:multiLevelType w:val="hybridMultilevel"/>
    <w:tmpl w:val="D9F4111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>
    <w:nsid w:val="7CAD44A1"/>
    <w:multiLevelType w:val="hybridMultilevel"/>
    <w:tmpl w:val="4F4C7C2E"/>
    <w:lvl w:ilvl="0" w:tplc="4B5EDBE4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1">
    <w:nsid w:val="7D1A1A9C"/>
    <w:multiLevelType w:val="hybridMultilevel"/>
    <w:tmpl w:val="7E642476"/>
    <w:lvl w:ilvl="0" w:tplc="8118FD98">
      <w:start w:val="1"/>
      <w:numFmt w:val="decimal"/>
      <w:lvlText w:val="%1."/>
      <w:lvlJc w:val="left"/>
      <w:pPr>
        <w:tabs>
          <w:tab w:val="num" w:pos="1755"/>
        </w:tabs>
        <w:ind w:left="1755" w:hanging="105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2">
    <w:nsid w:val="7F442F51"/>
    <w:multiLevelType w:val="hybridMultilevel"/>
    <w:tmpl w:val="DCC2BE96"/>
    <w:lvl w:ilvl="0" w:tplc="46D244EE">
      <w:start w:val="1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20"/>
  </w:num>
  <w:num w:numId="4">
    <w:abstractNumId w:val="15"/>
  </w:num>
  <w:num w:numId="5">
    <w:abstractNumId w:val="25"/>
  </w:num>
  <w:num w:numId="6">
    <w:abstractNumId w:val="0"/>
    <w:lvlOverride w:ilvl="0">
      <w:lvl w:ilvl="0">
        <w:numFmt w:val="bullet"/>
        <w:lvlText w:val="•"/>
        <w:legacy w:legacy="1" w:legacySpace="0" w:legacyIndent="231"/>
        <w:lvlJc w:val="left"/>
        <w:rPr>
          <w:rFonts w:ascii="Times New Roman" w:hAnsi="Times New Roman" w:hint="default"/>
        </w:rPr>
      </w:lvl>
    </w:lvlOverride>
  </w:num>
  <w:num w:numId="7">
    <w:abstractNumId w:val="9"/>
  </w:num>
  <w:num w:numId="8">
    <w:abstractNumId w:val="0"/>
    <w:lvlOverride w:ilvl="0">
      <w:lvl w:ilvl="0">
        <w:numFmt w:val="bullet"/>
        <w:lvlText w:val="•"/>
        <w:legacy w:legacy="1" w:legacySpace="0" w:legacyIndent="259"/>
        <w:lvlJc w:val="left"/>
        <w:rPr>
          <w:rFonts w:ascii="Times New Roman" w:hAnsi="Times New Roman" w:hint="default"/>
        </w:rPr>
      </w:lvl>
    </w:lvlOverride>
  </w:num>
  <w:num w:numId="9">
    <w:abstractNumId w:val="6"/>
  </w:num>
  <w:num w:numId="10">
    <w:abstractNumId w:val="8"/>
  </w:num>
  <w:num w:numId="11">
    <w:abstractNumId w:val="13"/>
  </w:num>
  <w:num w:numId="12">
    <w:abstractNumId w:val="5"/>
  </w:num>
  <w:num w:numId="13">
    <w:abstractNumId w:val="24"/>
  </w:num>
  <w:num w:numId="14">
    <w:abstractNumId w:val="17"/>
  </w:num>
  <w:num w:numId="15">
    <w:abstractNumId w:val="4"/>
  </w:num>
  <w:num w:numId="16">
    <w:abstractNumId w:val="22"/>
  </w:num>
  <w:num w:numId="17">
    <w:abstractNumId w:val="27"/>
  </w:num>
  <w:num w:numId="18">
    <w:abstractNumId w:val="26"/>
  </w:num>
  <w:num w:numId="19">
    <w:abstractNumId w:val="32"/>
  </w:num>
  <w:num w:numId="20">
    <w:abstractNumId w:val="10"/>
  </w:num>
  <w:num w:numId="21">
    <w:abstractNumId w:val="12"/>
  </w:num>
  <w:num w:numId="22">
    <w:abstractNumId w:val="3"/>
  </w:num>
  <w:num w:numId="23">
    <w:abstractNumId w:val="19"/>
  </w:num>
  <w:num w:numId="24">
    <w:abstractNumId w:val="7"/>
  </w:num>
  <w:num w:numId="25">
    <w:abstractNumId w:val="29"/>
  </w:num>
  <w:num w:numId="26">
    <w:abstractNumId w:val="23"/>
  </w:num>
  <w:num w:numId="27">
    <w:abstractNumId w:val="31"/>
  </w:num>
  <w:num w:numId="28">
    <w:abstractNumId w:val="18"/>
  </w:num>
  <w:num w:numId="29">
    <w:abstractNumId w:val="11"/>
  </w:num>
  <w:num w:numId="30">
    <w:abstractNumId w:val="14"/>
  </w:num>
  <w:num w:numId="31">
    <w:abstractNumId w:val="28"/>
  </w:num>
  <w:num w:numId="32">
    <w:abstractNumId w:val="16"/>
  </w:num>
  <w:num w:numId="33">
    <w:abstractNumId w:val="30"/>
  </w:num>
  <w:num w:numId="34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cumentProtection w:edit="readOnly" w:enforcement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7405E"/>
    <w:rsid w:val="00001F6C"/>
    <w:rsid w:val="00005345"/>
    <w:rsid w:val="00012C11"/>
    <w:rsid w:val="00012FAD"/>
    <w:rsid w:val="00021D93"/>
    <w:rsid w:val="0002728A"/>
    <w:rsid w:val="0002756C"/>
    <w:rsid w:val="00032898"/>
    <w:rsid w:val="00036D61"/>
    <w:rsid w:val="00040631"/>
    <w:rsid w:val="00041B55"/>
    <w:rsid w:val="00050F54"/>
    <w:rsid w:val="000544BC"/>
    <w:rsid w:val="00054E94"/>
    <w:rsid w:val="0005626C"/>
    <w:rsid w:val="00057D64"/>
    <w:rsid w:val="0006193B"/>
    <w:rsid w:val="00063B26"/>
    <w:rsid w:val="00067EC1"/>
    <w:rsid w:val="00073EF8"/>
    <w:rsid w:val="00090027"/>
    <w:rsid w:val="000907CB"/>
    <w:rsid w:val="000907EC"/>
    <w:rsid w:val="000920C8"/>
    <w:rsid w:val="00094B5B"/>
    <w:rsid w:val="000973D6"/>
    <w:rsid w:val="000A207D"/>
    <w:rsid w:val="000A27AD"/>
    <w:rsid w:val="000B2163"/>
    <w:rsid w:val="000B4684"/>
    <w:rsid w:val="000B54A8"/>
    <w:rsid w:val="000B5A9C"/>
    <w:rsid w:val="000C0F75"/>
    <w:rsid w:val="000C40F2"/>
    <w:rsid w:val="000C5AF7"/>
    <w:rsid w:val="000D206F"/>
    <w:rsid w:val="000D4F5D"/>
    <w:rsid w:val="000E3584"/>
    <w:rsid w:val="000F0A19"/>
    <w:rsid w:val="000F4AE4"/>
    <w:rsid w:val="00100EA4"/>
    <w:rsid w:val="00102658"/>
    <w:rsid w:val="001101C5"/>
    <w:rsid w:val="001105EF"/>
    <w:rsid w:val="00110F49"/>
    <w:rsid w:val="001117EA"/>
    <w:rsid w:val="001121C4"/>
    <w:rsid w:val="00113AAF"/>
    <w:rsid w:val="00116583"/>
    <w:rsid w:val="00117E9D"/>
    <w:rsid w:val="001225FB"/>
    <w:rsid w:val="00127351"/>
    <w:rsid w:val="00132425"/>
    <w:rsid w:val="0013511B"/>
    <w:rsid w:val="00141457"/>
    <w:rsid w:val="001424B5"/>
    <w:rsid w:val="00143A5D"/>
    <w:rsid w:val="0015214F"/>
    <w:rsid w:val="00153B9B"/>
    <w:rsid w:val="00156BF3"/>
    <w:rsid w:val="001603D8"/>
    <w:rsid w:val="00160CB2"/>
    <w:rsid w:val="001615FA"/>
    <w:rsid w:val="001618C7"/>
    <w:rsid w:val="0016537F"/>
    <w:rsid w:val="00171301"/>
    <w:rsid w:val="00171B16"/>
    <w:rsid w:val="00172308"/>
    <w:rsid w:val="0017346E"/>
    <w:rsid w:val="001767C7"/>
    <w:rsid w:val="0018795F"/>
    <w:rsid w:val="00190955"/>
    <w:rsid w:val="0019445C"/>
    <w:rsid w:val="00194FD9"/>
    <w:rsid w:val="001A162E"/>
    <w:rsid w:val="001B3CCA"/>
    <w:rsid w:val="001C07D6"/>
    <w:rsid w:val="001C2085"/>
    <w:rsid w:val="001D5538"/>
    <w:rsid w:val="001F2BDD"/>
    <w:rsid w:val="001F3D2C"/>
    <w:rsid w:val="001F40F4"/>
    <w:rsid w:val="002011D1"/>
    <w:rsid w:val="00203470"/>
    <w:rsid w:val="00206A3F"/>
    <w:rsid w:val="002078DD"/>
    <w:rsid w:val="00210631"/>
    <w:rsid w:val="00216910"/>
    <w:rsid w:val="00220D1B"/>
    <w:rsid w:val="00224787"/>
    <w:rsid w:val="0022637E"/>
    <w:rsid w:val="00226545"/>
    <w:rsid w:val="00241349"/>
    <w:rsid w:val="002538E0"/>
    <w:rsid w:val="0025552B"/>
    <w:rsid w:val="0025576D"/>
    <w:rsid w:val="002563D0"/>
    <w:rsid w:val="00275265"/>
    <w:rsid w:val="00277F11"/>
    <w:rsid w:val="002859D9"/>
    <w:rsid w:val="00290491"/>
    <w:rsid w:val="00292F7D"/>
    <w:rsid w:val="002942D9"/>
    <w:rsid w:val="00297AD6"/>
    <w:rsid w:val="002A4E15"/>
    <w:rsid w:val="002B5E5C"/>
    <w:rsid w:val="002C052C"/>
    <w:rsid w:val="002C062E"/>
    <w:rsid w:val="002C2976"/>
    <w:rsid w:val="002C41F5"/>
    <w:rsid w:val="002C4337"/>
    <w:rsid w:val="002D4972"/>
    <w:rsid w:val="002D5B70"/>
    <w:rsid w:val="002D6D30"/>
    <w:rsid w:val="002E1BB2"/>
    <w:rsid w:val="002F09CB"/>
    <w:rsid w:val="002F7077"/>
    <w:rsid w:val="003026D6"/>
    <w:rsid w:val="003029CC"/>
    <w:rsid w:val="00306766"/>
    <w:rsid w:val="00307220"/>
    <w:rsid w:val="00310B27"/>
    <w:rsid w:val="0031480A"/>
    <w:rsid w:val="00316AEB"/>
    <w:rsid w:val="00317CEA"/>
    <w:rsid w:val="00327AEE"/>
    <w:rsid w:val="00332914"/>
    <w:rsid w:val="00333719"/>
    <w:rsid w:val="00333EE7"/>
    <w:rsid w:val="003358B6"/>
    <w:rsid w:val="00344AD1"/>
    <w:rsid w:val="003465AB"/>
    <w:rsid w:val="00346842"/>
    <w:rsid w:val="00347D89"/>
    <w:rsid w:val="00361C04"/>
    <w:rsid w:val="00362770"/>
    <w:rsid w:val="00363674"/>
    <w:rsid w:val="00371500"/>
    <w:rsid w:val="003729B1"/>
    <w:rsid w:val="00373BBF"/>
    <w:rsid w:val="00374515"/>
    <w:rsid w:val="003760A4"/>
    <w:rsid w:val="003850FF"/>
    <w:rsid w:val="00385370"/>
    <w:rsid w:val="00387777"/>
    <w:rsid w:val="003A1D2E"/>
    <w:rsid w:val="003C002A"/>
    <w:rsid w:val="003C082D"/>
    <w:rsid w:val="003C1E30"/>
    <w:rsid w:val="003C4916"/>
    <w:rsid w:val="003C558A"/>
    <w:rsid w:val="003C65F9"/>
    <w:rsid w:val="003C73FF"/>
    <w:rsid w:val="003D0AF6"/>
    <w:rsid w:val="003D4B41"/>
    <w:rsid w:val="003E2727"/>
    <w:rsid w:val="003E37DA"/>
    <w:rsid w:val="003E7D3D"/>
    <w:rsid w:val="00400606"/>
    <w:rsid w:val="00410D35"/>
    <w:rsid w:val="00415FEA"/>
    <w:rsid w:val="00421BA3"/>
    <w:rsid w:val="00422DFC"/>
    <w:rsid w:val="004237DD"/>
    <w:rsid w:val="00425B70"/>
    <w:rsid w:val="004270A7"/>
    <w:rsid w:val="004320CB"/>
    <w:rsid w:val="0043677D"/>
    <w:rsid w:val="00443519"/>
    <w:rsid w:val="00464F79"/>
    <w:rsid w:val="00474257"/>
    <w:rsid w:val="004761C1"/>
    <w:rsid w:val="00477833"/>
    <w:rsid w:val="00477B04"/>
    <w:rsid w:val="004965ED"/>
    <w:rsid w:val="004A5254"/>
    <w:rsid w:val="004A6A2D"/>
    <w:rsid w:val="004B37BA"/>
    <w:rsid w:val="004B48B0"/>
    <w:rsid w:val="004C5354"/>
    <w:rsid w:val="004C7D29"/>
    <w:rsid w:val="004D03B2"/>
    <w:rsid w:val="004D1DE4"/>
    <w:rsid w:val="004D2E43"/>
    <w:rsid w:val="004D7450"/>
    <w:rsid w:val="004D7A9A"/>
    <w:rsid w:val="004F0B87"/>
    <w:rsid w:val="00503BC3"/>
    <w:rsid w:val="0050531C"/>
    <w:rsid w:val="00505BF5"/>
    <w:rsid w:val="0050613B"/>
    <w:rsid w:val="00511EFD"/>
    <w:rsid w:val="005122B6"/>
    <w:rsid w:val="00514E88"/>
    <w:rsid w:val="00520CF6"/>
    <w:rsid w:val="00524BF5"/>
    <w:rsid w:val="00525624"/>
    <w:rsid w:val="00530213"/>
    <w:rsid w:val="00531594"/>
    <w:rsid w:val="00533B52"/>
    <w:rsid w:val="005417BB"/>
    <w:rsid w:val="0055045A"/>
    <w:rsid w:val="005535E3"/>
    <w:rsid w:val="00564EEC"/>
    <w:rsid w:val="00567264"/>
    <w:rsid w:val="00580E21"/>
    <w:rsid w:val="0058199F"/>
    <w:rsid w:val="005855D1"/>
    <w:rsid w:val="00590B8E"/>
    <w:rsid w:val="00592126"/>
    <w:rsid w:val="005932A3"/>
    <w:rsid w:val="00596525"/>
    <w:rsid w:val="005A3D19"/>
    <w:rsid w:val="005B0E85"/>
    <w:rsid w:val="005B34CF"/>
    <w:rsid w:val="005B6005"/>
    <w:rsid w:val="005B61EA"/>
    <w:rsid w:val="005B729B"/>
    <w:rsid w:val="005C2C99"/>
    <w:rsid w:val="005C3462"/>
    <w:rsid w:val="005C43CF"/>
    <w:rsid w:val="005C58E7"/>
    <w:rsid w:val="005D59D7"/>
    <w:rsid w:val="005D710D"/>
    <w:rsid w:val="005F5C00"/>
    <w:rsid w:val="00601218"/>
    <w:rsid w:val="00603C2C"/>
    <w:rsid w:val="00610C2A"/>
    <w:rsid w:val="006122B2"/>
    <w:rsid w:val="00613743"/>
    <w:rsid w:val="006246E7"/>
    <w:rsid w:val="0063190A"/>
    <w:rsid w:val="00631C36"/>
    <w:rsid w:val="00633020"/>
    <w:rsid w:val="00637AAF"/>
    <w:rsid w:val="0064286F"/>
    <w:rsid w:val="006617EE"/>
    <w:rsid w:val="006706A7"/>
    <w:rsid w:val="00672F92"/>
    <w:rsid w:val="00686E07"/>
    <w:rsid w:val="00690469"/>
    <w:rsid w:val="00690CA8"/>
    <w:rsid w:val="006933C1"/>
    <w:rsid w:val="00693CD7"/>
    <w:rsid w:val="00697150"/>
    <w:rsid w:val="006A09D4"/>
    <w:rsid w:val="006A41F6"/>
    <w:rsid w:val="006B0CDE"/>
    <w:rsid w:val="006B39CD"/>
    <w:rsid w:val="006B668E"/>
    <w:rsid w:val="006C65FA"/>
    <w:rsid w:val="006D5860"/>
    <w:rsid w:val="006E05F4"/>
    <w:rsid w:val="006E4581"/>
    <w:rsid w:val="006F0CAB"/>
    <w:rsid w:val="006F3585"/>
    <w:rsid w:val="006F77D2"/>
    <w:rsid w:val="0070155D"/>
    <w:rsid w:val="007122A5"/>
    <w:rsid w:val="00713CC3"/>
    <w:rsid w:val="00724895"/>
    <w:rsid w:val="007251B0"/>
    <w:rsid w:val="0072523F"/>
    <w:rsid w:val="00726B68"/>
    <w:rsid w:val="00727E6D"/>
    <w:rsid w:val="007331F0"/>
    <w:rsid w:val="00733840"/>
    <w:rsid w:val="007438F3"/>
    <w:rsid w:val="00744BD5"/>
    <w:rsid w:val="00746FCF"/>
    <w:rsid w:val="00753600"/>
    <w:rsid w:val="007549B2"/>
    <w:rsid w:val="007626B9"/>
    <w:rsid w:val="00780601"/>
    <w:rsid w:val="00780623"/>
    <w:rsid w:val="0078104C"/>
    <w:rsid w:val="007877D8"/>
    <w:rsid w:val="00792E26"/>
    <w:rsid w:val="00795BE5"/>
    <w:rsid w:val="007977BE"/>
    <w:rsid w:val="007A14C9"/>
    <w:rsid w:val="007A1DCE"/>
    <w:rsid w:val="007A4A3D"/>
    <w:rsid w:val="007B0E12"/>
    <w:rsid w:val="007B5231"/>
    <w:rsid w:val="007C32C1"/>
    <w:rsid w:val="007D3C04"/>
    <w:rsid w:val="007D50F1"/>
    <w:rsid w:val="007D6B69"/>
    <w:rsid w:val="007E20BE"/>
    <w:rsid w:val="007F1F37"/>
    <w:rsid w:val="007F2560"/>
    <w:rsid w:val="00801CF4"/>
    <w:rsid w:val="00807216"/>
    <w:rsid w:val="008139A8"/>
    <w:rsid w:val="00817BB6"/>
    <w:rsid w:val="00817E9A"/>
    <w:rsid w:val="0082174E"/>
    <w:rsid w:val="008253FC"/>
    <w:rsid w:val="00830B76"/>
    <w:rsid w:val="00831ED6"/>
    <w:rsid w:val="0083324A"/>
    <w:rsid w:val="008334C2"/>
    <w:rsid w:val="00842CEF"/>
    <w:rsid w:val="00852B97"/>
    <w:rsid w:val="00854436"/>
    <w:rsid w:val="00865752"/>
    <w:rsid w:val="00865A36"/>
    <w:rsid w:val="00871811"/>
    <w:rsid w:val="00872D42"/>
    <w:rsid w:val="00874DF2"/>
    <w:rsid w:val="00874F45"/>
    <w:rsid w:val="008828B0"/>
    <w:rsid w:val="008973CE"/>
    <w:rsid w:val="008A52E9"/>
    <w:rsid w:val="008B07B9"/>
    <w:rsid w:val="008D0C53"/>
    <w:rsid w:val="008D24B3"/>
    <w:rsid w:val="008D2E10"/>
    <w:rsid w:val="008D39BF"/>
    <w:rsid w:val="008D3FF3"/>
    <w:rsid w:val="008E1675"/>
    <w:rsid w:val="008E7F4F"/>
    <w:rsid w:val="008F4896"/>
    <w:rsid w:val="009206BC"/>
    <w:rsid w:val="00920739"/>
    <w:rsid w:val="009219F2"/>
    <w:rsid w:val="00924673"/>
    <w:rsid w:val="00925C17"/>
    <w:rsid w:val="00933395"/>
    <w:rsid w:val="009341F7"/>
    <w:rsid w:val="00944A02"/>
    <w:rsid w:val="009458C1"/>
    <w:rsid w:val="00946DBB"/>
    <w:rsid w:val="0094753A"/>
    <w:rsid w:val="009527B6"/>
    <w:rsid w:val="0095705B"/>
    <w:rsid w:val="00961EE8"/>
    <w:rsid w:val="00964DC1"/>
    <w:rsid w:val="00970695"/>
    <w:rsid w:val="00972725"/>
    <w:rsid w:val="009731A9"/>
    <w:rsid w:val="0097500F"/>
    <w:rsid w:val="00980DAB"/>
    <w:rsid w:val="00981089"/>
    <w:rsid w:val="009854B1"/>
    <w:rsid w:val="009862E0"/>
    <w:rsid w:val="00986548"/>
    <w:rsid w:val="00991F37"/>
    <w:rsid w:val="009935AB"/>
    <w:rsid w:val="009965D5"/>
    <w:rsid w:val="009972FE"/>
    <w:rsid w:val="009A3EAA"/>
    <w:rsid w:val="009A7F9C"/>
    <w:rsid w:val="009B20FE"/>
    <w:rsid w:val="009C429E"/>
    <w:rsid w:val="009C48D6"/>
    <w:rsid w:val="009C4C47"/>
    <w:rsid w:val="009C50EA"/>
    <w:rsid w:val="009C690F"/>
    <w:rsid w:val="009C7E3D"/>
    <w:rsid w:val="009D5024"/>
    <w:rsid w:val="009D560C"/>
    <w:rsid w:val="009E18BE"/>
    <w:rsid w:val="009E5A5F"/>
    <w:rsid w:val="009E5AA1"/>
    <w:rsid w:val="009E6C87"/>
    <w:rsid w:val="009F18B7"/>
    <w:rsid w:val="009F64E4"/>
    <w:rsid w:val="00A0203E"/>
    <w:rsid w:val="00A171A8"/>
    <w:rsid w:val="00A218D9"/>
    <w:rsid w:val="00A27205"/>
    <w:rsid w:val="00A341D0"/>
    <w:rsid w:val="00A40C28"/>
    <w:rsid w:val="00A42506"/>
    <w:rsid w:val="00A5075E"/>
    <w:rsid w:val="00A6123B"/>
    <w:rsid w:val="00A631D0"/>
    <w:rsid w:val="00A666AC"/>
    <w:rsid w:val="00A667F8"/>
    <w:rsid w:val="00A71220"/>
    <w:rsid w:val="00A74A20"/>
    <w:rsid w:val="00A77C65"/>
    <w:rsid w:val="00A85D1B"/>
    <w:rsid w:val="00A879FB"/>
    <w:rsid w:val="00A92BCD"/>
    <w:rsid w:val="00A9394D"/>
    <w:rsid w:val="00A94A6F"/>
    <w:rsid w:val="00AA614B"/>
    <w:rsid w:val="00AA6BBD"/>
    <w:rsid w:val="00AA7803"/>
    <w:rsid w:val="00AB18A1"/>
    <w:rsid w:val="00AB3CC6"/>
    <w:rsid w:val="00AC116B"/>
    <w:rsid w:val="00AC4058"/>
    <w:rsid w:val="00AC4138"/>
    <w:rsid w:val="00AC4F33"/>
    <w:rsid w:val="00AD1C2B"/>
    <w:rsid w:val="00AD282F"/>
    <w:rsid w:val="00AE3652"/>
    <w:rsid w:val="00AE67BD"/>
    <w:rsid w:val="00AF65F1"/>
    <w:rsid w:val="00B02463"/>
    <w:rsid w:val="00B04E0A"/>
    <w:rsid w:val="00B0742B"/>
    <w:rsid w:val="00B15FDE"/>
    <w:rsid w:val="00B17EF3"/>
    <w:rsid w:val="00B30F06"/>
    <w:rsid w:val="00B3148B"/>
    <w:rsid w:val="00B41074"/>
    <w:rsid w:val="00B43B52"/>
    <w:rsid w:val="00B473BB"/>
    <w:rsid w:val="00B50EA2"/>
    <w:rsid w:val="00B53991"/>
    <w:rsid w:val="00B6376F"/>
    <w:rsid w:val="00B641C4"/>
    <w:rsid w:val="00B6435D"/>
    <w:rsid w:val="00B70129"/>
    <w:rsid w:val="00B71EE8"/>
    <w:rsid w:val="00B80684"/>
    <w:rsid w:val="00B85F39"/>
    <w:rsid w:val="00B86AAA"/>
    <w:rsid w:val="00B947A4"/>
    <w:rsid w:val="00B967D5"/>
    <w:rsid w:val="00BB0F81"/>
    <w:rsid w:val="00BC1450"/>
    <w:rsid w:val="00BC66A3"/>
    <w:rsid w:val="00BD1236"/>
    <w:rsid w:val="00BD4C0A"/>
    <w:rsid w:val="00BD6EE1"/>
    <w:rsid w:val="00BE04EA"/>
    <w:rsid w:val="00BE1F1D"/>
    <w:rsid w:val="00BE2E1C"/>
    <w:rsid w:val="00BF1730"/>
    <w:rsid w:val="00C0231D"/>
    <w:rsid w:val="00C0516F"/>
    <w:rsid w:val="00C06EEF"/>
    <w:rsid w:val="00C0775F"/>
    <w:rsid w:val="00C15C3B"/>
    <w:rsid w:val="00C27957"/>
    <w:rsid w:val="00C27BE6"/>
    <w:rsid w:val="00C41AC0"/>
    <w:rsid w:val="00C430B5"/>
    <w:rsid w:val="00C44F54"/>
    <w:rsid w:val="00C504DB"/>
    <w:rsid w:val="00C56C0B"/>
    <w:rsid w:val="00C6059B"/>
    <w:rsid w:val="00C81B41"/>
    <w:rsid w:val="00C915D6"/>
    <w:rsid w:val="00C97146"/>
    <w:rsid w:val="00CA11F6"/>
    <w:rsid w:val="00CA622D"/>
    <w:rsid w:val="00CB6351"/>
    <w:rsid w:val="00CC62F3"/>
    <w:rsid w:val="00CD4525"/>
    <w:rsid w:val="00CD4E2B"/>
    <w:rsid w:val="00CE1C2E"/>
    <w:rsid w:val="00CE2B8A"/>
    <w:rsid w:val="00CE7148"/>
    <w:rsid w:val="00CF1F16"/>
    <w:rsid w:val="00CF2765"/>
    <w:rsid w:val="00D0768C"/>
    <w:rsid w:val="00D11EEB"/>
    <w:rsid w:val="00D1504F"/>
    <w:rsid w:val="00D2448E"/>
    <w:rsid w:val="00D25B05"/>
    <w:rsid w:val="00D30DA2"/>
    <w:rsid w:val="00D32E29"/>
    <w:rsid w:val="00D35550"/>
    <w:rsid w:val="00D35AD6"/>
    <w:rsid w:val="00D40A62"/>
    <w:rsid w:val="00D46061"/>
    <w:rsid w:val="00D477DD"/>
    <w:rsid w:val="00D50516"/>
    <w:rsid w:val="00D5188D"/>
    <w:rsid w:val="00D51D0F"/>
    <w:rsid w:val="00D54069"/>
    <w:rsid w:val="00D54F77"/>
    <w:rsid w:val="00D57228"/>
    <w:rsid w:val="00D624AB"/>
    <w:rsid w:val="00D63FC4"/>
    <w:rsid w:val="00D677E1"/>
    <w:rsid w:val="00D67F8C"/>
    <w:rsid w:val="00D74F16"/>
    <w:rsid w:val="00D81501"/>
    <w:rsid w:val="00D8176C"/>
    <w:rsid w:val="00D83CAA"/>
    <w:rsid w:val="00D84D51"/>
    <w:rsid w:val="00D859D3"/>
    <w:rsid w:val="00D92608"/>
    <w:rsid w:val="00D92AA8"/>
    <w:rsid w:val="00D93EFB"/>
    <w:rsid w:val="00D94994"/>
    <w:rsid w:val="00DA38EE"/>
    <w:rsid w:val="00DB4395"/>
    <w:rsid w:val="00DB76E9"/>
    <w:rsid w:val="00DC62E1"/>
    <w:rsid w:val="00DD229B"/>
    <w:rsid w:val="00DD4F18"/>
    <w:rsid w:val="00DD4F74"/>
    <w:rsid w:val="00DD4FF9"/>
    <w:rsid w:val="00DE4D9B"/>
    <w:rsid w:val="00DE79E5"/>
    <w:rsid w:val="00DF1760"/>
    <w:rsid w:val="00DF2B07"/>
    <w:rsid w:val="00E01D79"/>
    <w:rsid w:val="00E07D71"/>
    <w:rsid w:val="00E26586"/>
    <w:rsid w:val="00E3213C"/>
    <w:rsid w:val="00E363C3"/>
    <w:rsid w:val="00E378FE"/>
    <w:rsid w:val="00E42AAD"/>
    <w:rsid w:val="00E42AC9"/>
    <w:rsid w:val="00E442C8"/>
    <w:rsid w:val="00E45C74"/>
    <w:rsid w:val="00E467E9"/>
    <w:rsid w:val="00E472D1"/>
    <w:rsid w:val="00E47FB1"/>
    <w:rsid w:val="00E513F2"/>
    <w:rsid w:val="00E52465"/>
    <w:rsid w:val="00E55673"/>
    <w:rsid w:val="00E60359"/>
    <w:rsid w:val="00E6737B"/>
    <w:rsid w:val="00E70B4D"/>
    <w:rsid w:val="00E73D8A"/>
    <w:rsid w:val="00E7405E"/>
    <w:rsid w:val="00E770D4"/>
    <w:rsid w:val="00E81AE5"/>
    <w:rsid w:val="00E8229E"/>
    <w:rsid w:val="00E824E3"/>
    <w:rsid w:val="00E96D87"/>
    <w:rsid w:val="00EA3AE1"/>
    <w:rsid w:val="00EA6227"/>
    <w:rsid w:val="00EB0881"/>
    <w:rsid w:val="00EB73C4"/>
    <w:rsid w:val="00ED586E"/>
    <w:rsid w:val="00EE5147"/>
    <w:rsid w:val="00EE6D40"/>
    <w:rsid w:val="00EF0632"/>
    <w:rsid w:val="00EF4531"/>
    <w:rsid w:val="00EF5CAC"/>
    <w:rsid w:val="00EF6E63"/>
    <w:rsid w:val="00F009AA"/>
    <w:rsid w:val="00F0140D"/>
    <w:rsid w:val="00F05A67"/>
    <w:rsid w:val="00F109A8"/>
    <w:rsid w:val="00F11FC1"/>
    <w:rsid w:val="00F14724"/>
    <w:rsid w:val="00F2491D"/>
    <w:rsid w:val="00F36EC5"/>
    <w:rsid w:val="00F376A0"/>
    <w:rsid w:val="00F404AC"/>
    <w:rsid w:val="00F500C1"/>
    <w:rsid w:val="00F518C3"/>
    <w:rsid w:val="00F56FE3"/>
    <w:rsid w:val="00F60485"/>
    <w:rsid w:val="00F609D0"/>
    <w:rsid w:val="00F645ED"/>
    <w:rsid w:val="00F6691D"/>
    <w:rsid w:val="00F74E68"/>
    <w:rsid w:val="00F81228"/>
    <w:rsid w:val="00F81EDB"/>
    <w:rsid w:val="00F823FA"/>
    <w:rsid w:val="00F85A9E"/>
    <w:rsid w:val="00F93B86"/>
    <w:rsid w:val="00F94A6D"/>
    <w:rsid w:val="00FA2AD1"/>
    <w:rsid w:val="00FA617A"/>
    <w:rsid w:val="00FB143B"/>
    <w:rsid w:val="00FB426A"/>
    <w:rsid w:val="00FB4E06"/>
    <w:rsid w:val="00FC0A5B"/>
    <w:rsid w:val="00FC5092"/>
    <w:rsid w:val="00FC6164"/>
    <w:rsid w:val="00FC662F"/>
    <w:rsid w:val="00FD2C32"/>
    <w:rsid w:val="00FD7323"/>
    <w:rsid w:val="00FE62D7"/>
    <w:rsid w:val="00FF1A43"/>
    <w:rsid w:val="00FF1D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405E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E7405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A5254"/>
    <w:rPr>
      <w:rFonts w:cs="Arial"/>
      <w:sz w:val="2"/>
    </w:rPr>
  </w:style>
  <w:style w:type="paragraph" w:styleId="NormalWeb">
    <w:name w:val="Normal (Web)"/>
    <w:basedOn w:val="Normal"/>
    <w:uiPriority w:val="99"/>
    <w:rsid w:val="00E7405E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rsid w:val="00E7405E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semiHidden/>
    <w:rsid w:val="00E7405E"/>
    <w:rPr>
      <w:rFonts w:cs="Times New Roman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4761C1"/>
    <w:rPr>
      <w:rFonts w:ascii="Arial" w:hAnsi="Arial" w:cs="Times New Roman"/>
    </w:rPr>
  </w:style>
  <w:style w:type="paragraph" w:styleId="Footer">
    <w:name w:val="footer"/>
    <w:basedOn w:val="Normal"/>
    <w:link w:val="FooterChar"/>
    <w:uiPriority w:val="99"/>
    <w:rsid w:val="00E7405E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4A5254"/>
    <w:rPr>
      <w:rFonts w:ascii="Arial" w:hAnsi="Arial" w:cs="Arial"/>
      <w:sz w:val="20"/>
      <w:szCs w:val="20"/>
    </w:rPr>
  </w:style>
  <w:style w:type="character" w:styleId="PageNumber">
    <w:name w:val="page number"/>
    <w:basedOn w:val="DefaultParagraphFont"/>
    <w:uiPriority w:val="99"/>
    <w:rsid w:val="00E7405E"/>
    <w:rPr>
      <w:rFonts w:cs="Times New Roman"/>
    </w:rPr>
  </w:style>
  <w:style w:type="paragraph" w:customStyle="1" w:styleId="ConsPlusNormal">
    <w:name w:val="ConsPlusNormal"/>
    <w:uiPriority w:val="99"/>
    <w:rsid w:val="00E7405E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character" w:styleId="Strong">
    <w:name w:val="Strong"/>
    <w:basedOn w:val="DefaultParagraphFont"/>
    <w:uiPriority w:val="99"/>
    <w:qFormat/>
    <w:rsid w:val="00E7405E"/>
    <w:rPr>
      <w:rFonts w:cs="Times New Roman"/>
      <w:b/>
    </w:rPr>
  </w:style>
  <w:style w:type="paragraph" w:styleId="Header">
    <w:name w:val="header"/>
    <w:basedOn w:val="Normal"/>
    <w:link w:val="HeaderChar"/>
    <w:uiPriority w:val="99"/>
    <w:rsid w:val="00143A5D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4A5254"/>
    <w:rPr>
      <w:rFonts w:ascii="Arial" w:hAnsi="Arial" w:cs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4761C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locked/>
    <w:rsid w:val="004761C1"/>
    <w:rPr>
      <w:b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5236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393</TotalTime>
  <Pages>1</Pages>
  <Words>235</Words>
  <Characters>1345</Characters>
  <Application>Microsoft Office Outlook</Application>
  <DocSecurity>0</DocSecurity>
  <Lines>0</Lines>
  <Paragraphs>0</Paragraphs>
  <ScaleCrop>false</ScaleCrop>
  <Company>NhT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User</cp:lastModifiedBy>
  <cp:revision>24</cp:revision>
  <cp:lastPrinted>2016-02-12T06:58:00Z</cp:lastPrinted>
  <dcterms:created xsi:type="dcterms:W3CDTF">2015-11-07T07:05:00Z</dcterms:created>
  <dcterms:modified xsi:type="dcterms:W3CDTF">2016-02-12T07:23:00Z</dcterms:modified>
</cp:coreProperties>
</file>