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8D3" w:rsidRPr="00573C6A" w:rsidRDefault="007C08D3" w:rsidP="004749E1">
      <w:pPr>
        <w:pStyle w:val="TOC1"/>
        <w:tabs>
          <w:tab w:val="right" w:leader="dot" w:pos="9627"/>
        </w:tabs>
      </w:pPr>
      <w:bookmarkStart w:id="0" w:name="_Toc306127037"/>
      <w:bookmarkStart w:id="1" w:name="_Toc293340115"/>
    </w:p>
    <w:p w:rsidR="007C08D3" w:rsidRPr="00AB7A4C" w:rsidRDefault="007C08D3" w:rsidP="008972A8">
      <w:pPr>
        <w:pStyle w:val="Heading1"/>
        <w:numPr>
          <w:ilvl w:val="0"/>
          <w:numId w:val="0"/>
        </w:numPr>
        <w:spacing w:before="0" w:after="0"/>
        <w:jc w:val="right"/>
        <w:rPr>
          <w:b w:val="0"/>
          <w:sz w:val="24"/>
          <w:szCs w:val="24"/>
        </w:rPr>
      </w:pPr>
      <w:bookmarkStart w:id="2" w:name="_Toc389132427"/>
      <w:bookmarkStart w:id="3" w:name="_Toc393383978"/>
      <w:bookmarkStart w:id="4" w:name="_Toc329698500"/>
      <w:bookmarkStart w:id="5" w:name="_Toc329702291"/>
      <w:bookmarkEnd w:id="0"/>
      <w:r w:rsidRPr="00AB7A4C">
        <w:rPr>
          <w:b w:val="0"/>
          <w:sz w:val="24"/>
          <w:szCs w:val="24"/>
        </w:rPr>
        <w:t>Приложение к решению</w:t>
      </w:r>
    </w:p>
    <w:p w:rsidR="007C08D3" w:rsidRPr="00AB7A4C" w:rsidRDefault="007C08D3" w:rsidP="004701C2">
      <w:pPr>
        <w:pStyle w:val="a4"/>
        <w:jc w:val="right"/>
      </w:pPr>
      <w:r w:rsidRPr="00AB7A4C">
        <w:t>Абанского районного Совета депутатов</w:t>
      </w:r>
    </w:p>
    <w:p w:rsidR="007C08D3" w:rsidRPr="004428FC" w:rsidRDefault="007C08D3" w:rsidP="004701C2">
      <w:pPr>
        <w:pStyle w:val="a4"/>
        <w:jc w:val="right"/>
        <w:rPr>
          <w:sz w:val="28"/>
          <w:szCs w:val="28"/>
        </w:rPr>
      </w:pPr>
      <w:r w:rsidRPr="00AB7A4C">
        <w:t>Красноярского края  от</w:t>
      </w:r>
      <w:r>
        <w:t xml:space="preserve"> 02.10.2015 №14-85Р</w:t>
      </w:r>
      <w:r w:rsidRPr="004428FC">
        <w:rPr>
          <w:sz w:val="28"/>
          <w:szCs w:val="28"/>
        </w:rPr>
        <w:t xml:space="preserve">  </w:t>
      </w:r>
    </w:p>
    <w:p w:rsidR="007C08D3" w:rsidRDefault="007C08D3" w:rsidP="004701C2">
      <w:pPr>
        <w:pStyle w:val="a4"/>
        <w:jc w:val="right"/>
      </w:pPr>
    </w:p>
    <w:p w:rsidR="007C08D3" w:rsidRPr="00980F25" w:rsidRDefault="007C08D3" w:rsidP="00980F25">
      <w:pPr>
        <w:pStyle w:val="a4"/>
        <w:jc w:val="center"/>
        <w:rPr>
          <w:b/>
          <w:sz w:val="28"/>
          <w:szCs w:val="28"/>
        </w:rPr>
      </w:pPr>
      <w:r w:rsidRPr="00980F25">
        <w:rPr>
          <w:b/>
          <w:sz w:val="28"/>
          <w:szCs w:val="28"/>
        </w:rPr>
        <w:t>Местные нормативы градостроительного проектирования Абанского района Красноярского края</w:t>
      </w:r>
    </w:p>
    <w:p w:rsidR="007C08D3" w:rsidRPr="00C92D70" w:rsidRDefault="007C08D3" w:rsidP="004749E1">
      <w:pPr>
        <w:pStyle w:val="Heading1"/>
        <w:numPr>
          <w:ilvl w:val="0"/>
          <w:numId w:val="24"/>
        </w:numPr>
      </w:pPr>
      <w:r>
        <w:t xml:space="preserve"> </w:t>
      </w:r>
      <w:r w:rsidRPr="00C92D70">
        <w:t>Общие принципы организации территорий муниципальных районов</w:t>
      </w:r>
      <w:bookmarkEnd w:id="2"/>
      <w:bookmarkEnd w:id="3"/>
    </w:p>
    <w:p w:rsidR="007C08D3" w:rsidRPr="00C92D70" w:rsidRDefault="007C08D3" w:rsidP="00AB7A4C">
      <w:pPr>
        <w:pStyle w:val="Heading2"/>
        <w:numPr>
          <w:ilvl w:val="1"/>
          <w:numId w:val="24"/>
        </w:numPr>
        <w:ind w:hanging="1277"/>
      </w:pPr>
      <w:bookmarkStart w:id="6" w:name="_Toc393383979"/>
      <w:r w:rsidRPr="00C92D70">
        <w:t>Нормативы площади и распределения функциональных зон с отображением параметров планируемого развития</w:t>
      </w:r>
      <w:bookmarkEnd w:id="6"/>
      <w:r w:rsidRPr="00C92D70">
        <w:t xml:space="preserve"> </w:t>
      </w:r>
    </w:p>
    <w:p w:rsidR="007C08D3" w:rsidRPr="00C92D70" w:rsidRDefault="007C08D3" w:rsidP="004428FC">
      <w:pPr>
        <w:pStyle w:val="a4"/>
      </w:pPr>
      <w:bookmarkStart w:id="7" w:name="_Toc389132429"/>
      <w:r w:rsidRPr="00C92D70">
        <w:t xml:space="preserve">Нормативы площади и распределения функциональных зон с отображением параметров планируемого развития территории следует принимать исходя из особенностей развития конкретной территории, в соответствии с утверждёнными документами территориального планирования, градостроительного зонирования, документацией по планировке территории. </w:t>
      </w:r>
    </w:p>
    <w:p w:rsidR="007C08D3" w:rsidRPr="00C92D70" w:rsidRDefault="007C08D3" w:rsidP="004428FC">
      <w:pPr>
        <w:pStyle w:val="S5"/>
        <w:spacing w:before="0" w:after="0"/>
      </w:pPr>
      <w:r w:rsidRPr="00C92D70">
        <w:t>При этом следует обеспечивать:</w:t>
      </w:r>
    </w:p>
    <w:p w:rsidR="007C08D3" w:rsidRPr="00C92D70" w:rsidRDefault="007C08D3" w:rsidP="004428FC">
      <w:pPr>
        <w:pStyle w:val="List"/>
        <w:spacing w:after="0"/>
      </w:pPr>
      <w:r w:rsidRPr="00C92D70">
        <w:t>укрепление сложившейся системы расселения;</w:t>
      </w:r>
    </w:p>
    <w:p w:rsidR="007C08D3" w:rsidRPr="00C92D70" w:rsidRDefault="007C08D3" w:rsidP="004428FC">
      <w:pPr>
        <w:pStyle w:val="List"/>
        <w:spacing w:after="0"/>
      </w:pPr>
      <w:r w:rsidRPr="00C92D70">
        <w:t>устойчивое развитие территорий;</w:t>
      </w:r>
    </w:p>
    <w:p w:rsidR="007C08D3" w:rsidRPr="00C92D70" w:rsidRDefault="007C08D3" w:rsidP="004428FC">
      <w:pPr>
        <w:pStyle w:val="List"/>
        <w:spacing w:after="0"/>
      </w:pPr>
      <w:r w:rsidRPr="00C92D70">
        <w:t>осуществление установленных законодательством прав и полномочий субъектов градостроительных отношений;</w:t>
      </w:r>
    </w:p>
    <w:p w:rsidR="007C08D3" w:rsidRPr="00C92D70" w:rsidRDefault="007C08D3" w:rsidP="004428FC">
      <w:pPr>
        <w:pStyle w:val="List"/>
        <w:spacing w:after="0"/>
      </w:pPr>
      <w:r w:rsidRPr="00C92D70">
        <w:t>осуществление установленных законодательством прав и полномочий органов местного самоуправления по решению вопросов местного значения.</w:t>
      </w:r>
    </w:p>
    <w:p w:rsidR="007C08D3" w:rsidRPr="00C92D70" w:rsidRDefault="007C08D3" w:rsidP="004428FC">
      <w:pPr>
        <w:pStyle w:val="a4"/>
      </w:pPr>
      <w:r w:rsidRPr="00C92D70">
        <w:t>Планировочное решение следует формировать, обеспечивая компактное размещение и взаимосвязь функциональных зон; рациональное районирование территории в увязке с природно-климатическими, ландшафтными, национально-бытовыми и другими местными особенностями; охрану окружающей среды.</w:t>
      </w:r>
    </w:p>
    <w:p w:rsidR="007C08D3" w:rsidRPr="00C92D70" w:rsidRDefault="007C08D3" w:rsidP="00BD37E4">
      <w:pPr>
        <w:pStyle w:val="a4"/>
      </w:pPr>
      <w:r w:rsidRPr="00C92D70">
        <w:t>При разработке документации по планировке территории зонирование необходимо выполнять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7C08D3" w:rsidRPr="00C92D70" w:rsidRDefault="007C08D3" w:rsidP="00BD37E4">
      <w:pPr>
        <w:pStyle w:val="a4"/>
        <w:rPr>
          <w:rFonts w:ascii="Arial" w:hAnsi="Arial" w:cs="Arial"/>
          <w:sz w:val="20"/>
          <w:szCs w:val="20"/>
        </w:rPr>
      </w:pPr>
      <w:r w:rsidRPr="00C92D70">
        <w:t>Перечень функциональных зон, содержащийся в документах территориального планирования, может включать зоны: жилые, общественно-деловые,</w:t>
      </w:r>
      <w:r w:rsidRPr="00C92D70">
        <w:rPr>
          <w:rFonts w:ascii="Arial" w:hAnsi="Arial" w:cs="Arial"/>
          <w:sz w:val="20"/>
          <w:szCs w:val="20"/>
        </w:rPr>
        <w:t xml:space="preserve"> </w:t>
      </w:r>
      <w:r w:rsidRPr="00C92D70">
        <w:t>производственные, инженерной и транспортной инфраструктур, рекреационные, сельскохозяйственного использования, специального назначения, в том числе зоны размещения иных режимных объектов, кладбищ, прочие зоны специального назначения</w:t>
      </w:r>
      <w:r w:rsidRPr="00C92D70">
        <w:rPr>
          <w:rFonts w:ascii="Arial" w:hAnsi="Arial" w:cs="Arial"/>
          <w:sz w:val="20"/>
          <w:szCs w:val="20"/>
        </w:rPr>
        <w:t xml:space="preserve">. </w:t>
      </w:r>
    </w:p>
    <w:p w:rsidR="007C08D3" w:rsidRPr="00C92D70" w:rsidRDefault="007C08D3" w:rsidP="00837CA1">
      <w:pPr>
        <w:pStyle w:val="a4"/>
        <w:suppressLineNumbers/>
      </w:pPr>
      <w:r w:rsidRPr="00C92D70">
        <w:t>Состав, местонахождение и параметры развития функциональных зон устанавливаются документами территориального планирования с учетом правовых и нормативных актов. В пределах одной функциональной зоны могут выделяться территории, особенности использования которых определяются с учетом ограничений, установленных земельным и градостроительным законодательством, законодательством об охране объектов культурного наследия, иными правовыми и нормативными актами.</w:t>
      </w:r>
    </w:p>
    <w:p w:rsidR="007C08D3" w:rsidRPr="00C92D70" w:rsidRDefault="007C08D3" w:rsidP="00837CA1">
      <w:pPr>
        <w:pStyle w:val="a4"/>
      </w:pPr>
      <w:r w:rsidRPr="00C92D70">
        <w:t>Нормативы распределения функциональных зон с отображением параметров планируемого развития (в процентах и гектарах) следует принимать исходя из особенностей развития конкретной территории. При этом:</w:t>
      </w:r>
    </w:p>
    <w:p w:rsidR="007C08D3" w:rsidRPr="00C92D70" w:rsidRDefault="007C08D3" w:rsidP="004B52BF">
      <w:pPr>
        <w:pStyle w:val="List"/>
        <w:spacing w:after="0"/>
      </w:pPr>
      <w:r w:rsidRPr="00C92D70">
        <w:t>в результате укрупненного зонирования территории муниципального образования, городского или сельского населённого пункта выделяются относительно однородные по функциональному назначению территориальные образования - функциональные зоны;</w:t>
      </w:r>
    </w:p>
    <w:p w:rsidR="007C08D3" w:rsidRPr="00C92D70" w:rsidRDefault="007C08D3" w:rsidP="005E1D4E">
      <w:pPr>
        <w:pStyle w:val="Heading1"/>
        <w:numPr>
          <w:ilvl w:val="0"/>
          <w:numId w:val="0"/>
        </w:numPr>
        <w:ind w:left="284"/>
      </w:pPr>
      <w:r w:rsidRPr="00C92D70">
        <w:t>при подготовке документации по планировке территории в границах функциональных зон устанавливаются параметры земельных участков и планируемых к строительству объектов капитального строительства;</w:t>
      </w:r>
    </w:p>
    <w:p w:rsidR="007C08D3" w:rsidRPr="00C92D70" w:rsidRDefault="007C08D3" w:rsidP="004428FC">
      <w:pPr>
        <w:pStyle w:val="List"/>
        <w:spacing w:after="0"/>
      </w:pPr>
      <w:r w:rsidRPr="00C92D70">
        <w:t>при разработке документа градостроительного зонирования (правил землепользования и застройки) на основе документов территориального планирования и документации по планировке территории выделяются территориальные зоны (устанавливаются их границы и градостроительные регламенты);</w:t>
      </w:r>
    </w:p>
    <w:p w:rsidR="007C08D3" w:rsidRPr="00C92D70" w:rsidRDefault="007C08D3" w:rsidP="004428FC">
      <w:pPr>
        <w:pStyle w:val="List"/>
        <w:spacing w:after="0"/>
      </w:pPr>
      <w:r w:rsidRPr="00C92D70">
        <w:t>при подготовке документов территориального планирования муниципального образования, городского или сельского населённого пункта следует применять классификатор функционального зонирования (</w:t>
      </w:r>
      <w:fldSimple w:instr=" REF _Ref393382119 \h  \* MERGEFORMAT ">
        <w:r w:rsidRPr="00C92D70">
          <w:t xml:space="preserve">Таблица </w:t>
        </w:r>
        <w:r>
          <w:t>1</w:t>
        </w:r>
      </w:fldSimple>
      <w:r w:rsidRPr="00C92D70">
        <w:t>);</w:t>
      </w:r>
    </w:p>
    <w:p w:rsidR="007C08D3" w:rsidRPr="00C92D70" w:rsidRDefault="007C08D3" w:rsidP="004428FC">
      <w:pPr>
        <w:pStyle w:val="List"/>
        <w:spacing w:after="0"/>
      </w:pPr>
      <w:r w:rsidRPr="00C92D70">
        <w:t>каждая функциональная и территориальная зона может иметь свой тип и вид;</w:t>
      </w:r>
    </w:p>
    <w:p w:rsidR="007C08D3" w:rsidRPr="00C92D70" w:rsidRDefault="007C08D3" w:rsidP="004428FC">
      <w:pPr>
        <w:pStyle w:val="List"/>
        <w:spacing w:after="0"/>
      </w:pPr>
      <w:r w:rsidRPr="00C92D70">
        <w:t>тип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w:t>
      </w:r>
    </w:p>
    <w:p w:rsidR="007C08D3" w:rsidRPr="00C92D70" w:rsidRDefault="007C08D3" w:rsidP="004428FC">
      <w:pPr>
        <w:pStyle w:val="List"/>
        <w:spacing w:after="0"/>
      </w:pPr>
      <w:r w:rsidRPr="00C92D70">
        <w:t>вид функциональной зоны является дополнительной (необязательной) характеристикой такой зоны.</w:t>
      </w:r>
    </w:p>
    <w:p w:rsidR="007C08D3" w:rsidRPr="00C92D70" w:rsidRDefault="007C08D3" w:rsidP="00BD37E4">
      <w:pPr>
        <w:pStyle w:val="Caption"/>
        <w:jc w:val="right"/>
      </w:pPr>
      <w:bookmarkStart w:id="8" w:name="_Ref393382119"/>
      <w:r w:rsidRPr="00C92D70">
        <w:t xml:space="preserve">Таблица </w:t>
      </w:r>
      <w:fldSimple w:instr=" SEQ Таблица \* ARABIC ">
        <w:r>
          <w:rPr>
            <w:noProof/>
          </w:rPr>
          <w:t>1</w:t>
        </w:r>
      </w:fldSimple>
      <w:bookmarkEnd w:id="8"/>
    </w:p>
    <w:p w:rsidR="007C08D3" w:rsidRPr="00C92D70" w:rsidRDefault="007C08D3" w:rsidP="00BD37E4">
      <w:pPr>
        <w:pStyle w:val="Caption"/>
      </w:pPr>
      <w:r w:rsidRPr="00C92D70">
        <w:t>Типы и виды функциональных зон, устанавливаемые на территории Красноярского края</w:t>
      </w:r>
    </w:p>
    <w:tbl>
      <w:tblPr>
        <w:tblW w:w="8346" w:type="dxa"/>
        <w:jc w:val="center"/>
        <w:tblLook w:val="00A0"/>
      </w:tblPr>
      <w:tblGrid>
        <w:gridCol w:w="984"/>
        <w:gridCol w:w="3255"/>
        <w:gridCol w:w="4107"/>
      </w:tblGrid>
      <w:tr w:rsidR="007C08D3" w:rsidRPr="00C92D70" w:rsidTr="00BC7260">
        <w:trPr>
          <w:trHeight w:val="20"/>
          <w:tblHeader/>
          <w:jc w:val="center"/>
        </w:trPr>
        <w:tc>
          <w:tcPr>
            <w:tcW w:w="826" w:type="dxa"/>
            <w:tcBorders>
              <w:top w:val="single" w:sz="4" w:space="0" w:color="auto"/>
              <w:left w:val="single" w:sz="4" w:space="0" w:color="auto"/>
              <w:bottom w:val="single" w:sz="4" w:space="0" w:color="auto"/>
              <w:right w:val="single" w:sz="4" w:space="0" w:color="auto"/>
            </w:tcBorders>
            <w:vAlign w:val="bottom"/>
          </w:tcPr>
          <w:p w:rsidR="007C08D3" w:rsidRPr="00C92D70" w:rsidRDefault="007C08D3" w:rsidP="00BC7260">
            <w:pPr>
              <w:jc w:val="center"/>
              <w:rPr>
                <w:b/>
                <w:bCs/>
                <w:sz w:val="20"/>
                <w:szCs w:val="20"/>
              </w:rPr>
            </w:pPr>
            <w:r w:rsidRPr="00C92D70">
              <w:rPr>
                <w:b/>
                <w:bCs/>
                <w:sz w:val="20"/>
                <w:szCs w:val="20"/>
              </w:rPr>
              <w:t>№ п/п</w:t>
            </w:r>
          </w:p>
        </w:tc>
        <w:tc>
          <w:tcPr>
            <w:tcW w:w="3295" w:type="dxa"/>
            <w:tcBorders>
              <w:top w:val="single" w:sz="4" w:space="0" w:color="auto"/>
              <w:left w:val="nil"/>
              <w:bottom w:val="single" w:sz="4" w:space="0" w:color="auto"/>
              <w:right w:val="single" w:sz="4" w:space="0" w:color="auto"/>
            </w:tcBorders>
            <w:vAlign w:val="bottom"/>
          </w:tcPr>
          <w:p w:rsidR="007C08D3" w:rsidRPr="00C92D70" w:rsidRDefault="007C08D3" w:rsidP="00BC7260">
            <w:pPr>
              <w:jc w:val="center"/>
              <w:rPr>
                <w:b/>
                <w:bCs/>
                <w:sz w:val="20"/>
                <w:szCs w:val="20"/>
              </w:rPr>
            </w:pPr>
            <w:r w:rsidRPr="00C92D70">
              <w:rPr>
                <w:b/>
                <w:bCs/>
                <w:sz w:val="20"/>
                <w:szCs w:val="20"/>
              </w:rPr>
              <w:t>Тип функциональной зоны</w:t>
            </w:r>
          </w:p>
        </w:tc>
        <w:tc>
          <w:tcPr>
            <w:tcW w:w="4225" w:type="dxa"/>
            <w:tcBorders>
              <w:top w:val="single" w:sz="4" w:space="0" w:color="auto"/>
              <w:left w:val="nil"/>
              <w:bottom w:val="single" w:sz="4" w:space="0" w:color="auto"/>
              <w:right w:val="single" w:sz="4" w:space="0" w:color="auto"/>
            </w:tcBorders>
            <w:vAlign w:val="bottom"/>
          </w:tcPr>
          <w:p w:rsidR="007C08D3" w:rsidRPr="00C92D70" w:rsidRDefault="007C08D3" w:rsidP="00BC7260">
            <w:pPr>
              <w:jc w:val="center"/>
              <w:rPr>
                <w:b/>
                <w:bCs/>
                <w:sz w:val="20"/>
                <w:szCs w:val="20"/>
              </w:rPr>
            </w:pPr>
            <w:r w:rsidRPr="00C92D70">
              <w:rPr>
                <w:b/>
                <w:bCs/>
                <w:sz w:val="20"/>
                <w:szCs w:val="20"/>
              </w:rPr>
              <w:t>Вид функциональной зоны</w:t>
            </w:r>
          </w:p>
        </w:tc>
      </w:tr>
      <w:tr w:rsidR="007C08D3" w:rsidRPr="00C92D70" w:rsidTr="00BC7260">
        <w:trPr>
          <w:trHeight w:val="20"/>
          <w:jc w:val="center"/>
        </w:trPr>
        <w:tc>
          <w:tcPr>
            <w:tcW w:w="826" w:type="dxa"/>
            <w:vMerge w:val="restart"/>
            <w:tcBorders>
              <w:top w:val="nil"/>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r w:rsidRPr="00C92D70">
              <w:rPr>
                <w:sz w:val="20"/>
                <w:szCs w:val="20"/>
              </w:rPr>
              <w:t>1</w:t>
            </w:r>
          </w:p>
        </w:tc>
        <w:tc>
          <w:tcPr>
            <w:tcW w:w="3295" w:type="dxa"/>
            <w:vMerge w:val="restart"/>
            <w:tcBorders>
              <w:top w:val="nil"/>
              <w:left w:val="single" w:sz="4" w:space="0" w:color="auto"/>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Жилого назначения</w:t>
            </w: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Многоэтажной жилой застройки</w:t>
            </w:r>
          </w:p>
        </w:tc>
      </w:tr>
      <w:tr w:rsidR="007C08D3" w:rsidRPr="00C92D70" w:rsidTr="00BC7260">
        <w:trPr>
          <w:trHeight w:val="20"/>
          <w:jc w:val="center"/>
        </w:trPr>
        <w:tc>
          <w:tcPr>
            <w:tcW w:w="826" w:type="dxa"/>
            <w:vMerge/>
            <w:tcBorders>
              <w:top w:val="nil"/>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top w:val="nil"/>
              <w:left w:val="single" w:sz="4" w:space="0" w:color="auto"/>
              <w:bottom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Среднеэтажной жилой застройки</w:t>
            </w:r>
          </w:p>
        </w:tc>
      </w:tr>
      <w:tr w:rsidR="007C08D3" w:rsidRPr="00C92D70" w:rsidTr="00BC7260">
        <w:trPr>
          <w:trHeight w:val="20"/>
          <w:jc w:val="center"/>
        </w:trPr>
        <w:tc>
          <w:tcPr>
            <w:tcW w:w="826" w:type="dxa"/>
            <w:vMerge/>
            <w:tcBorders>
              <w:top w:val="nil"/>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top w:val="nil"/>
              <w:left w:val="single" w:sz="4" w:space="0" w:color="auto"/>
              <w:bottom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Малоэтажной жилой застройки</w:t>
            </w:r>
          </w:p>
        </w:tc>
      </w:tr>
      <w:tr w:rsidR="007C08D3" w:rsidRPr="00C92D70" w:rsidTr="00BC7260">
        <w:trPr>
          <w:trHeight w:val="20"/>
          <w:jc w:val="center"/>
        </w:trPr>
        <w:tc>
          <w:tcPr>
            <w:tcW w:w="826" w:type="dxa"/>
            <w:vMerge/>
            <w:tcBorders>
              <w:top w:val="nil"/>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top w:val="nil"/>
              <w:left w:val="single" w:sz="4" w:space="0" w:color="auto"/>
              <w:bottom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Индивидуальной жилой застройки</w:t>
            </w:r>
          </w:p>
        </w:tc>
      </w:tr>
      <w:tr w:rsidR="007C08D3" w:rsidRPr="00C92D70" w:rsidTr="00BC7260">
        <w:trPr>
          <w:trHeight w:val="20"/>
          <w:jc w:val="center"/>
        </w:trPr>
        <w:tc>
          <w:tcPr>
            <w:tcW w:w="826" w:type="dxa"/>
            <w:vMerge/>
            <w:tcBorders>
              <w:top w:val="nil"/>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top w:val="nil"/>
              <w:left w:val="single" w:sz="4" w:space="0" w:color="auto"/>
              <w:bottom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Садоводческих и дачных некоммерческих объединений граждан</w:t>
            </w:r>
          </w:p>
        </w:tc>
      </w:tr>
      <w:tr w:rsidR="007C08D3" w:rsidRPr="00C92D70" w:rsidTr="00BC7260">
        <w:trPr>
          <w:trHeight w:val="20"/>
          <w:jc w:val="center"/>
        </w:trPr>
        <w:tc>
          <w:tcPr>
            <w:tcW w:w="826" w:type="dxa"/>
            <w:vMerge w:val="restart"/>
            <w:tcBorders>
              <w:top w:val="nil"/>
              <w:left w:val="single" w:sz="4" w:space="0" w:color="auto"/>
              <w:right w:val="single" w:sz="4" w:space="0" w:color="auto"/>
            </w:tcBorders>
            <w:vAlign w:val="center"/>
          </w:tcPr>
          <w:p w:rsidR="007C08D3" w:rsidRPr="00C92D70" w:rsidRDefault="007C08D3" w:rsidP="00BC7260">
            <w:pPr>
              <w:jc w:val="center"/>
              <w:rPr>
                <w:sz w:val="20"/>
                <w:szCs w:val="20"/>
              </w:rPr>
            </w:pPr>
            <w:r w:rsidRPr="00C92D70">
              <w:rPr>
                <w:sz w:val="20"/>
                <w:szCs w:val="20"/>
              </w:rPr>
              <w:t>2</w:t>
            </w:r>
          </w:p>
        </w:tc>
        <w:tc>
          <w:tcPr>
            <w:tcW w:w="3295" w:type="dxa"/>
            <w:vMerge w:val="restart"/>
            <w:tcBorders>
              <w:top w:val="nil"/>
              <w:left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 xml:space="preserve">Общественно-делового назначения </w:t>
            </w: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Административно-деловая</w:t>
            </w:r>
          </w:p>
        </w:tc>
      </w:tr>
      <w:tr w:rsidR="007C08D3" w:rsidRPr="00C92D70" w:rsidTr="00BC7260">
        <w:trPr>
          <w:trHeight w:val="20"/>
          <w:jc w:val="center"/>
        </w:trPr>
        <w:tc>
          <w:tcPr>
            <w:tcW w:w="826" w:type="dxa"/>
            <w:vMerge/>
            <w:tcBorders>
              <w:left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Социальная и коммунально-бытовая</w:t>
            </w:r>
          </w:p>
        </w:tc>
      </w:tr>
      <w:tr w:rsidR="007C08D3" w:rsidRPr="00C92D70" w:rsidTr="00BC7260">
        <w:trPr>
          <w:trHeight w:val="20"/>
          <w:jc w:val="center"/>
        </w:trPr>
        <w:tc>
          <w:tcPr>
            <w:tcW w:w="826" w:type="dxa"/>
            <w:vMerge/>
            <w:tcBorders>
              <w:left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Торгового назначения и общественного питания</w:t>
            </w:r>
          </w:p>
        </w:tc>
      </w:tr>
      <w:tr w:rsidR="007C08D3" w:rsidRPr="00C92D70" w:rsidTr="00BC7260">
        <w:trPr>
          <w:trHeight w:val="20"/>
          <w:jc w:val="center"/>
        </w:trPr>
        <w:tc>
          <w:tcPr>
            <w:tcW w:w="826" w:type="dxa"/>
            <w:vMerge/>
            <w:tcBorders>
              <w:left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Учебно-образовательная</w:t>
            </w:r>
          </w:p>
        </w:tc>
      </w:tr>
      <w:tr w:rsidR="007C08D3" w:rsidRPr="00C92D70" w:rsidTr="00BC7260">
        <w:trPr>
          <w:trHeight w:val="20"/>
          <w:jc w:val="center"/>
        </w:trPr>
        <w:tc>
          <w:tcPr>
            <w:tcW w:w="826" w:type="dxa"/>
            <w:vMerge/>
            <w:tcBorders>
              <w:left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Культурно-досуговая</w:t>
            </w:r>
          </w:p>
        </w:tc>
      </w:tr>
      <w:tr w:rsidR="007C08D3" w:rsidRPr="00C92D70" w:rsidTr="00BC7260">
        <w:trPr>
          <w:trHeight w:val="20"/>
          <w:jc w:val="center"/>
        </w:trPr>
        <w:tc>
          <w:tcPr>
            <w:tcW w:w="826" w:type="dxa"/>
            <w:vMerge/>
            <w:tcBorders>
              <w:left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Спортивного назначения</w:t>
            </w:r>
          </w:p>
        </w:tc>
      </w:tr>
      <w:tr w:rsidR="007C08D3" w:rsidRPr="00C92D70" w:rsidTr="00BC7260">
        <w:trPr>
          <w:trHeight w:val="20"/>
          <w:jc w:val="center"/>
        </w:trPr>
        <w:tc>
          <w:tcPr>
            <w:tcW w:w="826" w:type="dxa"/>
            <w:vMerge/>
            <w:tcBorders>
              <w:left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Здравоохранения</w:t>
            </w:r>
          </w:p>
        </w:tc>
      </w:tr>
      <w:tr w:rsidR="007C08D3" w:rsidRPr="00C92D70" w:rsidTr="00BC7260">
        <w:trPr>
          <w:trHeight w:val="20"/>
          <w:jc w:val="center"/>
        </w:trPr>
        <w:tc>
          <w:tcPr>
            <w:tcW w:w="826" w:type="dxa"/>
            <w:vMerge/>
            <w:tcBorders>
              <w:left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Социального обеспечения</w:t>
            </w:r>
          </w:p>
        </w:tc>
      </w:tr>
      <w:tr w:rsidR="007C08D3" w:rsidRPr="00C92D70" w:rsidTr="00BC7260">
        <w:trPr>
          <w:trHeight w:val="20"/>
          <w:jc w:val="center"/>
        </w:trPr>
        <w:tc>
          <w:tcPr>
            <w:tcW w:w="826" w:type="dxa"/>
            <w:vMerge/>
            <w:tcBorders>
              <w:left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Научно-исследовательская</w:t>
            </w:r>
          </w:p>
        </w:tc>
      </w:tr>
      <w:tr w:rsidR="007C08D3" w:rsidRPr="00C92D70" w:rsidTr="00BC7260">
        <w:trPr>
          <w:trHeight w:val="20"/>
          <w:jc w:val="center"/>
        </w:trPr>
        <w:tc>
          <w:tcPr>
            <w:tcW w:w="826" w:type="dxa"/>
            <w:vMerge/>
            <w:tcBorders>
              <w:left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Культовая</w:t>
            </w:r>
          </w:p>
        </w:tc>
      </w:tr>
      <w:tr w:rsidR="007C08D3" w:rsidRPr="00C92D70" w:rsidTr="00BC7260">
        <w:trPr>
          <w:trHeight w:val="20"/>
          <w:jc w:val="center"/>
        </w:trPr>
        <w:tc>
          <w:tcPr>
            <w:tcW w:w="826" w:type="dxa"/>
            <w:vMerge/>
            <w:tcBorders>
              <w:left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Общественно-делового центра</w:t>
            </w:r>
          </w:p>
        </w:tc>
      </w:tr>
      <w:tr w:rsidR="007C08D3" w:rsidRPr="00C92D70" w:rsidTr="00BC7260">
        <w:trPr>
          <w:trHeight w:val="20"/>
          <w:jc w:val="center"/>
        </w:trPr>
        <w:tc>
          <w:tcPr>
            <w:tcW w:w="826" w:type="dxa"/>
            <w:vMerge/>
            <w:tcBorders>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single" w:sz="4" w:space="0" w:color="auto"/>
              <w:bottom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Общественно-деловая</w:t>
            </w:r>
          </w:p>
        </w:tc>
      </w:tr>
      <w:tr w:rsidR="007C08D3" w:rsidRPr="00C92D70" w:rsidTr="00BC7260">
        <w:trPr>
          <w:trHeight w:val="20"/>
          <w:jc w:val="center"/>
        </w:trPr>
        <w:tc>
          <w:tcPr>
            <w:tcW w:w="826" w:type="dxa"/>
            <w:vMerge w:val="restart"/>
            <w:tcBorders>
              <w:top w:val="single" w:sz="4" w:space="0" w:color="auto"/>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r w:rsidRPr="00C92D70">
              <w:rPr>
                <w:sz w:val="20"/>
                <w:szCs w:val="20"/>
              </w:rPr>
              <w:t>3</w:t>
            </w:r>
          </w:p>
        </w:tc>
        <w:tc>
          <w:tcPr>
            <w:tcW w:w="3295" w:type="dxa"/>
            <w:vMerge w:val="restart"/>
            <w:tcBorders>
              <w:top w:val="single" w:sz="4" w:space="0" w:color="auto"/>
              <w:left w:val="single" w:sz="4" w:space="0" w:color="auto"/>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 xml:space="preserve">Производственного и коммунально-складского назначения </w:t>
            </w: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Производственная</w:t>
            </w:r>
          </w:p>
        </w:tc>
      </w:tr>
      <w:tr w:rsidR="007C08D3" w:rsidRPr="00C92D70" w:rsidTr="00BC7260">
        <w:trPr>
          <w:trHeight w:val="20"/>
          <w:jc w:val="center"/>
        </w:trPr>
        <w:tc>
          <w:tcPr>
            <w:tcW w:w="826" w:type="dxa"/>
            <w:vMerge/>
            <w:tcBorders>
              <w:top w:val="nil"/>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top w:val="nil"/>
              <w:left w:val="single" w:sz="4" w:space="0" w:color="auto"/>
              <w:bottom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Коммунально-складская</w:t>
            </w:r>
          </w:p>
        </w:tc>
      </w:tr>
      <w:tr w:rsidR="007C08D3" w:rsidRPr="00C92D70" w:rsidTr="00BC7260">
        <w:trPr>
          <w:trHeight w:val="20"/>
          <w:jc w:val="center"/>
        </w:trPr>
        <w:tc>
          <w:tcPr>
            <w:tcW w:w="826" w:type="dxa"/>
            <w:vMerge/>
            <w:tcBorders>
              <w:top w:val="nil"/>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top w:val="nil"/>
              <w:left w:val="single" w:sz="4" w:space="0" w:color="auto"/>
              <w:bottom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Производственная и коммунально-складская</w:t>
            </w:r>
          </w:p>
        </w:tc>
      </w:tr>
      <w:tr w:rsidR="007C08D3" w:rsidRPr="00C92D70" w:rsidTr="00BC7260">
        <w:trPr>
          <w:trHeight w:val="20"/>
          <w:jc w:val="center"/>
        </w:trPr>
        <w:tc>
          <w:tcPr>
            <w:tcW w:w="826" w:type="dxa"/>
            <w:vMerge w:val="restart"/>
            <w:tcBorders>
              <w:top w:val="nil"/>
              <w:left w:val="single" w:sz="4" w:space="0" w:color="auto"/>
              <w:right w:val="single" w:sz="4" w:space="0" w:color="auto"/>
            </w:tcBorders>
            <w:vAlign w:val="center"/>
          </w:tcPr>
          <w:p w:rsidR="007C08D3" w:rsidRPr="00C92D70" w:rsidRDefault="007C08D3" w:rsidP="00BC7260">
            <w:pPr>
              <w:jc w:val="center"/>
              <w:rPr>
                <w:sz w:val="20"/>
                <w:szCs w:val="20"/>
              </w:rPr>
            </w:pPr>
            <w:r w:rsidRPr="00C92D70">
              <w:rPr>
                <w:sz w:val="20"/>
                <w:szCs w:val="20"/>
              </w:rPr>
              <w:t>4</w:t>
            </w:r>
          </w:p>
        </w:tc>
        <w:tc>
          <w:tcPr>
            <w:tcW w:w="3295" w:type="dxa"/>
            <w:vMerge w:val="restart"/>
            <w:tcBorders>
              <w:top w:val="nil"/>
              <w:left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 xml:space="preserve">Инженерной инфраструктуры </w:t>
            </w:r>
          </w:p>
        </w:tc>
        <w:tc>
          <w:tcPr>
            <w:tcW w:w="4225" w:type="dxa"/>
            <w:tcBorders>
              <w:top w:val="nil"/>
              <w:left w:val="nil"/>
              <w:right w:val="single" w:sz="4" w:space="0" w:color="auto"/>
            </w:tcBorders>
            <w:vAlign w:val="bottom"/>
          </w:tcPr>
          <w:p w:rsidR="007C08D3" w:rsidRPr="00C92D70" w:rsidRDefault="007C08D3" w:rsidP="00BC7260">
            <w:pPr>
              <w:rPr>
                <w:sz w:val="20"/>
                <w:szCs w:val="20"/>
              </w:rPr>
            </w:pPr>
            <w:r w:rsidRPr="00C92D70">
              <w:rPr>
                <w:sz w:val="20"/>
                <w:szCs w:val="20"/>
              </w:rPr>
              <w:t>Инженерной инфраструктуры</w:t>
            </w:r>
          </w:p>
        </w:tc>
      </w:tr>
      <w:tr w:rsidR="007C08D3" w:rsidRPr="00C92D70" w:rsidTr="00BC7260">
        <w:trPr>
          <w:trHeight w:val="20"/>
          <w:jc w:val="center"/>
        </w:trPr>
        <w:tc>
          <w:tcPr>
            <w:tcW w:w="826" w:type="dxa"/>
            <w:vMerge/>
            <w:tcBorders>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single" w:sz="4" w:space="0" w:color="auto"/>
              <w:bottom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p>
        </w:tc>
      </w:tr>
      <w:tr w:rsidR="007C08D3" w:rsidRPr="00C92D70" w:rsidTr="00BC7260">
        <w:trPr>
          <w:trHeight w:val="20"/>
          <w:jc w:val="center"/>
        </w:trPr>
        <w:tc>
          <w:tcPr>
            <w:tcW w:w="826" w:type="dxa"/>
            <w:vMerge w:val="restart"/>
            <w:tcBorders>
              <w:top w:val="nil"/>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r w:rsidRPr="00C92D70">
              <w:rPr>
                <w:sz w:val="20"/>
                <w:szCs w:val="20"/>
              </w:rPr>
              <w:t>5</w:t>
            </w:r>
          </w:p>
        </w:tc>
        <w:tc>
          <w:tcPr>
            <w:tcW w:w="3295" w:type="dxa"/>
            <w:vMerge w:val="restart"/>
            <w:tcBorders>
              <w:top w:val="nil"/>
              <w:left w:val="single" w:sz="4" w:space="0" w:color="auto"/>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 xml:space="preserve">Транспортной инфраструктуры </w:t>
            </w:r>
          </w:p>
        </w:tc>
        <w:tc>
          <w:tcPr>
            <w:tcW w:w="4225" w:type="dxa"/>
            <w:tcBorders>
              <w:top w:val="nil"/>
              <w:left w:val="nil"/>
              <w:right w:val="single" w:sz="4" w:space="0" w:color="auto"/>
            </w:tcBorders>
            <w:vAlign w:val="center"/>
          </w:tcPr>
          <w:p w:rsidR="007C08D3" w:rsidRPr="00C92D70" w:rsidRDefault="007C08D3" w:rsidP="00BC7260">
            <w:pPr>
              <w:rPr>
                <w:b/>
                <w:sz w:val="20"/>
                <w:szCs w:val="20"/>
              </w:rPr>
            </w:pPr>
            <w:r w:rsidRPr="00C92D70">
              <w:rPr>
                <w:sz w:val="20"/>
                <w:szCs w:val="20"/>
              </w:rPr>
              <w:t>Транспортной инфраструктуры</w:t>
            </w:r>
          </w:p>
        </w:tc>
      </w:tr>
      <w:tr w:rsidR="007C08D3" w:rsidRPr="00C92D70" w:rsidTr="00BC7260">
        <w:trPr>
          <w:trHeight w:val="20"/>
          <w:jc w:val="center"/>
        </w:trPr>
        <w:tc>
          <w:tcPr>
            <w:tcW w:w="826" w:type="dxa"/>
            <w:vMerge/>
            <w:tcBorders>
              <w:top w:val="nil"/>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top w:val="nil"/>
              <w:left w:val="single" w:sz="4" w:space="0" w:color="auto"/>
              <w:bottom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tcPr>
          <w:p w:rsidR="007C08D3" w:rsidRPr="00C92D70" w:rsidRDefault="007C08D3" w:rsidP="00BC7260">
            <w:pPr>
              <w:rPr>
                <w:sz w:val="20"/>
                <w:szCs w:val="20"/>
              </w:rPr>
            </w:pPr>
          </w:p>
        </w:tc>
      </w:tr>
      <w:tr w:rsidR="007C08D3" w:rsidRPr="00C92D70" w:rsidTr="00BC7260">
        <w:trPr>
          <w:trHeight w:val="20"/>
          <w:jc w:val="center"/>
        </w:trPr>
        <w:tc>
          <w:tcPr>
            <w:tcW w:w="826" w:type="dxa"/>
            <w:vMerge w:val="restart"/>
            <w:tcBorders>
              <w:top w:val="nil"/>
              <w:left w:val="single" w:sz="4" w:space="0" w:color="auto"/>
              <w:right w:val="single" w:sz="4" w:space="0" w:color="auto"/>
            </w:tcBorders>
            <w:vAlign w:val="center"/>
          </w:tcPr>
          <w:p w:rsidR="007C08D3" w:rsidRPr="00C92D70" w:rsidRDefault="007C08D3" w:rsidP="00BC7260">
            <w:pPr>
              <w:jc w:val="center"/>
              <w:rPr>
                <w:sz w:val="20"/>
                <w:szCs w:val="20"/>
              </w:rPr>
            </w:pPr>
            <w:r w:rsidRPr="00C92D70">
              <w:rPr>
                <w:sz w:val="20"/>
                <w:szCs w:val="20"/>
              </w:rPr>
              <w:t>6</w:t>
            </w:r>
          </w:p>
        </w:tc>
        <w:tc>
          <w:tcPr>
            <w:tcW w:w="3295" w:type="dxa"/>
            <w:vMerge w:val="restart"/>
            <w:tcBorders>
              <w:top w:val="nil"/>
              <w:left w:val="single" w:sz="4" w:space="0" w:color="auto"/>
              <w:right w:val="single" w:sz="4" w:space="0" w:color="auto"/>
            </w:tcBorders>
            <w:vAlign w:val="center"/>
          </w:tcPr>
          <w:p w:rsidR="007C08D3" w:rsidRPr="00C92D70" w:rsidRDefault="007C08D3" w:rsidP="00BC7260">
            <w:pPr>
              <w:rPr>
                <w:sz w:val="20"/>
                <w:szCs w:val="20"/>
              </w:rPr>
            </w:pPr>
          </w:p>
          <w:p w:rsidR="007C08D3" w:rsidRPr="00C92D70" w:rsidRDefault="007C08D3" w:rsidP="00BC7260">
            <w:pPr>
              <w:rPr>
                <w:sz w:val="20"/>
                <w:szCs w:val="20"/>
              </w:rPr>
            </w:pPr>
          </w:p>
          <w:p w:rsidR="007C08D3" w:rsidRPr="00C92D70" w:rsidRDefault="007C08D3" w:rsidP="00BC7260">
            <w:pPr>
              <w:rPr>
                <w:sz w:val="20"/>
                <w:szCs w:val="20"/>
              </w:rPr>
            </w:pPr>
            <w:r w:rsidRPr="00C92D70">
              <w:rPr>
                <w:sz w:val="20"/>
                <w:szCs w:val="20"/>
              </w:rPr>
              <w:t xml:space="preserve">Рекреационная </w:t>
            </w:r>
          </w:p>
          <w:p w:rsidR="007C08D3" w:rsidRPr="00C92D70" w:rsidRDefault="007C08D3" w:rsidP="00BC7260">
            <w:pPr>
              <w:rPr>
                <w:sz w:val="20"/>
                <w:szCs w:val="20"/>
              </w:rPr>
            </w:pPr>
          </w:p>
          <w:p w:rsidR="007C08D3" w:rsidRPr="00C92D70" w:rsidRDefault="007C08D3" w:rsidP="00BC7260">
            <w:pPr>
              <w:rPr>
                <w:sz w:val="20"/>
                <w:szCs w:val="20"/>
              </w:rPr>
            </w:pPr>
          </w:p>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Объектов отдыха, туризма и санаторно-курортного лечения</w:t>
            </w:r>
          </w:p>
        </w:tc>
      </w:tr>
      <w:tr w:rsidR="007C08D3" w:rsidRPr="00C92D70" w:rsidTr="00BC7260">
        <w:trPr>
          <w:trHeight w:val="20"/>
          <w:jc w:val="center"/>
        </w:trPr>
        <w:tc>
          <w:tcPr>
            <w:tcW w:w="826" w:type="dxa"/>
            <w:vMerge/>
            <w:tcBorders>
              <w:left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Озеленённых территорий общего пользования</w:t>
            </w:r>
          </w:p>
        </w:tc>
      </w:tr>
      <w:tr w:rsidR="007C08D3" w:rsidRPr="00C92D70" w:rsidTr="00BC7260">
        <w:trPr>
          <w:trHeight w:val="20"/>
          <w:jc w:val="center"/>
        </w:trPr>
        <w:tc>
          <w:tcPr>
            <w:tcW w:w="826" w:type="dxa"/>
            <w:vMerge/>
            <w:tcBorders>
              <w:left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Городских лесов</w:t>
            </w:r>
          </w:p>
        </w:tc>
      </w:tr>
      <w:tr w:rsidR="007C08D3" w:rsidRPr="00C92D70" w:rsidTr="00BC7260">
        <w:trPr>
          <w:trHeight w:val="20"/>
          <w:jc w:val="center"/>
        </w:trPr>
        <w:tc>
          <w:tcPr>
            <w:tcW w:w="826" w:type="dxa"/>
            <w:vMerge/>
            <w:tcBorders>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single" w:sz="4" w:space="0" w:color="auto"/>
              <w:bottom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Рекреационная</w:t>
            </w:r>
          </w:p>
        </w:tc>
      </w:tr>
      <w:tr w:rsidR="007C08D3" w:rsidRPr="00C92D70" w:rsidTr="00BC7260">
        <w:trPr>
          <w:trHeight w:val="20"/>
          <w:jc w:val="center"/>
        </w:trPr>
        <w:tc>
          <w:tcPr>
            <w:tcW w:w="826" w:type="dxa"/>
            <w:vMerge w:val="restart"/>
            <w:tcBorders>
              <w:top w:val="nil"/>
              <w:left w:val="single" w:sz="4" w:space="0" w:color="auto"/>
              <w:right w:val="single" w:sz="4" w:space="0" w:color="auto"/>
            </w:tcBorders>
            <w:vAlign w:val="center"/>
          </w:tcPr>
          <w:p w:rsidR="007C08D3" w:rsidRPr="00C92D70" w:rsidRDefault="007C08D3" w:rsidP="00BC7260">
            <w:pPr>
              <w:jc w:val="center"/>
              <w:rPr>
                <w:sz w:val="20"/>
                <w:szCs w:val="20"/>
              </w:rPr>
            </w:pPr>
            <w:r w:rsidRPr="00C92D70">
              <w:rPr>
                <w:sz w:val="20"/>
                <w:szCs w:val="20"/>
              </w:rPr>
              <w:t>7</w:t>
            </w:r>
          </w:p>
        </w:tc>
        <w:tc>
          <w:tcPr>
            <w:tcW w:w="3295" w:type="dxa"/>
            <w:vMerge w:val="restart"/>
            <w:tcBorders>
              <w:top w:val="nil"/>
              <w:left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Сельскохозяйственного использования</w:t>
            </w: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Сельскохозяйственных угодий</w:t>
            </w:r>
          </w:p>
        </w:tc>
      </w:tr>
      <w:tr w:rsidR="007C08D3" w:rsidRPr="00C92D70" w:rsidTr="00BC7260">
        <w:trPr>
          <w:trHeight w:val="20"/>
          <w:jc w:val="center"/>
        </w:trPr>
        <w:tc>
          <w:tcPr>
            <w:tcW w:w="826" w:type="dxa"/>
            <w:vMerge/>
            <w:tcBorders>
              <w:left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Объектов сельскохозяйственного назначения</w:t>
            </w:r>
          </w:p>
        </w:tc>
      </w:tr>
      <w:tr w:rsidR="007C08D3" w:rsidRPr="00C92D70" w:rsidTr="00BC7260">
        <w:trPr>
          <w:trHeight w:val="20"/>
          <w:jc w:val="center"/>
        </w:trPr>
        <w:tc>
          <w:tcPr>
            <w:tcW w:w="826" w:type="dxa"/>
            <w:vMerge/>
            <w:tcBorders>
              <w:left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Ведения личного подсобного хозяйства, садоводства, огородничества</w:t>
            </w:r>
          </w:p>
        </w:tc>
      </w:tr>
      <w:tr w:rsidR="007C08D3" w:rsidRPr="00C92D70" w:rsidTr="00BC7260">
        <w:trPr>
          <w:trHeight w:val="20"/>
          <w:jc w:val="center"/>
        </w:trPr>
        <w:tc>
          <w:tcPr>
            <w:tcW w:w="826" w:type="dxa"/>
            <w:vMerge/>
            <w:tcBorders>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single" w:sz="4" w:space="0" w:color="auto"/>
              <w:bottom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Сельскохозяйственного использования</w:t>
            </w:r>
          </w:p>
        </w:tc>
      </w:tr>
      <w:tr w:rsidR="007C08D3" w:rsidRPr="00C92D70" w:rsidTr="00BC7260">
        <w:trPr>
          <w:trHeight w:val="20"/>
          <w:jc w:val="center"/>
        </w:trPr>
        <w:tc>
          <w:tcPr>
            <w:tcW w:w="826" w:type="dxa"/>
            <w:vMerge w:val="restart"/>
            <w:tcBorders>
              <w:top w:val="nil"/>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r w:rsidRPr="00C92D70">
              <w:rPr>
                <w:sz w:val="20"/>
                <w:szCs w:val="20"/>
              </w:rPr>
              <w:t>8</w:t>
            </w:r>
          </w:p>
        </w:tc>
        <w:tc>
          <w:tcPr>
            <w:tcW w:w="3295" w:type="dxa"/>
            <w:vMerge w:val="restart"/>
            <w:tcBorders>
              <w:top w:val="nil"/>
              <w:left w:val="single" w:sz="4" w:space="0" w:color="auto"/>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 xml:space="preserve">Специального назначения </w:t>
            </w: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Ритуального назначения</w:t>
            </w:r>
          </w:p>
        </w:tc>
      </w:tr>
      <w:tr w:rsidR="007C08D3" w:rsidRPr="00C92D70" w:rsidTr="00BC7260">
        <w:trPr>
          <w:trHeight w:val="20"/>
          <w:jc w:val="center"/>
        </w:trPr>
        <w:tc>
          <w:tcPr>
            <w:tcW w:w="826" w:type="dxa"/>
            <w:vMerge/>
            <w:tcBorders>
              <w:top w:val="nil"/>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top w:val="nil"/>
              <w:left w:val="single" w:sz="4" w:space="0" w:color="auto"/>
              <w:bottom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bottom"/>
          </w:tcPr>
          <w:p w:rsidR="007C08D3" w:rsidRPr="00C92D70" w:rsidRDefault="007C08D3" w:rsidP="00BC7260">
            <w:pPr>
              <w:rPr>
                <w:sz w:val="20"/>
                <w:szCs w:val="20"/>
              </w:rPr>
            </w:pPr>
            <w:r w:rsidRPr="00C92D70">
              <w:rPr>
                <w:sz w:val="20"/>
                <w:szCs w:val="20"/>
              </w:rPr>
              <w:t>Складирования и захоронения отходов</w:t>
            </w:r>
          </w:p>
        </w:tc>
      </w:tr>
      <w:tr w:rsidR="007C08D3" w:rsidRPr="00C92D70" w:rsidTr="00BC7260">
        <w:trPr>
          <w:trHeight w:val="20"/>
          <w:jc w:val="center"/>
        </w:trPr>
        <w:tc>
          <w:tcPr>
            <w:tcW w:w="826" w:type="dxa"/>
            <w:tcBorders>
              <w:top w:val="nil"/>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r w:rsidRPr="00C92D70">
              <w:rPr>
                <w:sz w:val="20"/>
                <w:szCs w:val="20"/>
              </w:rPr>
              <w:t>9</w:t>
            </w:r>
          </w:p>
        </w:tc>
        <w:tc>
          <w:tcPr>
            <w:tcW w:w="3295" w:type="dxa"/>
            <w:tcBorders>
              <w:top w:val="nil"/>
              <w:left w:val="nil"/>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Обороны и безопасности</w:t>
            </w:r>
          </w:p>
        </w:tc>
        <w:tc>
          <w:tcPr>
            <w:tcW w:w="4225" w:type="dxa"/>
            <w:tcBorders>
              <w:top w:val="nil"/>
              <w:left w:val="nil"/>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Обороны и безопасности</w:t>
            </w:r>
          </w:p>
        </w:tc>
      </w:tr>
      <w:tr w:rsidR="007C08D3" w:rsidRPr="00C92D70" w:rsidTr="00BC7260">
        <w:trPr>
          <w:trHeight w:val="20"/>
          <w:jc w:val="center"/>
        </w:trPr>
        <w:tc>
          <w:tcPr>
            <w:tcW w:w="826" w:type="dxa"/>
            <w:tcBorders>
              <w:top w:val="nil"/>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r w:rsidRPr="00C92D70">
              <w:rPr>
                <w:sz w:val="20"/>
                <w:szCs w:val="20"/>
              </w:rPr>
              <w:t>10</w:t>
            </w:r>
          </w:p>
        </w:tc>
        <w:tc>
          <w:tcPr>
            <w:tcW w:w="3295" w:type="dxa"/>
            <w:tcBorders>
              <w:top w:val="nil"/>
              <w:left w:val="nil"/>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Режимных территорий</w:t>
            </w:r>
          </w:p>
        </w:tc>
        <w:tc>
          <w:tcPr>
            <w:tcW w:w="4225" w:type="dxa"/>
            <w:tcBorders>
              <w:top w:val="nil"/>
              <w:left w:val="nil"/>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Режимных территорий</w:t>
            </w:r>
          </w:p>
        </w:tc>
      </w:tr>
      <w:tr w:rsidR="007C08D3" w:rsidRPr="00C92D70" w:rsidTr="00BC7260">
        <w:trPr>
          <w:trHeight w:val="20"/>
          <w:jc w:val="center"/>
        </w:trPr>
        <w:tc>
          <w:tcPr>
            <w:tcW w:w="826" w:type="dxa"/>
            <w:tcBorders>
              <w:top w:val="nil"/>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r w:rsidRPr="00C92D70">
              <w:rPr>
                <w:sz w:val="20"/>
                <w:szCs w:val="20"/>
              </w:rPr>
              <w:t>11</w:t>
            </w:r>
          </w:p>
        </w:tc>
        <w:tc>
          <w:tcPr>
            <w:tcW w:w="3295" w:type="dxa"/>
            <w:tcBorders>
              <w:top w:val="nil"/>
              <w:left w:val="nil"/>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 xml:space="preserve">Акваторий </w:t>
            </w:r>
          </w:p>
        </w:tc>
        <w:tc>
          <w:tcPr>
            <w:tcW w:w="4225" w:type="dxa"/>
            <w:tcBorders>
              <w:top w:val="nil"/>
              <w:left w:val="nil"/>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Акваторий</w:t>
            </w:r>
          </w:p>
        </w:tc>
      </w:tr>
      <w:tr w:rsidR="007C08D3" w:rsidRPr="00C92D70" w:rsidTr="00BC7260">
        <w:trPr>
          <w:trHeight w:val="20"/>
          <w:jc w:val="center"/>
        </w:trPr>
        <w:tc>
          <w:tcPr>
            <w:tcW w:w="826" w:type="dxa"/>
            <w:vMerge w:val="restart"/>
            <w:tcBorders>
              <w:top w:val="nil"/>
              <w:left w:val="single" w:sz="4" w:space="0" w:color="auto"/>
              <w:right w:val="single" w:sz="4" w:space="0" w:color="auto"/>
            </w:tcBorders>
            <w:vAlign w:val="center"/>
          </w:tcPr>
          <w:p w:rsidR="007C08D3" w:rsidRPr="00C92D70" w:rsidRDefault="007C08D3" w:rsidP="00BC7260">
            <w:pPr>
              <w:jc w:val="center"/>
              <w:rPr>
                <w:sz w:val="20"/>
                <w:szCs w:val="20"/>
              </w:rPr>
            </w:pPr>
            <w:r w:rsidRPr="00C92D70">
              <w:rPr>
                <w:sz w:val="20"/>
                <w:szCs w:val="20"/>
              </w:rPr>
              <w:t>12</w:t>
            </w:r>
          </w:p>
        </w:tc>
        <w:tc>
          <w:tcPr>
            <w:tcW w:w="3295" w:type="dxa"/>
            <w:vMerge w:val="restart"/>
            <w:tcBorders>
              <w:top w:val="nil"/>
              <w:left w:val="nil"/>
              <w:right w:val="single" w:sz="4" w:space="0" w:color="auto"/>
            </w:tcBorders>
            <w:vAlign w:val="center"/>
          </w:tcPr>
          <w:p w:rsidR="007C08D3" w:rsidRPr="00C92D70" w:rsidRDefault="007C08D3" w:rsidP="00BC7260">
            <w:pPr>
              <w:rPr>
                <w:sz w:val="20"/>
                <w:szCs w:val="20"/>
              </w:rPr>
            </w:pPr>
            <w:r w:rsidRPr="00C92D70">
              <w:rPr>
                <w:sz w:val="20"/>
                <w:szCs w:val="20"/>
              </w:rPr>
              <w:t>Природного ландшафта</w:t>
            </w:r>
          </w:p>
        </w:tc>
        <w:tc>
          <w:tcPr>
            <w:tcW w:w="4225" w:type="dxa"/>
            <w:tcBorders>
              <w:top w:val="nil"/>
              <w:left w:val="nil"/>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Открытого пространства</w:t>
            </w:r>
          </w:p>
        </w:tc>
      </w:tr>
      <w:tr w:rsidR="007C08D3" w:rsidRPr="00C92D70" w:rsidTr="00BC7260">
        <w:trPr>
          <w:trHeight w:val="20"/>
          <w:jc w:val="center"/>
        </w:trPr>
        <w:tc>
          <w:tcPr>
            <w:tcW w:w="826" w:type="dxa"/>
            <w:vMerge/>
            <w:tcBorders>
              <w:left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nil"/>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Защитного озеленения</w:t>
            </w:r>
          </w:p>
        </w:tc>
      </w:tr>
      <w:tr w:rsidR="007C08D3" w:rsidRPr="00C92D70" w:rsidTr="00BC7260">
        <w:trPr>
          <w:trHeight w:val="20"/>
          <w:jc w:val="center"/>
        </w:trPr>
        <w:tc>
          <w:tcPr>
            <w:tcW w:w="826" w:type="dxa"/>
            <w:vMerge/>
            <w:tcBorders>
              <w:left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nil"/>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Территорий, покрытых лесом и кустарником</w:t>
            </w:r>
          </w:p>
        </w:tc>
      </w:tr>
      <w:tr w:rsidR="007C08D3" w:rsidRPr="00C92D70" w:rsidTr="00BC7260">
        <w:trPr>
          <w:trHeight w:val="20"/>
          <w:jc w:val="center"/>
        </w:trPr>
        <w:tc>
          <w:tcPr>
            <w:tcW w:w="826" w:type="dxa"/>
            <w:vMerge/>
            <w:tcBorders>
              <w:left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nil"/>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Нарушенного природного ландшафта</w:t>
            </w:r>
          </w:p>
        </w:tc>
      </w:tr>
      <w:tr w:rsidR="007C08D3" w:rsidRPr="00C92D70" w:rsidTr="00BC7260">
        <w:trPr>
          <w:trHeight w:val="20"/>
          <w:jc w:val="center"/>
        </w:trPr>
        <w:tc>
          <w:tcPr>
            <w:tcW w:w="826" w:type="dxa"/>
            <w:vMerge/>
            <w:tcBorders>
              <w:left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nil"/>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Заболоченных территорий</w:t>
            </w:r>
          </w:p>
        </w:tc>
      </w:tr>
      <w:tr w:rsidR="007C08D3" w:rsidRPr="00C92D70" w:rsidTr="00BC7260">
        <w:trPr>
          <w:trHeight w:val="20"/>
          <w:jc w:val="center"/>
        </w:trPr>
        <w:tc>
          <w:tcPr>
            <w:tcW w:w="826" w:type="dxa"/>
            <w:vMerge/>
            <w:tcBorders>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p>
        </w:tc>
        <w:tc>
          <w:tcPr>
            <w:tcW w:w="3295" w:type="dxa"/>
            <w:vMerge/>
            <w:tcBorders>
              <w:left w:val="nil"/>
              <w:bottom w:val="single" w:sz="4" w:space="0" w:color="auto"/>
              <w:right w:val="single" w:sz="4" w:space="0" w:color="auto"/>
            </w:tcBorders>
            <w:vAlign w:val="center"/>
          </w:tcPr>
          <w:p w:rsidR="007C08D3" w:rsidRPr="00C92D70" w:rsidRDefault="007C08D3" w:rsidP="00BC7260">
            <w:pPr>
              <w:rPr>
                <w:sz w:val="20"/>
                <w:szCs w:val="20"/>
              </w:rPr>
            </w:pPr>
          </w:p>
        </w:tc>
        <w:tc>
          <w:tcPr>
            <w:tcW w:w="4225" w:type="dxa"/>
            <w:tcBorders>
              <w:top w:val="nil"/>
              <w:left w:val="nil"/>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Природного ландшафта</w:t>
            </w:r>
          </w:p>
        </w:tc>
      </w:tr>
      <w:tr w:rsidR="007C08D3" w:rsidRPr="00C92D70" w:rsidTr="00BC7260">
        <w:trPr>
          <w:trHeight w:val="20"/>
          <w:jc w:val="center"/>
        </w:trPr>
        <w:tc>
          <w:tcPr>
            <w:tcW w:w="826" w:type="dxa"/>
            <w:tcBorders>
              <w:top w:val="nil"/>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r w:rsidRPr="00C92D70">
              <w:rPr>
                <w:sz w:val="20"/>
                <w:szCs w:val="20"/>
              </w:rPr>
              <w:t>13</w:t>
            </w:r>
          </w:p>
        </w:tc>
        <w:tc>
          <w:tcPr>
            <w:tcW w:w="3295" w:type="dxa"/>
            <w:tcBorders>
              <w:top w:val="nil"/>
              <w:left w:val="nil"/>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 xml:space="preserve">Особо охраняемых природных территорий </w:t>
            </w:r>
          </w:p>
        </w:tc>
        <w:tc>
          <w:tcPr>
            <w:tcW w:w="4225" w:type="dxa"/>
            <w:tcBorders>
              <w:top w:val="nil"/>
              <w:left w:val="nil"/>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 xml:space="preserve">Особо охраняемых природных территорий </w:t>
            </w:r>
          </w:p>
        </w:tc>
      </w:tr>
      <w:tr w:rsidR="007C08D3" w:rsidRPr="00C92D70" w:rsidTr="00BC7260">
        <w:trPr>
          <w:trHeight w:val="20"/>
          <w:jc w:val="center"/>
        </w:trPr>
        <w:tc>
          <w:tcPr>
            <w:tcW w:w="826" w:type="dxa"/>
            <w:tcBorders>
              <w:top w:val="nil"/>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r w:rsidRPr="00C92D70">
              <w:rPr>
                <w:sz w:val="20"/>
                <w:szCs w:val="20"/>
              </w:rPr>
              <w:t>14</w:t>
            </w:r>
          </w:p>
        </w:tc>
        <w:tc>
          <w:tcPr>
            <w:tcW w:w="3295" w:type="dxa"/>
            <w:tcBorders>
              <w:top w:val="nil"/>
              <w:left w:val="nil"/>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Добычи полезных ископаемых</w:t>
            </w:r>
          </w:p>
        </w:tc>
        <w:tc>
          <w:tcPr>
            <w:tcW w:w="4225" w:type="dxa"/>
            <w:tcBorders>
              <w:top w:val="nil"/>
              <w:left w:val="nil"/>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Добычи полезных ископаемых</w:t>
            </w:r>
          </w:p>
        </w:tc>
      </w:tr>
      <w:tr w:rsidR="007C08D3" w:rsidRPr="00C92D70" w:rsidTr="00BC7260">
        <w:trPr>
          <w:trHeight w:val="20"/>
          <w:jc w:val="center"/>
        </w:trPr>
        <w:tc>
          <w:tcPr>
            <w:tcW w:w="826" w:type="dxa"/>
            <w:tcBorders>
              <w:top w:val="nil"/>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r w:rsidRPr="00C92D70">
              <w:rPr>
                <w:sz w:val="20"/>
                <w:szCs w:val="20"/>
              </w:rPr>
              <w:t>15</w:t>
            </w:r>
          </w:p>
        </w:tc>
        <w:tc>
          <w:tcPr>
            <w:tcW w:w="3295" w:type="dxa"/>
            <w:tcBorders>
              <w:top w:val="nil"/>
              <w:left w:val="nil"/>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Коммуникационных коридоров</w:t>
            </w:r>
          </w:p>
        </w:tc>
        <w:tc>
          <w:tcPr>
            <w:tcW w:w="4225" w:type="dxa"/>
            <w:tcBorders>
              <w:top w:val="nil"/>
              <w:left w:val="nil"/>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Коммуникационных коридоров</w:t>
            </w:r>
          </w:p>
        </w:tc>
      </w:tr>
      <w:tr w:rsidR="007C08D3" w:rsidRPr="00C92D70" w:rsidTr="00BC7260">
        <w:trPr>
          <w:trHeight w:val="20"/>
          <w:jc w:val="center"/>
        </w:trPr>
        <w:tc>
          <w:tcPr>
            <w:tcW w:w="826" w:type="dxa"/>
            <w:tcBorders>
              <w:top w:val="nil"/>
              <w:left w:val="single" w:sz="4" w:space="0" w:color="auto"/>
              <w:bottom w:val="single" w:sz="4" w:space="0" w:color="auto"/>
              <w:right w:val="single" w:sz="4" w:space="0" w:color="auto"/>
            </w:tcBorders>
            <w:vAlign w:val="center"/>
          </w:tcPr>
          <w:p w:rsidR="007C08D3" w:rsidRPr="00C92D70" w:rsidRDefault="007C08D3" w:rsidP="00BC7260">
            <w:pPr>
              <w:jc w:val="center"/>
              <w:rPr>
                <w:sz w:val="20"/>
                <w:szCs w:val="20"/>
              </w:rPr>
            </w:pPr>
            <w:r w:rsidRPr="00C92D70">
              <w:rPr>
                <w:sz w:val="20"/>
                <w:szCs w:val="20"/>
              </w:rPr>
              <w:t>16</w:t>
            </w:r>
          </w:p>
        </w:tc>
        <w:tc>
          <w:tcPr>
            <w:tcW w:w="3295" w:type="dxa"/>
            <w:tcBorders>
              <w:top w:val="nil"/>
              <w:left w:val="nil"/>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Улично-дорожной сети</w:t>
            </w:r>
          </w:p>
        </w:tc>
        <w:tc>
          <w:tcPr>
            <w:tcW w:w="4225" w:type="dxa"/>
            <w:tcBorders>
              <w:top w:val="nil"/>
              <w:left w:val="nil"/>
              <w:bottom w:val="single" w:sz="4" w:space="0" w:color="auto"/>
              <w:right w:val="single" w:sz="4" w:space="0" w:color="auto"/>
            </w:tcBorders>
            <w:vAlign w:val="center"/>
          </w:tcPr>
          <w:p w:rsidR="007C08D3" w:rsidRPr="00C92D70" w:rsidRDefault="007C08D3" w:rsidP="00BC7260">
            <w:pPr>
              <w:rPr>
                <w:sz w:val="20"/>
                <w:szCs w:val="20"/>
              </w:rPr>
            </w:pPr>
            <w:r w:rsidRPr="00C92D70">
              <w:rPr>
                <w:sz w:val="20"/>
                <w:szCs w:val="20"/>
              </w:rPr>
              <w:t>Улично-дорожной сети</w:t>
            </w:r>
          </w:p>
        </w:tc>
      </w:tr>
    </w:tbl>
    <w:p w:rsidR="007C08D3" w:rsidRPr="00C92D70" w:rsidRDefault="007C08D3" w:rsidP="00BD37E4">
      <w:pPr>
        <w:pStyle w:val="a4"/>
      </w:pPr>
      <w:r w:rsidRPr="00C92D70">
        <w:t>Примечание. Представленный перечень типов и видов функциональных зон является рекомендательным. При подготовке документов территориального планирования могут быть определены иные типы и виды функциональных зон.</w:t>
      </w:r>
    </w:p>
    <w:p w:rsidR="007C08D3" w:rsidRPr="00C92D70" w:rsidRDefault="007C08D3" w:rsidP="00786AB6">
      <w:pPr>
        <w:pStyle w:val="Heading2"/>
        <w:numPr>
          <w:ilvl w:val="1"/>
          <w:numId w:val="24"/>
        </w:numPr>
        <w:jc w:val="center"/>
      </w:pPr>
      <w:bookmarkStart w:id="9" w:name="_Toc393383980"/>
      <w:bookmarkEnd w:id="7"/>
      <w:r w:rsidRPr="00C92D70">
        <w:t>Нормативы площади и распределения территорий общего пользования</w:t>
      </w:r>
      <w:bookmarkEnd w:id="9"/>
    </w:p>
    <w:p w:rsidR="007C08D3" w:rsidRPr="00C92D70" w:rsidRDefault="007C08D3" w:rsidP="00277D25">
      <w:pPr>
        <w:pStyle w:val="S5"/>
        <w:spacing w:before="0" w:after="0"/>
      </w:pPr>
      <w:r w:rsidRPr="00C92D70">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C08D3" w:rsidRPr="00C92D70" w:rsidRDefault="007C08D3" w:rsidP="00277D25">
      <w:pPr>
        <w:pStyle w:val="S5"/>
        <w:spacing w:before="0" w:after="0"/>
      </w:pPr>
      <w:r w:rsidRPr="00C92D70">
        <w:t xml:space="preserve">Нормативы площади и распределения озеленённых и благоустроенных территорий общего пользования применительно к различным элементам планировочной структуры и типам застройки приведены в разделе 2.1. </w:t>
      </w:r>
    </w:p>
    <w:p w:rsidR="007C08D3" w:rsidRPr="00C92D70" w:rsidRDefault="007C08D3" w:rsidP="00277D25">
      <w:pPr>
        <w:pStyle w:val="a4"/>
      </w:pPr>
      <w:r w:rsidRPr="00C92D70">
        <w:t xml:space="preserve">Размер береговой полосы водных объектов общего пользования установлен пунктом 6 статьи 6 Водного кодекса РФ: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 </w:t>
      </w:r>
    </w:p>
    <w:p w:rsidR="007C08D3" w:rsidRPr="00C92D70" w:rsidRDefault="007C08D3" w:rsidP="00786AB6">
      <w:pPr>
        <w:pStyle w:val="Heading2"/>
        <w:numPr>
          <w:ilvl w:val="1"/>
          <w:numId w:val="24"/>
        </w:numPr>
        <w:jc w:val="center"/>
      </w:pPr>
      <w:bookmarkStart w:id="10" w:name="_Toc389132428"/>
      <w:bookmarkStart w:id="11" w:name="_Toc393383981"/>
      <w:bookmarkStart w:id="12" w:name="_Toc389132430"/>
      <w:r w:rsidRPr="00C92D70">
        <w:t>Пространственно-планировочная орга</w:t>
      </w:r>
      <w:r>
        <w:t>низация территорий муниципального</w:t>
      </w:r>
      <w:r w:rsidRPr="00C92D70">
        <w:t xml:space="preserve"> район</w:t>
      </w:r>
      <w:bookmarkEnd w:id="10"/>
      <w:bookmarkEnd w:id="11"/>
      <w:r>
        <w:t>а</w:t>
      </w:r>
    </w:p>
    <w:p w:rsidR="007C08D3" w:rsidRPr="00C92D70" w:rsidRDefault="007C08D3" w:rsidP="00BD37E4">
      <w:pPr>
        <w:pStyle w:val="a4"/>
      </w:pPr>
      <w:r w:rsidRPr="00C92D70">
        <w:t>На территории Красноярского края сформированы 44 муниципальных района. Основными задачами пространственного развития муниципальных районов Красноярского края являются: сохранение сложившейся структуры расселения на обширных территориях, оптимизация системы расселения, развитие территориальной инженерно-транспортной инфраструктуры, оздоровление экологического каркаса системы расселения и создание благоприятной среды жизнедеятельности человека путем достижения баланса экономических и экологических интересов.</w:t>
      </w:r>
    </w:p>
    <w:p w:rsidR="007C08D3" w:rsidRPr="00C92D70" w:rsidRDefault="007C08D3" w:rsidP="00BD37E4">
      <w:pPr>
        <w:pStyle w:val="a4"/>
      </w:pPr>
      <w:r w:rsidRPr="00C92D70">
        <w:t>Ключевым направлением оптимизации системы расселения должно стать формирование опорной структуры поселений и их развитие. Наиболее подготовленными для выполнения роли опорных центров являются городские и сельские населённые пункты, занимающие выгодное транспортное положение, имеющие благоприятные предпосылки для размещения производственных объектов, предприятий материально-технического снабжения, строительной базы, развития предпринимательской деятельности.</w:t>
      </w:r>
    </w:p>
    <w:p w:rsidR="007C08D3" w:rsidRPr="00C92D70" w:rsidRDefault="007C08D3" w:rsidP="00BD37E4">
      <w:pPr>
        <w:autoSpaceDE w:val="0"/>
        <w:autoSpaceDN w:val="0"/>
        <w:adjustRightInd w:val="0"/>
      </w:pPr>
      <w:r w:rsidRPr="00C92D70">
        <w:t>Простра</w:t>
      </w:r>
      <w:r>
        <w:t>нственная организация территории Абанского муниципального</w:t>
      </w:r>
      <w:r w:rsidRPr="00C92D70">
        <w:t xml:space="preserve"> </w:t>
      </w:r>
      <w:r>
        <w:t>района</w:t>
      </w:r>
      <w:r w:rsidRPr="00C92D70">
        <w:t xml:space="preserve"> Красноярского края разрабатывается в соответствии с программными документами социально-экономического развития и с учетом результатов комплексной оценки территории Красноярского края, основанной на всестороннем научном изучении природных, социально-экономических факторов:</w:t>
      </w:r>
    </w:p>
    <w:p w:rsidR="007C08D3" w:rsidRPr="00C92D70" w:rsidRDefault="007C08D3" w:rsidP="00BD37E4">
      <w:pPr>
        <w:pStyle w:val="List"/>
      </w:pPr>
      <w:r w:rsidRPr="00C92D70">
        <w:t>экономико-географического положения;</w:t>
      </w:r>
    </w:p>
    <w:p w:rsidR="007C08D3" w:rsidRPr="00C92D70" w:rsidRDefault="007C08D3" w:rsidP="003C238E">
      <w:pPr>
        <w:pStyle w:val="List"/>
        <w:spacing w:after="0"/>
      </w:pPr>
      <w:r w:rsidRPr="00C92D70">
        <w:t>природных условий и ресурсов;</w:t>
      </w:r>
    </w:p>
    <w:p w:rsidR="007C08D3" w:rsidRPr="00C92D70" w:rsidRDefault="007C08D3" w:rsidP="003C238E">
      <w:pPr>
        <w:pStyle w:val="List"/>
        <w:spacing w:after="0"/>
      </w:pPr>
      <w:r w:rsidRPr="00C92D70">
        <w:t>промышленных, демографических ресурсов;</w:t>
      </w:r>
    </w:p>
    <w:p w:rsidR="007C08D3" w:rsidRPr="00C92D70" w:rsidRDefault="007C08D3" w:rsidP="003C238E">
      <w:pPr>
        <w:pStyle w:val="List"/>
        <w:spacing w:after="0"/>
      </w:pPr>
      <w:r w:rsidRPr="00C92D70">
        <w:t>структуры агропромышленного, лесного комплексов;</w:t>
      </w:r>
    </w:p>
    <w:p w:rsidR="007C08D3" w:rsidRPr="00C92D70" w:rsidRDefault="007C08D3" w:rsidP="003C238E">
      <w:pPr>
        <w:pStyle w:val="List"/>
        <w:spacing w:after="0"/>
      </w:pPr>
      <w:r w:rsidRPr="00C92D70">
        <w:t>нормативных ограничений использования территорий, экологического состояния и прочих факторов.</w:t>
      </w:r>
    </w:p>
    <w:p w:rsidR="007C08D3" w:rsidRPr="00C92D70" w:rsidRDefault="007C08D3" w:rsidP="003C238E">
      <w:pPr>
        <w:pStyle w:val="S5"/>
        <w:spacing w:before="0" w:after="0"/>
      </w:pPr>
      <w:r w:rsidRPr="00C92D70">
        <w:t>При разработке градостроительной и проектной док</w:t>
      </w:r>
      <w:r>
        <w:t>ументации для Абанского района</w:t>
      </w:r>
      <w:r w:rsidRPr="00C92D70">
        <w:t xml:space="preserve"> необходимо учитывать:</w:t>
      </w:r>
    </w:p>
    <w:p w:rsidR="007C08D3" w:rsidRPr="00C92D70" w:rsidRDefault="007C08D3" w:rsidP="003C238E">
      <w:pPr>
        <w:pStyle w:val="List"/>
        <w:spacing w:after="0"/>
      </w:pPr>
      <w:r w:rsidRPr="00C92D70">
        <w:t>тип муниципального образования (муниципальный район, поселение);</w:t>
      </w:r>
    </w:p>
    <w:p w:rsidR="007C08D3" w:rsidRPr="00C92D70" w:rsidRDefault="007C08D3" w:rsidP="003C238E">
      <w:pPr>
        <w:pStyle w:val="List"/>
        <w:spacing w:after="0"/>
      </w:pPr>
      <w:r w:rsidRPr="00C92D70">
        <w:t>тип населенного пункта (городской, сельский);</w:t>
      </w:r>
    </w:p>
    <w:p w:rsidR="007C08D3" w:rsidRPr="00C92D70" w:rsidRDefault="007C08D3" w:rsidP="003C238E">
      <w:pPr>
        <w:pStyle w:val="List"/>
        <w:spacing w:after="0"/>
      </w:pPr>
      <w:r>
        <w:t xml:space="preserve">величину </w:t>
      </w:r>
      <w:r w:rsidRPr="00C92D70">
        <w:t xml:space="preserve"> населённых пунктов (крупные, большие, средние, малые);</w:t>
      </w:r>
    </w:p>
    <w:p w:rsidR="007C08D3" w:rsidRPr="00C92D70" w:rsidRDefault="007C08D3" w:rsidP="003C238E">
      <w:pPr>
        <w:pStyle w:val="List"/>
        <w:spacing w:after="0"/>
      </w:pPr>
      <w:r w:rsidRPr="00C92D70">
        <w:t>принадлежность муниципального образования (муниципального района) или населенного пункта к агломерации;</w:t>
      </w:r>
    </w:p>
    <w:p w:rsidR="007C08D3" w:rsidRPr="00C92D70" w:rsidRDefault="007C08D3" w:rsidP="003C238E">
      <w:pPr>
        <w:pStyle w:val="List"/>
        <w:spacing w:after="0"/>
      </w:pPr>
      <w:r w:rsidRPr="00C92D70">
        <w:t>социально-демографическую ситуацию (численность населения, половозрастная структура населения, трудовые ресурсы, национальный состав);</w:t>
      </w:r>
    </w:p>
    <w:p w:rsidR="007C08D3" w:rsidRPr="00C92D70" w:rsidRDefault="007C08D3" w:rsidP="003C238E">
      <w:pPr>
        <w:pStyle w:val="List"/>
        <w:spacing w:after="0"/>
      </w:pPr>
      <w:r w:rsidRPr="00C92D70">
        <w:t>функционализацию муниципального района, населённого пункта, расположенного на межселенных территориях;</w:t>
      </w:r>
    </w:p>
    <w:p w:rsidR="007C08D3" w:rsidRPr="00C92D70" w:rsidRDefault="007C08D3" w:rsidP="003C238E">
      <w:pPr>
        <w:pStyle w:val="List"/>
        <w:spacing w:after="0"/>
      </w:pPr>
      <w:r w:rsidRPr="00C92D70">
        <w:t>состояние окружающей среды (состояние почв, поверхностных и подземных вод, атмосферного воздуха);</w:t>
      </w:r>
    </w:p>
    <w:p w:rsidR="007C08D3" w:rsidRPr="00C92D70" w:rsidRDefault="007C08D3" w:rsidP="003C238E">
      <w:pPr>
        <w:pStyle w:val="List"/>
        <w:spacing w:after="0"/>
      </w:pPr>
      <w:r w:rsidRPr="00C92D70">
        <w:t>природно-климатические условия (климатический подрайон (IA, IБ, IВ, IД), наличие лесных и водных объектов, рельеф, сейсмичность, температурный режим и иные);</w:t>
      </w:r>
    </w:p>
    <w:p w:rsidR="007C08D3" w:rsidRPr="00C92D70" w:rsidRDefault="007C08D3" w:rsidP="003C238E">
      <w:pPr>
        <w:pStyle w:val="List"/>
        <w:spacing w:after="0"/>
      </w:pPr>
      <w:r w:rsidRPr="00C92D70">
        <w:t>сложившиеся условия (историческая застройка, условия реконструкции, природные факторы);</w:t>
      </w:r>
    </w:p>
    <w:p w:rsidR="007C08D3" w:rsidRPr="00C92D70" w:rsidRDefault="007C08D3" w:rsidP="003C238E">
      <w:pPr>
        <w:pStyle w:val="List"/>
        <w:spacing w:after="0"/>
      </w:pPr>
      <w:r w:rsidRPr="00C92D70">
        <w:t>местные особенности и традиции.</w:t>
      </w:r>
    </w:p>
    <w:p w:rsidR="007C08D3" w:rsidRPr="00C92D70" w:rsidRDefault="007C08D3" w:rsidP="00BD37E4">
      <w:pPr>
        <w:pStyle w:val="a4"/>
      </w:pPr>
      <w:r>
        <w:t xml:space="preserve"> Н</w:t>
      </w:r>
      <w:r w:rsidRPr="00C92D70">
        <w:t>аселенные пункты, расположенные на межселенных территориях, в зависимости от проектной численности населения на расчетный срок подразделяются на группы в соответствии с таблицей, приведенной ниже:</w:t>
      </w:r>
    </w:p>
    <w:p w:rsidR="007C08D3" w:rsidRPr="00C92D70" w:rsidRDefault="007C08D3" w:rsidP="00BD37E4">
      <w:pPr>
        <w:pStyle w:val="Caption"/>
        <w:jc w:val="right"/>
      </w:pPr>
      <w:bookmarkStart w:id="13" w:name="_Ref388434030"/>
    </w:p>
    <w:bookmarkEnd w:id="13"/>
    <w:p w:rsidR="007C08D3" w:rsidRPr="00C92D70" w:rsidRDefault="007C08D3" w:rsidP="00BD37E4">
      <w:pPr>
        <w:pStyle w:val="Caption"/>
        <w:jc w:val="right"/>
      </w:pPr>
      <w:r w:rsidRPr="00C92D70">
        <w:t xml:space="preserve">Таблица </w:t>
      </w:r>
      <w:fldSimple w:instr=" SEQ Таблица \* ARABIC ">
        <w:r>
          <w:rPr>
            <w:noProof/>
          </w:rPr>
          <w:t>2</w:t>
        </w:r>
      </w:fldSimple>
    </w:p>
    <w:tbl>
      <w:tblPr>
        <w:tblW w:w="9639" w:type="dxa"/>
        <w:tblInd w:w="70" w:type="dxa"/>
        <w:tblLayout w:type="fixed"/>
        <w:tblCellMar>
          <w:left w:w="70" w:type="dxa"/>
          <w:right w:w="70" w:type="dxa"/>
        </w:tblCellMar>
        <w:tblLook w:val="0000"/>
      </w:tblPr>
      <w:tblGrid>
        <w:gridCol w:w="3686"/>
        <w:gridCol w:w="3118"/>
        <w:gridCol w:w="2835"/>
      </w:tblGrid>
      <w:tr w:rsidR="007C08D3" w:rsidRPr="00C92D70" w:rsidTr="00BC7260">
        <w:trPr>
          <w:cantSplit/>
          <w:trHeight w:val="20"/>
        </w:trPr>
        <w:tc>
          <w:tcPr>
            <w:tcW w:w="3686" w:type="dxa"/>
            <w:vMerge w:val="restart"/>
            <w:tcBorders>
              <w:top w:val="single" w:sz="6" w:space="0" w:color="auto"/>
              <w:left w:val="single" w:sz="6" w:space="0" w:color="auto"/>
              <w:right w:val="single" w:sz="6" w:space="0" w:color="auto"/>
            </w:tcBorders>
          </w:tcPr>
          <w:p w:rsidR="007C08D3" w:rsidRPr="00C92D70" w:rsidRDefault="007C08D3" w:rsidP="00BC7260">
            <w:pPr>
              <w:autoSpaceDE w:val="0"/>
              <w:autoSpaceDN w:val="0"/>
              <w:adjustRightInd w:val="0"/>
              <w:jc w:val="center"/>
              <w:rPr>
                <w:b/>
                <w:sz w:val="20"/>
                <w:szCs w:val="20"/>
              </w:rPr>
            </w:pPr>
            <w:r w:rsidRPr="00C92D70">
              <w:rPr>
                <w:b/>
                <w:sz w:val="20"/>
                <w:szCs w:val="20"/>
              </w:rPr>
              <w:t>Группы населённых пунктов</w:t>
            </w:r>
          </w:p>
        </w:tc>
        <w:tc>
          <w:tcPr>
            <w:tcW w:w="5953" w:type="dxa"/>
            <w:gridSpan w:val="2"/>
            <w:tcBorders>
              <w:top w:val="single" w:sz="6" w:space="0" w:color="auto"/>
              <w:left w:val="single" w:sz="6" w:space="0" w:color="auto"/>
              <w:bottom w:val="single" w:sz="4" w:space="0" w:color="auto"/>
              <w:right w:val="single" w:sz="6" w:space="0" w:color="auto"/>
            </w:tcBorders>
          </w:tcPr>
          <w:p w:rsidR="007C08D3" w:rsidRPr="00C92D70" w:rsidRDefault="007C08D3" w:rsidP="00BC7260">
            <w:pPr>
              <w:autoSpaceDE w:val="0"/>
              <w:autoSpaceDN w:val="0"/>
              <w:adjustRightInd w:val="0"/>
              <w:jc w:val="center"/>
              <w:rPr>
                <w:b/>
                <w:sz w:val="20"/>
                <w:szCs w:val="20"/>
              </w:rPr>
            </w:pPr>
            <w:r w:rsidRPr="00C92D70">
              <w:rPr>
                <w:b/>
                <w:sz w:val="20"/>
                <w:szCs w:val="20"/>
              </w:rPr>
              <w:t>Население, чел.</w:t>
            </w:r>
          </w:p>
        </w:tc>
      </w:tr>
      <w:tr w:rsidR="007C08D3" w:rsidRPr="00C92D70" w:rsidTr="00BC7260">
        <w:trPr>
          <w:cantSplit/>
          <w:trHeight w:val="20"/>
        </w:trPr>
        <w:tc>
          <w:tcPr>
            <w:tcW w:w="3686" w:type="dxa"/>
            <w:vMerge/>
            <w:tcBorders>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jc w:val="center"/>
              <w:rPr>
                <w:b/>
                <w:sz w:val="20"/>
                <w:szCs w:val="20"/>
              </w:rPr>
            </w:pPr>
          </w:p>
        </w:tc>
        <w:tc>
          <w:tcPr>
            <w:tcW w:w="3118" w:type="dxa"/>
            <w:tcBorders>
              <w:top w:val="single" w:sz="4"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jc w:val="center"/>
              <w:rPr>
                <w:b/>
                <w:sz w:val="20"/>
                <w:szCs w:val="20"/>
              </w:rPr>
            </w:pPr>
            <w:r w:rsidRPr="00C92D70">
              <w:rPr>
                <w:b/>
                <w:sz w:val="20"/>
                <w:szCs w:val="20"/>
              </w:rPr>
              <w:t>Городские населённые пункты</w:t>
            </w:r>
          </w:p>
        </w:tc>
        <w:tc>
          <w:tcPr>
            <w:tcW w:w="2835" w:type="dxa"/>
            <w:tcBorders>
              <w:top w:val="single" w:sz="4"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jc w:val="center"/>
              <w:rPr>
                <w:b/>
                <w:sz w:val="20"/>
                <w:szCs w:val="20"/>
              </w:rPr>
            </w:pPr>
            <w:r w:rsidRPr="00C92D70">
              <w:rPr>
                <w:b/>
                <w:sz w:val="20"/>
                <w:szCs w:val="20"/>
              </w:rPr>
              <w:t>Сельские населённые пункты</w:t>
            </w:r>
          </w:p>
        </w:tc>
      </w:tr>
      <w:tr w:rsidR="007C08D3" w:rsidRPr="00C92D70" w:rsidTr="00BC7260">
        <w:trPr>
          <w:cantSplit/>
          <w:trHeight w:val="20"/>
        </w:trPr>
        <w:tc>
          <w:tcPr>
            <w:tcW w:w="3686" w:type="dxa"/>
            <w:tcBorders>
              <w:top w:val="single" w:sz="6" w:space="0" w:color="auto"/>
              <w:left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Крупные</w:t>
            </w:r>
          </w:p>
        </w:tc>
        <w:tc>
          <w:tcPr>
            <w:tcW w:w="3118" w:type="dxa"/>
            <w:tcBorders>
              <w:top w:val="single" w:sz="6" w:space="0" w:color="auto"/>
              <w:left w:val="single" w:sz="6" w:space="0" w:color="auto"/>
              <w:right w:val="single" w:sz="6" w:space="0" w:color="auto"/>
            </w:tcBorders>
          </w:tcPr>
          <w:p w:rsidR="007C08D3" w:rsidRPr="00C92D70" w:rsidRDefault="007C08D3" w:rsidP="00BC7260">
            <w:pPr>
              <w:autoSpaceDE w:val="0"/>
              <w:autoSpaceDN w:val="0"/>
              <w:adjustRightInd w:val="0"/>
              <w:jc w:val="center"/>
              <w:rPr>
                <w:sz w:val="20"/>
                <w:szCs w:val="20"/>
              </w:rPr>
            </w:pPr>
            <w:r w:rsidRPr="00C92D70">
              <w:rPr>
                <w:sz w:val="20"/>
                <w:szCs w:val="20"/>
              </w:rPr>
              <w:t>-</w:t>
            </w:r>
          </w:p>
        </w:tc>
        <w:tc>
          <w:tcPr>
            <w:tcW w:w="2835" w:type="dxa"/>
            <w:tcBorders>
              <w:top w:val="single" w:sz="6" w:space="0" w:color="auto"/>
              <w:left w:val="single" w:sz="6" w:space="0" w:color="auto"/>
              <w:right w:val="single" w:sz="6" w:space="0" w:color="auto"/>
            </w:tcBorders>
          </w:tcPr>
          <w:p w:rsidR="007C08D3" w:rsidRPr="00C92D70" w:rsidRDefault="007C08D3" w:rsidP="00BC7260">
            <w:pPr>
              <w:autoSpaceDE w:val="0"/>
              <w:autoSpaceDN w:val="0"/>
              <w:adjustRightInd w:val="0"/>
              <w:jc w:val="center"/>
              <w:rPr>
                <w:sz w:val="20"/>
                <w:szCs w:val="20"/>
              </w:rPr>
            </w:pPr>
            <w:r w:rsidRPr="00C92D70">
              <w:rPr>
                <w:sz w:val="20"/>
                <w:szCs w:val="20"/>
              </w:rPr>
              <w:t>свыше 3000 до 5000</w:t>
            </w:r>
          </w:p>
        </w:tc>
      </w:tr>
      <w:tr w:rsidR="007C08D3" w:rsidRPr="00C92D70" w:rsidTr="00BC7260">
        <w:trPr>
          <w:cantSplit/>
          <w:trHeight w:val="20"/>
        </w:trPr>
        <w:tc>
          <w:tcPr>
            <w:tcW w:w="3686" w:type="dxa"/>
            <w:tcBorders>
              <w:top w:val="single" w:sz="6" w:space="0" w:color="auto"/>
              <w:left w:val="single" w:sz="6" w:space="0" w:color="auto"/>
              <w:bottom w:val="single" w:sz="4"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Большие</w:t>
            </w:r>
          </w:p>
        </w:tc>
        <w:tc>
          <w:tcPr>
            <w:tcW w:w="3118" w:type="dxa"/>
            <w:tcBorders>
              <w:top w:val="single" w:sz="6" w:space="0" w:color="auto"/>
              <w:left w:val="single" w:sz="6" w:space="0" w:color="auto"/>
              <w:bottom w:val="single" w:sz="4" w:space="0" w:color="auto"/>
              <w:right w:val="single" w:sz="6" w:space="0" w:color="auto"/>
            </w:tcBorders>
          </w:tcPr>
          <w:p w:rsidR="007C08D3" w:rsidRPr="00C92D70" w:rsidRDefault="007C08D3" w:rsidP="00BC7260">
            <w:pPr>
              <w:autoSpaceDE w:val="0"/>
              <w:autoSpaceDN w:val="0"/>
              <w:adjustRightInd w:val="0"/>
              <w:jc w:val="center"/>
              <w:rPr>
                <w:sz w:val="20"/>
                <w:szCs w:val="20"/>
              </w:rPr>
            </w:pPr>
            <w:r w:rsidRPr="00C92D70">
              <w:rPr>
                <w:sz w:val="20"/>
                <w:szCs w:val="20"/>
              </w:rPr>
              <w:t>-</w:t>
            </w:r>
          </w:p>
        </w:tc>
        <w:tc>
          <w:tcPr>
            <w:tcW w:w="2835" w:type="dxa"/>
            <w:tcBorders>
              <w:top w:val="single" w:sz="6" w:space="0" w:color="auto"/>
              <w:left w:val="single" w:sz="6" w:space="0" w:color="auto"/>
              <w:bottom w:val="single" w:sz="4" w:space="0" w:color="auto"/>
              <w:right w:val="single" w:sz="6" w:space="0" w:color="auto"/>
            </w:tcBorders>
          </w:tcPr>
          <w:p w:rsidR="007C08D3" w:rsidRPr="00C92D70" w:rsidRDefault="007C08D3" w:rsidP="00BC7260">
            <w:pPr>
              <w:autoSpaceDE w:val="0"/>
              <w:autoSpaceDN w:val="0"/>
              <w:adjustRightInd w:val="0"/>
              <w:jc w:val="center"/>
              <w:rPr>
                <w:sz w:val="20"/>
                <w:szCs w:val="20"/>
              </w:rPr>
            </w:pPr>
            <w:r w:rsidRPr="00C92D70">
              <w:rPr>
                <w:sz w:val="20"/>
                <w:szCs w:val="20"/>
              </w:rPr>
              <w:t>свыше 1000 до 3000</w:t>
            </w:r>
          </w:p>
          <w:p w:rsidR="007C08D3" w:rsidRPr="00C92D70" w:rsidRDefault="007C08D3" w:rsidP="00BC7260">
            <w:pPr>
              <w:autoSpaceDE w:val="0"/>
              <w:autoSpaceDN w:val="0"/>
              <w:adjustRightInd w:val="0"/>
              <w:jc w:val="center"/>
              <w:rPr>
                <w:sz w:val="20"/>
                <w:szCs w:val="20"/>
              </w:rPr>
            </w:pPr>
          </w:p>
        </w:tc>
      </w:tr>
      <w:tr w:rsidR="007C08D3" w:rsidRPr="00C92D70" w:rsidTr="00BC7260">
        <w:trPr>
          <w:cantSplit/>
          <w:trHeight w:val="20"/>
        </w:trPr>
        <w:tc>
          <w:tcPr>
            <w:tcW w:w="3686" w:type="dxa"/>
            <w:tcBorders>
              <w:top w:val="single" w:sz="6" w:space="0" w:color="auto"/>
              <w:left w:val="single" w:sz="6" w:space="0" w:color="auto"/>
              <w:bottom w:val="single" w:sz="4"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Средние</w:t>
            </w:r>
          </w:p>
        </w:tc>
        <w:tc>
          <w:tcPr>
            <w:tcW w:w="3118" w:type="dxa"/>
            <w:tcBorders>
              <w:top w:val="single" w:sz="6" w:space="0" w:color="auto"/>
              <w:left w:val="single" w:sz="6" w:space="0" w:color="auto"/>
              <w:bottom w:val="single" w:sz="4" w:space="0" w:color="auto"/>
              <w:right w:val="single" w:sz="6" w:space="0" w:color="auto"/>
            </w:tcBorders>
          </w:tcPr>
          <w:p w:rsidR="007C08D3" w:rsidRPr="00C92D70" w:rsidRDefault="007C08D3" w:rsidP="00BC7260">
            <w:pPr>
              <w:autoSpaceDE w:val="0"/>
              <w:autoSpaceDN w:val="0"/>
              <w:adjustRightInd w:val="0"/>
              <w:jc w:val="center"/>
              <w:rPr>
                <w:sz w:val="20"/>
                <w:szCs w:val="20"/>
              </w:rPr>
            </w:pPr>
            <w:r w:rsidRPr="00C92D70">
              <w:rPr>
                <w:sz w:val="20"/>
                <w:szCs w:val="20"/>
              </w:rPr>
              <w:t>-</w:t>
            </w:r>
          </w:p>
        </w:tc>
        <w:tc>
          <w:tcPr>
            <w:tcW w:w="2835" w:type="dxa"/>
            <w:tcBorders>
              <w:top w:val="single" w:sz="6" w:space="0" w:color="auto"/>
              <w:left w:val="single" w:sz="6" w:space="0" w:color="auto"/>
              <w:bottom w:val="single" w:sz="4" w:space="0" w:color="auto"/>
              <w:right w:val="single" w:sz="6" w:space="0" w:color="auto"/>
            </w:tcBorders>
          </w:tcPr>
          <w:p w:rsidR="007C08D3" w:rsidRPr="00C92D70" w:rsidRDefault="007C08D3" w:rsidP="00BC7260">
            <w:pPr>
              <w:autoSpaceDE w:val="0"/>
              <w:autoSpaceDN w:val="0"/>
              <w:adjustRightInd w:val="0"/>
              <w:jc w:val="center"/>
              <w:rPr>
                <w:sz w:val="20"/>
                <w:szCs w:val="20"/>
              </w:rPr>
            </w:pPr>
            <w:r w:rsidRPr="00C92D70">
              <w:rPr>
                <w:sz w:val="20"/>
                <w:szCs w:val="20"/>
              </w:rPr>
              <w:t>свыше 200 до 1000</w:t>
            </w:r>
          </w:p>
          <w:p w:rsidR="007C08D3" w:rsidRPr="00C92D70" w:rsidRDefault="007C08D3" w:rsidP="00BC7260">
            <w:pPr>
              <w:autoSpaceDE w:val="0"/>
              <w:autoSpaceDN w:val="0"/>
              <w:adjustRightInd w:val="0"/>
              <w:jc w:val="center"/>
              <w:rPr>
                <w:sz w:val="20"/>
                <w:szCs w:val="20"/>
              </w:rPr>
            </w:pPr>
          </w:p>
        </w:tc>
      </w:tr>
      <w:tr w:rsidR="007C08D3" w:rsidRPr="00C92D70" w:rsidTr="00BC7260">
        <w:trPr>
          <w:cantSplit/>
          <w:trHeight w:val="20"/>
        </w:trPr>
        <w:tc>
          <w:tcPr>
            <w:tcW w:w="3686" w:type="dxa"/>
            <w:tcBorders>
              <w:top w:val="single" w:sz="6" w:space="0" w:color="auto"/>
              <w:left w:val="single" w:sz="6" w:space="0" w:color="auto"/>
              <w:bottom w:val="single" w:sz="4"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Малые&lt;*&gt;         </w:t>
            </w:r>
          </w:p>
        </w:tc>
        <w:tc>
          <w:tcPr>
            <w:tcW w:w="3118" w:type="dxa"/>
            <w:tcBorders>
              <w:top w:val="single" w:sz="6" w:space="0" w:color="auto"/>
              <w:left w:val="single" w:sz="6" w:space="0" w:color="auto"/>
              <w:bottom w:val="single" w:sz="4" w:space="0" w:color="auto"/>
              <w:right w:val="single" w:sz="6" w:space="0" w:color="auto"/>
            </w:tcBorders>
          </w:tcPr>
          <w:p w:rsidR="007C08D3" w:rsidRPr="00C92D70" w:rsidRDefault="007C08D3" w:rsidP="00BC7260">
            <w:pPr>
              <w:autoSpaceDE w:val="0"/>
              <w:autoSpaceDN w:val="0"/>
              <w:adjustRightInd w:val="0"/>
              <w:jc w:val="center"/>
              <w:rPr>
                <w:sz w:val="20"/>
                <w:szCs w:val="20"/>
                <w:lang w:val="en-US"/>
              </w:rPr>
            </w:pPr>
            <w:r w:rsidRPr="00C92D70">
              <w:rPr>
                <w:sz w:val="20"/>
                <w:szCs w:val="20"/>
              </w:rPr>
              <w:t>до 10 000</w:t>
            </w:r>
          </w:p>
        </w:tc>
        <w:tc>
          <w:tcPr>
            <w:tcW w:w="2835" w:type="dxa"/>
            <w:tcBorders>
              <w:top w:val="single" w:sz="6" w:space="0" w:color="auto"/>
              <w:left w:val="single" w:sz="6" w:space="0" w:color="auto"/>
              <w:bottom w:val="single" w:sz="4" w:space="0" w:color="auto"/>
              <w:right w:val="single" w:sz="6" w:space="0" w:color="auto"/>
            </w:tcBorders>
          </w:tcPr>
          <w:p w:rsidR="007C08D3" w:rsidRPr="00C92D70" w:rsidRDefault="007C08D3" w:rsidP="00BC7260">
            <w:pPr>
              <w:autoSpaceDE w:val="0"/>
              <w:autoSpaceDN w:val="0"/>
              <w:adjustRightInd w:val="0"/>
              <w:jc w:val="center"/>
              <w:rPr>
                <w:sz w:val="20"/>
                <w:szCs w:val="20"/>
                <w:lang w:val="en-US"/>
              </w:rPr>
            </w:pPr>
            <w:r w:rsidRPr="00C92D70">
              <w:rPr>
                <w:sz w:val="20"/>
                <w:szCs w:val="20"/>
              </w:rPr>
              <w:t>до 200</w:t>
            </w:r>
          </w:p>
        </w:tc>
      </w:tr>
    </w:tbl>
    <w:p w:rsidR="007C08D3" w:rsidRPr="00C92D70" w:rsidRDefault="007C08D3" w:rsidP="00A51D78">
      <w:pPr>
        <w:pStyle w:val="a4"/>
      </w:pPr>
      <w:r w:rsidRPr="00C92D70">
        <w:t xml:space="preserve">Таблица 2 выполнена на основе таблицы 1 СП 42.13330.2011 «СНиП 2.07.01.-89* Градостроительство. Планировка и застройка городских и сельских поселений» с учётом местных особенностей. </w:t>
      </w:r>
    </w:p>
    <w:p w:rsidR="007C08D3" w:rsidRPr="00C92D70" w:rsidRDefault="007C08D3" w:rsidP="00A51D78">
      <w:pPr>
        <w:pStyle w:val="S5"/>
        <w:spacing w:before="0" w:after="0"/>
        <w:ind w:firstLine="0"/>
      </w:pPr>
      <w:r>
        <w:t xml:space="preserve">          Н</w:t>
      </w:r>
      <w:r w:rsidRPr="00C92D70">
        <w:t>аселённые пункты, расположенные на межселенных территориях, следует проектировать с учетом документов территориального планирования Российской Федерации, документов территориального планирования Красноярского края и других нормативных правовых акто</w:t>
      </w:r>
      <w:r>
        <w:t>в в области градостроительства Абанского района</w:t>
      </w:r>
      <w:r w:rsidRPr="00C92D70">
        <w:t>.</w:t>
      </w:r>
    </w:p>
    <w:p w:rsidR="007C08D3" w:rsidRPr="00C92D70" w:rsidRDefault="007C08D3" w:rsidP="00A51D78">
      <w:pPr>
        <w:pStyle w:val="Heading2"/>
        <w:numPr>
          <w:ilvl w:val="1"/>
          <w:numId w:val="24"/>
        </w:numPr>
        <w:jc w:val="center"/>
      </w:pPr>
      <w:bookmarkStart w:id="14" w:name="_Toc389132431"/>
      <w:bookmarkStart w:id="15" w:name="_Toc393383982"/>
      <w:bookmarkEnd w:id="12"/>
      <w:r w:rsidRPr="00C92D70">
        <w:t>Нормативные показатели интенсивности использования общественно-деловых зон</w:t>
      </w:r>
      <w:bookmarkEnd w:id="14"/>
      <w:bookmarkEnd w:id="15"/>
    </w:p>
    <w:p w:rsidR="007C08D3" w:rsidRPr="00C92D70" w:rsidRDefault="007C08D3" w:rsidP="00BD37E4">
      <w:pPr>
        <w:pStyle w:val="a4"/>
      </w:pPr>
      <w:r w:rsidRPr="00C92D70">
        <w:t xml:space="preserve">Общественно-деловые зоны предназначены для размещения объектов лечебно-профилактических медицинских организаций,  </w:t>
      </w:r>
      <w:r w:rsidRPr="00C92D70">
        <w:rPr>
          <w:sz w:val="22"/>
          <w:szCs w:val="22"/>
        </w:rPr>
        <w:t>помещений для культурно-досуговой деятельности</w:t>
      </w:r>
      <w:r w:rsidRPr="00C92D70">
        <w:t>, торговых предприятий и предприятий  общественного питания, предприятий бытового обслуживания, профессиональных образовательных организаций, административных,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7C08D3" w:rsidRPr="00C92D70" w:rsidRDefault="007C08D3" w:rsidP="00A51D78">
      <w:pPr>
        <w:pStyle w:val="a4"/>
      </w:pPr>
      <w:r w:rsidRPr="00C92D70">
        <w:t>Общественно-деловые зоны устанавливаются с целью формирования системы общественных центров для размещения общественных зданий и сооружений. Число, состав и размещение общественных центров принимаются с учетом величины населённого пункта, его роли в системе расселения и функционально-планировочной организации территории. В малых городах и сельских населённых пунктах формируется единый общественный центр, дополняемый объектами повседневного пользования в жилой застройке.</w:t>
      </w:r>
    </w:p>
    <w:p w:rsidR="007C08D3" w:rsidRPr="00C92D70" w:rsidRDefault="007C08D3" w:rsidP="00A51D78">
      <w:pPr>
        <w:pStyle w:val="S5"/>
        <w:spacing w:before="0" w:after="0"/>
      </w:pPr>
      <w:r w:rsidRPr="00C92D70">
        <w:t>Интенсивность использования территории общественно-деловой зоны характеризуется плотностью застройки (тыс. м</w:t>
      </w:r>
      <w:r w:rsidRPr="00C92D70">
        <w:rPr>
          <w:vertAlign w:val="superscript"/>
        </w:rPr>
        <w:t>2</w:t>
      </w:r>
      <w:r w:rsidRPr="00C92D70">
        <w:t>/га), процентом застроенности территории. Интенсивность застройки территории, занимаемой зданиями различного функционального назначения, следует принимать с учетом сложившейся планировки и застройки, и в соответствии с рекомендуемыми нормативами, приведенными ниже (</w:t>
      </w:r>
      <w:fldSimple w:instr=" REF _Ref393382539 \h  \* MERGEFORMAT ">
        <w:r w:rsidRPr="00C92D70">
          <w:t xml:space="preserve">Таблица </w:t>
        </w:r>
        <w:r>
          <w:rPr>
            <w:noProof/>
          </w:rPr>
          <w:t>3</w:t>
        </w:r>
      </w:fldSimple>
      <w:r w:rsidRPr="00C92D70">
        <w:t>).</w:t>
      </w:r>
    </w:p>
    <w:p w:rsidR="007C08D3" w:rsidRPr="00C92D70" w:rsidRDefault="007C08D3" w:rsidP="00BD37E4">
      <w:pPr>
        <w:pStyle w:val="Caption"/>
        <w:jc w:val="right"/>
        <w:rPr>
          <w:sz w:val="24"/>
          <w:szCs w:val="24"/>
        </w:rPr>
      </w:pPr>
      <w:bookmarkStart w:id="16" w:name="_Ref393382539"/>
      <w:r w:rsidRPr="00C92D70">
        <w:t xml:space="preserve">Таблица </w:t>
      </w:r>
      <w:fldSimple w:instr=" SEQ Таблица \* ARABIC ">
        <w:r>
          <w:rPr>
            <w:noProof/>
          </w:rPr>
          <w:t>3</w:t>
        </w:r>
      </w:fldSimple>
      <w:bookmarkEnd w:id="16"/>
    </w:p>
    <w:tbl>
      <w:tblPr>
        <w:tblW w:w="0" w:type="auto"/>
        <w:tblInd w:w="70" w:type="dxa"/>
        <w:tblLayout w:type="fixed"/>
        <w:tblCellMar>
          <w:left w:w="70" w:type="dxa"/>
          <w:right w:w="70" w:type="dxa"/>
        </w:tblCellMar>
        <w:tblLook w:val="0000"/>
      </w:tblPr>
      <w:tblGrid>
        <w:gridCol w:w="2970"/>
        <w:gridCol w:w="1620"/>
        <w:gridCol w:w="1789"/>
        <w:gridCol w:w="1725"/>
        <w:gridCol w:w="1543"/>
      </w:tblGrid>
      <w:tr w:rsidR="007C08D3" w:rsidRPr="00C92D70" w:rsidTr="00BC7260">
        <w:trPr>
          <w:cantSplit/>
          <w:trHeight w:val="240"/>
          <w:tblHeader/>
        </w:trPr>
        <w:tc>
          <w:tcPr>
            <w:tcW w:w="2970" w:type="dxa"/>
            <w:vMerge w:val="restart"/>
            <w:tcBorders>
              <w:top w:val="single" w:sz="6" w:space="0" w:color="auto"/>
              <w:left w:val="single" w:sz="6" w:space="0" w:color="auto"/>
              <w:bottom w:val="nil"/>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 xml:space="preserve">Тип общественно-деловой          </w:t>
            </w:r>
            <w:r w:rsidRPr="00C92D70">
              <w:rPr>
                <w:rFonts w:ascii="Times New Roman" w:hAnsi="Times New Roman" w:cs="Times New Roman"/>
                <w:b/>
              </w:rPr>
              <w:br/>
              <w:t>застройки</w:t>
            </w:r>
          </w:p>
        </w:tc>
        <w:tc>
          <w:tcPr>
            <w:tcW w:w="6677" w:type="dxa"/>
            <w:gridSpan w:val="4"/>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Плотности застройки (тыс. м2 общ. пл./га), не менее</w:t>
            </w:r>
          </w:p>
        </w:tc>
      </w:tr>
      <w:tr w:rsidR="007C08D3" w:rsidRPr="00C92D70" w:rsidTr="00BC7260">
        <w:trPr>
          <w:cantSplit/>
          <w:trHeight w:val="480"/>
          <w:tblHeader/>
        </w:trPr>
        <w:tc>
          <w:tcPr>
            <w:tcW w:w="2970" w:type="dxa"/>
            <w:vMerge/>
            <w:tcBorders>
              <w:top w:val="nil"/>
              <w:left w:val="single" w:sz="6" w:space="0" w:color="auto"/>
              <w:bottom w:val="nil"/>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p>
        </w:tc>
        <w:tc>
          <w:tcPr>
            <w:tcW w:w="3409" w:type="dxa"/>
            <w:gridSpan w:val="2"/>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малые городские</w:t>
            </w:r>
          </w:p>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населённые пункты,</w:t>
            </w:r>
          </w:p>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крупные и большие  сельские населённые пункты</w:t>
            </w:r>
          </w:p>
        </w:tc>
        <w:tc>
          <w:tcPr>
            <w:tcW w:w="3268" w:type="dxa"/>
            <w:gridSpan w:val="2"/>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средние и малые сельские населённые пункты</w:t>
            </w:r>
          </w:p>
        </w:tc>
      </w:tr>
      <w:tr w:rsidR="007C08D3" w:rsidRPr="00C92D70" w:rsidTr="00BC7260">
        <w:trPr>
          <w:cantSplit/>
          <w:trHeight w:val="480"/>
          <w:tblHeader/>
        </w:trPr>
        <w:tc>
          <w:tcPr>
            <w:tcW w:w="2970" w:type="dxa"/>
            <w:vMerge/>
            <w:tcBorders>
              <w:top w:val="nil"/>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p>
        </w:tc>
        <w:tc>
          <w:tcPr>
            <w:tcW w:w="1620"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 xml:space="preserve">на     </w:t>
            </w:r>
            <w:r w:rsidRPr="00C92D70">
              <w:rPr>
                <w:rFonts w:ascii="Times New Roman" w:hAnsi="Times New Roman" w:cs="Times New Roman"/>
                <w:b/>
              </w:rPr>
              <w:br/>
              <w:t xml:space="preserve">свободных </w:t>
            </w:r>
            <w:r w:rsidRPr="00C92D70">
              <w:rPr>
                <w:rFonts w:ascii="Times New Roman" w:hAnsi="Times New Roman" w:cs="Times New Roman"/>
                <w:b/>
              </w:rPr>
              <w:br/>
              <w:t>территориях</w:t>
            </w:r>
          </w:p>
        </w:tc>
        <w:tc>
          <w:tcPr>
            <w:tcW w:w="1789"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 xml:space="preserve">при     </w:t>
            </w:r>
            <w:r w:rsidRPr="00C92D70">
              <w:rPr>
                <w:rFonts w:ascii="Times New Roman" w:hAnsi="Times New Roman" w:cs="Times New Roman"/>
                <w:b/>
              </w:rPr>
              <w:br/>
              <w:t>реконструкции</w:t>
            </w:r>
          </w:p>
        </w:tc>
        <w:tc>
          <w:tcPr>
            <w:tcW w:w="172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 xml:space="preserve">на     </w:t>
            </w:r>
            <w:r w:rsidRPr="00C92D70">
              <w:rPr>
                <w:rFonts w:ascii="Times New Roman" w:hAnsi="Times New Roman" w:cs="Times New Roman"/>
                <w:b/>
              </w:rPr>
              <w:br/>
              <w:t xml:space="preserve">свободных </w:t>
            </w:r>
            <w:r w:rsidRPr="00C92D70">
              <w:rPr>
                <w:rFonts w:ascii="Times New Roman" w:hAnsi="Times New Roman" w:cs="Times New Roman"/>
                <w:b/>
              </w:rPr>
              <w:br/>
              <w:t>территориях</w:t>
            </w:r>
          </w:p>
        </w:tc>
        <w:tc>
          <w:tcPr>
            <w:tcW w:w="154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 xml:space="preserve">при     </w:t>
            </w:r>
            <w:r w:rsidRPr="00C92D70">
              <w:rPr>
                <w:rFonts w:ascii="Times New Roman" w:hAnsi="Times New Roman" w:cs="Times New Roman"/>
                <w:b/>
              </w:rPr>
              <w:br/>
              <w:t>реконструкции</w:t>
            </w:r>
          </w:p>
        </w:tc>
      </w:tr>
      <w:tr w:rsidR="007C08D3" w:rsidRPr="00C92D70" w:rsidTr="00BC7260">
        <w:trPr>
          <w:cantSplit/>
          <w:trHeight w:val="240"/>
        </w:trPr>
        <w:tc>
          <w:tcPr>
            <w:tcW w:w="2970"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Общественный центр  </w:t>
            </w:r>
          </w:p>
        </w:tc>
        <w:tc>
          <w:tcPr>
            <w:tcW w:w="1620"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10    </w:t>
            </w:r>
          </w:p>
        </w:tc>
        <w:tc>
          <w:tcPr>
            <w:tcW w:w="1789"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10</w:t>
            </w:r>
          </w:p>
        </w:tc>
        <w:tc>
          <w:tcPr>
            <w:tcW w:w="172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5     </w:t>
            </w:r>
          </w:p>
        </w:tc>
        <w:tc>
          <w:tcPr>
            <w:tcW w:w="154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5     </w:t>
            </w:r>
          </w:p>
        </w:tc>
      </w:tr>
      <w:tr w:rsidR="007C08D3" w:rsidRPr="00C92D70" w:rsidTr="00BC7260">
        <w:trPr>
          <w:cantSplit/>
          <w:trHeight w:val="240"/>
        </w:trPr>
        <w:tc>
          <w:tcPr>
            <w:tcW w:w="2970"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Административно-деловые объекты    </w:t>
            </w:r>
          </w:p>
        </w:tc>
        <w:tc>
          <w:tcPr>
            <w:tcW w:w="1620"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15     </w:t>
            </w:r>
          </w:p>
        </w:tc>
        <w:tc>
          <w:tcPr>
            <w:tcW w:w="1789"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10</w:t>
            </w:r>
          </w:p>
        </w:tc>
        <w:tc>
          <w:tcPr>
            <w:tcW w:w="172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10   </w:t>
            </w:r>
          </w:p>
        </w:tc>
        <w:tc>
          <w:tcPr>
            <w:tcW w:w="154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5      </w:t>
            </w:r>
          </w:p>
        </w:tc>
      </w:tr>
      <w:tr w:rsidR="007C08D3" w:rsidRPr="00C92D70" w:rsidTr="00BC7260">
        <w:trPr>
          <w:cantSplit/>
          <w:trHeight w:val="240"/>
        </w:trPr>
        <w:tc>
          <w:tcPr>
            <w:tcW w:w="2970"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Социально-бытовые объекты</w:t>
            </w:r>
          </w:p>
        </w:tc>
        <w:tc>
          <w:tcPr>
            <w:tcW w:w="1620"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10    </w:t>
            </w:r>
          </w:p>
        </w:tc>
        <w:tc>
          <w:tcPr>
            <w:tcW w:w="1789"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5     </w:t>
            </w:r>
          </w:p>
        </w:tc>
        <w:tc>
          <w:tcPr>
            <w:tcW w:w="172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5     </w:t>
            </w:r>
          </w:p>
        </w:tc>
        <w:tc>
          <w:tcPr>
            <w:tcW w:w="154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5    </w:t>
            </w:r>
          </w:p>
        </w:tc>
      </w:tr>
      <w:tr w:rsidR="007C08D3" w:rsidRPr="00C92D70" w:rsidTr="00BC7260">
        <w:trPr>
          <w:cantSplit/>
          <w:trHeight w:val="360"/>
        </w:trPr>
        <w:tc>
          <w:tcPr>
            <w:tcW w:w="2970" w:type="dxa"/>
            <w:tcBorders>
              <w:top w:val="single" w:sz="4" w:space="0" w:color="auto"/>
              <w:left w:val="single" w:sz="6" w:space="0" w:color="auto"/>
              <w:bottom w:val="single" w:sz="6" w:space="0" w:color="auto"/>
              <w:right w:val="single" w:sz="4"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Объекты торгового назначения и общественного питания          </w:t>
            </w:r>
          </w:p>
        </w:tc>
        <w:tc>
          <w:tcPr>
            <w:tcW w:w="1620" w:type="dxa"/>
            <w:tcBorders>
              <w:top w:val="single" w:sz="4" w:space="0" w:color="auto"/>
              <w:left w:val="single" w:sz="4" w:space="0" w:color="auto"/>
              <w:bottom w:val="single" w:sz="6" w:space="0" w:color="auto"/>
              <w:right w:val="single" w:sz="4"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7     </w:t>
            </w:r>
          </w:p>
        </w:tc>
        <w:tc>
          <w:tcPr>
            <w:tcW w:w="1789" w:type="dxa"/>
            <w:tcBorders>
              <w:top w:val="single" w:sz="4" w:space="0" w:color="auto"/>
              <w:left w:val="single" w:sz="4" w:space="0" w:color="auto"/>
              <w:bottom w:val="single" w:sz="6" w:space="0" w:color="auto"/>
              <w:right w:val="single" w:sz="4"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3      </w:t>
            </w:r>
          </w:p>
        </w:tc>
        <w:tc>
          <w:tcPr>
            <w:tcW w:w="1725" w:type="dxa"/>
            <w:tcBorders>
              <w:top w:val="single" w:sz="4" w:space="0" w:color="auto"/>
              <w:left w:val="single" w:sz="4" w:space="0" w:color="auto"/>
              <w:bottom w:val="single" w:sz="6" w:space="0" w:color="auto"/>
              <w:right w:val="single" w:sz="4"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3     </w:t>
            </w:r>
          </w:p>
        </w:tc>
        <w:tc>
          <w:tcPr>
            <w:tcW w:w="1543" w:type="dxa"/>
            <w:tcBorders>
              <w:top w:val="single" w:sz="4" w:space="0" w:color="auto"/>
              <w:left w:val="single" w:sz="4"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3      </w:t>
            </w:r>
          </w:p>
        </w:tc>
      </w:tr>
      <w:tr w:rsidR="007C08D3" w:rsidRPr="00C92D70" w:rsidTr="00BC7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00"/>
        </w:trPr>
        <w:tc>
          <w:tcPr>
            <w:tcW w:w="2970"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Культурно-досуговые</w:t>
            </w:r>
            <w:r w:rsidRPr="00C92D70">
              <w:rPr>
                <w:rFonts w:ascii="Times New Roman" w:hAnsi="Times New Roman" w:cs="Times New Roman"/>
              </w:rPr>
              <w:br/>
              <w:t xml:space="preserve">объекты          </w:t>
            </w:r>
          </w:p>
        </w:tc>
        <w:tc>
          <w:tcPr>
            <w:tcW w:w="1620"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5     </w:t>
            </w:r>
          </w:p>
        </w:tc>
        <w:tc>
          <w:tcPr>
            <w:tcW w:w="1789"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5      </w:t>
            </w:r>
          </w:p>
        </w:tc>
        <w:tc>
          <w:tcPr>
            <w:tcW w:w="1725"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5     </w:t>
            </w:r>
          </w:p>
        </w:tc>
        <w:tc>
          <w:tcPr>
            <w:tcW w:w="1543"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5      </w:t>
            </w:r>
          </w:p>
        </w:tc>
      </w:tr>
    </w:tbl>
    <w:p w:rsidR="007C08D3" w:rsidRPr="00C92D70" w:rsidRDefault="007C08D3" w:rsidP="00BD37E4">
      <w:pPr>
        <w:pStyle w:val="a4"/>
      </w:pPr>
      <w:r w:rsidRPr="00C92D70">
        <w:t xml:space="preserve">Представленные показатели плотности застройки функциональных зон общественно-делового назначения установлены исходя из анализа действующей градостроительной документации, сложившейся ситуации и являются рекомендательными. </w:t>
      </w:r>
    </w:p>
    <w:p w:rsidR="007C08D3" w:rsidRPr="00C92D70" w:rsidRDefault="007C08D3" w:rsidP="00005898">
      <w:pPr>
        <w:pStyle w:val="a4"/>
        <w:rPr>
          <w:sz w:val="23"/>
          <w:szCs w:val="23"/>
        </w:rPr>
      </w:pPr>
      <w:r w:rsidRPr="00C92D70">
        <w:t>Процент застроенности территории объектами, расположенными в многофункциональной общественно-деловой зоне, рекомендуется принимать не менее 50%</w:t>
      </w:r>
      <w:r w:rsidRPr="00C92D70">
        <w:rPr>
          <w:sz w:val="23"/>
          <w:szCs w:val="23"/>
        </w:rPr>
        <w:t>.</w:t>
      </w:r>
    </w:p>
    <w:p w:rsidR="007C08D3" w:rsidRPr="00C92D70" w:rsidRDefault="007C08D3" w:rsidP="00005898">
      <w:pPr>
        <w:pStyle w:val="S5"/>
        <w:spacing w:before="0" w:after="0"/>
      </w:pPr>
      <w:r w:rsidRPr="00C92D70">
        <w:t>Основными показателями плотности застройки являются:</w:t>
      </w:r>
    </w:p>
    <w:p w:rsidR="007C08D3" w:rsidRPr="00C92D70" w:rsidRDefault="007C08D3" w:rsidP="00005898">
      <w:pPr>
        <w:pStyle w:val="List"/>
        <w:spacing w:after="0"/>
      </w:pPr>
      <w:r w:rsidRPr="00C92D70">
        <w:t>коэффициент застройки – отношение площади, занятой под зданиями и сооружениями, к площади участка (квартала);</w:t>
      </w:r>
    </w:p>
    <w:p w:rsidR="007C08D3" w:rsidRPr="00C92D70" w:rsidRDefault="007C08D3" w:rsidP="00005898">
      <w:pPr>
        <w:pStyle w:val="List"/>
        <w:spacing w:after="0"/>
      </w:pPr>
      <w:r w:rsidRPr="00C92D70">
        <w:t>коэффициент плотности застройки – отношение площади всех этажей зданий и сооружений к площади участка (квартала).</w:t>
      </w:r>
    </w:p>
    <w:p w:rsidR="007C08D3" w:rsidRPr="00C92D70" w:rsidRDefault="007C08D3" w:rsidP="00005898">
      <w:pPr>
        <w:pStyle w:val="S5"/>
        <w:spacing w:before="0" w:after="0"/>
      </w:pPr>
      <w:r w:rsidRPr="00C92D70">
        <w:t>Для городских населённых пунктов показатели плотности застройки участков территориальных зон следует принимать не более приведенной (</w:t>
      </w:r>
      <w:fldSimple w:instr=" REF _Ref393382577 \h  \* MERGEFORMAT ">
        <w:r w:rsidRPr="00C92D70">
          <w:t xml:space="preserve">Таблица </w:t>
        </w:r>
        <w:r>
          <w:rPr>
            <w:noProof/>
          </w:rPr>
          <w:t>4</w:t>
        </w:r>
      </w:fldSimple>
      <w:r w:rsidRPr="00C92D70">
        <w:t>).</w:t>
      </w:r>
    </w:p>
    <w:p w:rsidR="007C08D3" w:rsidRPr="00C92D70" w:rsidRDefault="007C08D3" w:rsidP="00BD37E4">
      <w:pPr>
        <w:pStyle w:val="Caption"/>
        <w:jc w:val="right"/>
        <w:rPr>
          <w:sz w:val="24"/>
          <w:szCs w:val="24"/>
        </w:rPr>
      </w:pPr>
      <w:bookmarkStart w:id="17" w:name="_Ref393382577"/>
      <w:r w:rsidRPr="00C92D70">
        <w:t xml:space="preserve">Таблица </w:t>
      </w:r>
      <w:fldSimple w:instr=" SEQ Таблица \* ARABIC ">
        <w:r>
          <w:rPr>
            <w:noProof/>
          </w:rPr>
          <w:t>4</w:t>
        </w:r>
      </w:fldSimple>
      <w:bookmarkEnd w:id="17"/>
    </w:p>
    <w:tbl>
      <w:tblPr>
        <w:tblW w:w="9639" w:type="dxa"/>
        <w:tblInd w:w="70" w:type="dxa"/>
        <w:tblLayout w:type="fixed"/>
        <w:tblCellMar>
          <w:left w:w="70" w:type="dxa"/>
          <w:right w:w="70" w:type="dxa"/>
        </w:tblCellMar>
        <w:tblLook w:val="0000"/>
      </w:tblPr>
      <w:tblGrid>
        <w:gridCol w:w="6379"/>
        <w:gridCol w:w="1701"/>
        <w:gridCol w:w="1559"/>
      </w:tblGrid>
      <w:tr w:rsidR="007C08D3" w:rsidRPr="00C92D70" w:rsidTr="00BC7260">
        <w:trPr>
          <w:cantSplit/>
          <w:trHeight w:val="20"/>
        </w:trPr>
        <w:tc>
          <w:tcPr>
            <w:tcW w:w="6379" w:type="dxa"/>
            <w:tcBorders>
              <w:top w:val="single" w:sz="6" w:space="0" w:color="auto"/>
              <w:left w:val="single" w:sz="6" w:space="0" w:color="auto"/>
              <w:bottom w:val="single" w:sz="6" w:space="0" w:color="auto"/>
              <w:right w:val="single" w:sz="6" w:space="0" w:color="auto"/>
            </w:tcBorders>
            <w:vAlign w:val="center"/>
          </w:tcPr>
          <w:p w:rsidR="007C08D3" w:rsidRPr="00C92D70" w:rsidRDefault="007C08D3" w:rsidP="00BC7260">
            <w:pPr>
              <w:autoSpaceDE w:val="0"/>
              <w:autoSpaceDN w:val="0"/>
              <w:adjustRightInd w:val="0"/>
              <w:jc w:val="center"/>
              <w:rPr>
                <w:b/>
                <w:sz w:val="20"/>
                <w:szCs w:val="20"/>
              </w:rPr>
            </w:pPr>
            <w:r w:rsidRPr="00C92D70">
              <w:rPr>
                <w:b/>
                <w:sz w:val="20"/>
                <w:szCs w:val="20"/>
              </w:rPr>
              <w:t>Застройка общественно-делового назначения</w:t>
            </w:r>
          </w:p>
        </w:tc>
        <w:tc>
          <w:tcPr>
            <w:tcW w:w="1701" w:type="dxa"/>
            <w:tcBorders>
              <w:top w:val="single" w:sz="6" w:space="0" w:color="auto"/>
              <w:left w:val="single" w:sz="6" w:space="0" w:color="auto"/>
              <w:bottom w:val="single" w:sz="6" w:space="0" w:color="auto"/>
              <w:right w:val="single" w:sz="6" w:space="0" w:color="auto"/>
            </w:tcBorders>
            <w:vAlign w:val="center"/>
          </w:tcPr>
          <w:p w:rsidR="007C08D3" w:rsidRPr="00C92D70" w:rsidRDefault="007C08D3" w:rsidP="00BC7260">
            <w:pPr>
              <w:autoSpaceDE w:val="0"/>
              <w:autoSpaceDN w:val="0"/>
              <w:adjustRightInd w:val="0"/>
              <w:jc w:val="center"/>
              <w:rPr>
                <w:b/>
                <w:sz w:val="20"/>
                <w:szCs w:val="20"/>
              </w:rPr>
            </w:pPr>
            <w:r w:rsidRPr="00C92D70">
              <w:rPr>
                <w:b/>
                <w:sz w:val="20"/>
                <w:szCs w:val="20"/>
              </w:rPr>
              <w:t>Коэфф.</w:t>
            </w:r>
          </w:p>
          <w:p w:rsidR="007C08D3" w:rsidRPr="00C92D70" w:rsidRDefault="007C08D3" w:rsidP="00BC7260">
            <w:pPr>
              <w:autoSpaceDE w:val="0"/>
              <w:autoSpaceDN w:val="0"/>
              <w:adjustRightInd w:val="0"/>
              <w:jc w:val="center"/>
              <w:rPr>
                <w:b/>
                <w:sz w:val="20"/>
                <w:szCs w:val="20"/>
              </w:rPr>
            </w:pPr>
            <w:r w:rsidRPr="00C92D70">
              <w:rPr>
                <w:b/>
                <w:sz w:val="20"/>
                <w:szCs w:val="20"/>
              </w:rPr>
              <w:t>застройки</w:t>
            </w:r>
          </w:p>
        </w:tc>
        <w:tc>
          <w:tcPr>
            <w:tcW w:w="1559" w:type="dxa"/>
            <w:tcBorders>
              <w:top w:val="single" w:sz="6" w:space="0" w:color="auto"/>
              <w:left w:val="single" w:sz="6" w:space="0" w:color="auto"/>
              <w:bottom w:val="single" w:sz="6" w:space="0" w:color="auto"/>
              <w:right w:val="single" w:sz="6" w:space="0" w:color="auto"/>
            </w:tcBorders>
            <w:vAlign w:val="center"/>
          </w:tcPr>
          <w:p w:rsidR="007C08D3" w:rsidRPr="00C92D70" w:rsidRDefault="007C08D3" w:rsidP="00BC7260">
            <w:pPr>
              <w:autoSpaceDE w:val="0"/>
              <w:autoSpaceDN w:val="0"/>
              <w:adjustRightInd w:val="0"/>
              <w:jc w:val="center"/>
              <w:rPr>
                <w:b/>
                <w:sz w:val="20"/>
                <w:szCs w:val="20"/>
              </w:rPr>
            </w:pPr>
            <w:r w:rsidRPr="00C92D70">
              <w:rPr>
                <w:b/>
                <w:sz w:val="20"/>
                <w:szCs w:val="20"/>
              </w:rPr>
              <w:t>Коэфф. плотности</w:t>
            </w:r>
          </w:p>
          <w:p w:rsidR="007C08D3" w:rsidRPr="00C92D70" w:rsidRDefault="007C08D3" w:rsidP="00BC7260">
            <w:pPr>
              <w:autoSpaceDE w:val="0"/>
              <w:autoSpaceDN w:val="0"/>
              <w:adjustRightInd w:val="0"/>
              <w:jc w:val="center"/>
              <w:rPr>
                <w:b/>
                <w:sz w:val="20"/>
                <w:szCs w:val="20"/>
              </w:rPr>
            </w:pPr>
            <w:r w:rsidRPr="00C92D70">
              <w:rPr>
                <w:b/>
                <w:sz w:val="20"/>
                <w:szCs w:val="20"/>
              </w:rPr>
              <w:t>застройки</w:t>
            </w:r>
          </w:p>
        </w:tc>
      </w:tr>
      <w:tr w:rsidR="007C08D3" w:rsidRPr="00C92D70" w:rsidTr="00BC7260">
        <w:trPr>
          <w:cantSplit/>
          <w:trHeight w:val="20"/>
        </w:trPr>
        <w:tc>
          <w:tcPr>
            <w:tcW w:w="6379" w:type="dxa"/>
            <w:tcBorders>
              <w:top w:val="single" w:sz="6" w:space="0" w:color="auto"/>
              <w:left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Многофункциональная застройка</w:t>
            </w:r>
          </w:p>
        </w:tc>
        <w:tc>
          <w:tcPr>
            <w:tcW w:w="1701" w:type="dxa"/>
            <w:tcBorders>
              <w:top w:val="single" w:sz="6" w:space="0" w:color="auto"/>
              <w:left w:val="single" w:sz="6" w:space="0" w:color="auto"/>
              <w:right w:val="single" w:sz="6" w:space="0" w:color="auto"/>
            </w:tcBorders>
          </w:tcPr>
          <w:p w:rsidR="007C08D3" w:rsidRPr="00C92D70" w:rsidRDefault="007C08D3" w:rsidP="00BC7260">
            <w:pPr>
              <w:autoSpaceDE w:val="0"/>
              <w:autoSpaceDN w:val="0"/>
              <w:adjustRightInd w:val="0"/>
              <w:jc w:val="center"/>
              <w:rPr>
                <w:sz w:val="20"/>
                <w:szCs w:val="20"/>
              </w:rPr>
            </w:pPr>
            <w:r w:rsidRPr="00C92D70">
              <w:rPr>
                <w:sz w:val="20"/>
                <w:szCs w:val="20"/>
              </w:rPr>
              <w:t>0,8</w:t>
            </w:r>
          </w:p>
        </w:tc>
        <w:tc>
          <w:tcPr>
            <w:tcW w:w="1559" w:type="dxa"/>
            <w:tcBorders>
              <w:top w:val="single" w:sz="6" w:space="0" w:color="auto"/>
              <w:left w:val="single" w:sz="6" w:space="0" w:color="auto"/>
              <w:right w:val="single" w:sz="6" w:space="0" w:color="auto"/>
            </w:tcBorders>
          </w:tcPr>
          <w:p w:rsidR="007C08D3" w:rsidRPr="00C92D70" w:rsidRDefault="007C08D3" w:rsidP="00BC7260">
            <w:pPr>
              <w:autoSpaceDE w:val="0"/>
              <w:autoSpaceDN w:val="0"/>
              <w:adjustRightInd w:val="0"/>
              <w:jc w:val="center"/>
              <w:rPr>
                <w:sz w:val="20"/>
                <w:szCs w:val="20"/>
              </w:rPr>
            </w:pPr>
            <w:r w:rsidRPr="00C92D70">
              <w:rPr>
                <w:sz w:val="20"/>
                <w:szCs w:val="20"/>
              </w:rPr>
              <w:t>2,4</w:t>
            </w:r>
          </w:p>
        </w:tc>
      </w:tr>
      <w:tr w:rsidR="007C08D3" w:rsidRPr="00C92D70" w:rsidTr="00BC7260">
        <w:trPr>
          <w:cantSplit/>
          <w:trHeight w:val="20"/>
        </w:trPr>
        <w:tc>
          <w:tcPr>
            <w:tcW w:w="6379" w:type="dxa"/>
            <w:tcBorders>
              <w:top w:val="single" w:sz="6" w:space="0" w:color="auto"/>
              <w:left w:val="single" w:sz="6" w:space="0" w:color="auto"/>
              <w:bottom w:val="single" w:sz="4"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Специализированная общественная застройка</w:t>
            </w:r>
          </w:p>
        </w:tc>
        <w:tc>
          <w:tcPr>
            <w:tcW w:w="1701" w:type="dxa"/>
            <w:tcBorders>
              <w:top w:val="single" w:sz="6" w:space="0" w:color="auto"/>
              <w:left w:val="single" w:sz="6" w:space="0" w:color="auto"/>
              <w:bottom w:val="single" w:sz="4" w:space="0" w:color="auto"/>
              <w:right w:val="single" w:sz="6" w:space="0" w:color="auto"/>
            </w:tcBorders>
          </w:tcPr>
          <w:p w:rsidR="007C08D3" w:rsidRPr="00C92D70" w:rsidRDefault="007C08D3" w:rsidP="00BC7260">
            <w:pPr>
              <w:autoSpaceDE w:val="0"/>
              <w:autoSpaceDN w:val="0"/>
              <w:adjustRightInd w:val="0"/>
              <w:jc w:val="center"/>
              <w:rPr>
                <w:sz w:val="20"/>
                <w:szCs w:val="20"/>
              </w:rPr>
            </w:pPr>
            <w:r w:rsidRPr="00C92D70">
              <w:rPr>
                <w:sz w:val="20"/>
                <w:szCs w:val="20"/>
              </w:rPr>
              <w:t>0,6</w:t>
            </w:r>
          </w:p>
        </w:tc>
        <w:tc>
          <w:tcPr>
            <w:tcW w:w="1559" w:type="dxa"/>
            <w:tcBorders>
              <w:top w:val="single" w:sz="6" w:space="0" w:color="auto"/>
              <w:left w:val="single" w:sz="6" w:space="0" w:color="auto"/>
              <w:bottom w:val="single" w:sz="4" w:space="0" w:color="auto"/>
              <w:right w:val="single" w:sz="6" w:space="0" w:color="auto"/>
            </w:tcBorders>
          </w:tcPr>
          <w:p w:rsidR="007C08D3" w:rsidRPr="00C92D70" w:rsidRDefault="007C08D3" w:rsidP="00BC7260">
            <w:pPr>
              <w:autoSpaceDE w:val="0"/>
              <w:autoSpaceDN w:val="0"/>
              <w:adjustRightInd w:val="0"/>
              <w:jc w:val="center"/>
              <w:rPr>
                <w:sz w:val="20"/>
                <w:szCs w:val="20"/>
              </w:rPr>
            </w:pPr>
            <w:r w:rsidRPr="00C92D70">
              <w:rPr>
                <w:sz w:val="20"/>
                <w:szCs w:val="20"/>
              </w:rPr>
              <w:t>1,8</w:t>
            </w:r>
          </w:p>
        </w:tc>
      </w:tr>
    </w:tbl>
    <w:p w:rsidR="007C08D3" w:rsidRPr="00C92D70" w:rsidRDefault="007C08D3" w:rsidP="00BD37E4">
      <w:pPr>
        <w:pStyle w:val="ConsPlusNonformat"/>
        <w:rPr>
          <w:rFonts w:ascii="Times New Roman" w:hAnsi="Times New Roman" w:cs="Times New Roman"/>
          <w:lang w:val="en-US"/>
        </w:rPr>
      </w:pPr>
      <w:r w:rsidRPr="00C92D70">
        <w:rPr>
          <w:rFonts w:ascii="Times New Roman" w:hAnsi="Times New Roman" w:cs="Times New Roman"/>
        </w:rPr>
        <w:t xml:space="preserve">Примечания.  </w:t>
      </w:r>
    </w:p>
    <w:p w:rsidR="007C08D3" w:rsidRPr="00C92D70" w:rsidRDefault="007C08D3" w:rsidP="00BD37E4">
      <w:pPr>
        <w:pStyle w:val="ConsPlusNonformat"/>
        <w:rPr>
          <w:rFonts w:ascii="Times New Roman" w:hAnsi="Times New Roman" w:cs="Times New Roman"/>
        </w:rPr>
      </w:pPr>
      <w:r w:rsidRPr="00C92D70">
        <w:rPr>
          <w:rFonts w:ascii="Times New Roman" w:hAnsi="Times New Roman" w:cs="Times New Roman"/>
        </w:rPr>
        <w:t xml:space="preserve">1.  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w:t>
      </w:r>
    </w:p>
    <w:p w:rsidR="007C08D3" w:rsidRPr="00C92D70" w:rsidRDefault="007C08D3" w:rsidP="00BD37E4">
      <w:pPr>
        <w:pStyle w:val="ConsPlusNonformat"/>
        <w:rPr>
          <w:rFonts w:ascii="Times New Roman" w:hAnsi="Times New Roman" w:cs="Times New Roman"/>
        </w:rPr>
      </w:pPr>
      <w:r w:rsidRPr="00C92D70">
        <w:rPr>
          <w:rFonts w:ascii="Times New Roman" w:hAnsi="Times New Roman" w:cs="Times New Roman"/>
        </w:rPr>
        <w:t xml:space="preserve">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                     </w:t>
      </w:r>
    </w:p>
    <w:p w:rsidR="007C08D3" w:rsidRPr="00C92D70" w:rsidRDefault="007C08D3" w:rsidP="00BD37E4">
      <w:pPr>
        <w:pStyle w:val="ConsPlusNonformat"/>
        <w:rPr>
          <w:rFonts w:ascii="Times New Roman" w:hAnsi="Times New Roman" w:cs="Times New Roman"/>
        </w:rPr>
      </w:pPr>
      <w:r w:rsidRPr="00C92D70">
        <w:rPr>
          <w:rFonts w:ascii="Times New Roman" w:hAnsi="Times New Roman" w:cs="Times New Roman"/>
        </w:rPr>
        <w:t xml:space="preserve">3.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w:t>
      </w:r>
    </w:p>
    <w:p w:rsidR="007C08D3" w:rsidRPr="00C92D70" w:rsidRDefault="007C08D3" w:rsidP="00BD37E4">
      <w:pPr>
        <w:pStyle w:val="a4"/>
      </w:pPr>
      <w:r w:rsidRPr="00C92D70">
        <w:t xml:space="preserve">Представленные показатели плотности застройки участков территориальных зон общественно-делового назначения являются рекомендательными и приняты на основе нормативных показателей, представленных в таблице Г СП 42.13330.2011 «СНиП 2.07.01.-89* Градостроительство. Планировка и застройка городских и сельских поселений» с учётом снижения показателей плотности застройки исходя из местных особенностей. </w:t>
      </w:r>
    </w:p>
    <w:p w:rsidR="007C08D3" w:rsidRPr="00C92D70" w:rsidRDefault="007C08D3" w:rsidP="00005898">
      <w:pPr>
        <w:pStyle w:val="Heading1"/>
        <w:numPr>
          <w:ilvl w:val="0"/>
          <w:numId w:val="24"/>
        </w:numPr>
      </w:pPr>
      <w:bookmarkStart w:id="18" w:name="_Toc329704279"/>
      <w:bookmarkStart w:id="19" w:name="_Toc389132432"/>
      <w:bookmarkStart w:id="20" w:name="_Toc393383983"/>
      <w:r w:rsidRPr="00C92D70">
        <w:t xml:space="preserve">Региональные нормативы градостроительного проектирования </w:t>
      </w:r>
      <w:bookmarkEnd w:id="18"/>
      <w:r w:rsidRPr="00C92D70">
        <w:t>жилых зон</w:t>
      </w:r>
      <w:bookmarkEnd w:id="19"/>
      <w:bookmarkEnd w:id="20"/>
    </w:p>
    <w:p w:rsidR="007C08D3" w:rsidRPr="00C92D70" w:rsidRDefault="007C08D3" w:rsidP="00005898">
      <w:pPr>
        <w:pStyle w:val="Heading2"/>
        <w:numPr>
          <w:ilvl w:val="1"/>
          <w:numId w:val="24"/>
        </w:numPr>
        <w:jc w:val="center"/>
      </w:pPr>
      <w:bookmarkStart w:id="21" w:name="_Toc389132434"/>
      <w:bookmarkStart w:id="22" w:name="_Toc393383984"/>
      <w:r w:rsidRPr="00C92D70">
        <w:t>Нормативы площади элементов планировочной структуры жилых зон</w:t>
      </w:r>
      <w:bookmarkEnd w:id="21"/>
      <w:bookmarkEnd w:id="22"/>
    </w:p>
    <w:p w:rsidR="007C08D3" w:rsidRPr="00C92D70" w:rsidRDefault="007C08D3" w:rsidP="00BD37E4">
      <w:pPr>
        <w:pStyle w:val="a4"/>
      </w:pPr>
      <w:r w:rsidRPr="00C92D70">
        <w:t xml:space="preserve">Территории жилых зон организуются в виде следующих функционально-планировочных элементов – жилых образований: жилой квартал, жилой микрорайон, жилая группа, жилой район. Жилой район, жилой квартал, жилой микрорайон являются объектами документов территориального планирования и документов по планировке территории.  </w:t>
      </w:r>
    </w:p>
    <w:p w:rsidR="007C08D3" w:rsidRPr="00C92D70" w:rsidRDefault="007C08D3" w:rsidP="00BD37E4">
      <w:pPr>
        <w:pStyle w:val="a4"/>
        <w:rPr>
          <w:iCs/>
        </w:rPr>
      </w:pPr>
      <w:r w:rsidRPr="00C92D70">
        <w:t>Жилой квартал – основной планировочный элемент, находящийся в границах красных линий или других границ, размер территории которого, как правило, не должен превышать 20 га. В пределах квартала, кроме жилых домов, размещаются объекты обслуживания с радиусом обслуживания не более 500.</w:t>
      </w:r>
      <w:r w:rsidRPr="00C92D70">
        <w:rPr>
          <w:iCs/>
        </w:rPr>
        <w:t xml:space="preserve"> Кварталы многоквартирной жилой застройки формируются группами жилых домов, территория которых, как правило, не должна превышать 5 га. На территории групп жилых домов, объединенных общим пространством (двором), не допускается устройство транзитных проездов.</w:t>
      </w:r>
    </w:p>
    <w:p w:rsidR="007C08D3" w:rsidRPr="00C92D70" w:rsidRDefault="007C08D3" w:rsidP="00BD37E4">
      <w:pPr>
        <w:pStyle w:val="a4"/>
        <w:rPr>
          <w:bCs/>
        </w:rPr>
      </w:pPr>
      <w:r w:rsidRPr="00C92D70">
        <w:t>Жилой микрорайон – совокупность кварталов с единой системой обслуживания площадью не более 80 га. Население микрорайона обеспечивается комплексом объектов повседневного обслуживания в пределах своей территории, а объектами периодического обслуживания – в пределах нормативной доступности. Микрорайон не расчленяется магистралями городского и районного значения. Границами микрорайона являются красные линии магистралей общегородского и районного значения, а также – в случае примыкания – границы территорий иного функционального назначения, естественные рубежи.</w:t>
      </w:r>
      <w:r w:rsidRPr="00C92D70">
        <w:rPr>
          <w:bCs/>
        </w:rPr>
        <w:t xml:space="preserve"> </w:t>
      </w:r>
    </w:p>
    <w:p w:rsidR="007C08D3" w:rsidRPr="00C92D70" w:rsidRDefault="007C08D3" w:rsidP="00BD37E4">
      <w:pPr>
        <w:pStyle w:val="a4"/>
      </w:pPr>
      <w:r w:rsidRPr="00C92D70">
        <w:rPr>
          <w:bCs/>
        </w:rPr>
        <w:t xml:space="preserve">Жилой район </w:t>
      </w:r>
      <w:r w:rsidRPr="00C92D70">
        <w:t>– элемент планировочной структуры площадью, как правило, от 80 до 250 га, в пределах которого размещаются группы микрорайонов, кварталов. Население района обеспечивается комплексом объектов обслуживания с радиусом пешеходной доступности не более 2000 м. Границами территории района являются магистральные улицы и дороги общегородского значения, линии железных дорог, утвержденные границы территорий иного функционального назначения, естественные и искусственные рубежи.</w:t>
      </w:r>
    </w:p>
    <w:p w:rsidR="007C08D3" w:rsidRPr="00C92D70" w:rsidRDefault="007C08D3" w:rsidP="00BD37E4">
      <w:pPr>
        <w:pStyle w:val="a4"/>
      </w:pPr>
      <w:r w:rsidRPr="00C92D70">
        <w:t>Рекомендуемые показатели нормируемых элементов территории жилого квартала (микрорайона) приведены ниже (</w:t>
      </w:r>
      <w:fldSimple w:instr=" REF _Ref393382600 \h  \* MERGEFORMAT ">
        <w:r w:rsidRPr="00C92D70">
          <w:t xml:space="preserve">Таблица </w:t>
        </w:r>
        <w:r>
          <w:rPr>
            <w:noProof/>
          </w:rPr>
          <w:t>5</w:t>
        </w:r>
      </w:fldSimple>
      <w:r w:rsidRPr="00C92D70">
        <w:t>).</w:t>
      </w:r>
    </w:p>
    <w:p w:rsidR="007C08D3" w:rsidRPr="00C92D70" w:rsidRDefault="007C08D3" w:rsidP="00BD37E4">
      <w:pPr>
        <w:pStyle w:val="Caption"/>
        <w:jc w:val="right"/>
      </w:pPr>
      <w:bookmarkStart w:id="23" w:name="_Ref393382600"/>
      <w:bookmarkStart w:id="24" w:name="_Ref364439411"/>
      <w:r w:rsidRPr="00C92D70">
        <w:t xml:space="preserve">Таблица </w:t>
      </w:r>
      <w:fldSimple w:instr=" SEQ Таблица \* ARABIC ">
        <w:r>
          <w:rPr>
            <w:noProof/>
          </w:rPr>
          <w:t>5</w:t>
        </w:r>
      </w:fldSimple>
      <w:bookmarkEnd w:id="23"/>
    </w:p>
    <w:tbl>
      <w:tblPr>
        <w:tblW w:w="0" w:type="auto"/>
        <w:tblLayout w:type="fixed"/>
        <w:tblCellMar>
          <w:left w:w="70" w:type="dxa"/>
          <w:right w:w="70" w:type="dxa"/>
        </w:tblCellMar>
        <w:tblLook w:val="0000"/>
      </w:tblPr>
      <w:tblGrid>
        <w:gridCol w:w="675"/>
        <w:gridCol w:w="4357"/>
        <w:gridCol w:w="4394"/>
      </w:tblGrid>
      <w:tr w:rsidR="007C08D3" w:rsidRPr="00C92D70" w:rsidTr="00BC7260">
        <w:trPr>
          <w:cantSplit/>
          <w:trHeight w:val="360"/>
        </w:trPr>
        <w:tc>
          <w:tcPr>
            <w:tcW w:w="675" w:type="dxa"/>
            <w:tcBorders>
              <w:top w:val="single" w:sz="6" w:space="0" w:color="auto"/>
              <w:left w:val="single" w:sz="6" w:space="0" w:color="auto"/>
              <w:bottom w:val="single" w:sz="6" w:space="0" w:color="auto"/>
              <w:right w:val="single" w:sz="6" w:space="0" w:color="auto"/>
            </w:tcBorders>
          </w:tcPr>
          <w:bookmarkEnd w:id="24"/>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 xml:space="preserve">N  </w:t>
            </w:r>
            <w:r w:rsidRPr="00C92D70">
              <w:rPr>
                <w:rFonts w:ascii="Times New Roman" w:hAnsi="Times New Roman" w:cs="Times New Roman"/>
                <w:b/>
              </w:rPr>
              <w:br/>
              <w:t>п/п</w:t>
            </w:r>
          </w:p>
        </w:tc>
        <w:tc>
          <w:tcPr>
            <w:tcW w:w="4357"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 xml:space="preserve">Элементы территории    </w:t>
            </w:r>
            <w:r w:rsidRPr="00C92D70">
              <w:rPr>
                <w:rFonts w:ascii="Times New Roman" w:hAnsi="Times New Roman" w:cs="Times New Roman"/>
                <w:b/>
              </w:rPr>
              <w:br/>
              <w:t>жилого квартала</w:t>
            </w:r>
          </w:p>
        </w:tc>
        <w:tc>
          <w:tcPr>
            <w:tcW w:w="4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Площадь элемента территории, % от общей площади территории жилого квартала</w:t>
            </w:r>
          </w:p>
        </w:tc>
      </w:tr>
      <w:tr w:rsidR="007C08D3" w:rsidRPr="00C92D70" w:rsidTr="00BC7260">
        <w:trPr>
          <w:cantSplit/>
          <w:trHeight w:val="240"/>
        </w:trPr>
        <w:tc>
          <w:tcPr>
            <w:tcW w:w="67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  </w:t>
            </w:r>
          </w:p>
        </w:tc>
        <w:tc>
          <w:tcPr>
            <w:tcW w:w="4357"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Проезды             </w:t>
            </w:r>
          </w:p>
        </w:tc>
        <w:tc>
          <w:tcPr>
            <w:tcW w:w="4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10          </w:t>
            </w:r>
          </w:p>
        </w:tc>
      </w:tr>
      <w:tr w:rsidR="007C08D3" w:rsidRPr="00C92D70" w:rsidTr="00BC7260">
        <w:trPr>
          <w:cantSplit/>
          <w:trHeight w:val="240"/>
        </w:trPr>
        <w:tc>
          <w:tcPr>
            <w:tcW w:w="67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2.  </w:t>
            </w:r>
          </w:p>
        </w:tc>
        <w:tc>
          <w:tcPr>
            <w:tcW w:w="4357"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Дошкольные  образовательные организации</w:t>
            </w:r>
          </w:p>
        </w:tc>
        <w:tc>
          <w:tcPr>
            <w:tcW w:w="4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5          </w:t>
            </w:r>
          </w:p>
        </w:tc>
      </w:tr>
      <w:tr w:rsidR="007C08D3" w:rsidRPr="00C92D70" w:rsidTr="00BC7260">
        <w:trPr>
          <w:cantSplit/>
          <w:trHeight w:val="240"/>
        </w:trPr>
        <w:tc>
          <w:tcPr>
            <w:tcW w:w="67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3.  </w:t>
            </w:r>
          </w:p>
        </w:tc>
        <w:tc>
          <w:tcPr>
            <w:tcW w:w="4357"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Озеленение </w:t>
            </w:r>
          </w:p>
        </w:tc>
        <w:tc>
          <w:tcPr>
            <w:tcW w:w="4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10              </w:t>
            </w:r>
          </w:p>
        </w:tc>
      </w:tr>
      <w:tr w:rsidR="007C08D3" w:rsidRPr="00C92D70" w:rsidTr="00BC7260">
        <w:trPr>
          <w:cantSplit/>
          <w:trHeight w:val="240"/>
        </w:trPr>
        <w:tc>
          <w:tcPr>
            <w:tcW w:w="67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4.  </w:t>
            </w:r>
          </w:p>
        </w:tc>
        <w:tc>
          <w:tcPr>
            <w:tcW w:w="4357"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Места организованного хранения автотранспорта    </w:t>
            </w:r>
          </w:p>
        </w:tc>
        <w:tc>
          <w:tcPr>
            <w:tcW w:w="4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10-18              </w:t>
            </w:r>
          </w:p>
        </w:tc>
      </w:tr>
      <w:tr w:rsidR="007C08D3" w:rsidRPr="00C92D70" w:rsidTr="00BC7260">
        <w:trPr>
          <w:cantSplit/>
          <w:trHeight w:val="240"/>
        </w:trPr>
        <w:tc>
          <w:tcPr>
            <w:tcW w:w="67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5.</w:t>
            </w:r>
          </w:p>
        </w:tc>
        <w:tc>
          <w:tcPr>
            <w:tcW w:w="4357"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Площадки общего пользования различного назначения</w:t>
            </w:r>
          </w:p>
        </w:tc>
        <w:tc>
          <w:tcPr>
            <w:tcW w:w="4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10</w:t>
            </w:r>
          </w:p>
        </w:tc>
      </w:tr>
      <w:tr w:rsidR="007C08D3" w:rsidRPr="00C92D70" w:rsidTr="00BC7260">
        <w:trPr>
          <w:cantSplit/>
          <w:trHeight w:val="247"/>
        </w:trPr>
        <w:tc>
          <w:tcPr>
            <w:tcW w:w="675" w:type="dxa"/>
            <w:vMerge w:val="restart"/>
            <w:tcBorders>
              <w:top w:val="single" w:sz="6" w:space="0" w:color="auto"/>
              <w:left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6.</w:t>
            </w:r>
          </w:p>
        </w:tc>
        <w:tc>
          <w:tcPr>
            <w:tcW w:w="4357" w:type="dxa"/>
            <w:tcBorders>
              <w:top w:val="single" w:sz="6" w:space="0" w:color="auto"/>
              <w:left w:val="single" w:sz="6" w:space="0" w:color="auto"/>
              <w:bottom w:val="single" w:sz="4" w:space="0" w:color="auto"/>
              <w:right w:val="single" w:sz="6" w:space="0" w:color="auto"/>
            </w:tcBorders>
          </w:tcPr>
          <w:p w:rsidR="007C08D3" w:rsidRPr="00C92D70" w:rsidRDefault="007C08D3" w:rsidP="00BC7260">
            <w:pPr>
              <w:pStyle w:val="ConsPlusNormal"/>
              <w:ind w:firstLine="0"/>
              <w:rPr>
                <w:rFonts w:ascii="Times New Roman" w:hAnsi="Times New Roman" w:cs="Times New Roman"/>
              </w:rPr>
            </w:pPr>
            <w:r w:rsidRPr="00C92D70">
              <w:rPr>
                <w:rFonts w:ascii="Times New Roman" w:hAnsi="Times New Roman" w:cs="Times New Roman"/>
              </w:rPr>
              <w:t xml:space="preserve">Иные элементы </w:t>
            </w:r>
          </w:p>
        </w:tc>
        <w:tc>
          <w:tcPr>
            <w:tcW w:w="4394" w:type="dxa"/>
            <w:tcBorders>
              <w:top w:val="single" w:sz="6" w:space="0" w:color="auto"/>
              <w:left w:val="single" w:sz="6" w:space="0" w:color="auto"/>
              <w:bottom w:val="single" w:sz="4" w:space="0" w:color="auto"/>
              <w:right w:val="single" w:sz="6" w:space="0" w:color="auto"/>
            </w:tcBorders>
          </w:tcPr>
          <w:p w:rsidR="007C08D3" w:rsidRPr="00C92D70" w:rsidRDefault="007C08D3" w:rsidP="00BC7260">
            <w:pPr>
              <w:pStyle w:val="ConsPlusNormal"/>
              <w:ind w:firstLine="0"/>
              <w:rPr>
                <w:rFonts w:ascii="Times New Roman" w:hAnsi="Times New Roman" w:cs="Times New Roman"/>
              </w:rPr>
            </w:pPr>
            <w:r w:rsidRPr="00C92D70">
              <w:rPr>
                <w:rFonts w:ascii="Times New Roman" w:hAnsi="Times New Roman" w:cs="Times New Roman"/>
              </w:rPr>
              <w:t>47-55</w:t>
            </w:r>
          </w:p>
        </w:tc>
      </w:tr>
      <w:tr w:rsidR="007C08D3" w:rsidRPr="00C92D70" w:rsidTr="00BC7260">
        <w:trPr>
          <w:cantSplit/>
          <w:trHeight w:val="247"/>
        </w:trPr>
        <w:tc>
          <w:tcPr>
            <w:tcW w:w="675" w:type="dxa"/>
            <w:vMerge/>
            <w:tcBorders>
              <w:top w:val="single" w:sz="6" w:space="0" w:color="auto"/>
              <w:left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p>
        </w:tc>
        <w:tc>
          <w:tcPr>
            <w:tcW w:w="4357" w:type="dxa"/>
            <w:tcBorders>
              <w:top w:val="single" w:sz="6" w:space="0" w:color="auto"/>
              <w:left w:val="single" w:sz="6" w:space="0" w:color="auto"/>
              <w:bottom w:val="single" w:sz="4" w:space="0" w:color="auto"/>
              <w:right w:val="single" w:sz="6" w:space="0" w:color="auto"/>
            </w:tcBorders>
          </w:tcPr>
          <w:p w:rsidR="007C08D3" w:rsidRPr="00C92D70" w:rsidRDefault="007C08D3" w:rsidP="00BC7260">
            <w:pPr>
              <w:pStyle w:val="ConsPlusNormal"/>
              <w:ind w:firstLine="0"/>
              <w:rPr>
                <w:rFonts w:ascii="Times New Roman" w:hAnsi="Times New Roman" w:cs="Times New Roman"/>
              </w:rPr>
            </w:pPr>
          </w:p>
        </w:tc>
        <w:tc>
          <w:tcPr>
            <w:tcW w:w="4394" w:type="dxa"/>
            <w:tcBorders>
              <w:top w:val="single" w:sz="6" w:space="0" w:color="auto"/>
              <w:left w:val="single" w:sz="6" w:space="0" w:color="auto"/>
              <w:bottom w:val="single" w:sz="4" w:space="0" w:color="auto"/>
              <w:right w:val="single" w:sz="6" w:space="0" w:color="auto"/>
            </w:tcBorders>
          </w:tcPr>
          <w:p w:rsidR="007C08D3" w:rsidRPr="00C92D70" w:rsidRDefault="007C08D3" w:rsidP="00BC7260">
            <w:pPr>
              <w:pStyle w:val="ConsPlusNormal"/>
              <w:ind w:firstLine="0"/>
              <w:rPr>
                <w:rFonts w:ascii="Times New Roman" w:hAnsi="Times New Roman" w:cs="Times New Roman"/>
              </w:rPr>
            </w:pPr>
          </w:p>
        </w:tc>
      </w:tr>
      <w:tr w:rsidR="007C08D3" w:rsidRPr="00C92D70" w:rsidTr="00BC7260">
        <w:trPr>
          <w:cantSplit/>
          <w:trHeight w:val="505"/>
        </w:trPr>
        <w:tc>
          <w:tcPr>
            <w:tcW w:w="675" w:type="dxa"/>
            <w:vMerge/>
            <w:tcBorders>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p>
        </w:tc>
        <w:tc>
          <w:tcPr>
            <w:tcW w:w="4357" w:type="dxa"/>
            <w:tcBorders>
              <w:top w:val="single" w:sz="4"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в том числе: </w:t>
            </w:r>
          </w:p>
          <w:p w:rsidR="007C08D3" w:rsidRPr="00C92D70" w:rsidRDefault="007C08D3" w:rsidP="00BC7260">
            <w:pPr>
              <w:pStyle w:val="ConsPlusNormal"/>
              <w:ind w:firstLine="0"/>
              <w:rPr>
                <w:rFonts w:ascii="Times New Roman" w:hAnsi="Times New Roman" w:cs="Times New Roman"/>
              </w:rPr>
            </w:pPr>
            <w:r w:rsidRPr="00C92D70">
              <w:rPr>
                <w:rFonts w:ascii="Times New Roman" w:hAnsi="Times New Roman" w:cs="Times New Roman"/>
              </w:rPr>
              <w:t>жилая застройка</w:t>
            </w:r>
          </w:p>
        </w:tc>
        <w:tc>
          <w:tcPr>
            <w:tcW w:w="4394" w:type="dxa"/>
            <w:tcBorders>
              <w:top w:val="single" w:sz="4"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p>
          <w:p w:rsidR="007C08D3" w:rsidRPr="00C92D70" w:rsidRDefault="007C08D3" w:rsidP="00BC7260">
            <w:pPr>
              <w:pStyle w:val="ConsPlusNormal"/>
              <w:ind w:firstLine="0"/>
              <w:rPr>
                <w:rFonts w:ascii="Times New Roman" w:hAnsi="Times New Roman" w:cs="Times New Roman"/>
              </w:rPr>
            </w:pPr>
            <w:r w:rsidRPr="00C92D70">
              <w:rPr>
                <w:rFonts w:ascii="Times New Roman" w:hAnsi="Times New Roman" w:cs="Times New Roman"/>
              </w:rPr>
              <w:t>25</w:t>
            </w:r>
          </w:p>
        </w:tc>
      </w:tr>
      <w:tr w:rsidR="007C08D3" w:rsidRPr="00C92D70" w:rsidTr="00BC7260">
        <w:trPr>
          <w:cantSplit/>
          <w:trHeight w:val="240"/>
        </w:trPr>
        <w:tc>
          <w:tcPr>
            <w:tcW w:w="67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p>
        </w:tc>
        <w:tc>
          <w:tcPr>
            <w:tcW w:w="4357"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Итого:</w:t>
            </w:r>
          </w:p>
        </w:tc>
        <w:tc>
          <w:tcPr>
            <w:tcW w:w="4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100</w:t>
            </w:r>
          </w:p>
        </w:tc>
      </w:tr>
    </w:tbl>
    <w:p w:rsidR="007C08D3" w:rsidRPr="00C92D70" w:rsidRDefault="007C08D3" w:rsidP="00BD37E4">
      <w:pPr>
        <w:pStyle w:val="a4"/>
        <w:rPr>
          <w:lang w:val="en-US"/>
        </w:rPr>
      </w:pPr>
    </w:p>
    <w:p w:rsidR="007C08D3" w:rsidRPr="00C92D70" w:rsidRDefault="007C08D3" w:rsidP="00BD37E4">
      <w:pPr>
        <w:pStyle w:val="a4"/>
      </w:pPr>
      <w:r w:rsidRPr="00C92D70">
        <w:t>Рекомендуемые показатели нормируемых элементов территории жилого микрорайона приведены ниже (</w:t>
      </w:r>
      <w:fldSimple w:instr=" REF _Ref393382635 \h  \* MERGEFORMAT ">
        <w:r w:rsidRPr="00C92D70">
          <w:t xml:space="preserve">Таблица </w:t>
        </w:r>
        <w:r>
          <w:rPr>
            <w:noProof/>
          </w:rPr>
          <w:t>6</w:t>
        </w:r>
      </w:fldSimple>
      <w:r w:rsidRPr="00C92D70">
        <w:t>).</w:t>
      </w:r>
    </w:p>
    <w:p w:rsidR="007C08D3" w:rsidRPr="00C92D70" w:rsidRDefault="007C08D3" w:rsidP="00BD37E4">
      <w:pPr>
        <w:pStyle w:val="Caption"/>
        <w:jc w:val="right"/>
      </w:pPr>
      <w:bookmarkStart w:id="25" w:name="_Ref393382635"/>
      <w:bookmarkStart w:id="26" w:name="_Ref364439445"/>
      <w:r w:rsidRPr="00C92D70">
        <w:t xml:space="preserve">Таблица </w:t>
      </w:r>
      <w:fldSimple w:instr=" SEQ Таблица \* ARABIC ">
        <w:r>
          <w:rPr>
            <w:noProof/>
          </w:rPr>
          <w:t>6</w:t>
        </w:r>
      </w:fldSimple>
      <w:bookmarkEnd w:id="25"/>
    </w:p>
    <w:bookmarkEnd w:id="26"/>
    <w:p w:rsidR="007C08D3" w:rsidRPr="00C92D70" w:rsidRDefault="007C08D3" w:rsidP="00BD37E4">
      <w:pPr>
        <w:rPr>
          <w:sz w:val="2"/>
          <w:szCs w:val="2"/>
        </w:rPr>
      </w:pPr>
    </w:p>
    <w:tbl>
      <w:tblPr>
        <w:tblW w:w="0" w:type="auto"/>
        <w:tblLayout w:type="fixed"/>
        <w:tblCellMar>
          <w:left w:w="70" w:type="dxa"/>
          <w:right w:w="70" w:type="dxa"/>
        </w:tblCellMar>
        <w:tblLook w:val="0000"/>
      </w:tblPr>
      <w:tblGrid>
        <w:gridCol w:w="675"/>
        <w:gridCol w:w="4357"/>
        <w:gridCol w:w="4394"/>
      </w:tblGrid>
      <w:tr w:rsidR="007C08D3" w:rsidRPr="00C92D70" w:rsidTr="00BC7260">
        <w:trPr>
          <w:cantSplit/>
          <w:trHeight w:val="20"/>
          <w:tblHeader/>
        </w:trPr>
        <w:tc>
          <w:tcPr>
            <w:tcW w:w="67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lang w:val="en-US"/>
              </w:rPr>
            </w:pPr>
            <w:r w:rsidRPr="00C92D70">
              <w:rPr>
                <w:rFonts w:ascii="Times New Roman" w:hAnsi="Times New Roman" w:cs="Times New Roman"/>
                <w:b/>
              </w:rPr>
              <w:t xml:space="preserve">N  </w:t>
            </w:r>
            <w:r w:rsidRPr="00C92D70">
              <w:rPr>
                <w:rFonts w:ascii="Times New Roman" w:hAnsi="Times New Roman" w:cs="Times New Roman"/>
                <w:b/>
              </w:rPr>
              <w:br/>
              <w:t>п/п</w:t>
            </w:r>
          </w:p>
        </w:tc>
        <w:tc>
          <w:tcPr>
            <w:tcW w:w="4357"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lang w:val="en-US"/>
              </w:rPr>
            </w:pPr>
            <w:r w:rsidRPr="00C92D70">
              <w:rPr>
                <w:rFonts w:ascii="Times New Roman" w:hAnsi="Times New Roman" w:cs="Times New Roman"/>
                <w:b/>
              </w:rPr>
              <w:t xml:space="preserve">Элементы территории    </w:t>
            </w:r>
            <w:r w:rsidRPr="00C92D70">
              <w:rPr>
                <w:rFonts w:ascii="Times New Roman" w:hAnsi="Times New Roman" w:cs="Times New Roman"/>
                <w:b/>
              </w:rPr>
              <w:br/>
              <w:t>жилого микрорайона</w:t>
            </w:r>
          </w:p>
        </w:tc>
        <w:tc>
          <w:tcPr>
            <w:tcW w:w="4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 xml:space="preserve">Площадь элемента территории, % от общей площади территории жилого    </w:t>
            </w:r>
            <w:r w:rsidRPr="00C92D70">
              <w:rPr>
                <w:rFonts w:ascii="Times New Roman" w:hAnsi="Times New Roman" w:cs="Times New Roman"/>
                <w:b/>
              </w:rPr>
              <w:br/>
              <w:t>микрорайона</w:t>
            </w:r>
          </w:p>
        </w:tc>
      </w:tr>
      <w:tr w:rsidR="007C08D3" w:rsidRPr="00C92D70" w:rsidTr="00BC7260">
        <w:trPr>
          <w:cantSplit/>
          <w:trHeight w:val="20"/>
          <w:tblHeader/>
        </w:trPr>
        <w:tc>
          <w:tcPr>
            <w:tcW w:w="67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lang w:val="en-US"/>
              </w:rPr>
            </w:pPr>
            <w:r w:rsidRPr="00C92D70">
              <w:rPr>
                <w:rFonts w:ascii="Times New Roman" w:hAnsi="Times New Roman" w:cs="Times New Roman"/>
                <w:lang w:val="en-US"/>
              </w:rPr>
              <w:t>1</w:t>
            </w:r>
          </w:p>
        </w:tc>
        <w:tc>
          <w:tcPr>
            <w:tcW w:w="4357"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lang w:val="en-US"/>
              </w:rPr>
            </w:pPr>
            <w:r w:rsidRPr="00C92D70">
              <w:rPr>
                <w:rFonts w:ascii="Times New Roman" w:hAnsi="Times New Roman" w:cs="Times New Roman"/>
                <w:lang w:val="en-US"/>
              </w:rPr>
              <w:t>2</w:t>
            </w:r>
          </w:p>
        </w:tc>
        <w:tc>
          <w:tcPr>
            <w:tcW w:w="4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lang w:val="en-US"/>
              </w:rPr>
            </w:pPr>
            <w:r w:rsidRPr="00C92D70">
              <w:rPr>
                <w:rFonts w:ascii="Times New Roman" w:hAnsi="Times New Roman" w:cs="Times New Roman"/>
                <w:lang w:val="en-US"/>
              </w:rPr>
              <w:t>3</w:t>
            </w:r>
          </w:p>
        </w:tc>
      </w:tr>
      <w:tr w:rsidR="007C08D3" w:rsidRPr="00C92D70" w:rsidTr="00BC7260">
        <w:trPr>
          <w:cantSplit/>
          <w:trHeight w:val="20"/>
        </w:trPr>
        <w:tc>
          <w:tcPr>
            <w:tcW w:w="67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  </w:t>
            </w:r>
          </w:p>
        </w:tc>
        <w:tc>
          <w:tcPr>
            <w:tcW w:w="4357"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Улично-дорожная сеть              </w:t>
            </w:r>
          </w:p>
        </w:tc>
        <w:tc>
          <w:tcPr>
            <w:tcW w:w="4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18          </w:t>
            </w:r>
          </w:p>
        </w:tc>
      </w:tr>
      <w:tr w:rsidR="007C08D3" w:rsidRPr="00C92D70" w:rsidTr="00BC7260">
        <w:trPr>
          <w:cantSplit/>
          <w:trHeight w:val="20"/>
        </w:trPr>
        <w:tc>
          <w:tcPr>
            <w:tcW w:w="67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2.  </w:t>
            </w:r>
          </w:p>
        </w:tc>
        <w:tc>
          <w:tcPr>
            <w:tcW w:w="4357"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Дошкольные  образовательные и общеобразовательные  организации</w:t>
            </w:r>
          </w:p>
        </w:tc>
        <w:tc>
          <w:tcPr>
            <w:tcW w:w="4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14         </w:t>
            </w:r>
          </w:p>
        </w:tc>
      </w:tr>
      <w:tr w:rsidR="007C08D3" w:rsidRPr="00C92D70" w:rsidTr="00BC7260">
        <w:trPr>
          <w:cantSplit/>
          <w:trHeight w:val="20"/>
        </w:trPr>
        <w:tc>
          <w:tcPr>
            <w:tcW w:w="67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3.  </w:t>
            </w:r>
          </w:p>
        </w:tc>
        <w:tc>
          <w:tcPr>
            <w:tcW w:w="4357"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Озеленение </w:t>
            </w:r>
          </w:p>
        </w:tc>
        <w:tc>
          <w:tcPr>
            <w:tcW w:w="4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25            </w:t>
            </w:r>
          </w:p>
        </w:tc>
      </w:tr>
      <w:tr w:rsidR="007C08D3" w:rsidRPr="00C92D70" w:rsidTr="00BC7260">
        <w:trPr>
          <w:cantSplit/>
          <w:trHeight w:val="20"/>
        </w:trPr>
        <w:tc>
          <w:tcPr>
            <w:tcW w:w="67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4.  </w:t>
            </w:r>
          </w:p>
        </w:tc>
        <w:tc>
          <w:tcPr>
            <w:tcW w:w="4357"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Места организованного хранения автотранспорта    </w:t>
            </w:r>
          </w:p>
        </w:tc>
        <w:tc>
          <w:tcPr>
            <w:tcW w:w="4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5,5-9            </w:t>
            </w:r>
          </w:p>
        </w:tc>
      </w:tr>
      <w:tr w:rsidR="007C08D3" w:rsidRPr="00C92D70" w:rsidTr="00BC7260">
        <w:trPr>
          <w:cantSplit/>
          <w:trHeight w:val="20"/>
        </w:trPr>
        <w:tc>
          <w:tcPr>
            <w:tcW w:w="67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5</w:t>
            </w:r>
          </w:p>
        </w:tc>
        <w:tc>
          <w:tcPr>
            <w:tcW w:w="4357"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Площадки общего пользования различного назначения</w:t>
            </w:r>
          </w:p>
        </w:tc>
        <w:tc>
          <w:tcPr>
            <w:tcW w:w="4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5</w:t>
            </w:r>
          </w:p>
        </w:tc>
      </w:tr>
      <w:tr w:rsidR="007C08D3" w:rsidRPr="00C92D70" w:rsidTr="00BC7260">
        <w:trPr>
          <w:cantSplit/>
          <w:trHeight w:val="20"/>
        </w:trPr>
        <w:tc>
          <w:tcPr>
            <w:tcW w:w="67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6.</w:t>
            </w:r>
          </w:p>
        </w:tc>
        <w:tc>
          <w:tcPr>
            <w:tcW w:w="4357"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Иные элементы территории</w:t>
            </w:r>
          </w:p>
        </w:tc>
        <w:tc>
          <w:tcPr>
            <w:tcW w:w="4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29-32,5</w:t>
            </w:r>
          </w:p>
        </w:tc>
      </w:tr>
      <w:tr w:rsidR="007C08D3" w:rsidRPr="00C92D70" w:rsidTr="00BC7260">
        <w:trPr>
          <w:cantSplit/>
          <w:trHeight w:val="20"/>
        </w:trPr>
        <w:tc>
          <w:tcPr>
            <w:tcW w:w="67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p>
        </w:tc>
        <w:tc>
          <w:tcPr>
            <w:tcW w:w="4357"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Итого:</w:t>
            </w:r>
          </w:p>
        </w:tc>
        <w:tc>
          <w:tcPr>
            <w:tcW w:w="4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100</w:t>
            </w:r>
          </w:p>
        </w:tc>
      </w:tr>
    </w:tbl>
    <w:p w:rsidR="007C08D3" w:rsidRPr="00C92D70" w:rsidRDefault="007C08D3" w:rsidP="00BD37E4">
      <w:pPr>
        <w:pStyle w:val="ConsPlusNormal"/>
        <w:widowControl/>
        <w:tabs>
          <w:tab w:val="left" w:pos="2085"/>
        </w:tabs>
        <w:ind w:firstLine="540"/>
        <w:rPr>
          <w:rFonts w:ascii="Times New Roman" w:hAnsi="Times New Roman" w:cs="Times New Roman"/>
        </w:rPr>
      </w:pPr>
      <w:r w:rsidRPr="00C92D70">
        <w:rPr>
          <w:rFonts w:ascii="Times New Roman" w:hAnsi="Times New Roman" w:cs="Times New Roman"/>
        </w:rPr>
        <w:t>Примечания:</w:t>
      </w:r>
      <w:r w:rsidRPr="00C92D70">
        <w:rPr>
          <w:rFonts w:ascii="Times New Roman" w:hAnsi="Times New Roman" w:cs="Times New Roman"/>
        </w:rPr>
        <w:tab/>
      </w:r>
    </w:p>
    <w:p w:rsidR="007C08D3" w:rsidRPr="00C92D70" w:rsidRDefault="007C08D3" w:rsidP="00BC7260">
      <w:pPr>
        <w:pStyle w:val="a4"/>
        <w:numPr>
          <w:ilvl w:val="0"/>
          <w:numId w:val="28"/>
        </w:numPr>
      </w:pPr>
      <w:r w:rsidRPr="00C92D70">
        <w:t>Площадь, занятая местами организованного хранения автотранспорта, зависит от уровня автомобилизации.</w:t>
      </w:r>
    </w:p>
    <w:p w:rsidR="007C08D3" w:rsidRPr="00C92D70" w:rsidRDefault="007C08D3" w:rsidP="00BC7260">
      <w:pPr>
        <w:pStyle w:val="a4"/>
        <w:numPr>
          <w:ilvl w:val="0"/>
          <w:numId w:val="28"/>
        </w:numPr>
      </w:pPr>
      <w:r w:rsidRPr="00C92D70">
        <w:t xml:space="preserve"> Иные элементы территории квартала, микрорайона – ненормируемые  территории, в том числе  территории жилой застройки,  территории объектов обслуживания квартального и микрорайонного уровня, территории объектов инженерной инфраструктуры т.п..</w:t>
      </w:r>
      <w:r w:rsidRPr="00C92D70">
        <w:rPr>
          <w:sz w:val="22"/>
          <w:szCs w:val="22"/>
        </w:rPr>
        <w:t xml:space="preserve">    </w:t>
      </w:r>
    </w:p>
    <w:p w:rsidR="007C08D3" w:rsidRPr="00C92D70" w:rsidRDefault="007C08D3" w:rsidP="00BD37E4">
      <w:pPr>
        <w:pStyle w:val="a4"/>
      </w:pPr>
      <w:r w:rsidRPr="00C92D70">
        <w:t>Уменьшение площади территории жилого квартала предлагается с целью разукрупнения планировочных элементов на основе анализа действующей градостроительной документации и документации по планировке территории, исходя из нормативных показателей по обеспеченности улично-дорожной сетью, детскими дошкольными учреждениями, озеленением, местами организованного хранения автотранспорта. </w:t>
      </w:r>
    </w:p>
    <w:p w:rsidR="007C08D3" w:rsidRPr="00C92D70" w:rsidRDefault="007C08D3" w:rsidP="00BD37E4">
      <w:pPr>
        <w:pStyle w:val="a4"/>
      </w:pPr>
      <w:r w:rsidRPr="00C92D70">
        <w:t>При разработке документации по планировке территории на отдельный земельный участок, занимающий часть территории квартала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 (микрорайона) в целом.</w:t>
      </w:r>
    </w:p>
    <w:p w:rsidR="007C08D3" w:rsidRPr="00C92D70" w:rsidRDefault="007C08D3" w:rsidP="00BD37E4">
      <w:pPr>
        <w:pStyle w:val="a4"/>
      </w:pPr>
      <w:r w:rsidRPr="00C92D70">
        <w:t>Площадь земельного участка для размещения жилых зданий на территории жилой застройки должна обеспечивать возможность дворового благоустройства (размещение площадок для игр детей, отдыха взрослого населения, занятия физкультурой, хозяйственных целей и выгула собак, стоянки автомобилей и озеленения). 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в разделе 2.7.</w:t>
      </w:r>
    </w:p>
    <w:p w:rsidR="007C08D3" w:rsidRPr="00C92D70" w:rsidRDefault="007C08D3" w:rsidP="00005898">
      <w:pPr>
        <w:pStyle w:val="Heading2"/>
        <w:numPr>
          <w:ilvl w:val="1"/>
          <w:numId w:val="24"/>
        </w:numPr>
        <w:jc w:val="center"/>
      </w:pPr>
      <w:bookmarkStart w:id="27" w:name="_Toc389132435"/>
      <w:bookmarkStart w:id="28" w:name="_Toc393383985"/>
      <w:r w:rsidRPr="00C92D70">
        <w:t>Плотность населения жилых зон</w:t>
      </w:r>
      <w:bookmarkEnd w:id="27"/>
      <w:bookmarkEnd w:id="28"/>
    </w:p>
    <w:p w:rsidR="007C08D3" w:rsidRPr="00C92D70" w:rsidRDefault="007C08D3" w:rsidP="00BD37E4">
      <w:pPr>
        <w:pStyle w:val="a4"/>
      </w:pPr>
      <w:r w:rsidRPr="00C92D70">
        <w:t>Плотность населения является основным показателем, характеризующим интенсивность использования территории жилых зон. При проектировании жилых зон на территории городских населённых пунктов расчетную плотность населения жилого района (брутто) рекомендуется принимать не менее 50 чел./га и не более 90 чел./га.</w:t>
      </w:r>
    </w:p>
    <w:p w:rsidR="007C08D3" w:rsidRPr="00C92D70" w:rsidRDefault="007C08D3" w:rsidP="00BD37E4">
      <w:pPr>
        <w:pStyle w:val="a4"/>
      </w:pPr>
      <w:r w:rsidRPr="00C92D70">
        <w:t>Границы расчетной территории квартала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3 м от линии застройки. Из расчетной территории квартала (микрорайона) должны быть исключены площади участков объектов районного и общегородского значения,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 В условиях реконструкции сложившейся 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квартала (микрорайона) или для подъезда к зданиям.</w:t>
      </w:r>
    </w:p>
    <w:p w:rsidR="007C08D3" w:rsidRPr="00C92D70" w:rsidRDefault="007C08D3" w:rsidP="00BD37E4">
      <w:pPr>
        <w:pStyle w:val="a4"/>
      </w:pPr>
      <w:r w:rsidRPr="00C92D70">
        <w:t xml:space="preserve"> 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В условиях реконструкции сложившейся застройки в исторических населённых пунктах допустимая плотность населения устанавливается заданием на проектирование. На территориях индивидуального усадебного строительства и в населённых пунктах, где не планируется строительство централизованных инженерных систем, допускается уменьшать плотность населения, но не менее чем 10 чел./га.</w:t>
      </w:r>
    </w:p>
    <w:p w:rsidR="007C08D3" w:rsidRPr="00C92D70" w:rsidRDefault="007C08D3" w:rsidP="00BD37E4">
      <w:pPr>
        <w:pStyle w:val="a4"/>
      </w:pPr>
      <w:r w:rsidRPr="00C92D70">
        <w:t xml:space="preserve">Расчетная плотность населения жилого квартала (микрорайона) в границах застраиваемой территории при комплексной застройке многоквартирными жилыми домам определяется из установленной средней жилищной обеспеченности. </w:t>
      </w:r>
    </w:p>
    <w:p w:rsidR="007C08D3" w:rsidRPr="00C92D70" w:rsidRDefault="007C08D3" w:rsidP="00BD37E4">
      <w:pPr>
        <w:pStyle w:val="S5"/>
      </w:pPr>
      <w:r w:rsidRPr="00C92D70">
        <w:t>Плотность населения кварталов индивидуальной жилой застройки (количество человек на гектар территории) следует принимать в соответствии со значениями, приведенными ниже (</w:t>
      </w:r>
      <w:r>
        <w:t>Таблица 7</w:t>
      </w:r>
      <w:r w:rsidRPr="00C92D70">
        <w:t>).</w:t>
      </w:r>
    </w:p>
    <w:p w:rsidR="007C08D3" w:rsidRPr="00C92D70" w:rsidRDefault="007C08D3" w:rsidP="00BD37E4">
      <w:pPr>
        <w:pStyle w:val="Caption"/>
        <w:jc w:val="right"/>
      </w:pPr>
      <w:bookmarkStart w:id="29" w:name="_Ref393382762"/>
      <w:r w:rsidRPr="00C92D70">
        <w:t xml:space="preserve">Таблица </w:t>
      </w:r>
      <w:bookmarkEnd w:id="29"/>
      <w:r>
        <w:t>7</w:t>
      </w:r>
    </w:p>
    <w:tbl>
      <w:tblPr>
        <w:tblW w:w="9714" w:type="dxa"/>
        <w:jc w:val="center"/>
        <w:tblLayout w:type="fixed"/>
        <w:tblCellMar>
          <w:left w:w="70" w:type="dxa"/>
          <w:right w:w="70" w:type="dxa"/>
        </w:tblCellMar>
        <w:tblLook w:val="0000"/>
      </w:tblPr>
      <w:tblGrid>
        <w:gridCol w:w="3362"/>
        <w:gridCol w:w="1394"/>
        <w:gridCol w:w="871"/>
        <w:gridCol w:w="871"/>
        <w:gridCol w:w="871"/>
        <w:gridCol w:w="871"/>
        <w:gridCol w:w="871"/>
        <w:gridCol w:w="603"/>
      </w:tblGrid>
      <w:tr w:rsidR="007C08D3" w:rsidRPr="00C92D70" w:rsidTr="00BC7260">
        <w:trPr>
          <w:cantSplit/>
          <w:trHeight w:val="20"/>
          <w:tblHeader/>
          <w:jc w:val="center"/>
        </w:trPr>
        <w:tc>
          <w:tcPr>
            <w:tcW w:w="4756" w:type="dxa"/>
            <w:gridSpan w:val="2"/>
            <w:vMerge w:val="restart"/>
            <w:tcBorders>
              <w:top w:val="single" w:sz="6" w:space="0" w:color="auto"/>
              <w:left w:val="single" w:sz="6" w:space="0" w:color="auto"/>
              <w:bottom w:val="nil"/>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Тип жилой застройки</w:t>
            </w:r>
          </w:p>
        </w:tc>
        <w:tc>
          <w:tcPr>
            <w:tcW w:w="4958" w:type="dxa"/>
            <w:gridSpan w:val="6"/>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Плотность населения на селитебной территории населенного пункта, количество человек на гектар территории, при среднем размере семьи, человек</w:t>
            </w:r>
          </w:p>
        </w:tc>
      </w:tr>
      <w:tr w:rsidR="007C08D3" w:rsidRPr="00C92D70" w:rsidTr="00BC7260">
        <w:trPr>
          <w:cantSplit/>
          <w:trHeight w:val="20"/>
          <w:tblHeader/>
          <w:jc w:val="center"/>
        </w:trPr>
        <w:tc>
          <w:tcPr>
            <w:tcW w:w="4756" w:type="dxa"/>
            <w:gridSpan w:val="2"/>
            <w:vMerge/>
            <w:tcBorders>
              <w:top w:val="nil"/>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 xml:space="preserve">2,5 </w:t>
            </w:r>
            <w:r w:rsidRPr="00C92D70">
              <w:rPr>
                <w:rFonts w:ascii="Times New Roman" w:hAnsi="Times New Roman" w:cs="Times New Roman"/>
                <w:b/>
              </w:rPr>
              <w:br/>
              <w:t>чел.</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 xml:space="preserve">3,0 </w:t>
            </w:r>
            <w:r w:rsidRPr="00C92D70">
              <w:rPr>
                <w:rFonts w:ascii="Times New Roman" w:hAnsi="Times New Roman" w:cs="Times New Roman"/>
                <w:b/>
              </w:rPr>
              <w:br/>
              <w:t>чел.</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 xml:space="preserve">3,5 </w:t>
            </w:r>
            <w:r w:rsidRPr="00C92D70">
              <w:rPr>
                <w:rFonts w:ascii="Times New Roman" w:hAnsi="Times New Roman" w:cs="Times New Roman"/>
                <w:b/>
              </w:rPr>
              <w:br/>
              <w:t>чел.</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 xml:space="preserve">4,0 </w:t>
            </w:r>
            <w:r w:rsidRPr="00C92D70">
              <w:rPr>
                <w:rFonts w:ascii="Times New Roman" w:hAnsi="Times New Roman" w:cs="Times New Roman"/>
                <w:b/>
              </w:rPr>
              <w:br/>
              <w:t>чел.</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 xml:space="preserve">4,5 </w:t>
            </w:r>
            <w:r w:rsidRPr="00C92D70">
              <w:rPr>
                <w:rFonts w:ascii="Times New Roman" w:hAnsi="Times New Roman" w:cs="Times New Roman"/>
                <w:b/>
              </w:rPr>
              <w:br/>
              <w:t>чел.</w:t>
            </w:r>
          </w:p>
        </w:tc>
        <w:tc>
          <w:tcPr>
            <w:tcW w:w="60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 xml:space="preserve">5,0 </w:t>
            </w:r>
            <w:r w:rsidRPr="00C92D70">
              <w:rPr>
                <w:rFonts w:ascii="Times New Roman" w:hAnsi="Times New Roman" w:cs="Times New Roman"/>
                <w:b/>
              </w:rPr>
              <w:br/>
              <w:t>чел.</w:t>
            </w:r>
          </w:p>
        </w:tc>
      </w:tr>
      <w:tr w:rsidR="007C08D3" w:rsidRPr="00C92D70" w:rsidTr="00BC7260">
        <w:trPr>
          <w:cantSplit/>
          <w:trHeight w:val="20"/>
          <w:jc w:val="center"/>
        </w:trPr>
        <w:tc>
          <w:tcPr>
            <w:tcW w:w="3362" w:type="dxa"/>
            <w:vMerge w:val="restart"/>
            <w:tcBorders>
              <w:top w:val="single" w:sz="6" w:space="0" w:color="auto"/>
              <w:left w:val="single" w:sz="6" w:space="0" w:color="auto"/>
              <w:bottom w:val="nil"/>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Застройка объектами индивидуального</w:t>
            </w:r>
            <w:r w:rsidRPr="00C92D70">
              <w:rPr>
                <w:rFonts w:ascii="Times New Roman" w:hAnsi="Times New Roman" w:cs="Times New Roman"/>
              </w:rPr>
              <w:br/>
              <w:t xml:space="preserve">жилищного строительства и          </w:t>
            </w:r>
            <w:r w:rsidRPr="00C92D70">
              <w:rPr>
                <w:rFonts w:ascii="Times New Roman" w:hAnsi="Times New Roman" w:cs="Times New Roman"/>
              </w:rPr>
              <w:br/>
              <w:t xml:space="preserve">усадебными жилыми домами с         </w:t>
            </w:r>
            <w:r w:rsidRPr="00C92D70">
              <w:rPr>
                <w:rFonts w:ascii="Times New Roman" w:hAnsi="Times New Roman" w:cs="Times New Roman"/>
              </w:rPr>
              <w:br/>
              <w:t xml:space="preserve">земельным участком, квадратных     </w:t>
            </w:r>
            <w:r w:rsidRPr="00C92D70">
              <w:rPr>
                <w:rFonts w:ascii="Times New Roman" w:hAnsi="Times New Roman" w:cs="Times New Roman"/>
              </w:rPr>
              <w:br/>
              <w:t xml:space="preserve">метров                             </w:t>
            </w:r>
          </w:p>
        </w:tc>
        <w:tc>
          <w:tcPr>
            <w:tcW w:w="1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2000 - </w:t>
            </w:r>
            <w:r w:rsidRPr="00C92D70">
              <w:rPr>
                <w:rFonts w:ascii="Times New Roman" w:hAnsi="Times New Roman" w:cs="Times New Roman"/>
              </w:rPr>
              <w:br/>
              <w:t xml:space="preserve">2500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10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12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14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16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18  </w:t>
            </w:r>
          </w:p>
        </w:tc>
        <w:tc>
          <w:tcPr>
            <w:tcW w:w="60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20  </w:t>
            </w:r>
          </w:p>
        </w:tc>
      </w:tr>
      <w:tr w:rsidR="007C08D3" w:rsidRPr="00C92D70" w:rsidTr="00BC7260">
        <w:trPr>
          <w:cantSplit/>
          <w:trHeight w:val="20"/>
          <w:jc w:val="center"/>
        </w:trPr>
        <w:tc>
          <w:tcPr>
            <w:tcW w:w="3362" w:type="dxa"/>
            <w:vMerge/>
            <w:tcBorders>
              <w:top w:val="nil"/>
              <w:left w:val="single" w:sz="6" w:space="0" w:color="auto"/>
              <w:bottom w:val="nil"/>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p>
        </w:tc>
        <w:tc>
          <w:tcPr>
            <w:tcW w:w="1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1500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13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15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17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20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22  </w:t>
            </w:r>
          </w:p>
        </w:tc>
        <w:tc>
          <w:tcPr>
            <w:tcW w:w="60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25  </w:t>
            </w:r>
          </w:p>
        </w:tc>
      </w:tr>
      <w:tr w:rsidR="007C08D3" w:rsidRPr="00C92D70" w:rsidTr="00BC7260">
        <w:trPr>
          <w:cantSplit/>
          <w:trHeight w:val="20"/>
          <w:jc w:val="center"/>
        </w:trPr>
        <w:tc>
          <w:tcPr>
            <w:tcW w:w="3362" w:type="dxa"/>
            <w:vMerge/>
            <w:tcBorders>
              <w:top w:val="nil"/>
              <w:left w:val="single" w:sz="6" w:space="0" w:color="auto"/>
              <w:bottom w:val="nil"/>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p>
        </w:tc>
        <w:tc>
          <w:tcPr>
            <w:tcW w:w="1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1200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17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21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23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25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28  </w:t>
            </w:r>
          </w:p>
        </w:tc>
        <w:tc>
          <w:tcPr>
            <w:tcW w:w="60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32  </w:t>
            </w:r>
          </w:p>
        </w:tc>
      </w:tr>
      <w:tr w:rsidR="007C08D3" w:rsidRPr="00C92D70" w:rsidTr="00BC7260">
        <w:trPr>
          <w:cantSplit/>
          <w:trHeight w:val="20"/>
          <w:jc w:val="center"/>
        </w:trPr>
        <w:tc>
          <w:tcPr>
            <w:tcW w:w="3362" w:type="dxa"/>
            <w:vMerge/>
            <w:tcBorders>
              <w:top w:val="nil"/>
              <w:left w:val="single" w:sz="6" w:space="0" w:color="auto"/>
              <w:bottom w:val="nil"/>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p>
        </w:tc>
        <w:tc>
          <w:tcPr>
            <w:tcW w:w="1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1000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20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24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28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30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32  </w:t>
            </w:r>
          </w:p>
        </w:tc>
        <w:tc>
          <w:tcPr>
            <w:tcW w:w="60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35  </w:t>
            </w:r>
          </w:p>
        </w:tc>
      </w:tr>
      <w:tr w:rsidR="007C08D3" w:rsidRPr="00C92D70" w:rsidTr="00BC7260">
        <w:trPr>
          <w:cantSplit/>
          <w:trHeight w:val="20"/>
          <w:jc w:val="center"/>
        </w:trPr>
        <w:tc>
          <w:tcPr>
            <w:tcW w:w="3362" w:type="dxa"/>
            <w:vMerge/>
            <w:tcBorders>
              <w:top w:val="nil"/>
              <w:left w:val="single" w:sz="6" w:space="0" w:color="auto"/>
              <w:bottom w:val="nil"/>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p>
        </w:tc>
        <w:tc>
          <w:tcPr>
            <w:tcW w:w="1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800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25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30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33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35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38  </w:t>
            </w:r>
          </w:p>
        </w:tc>
        <w:tc>
          <w:tcPr>
            <w:tcW w:w="60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42  </w:t>
            </w:r>
          </w:p>
        </w:tc>
      </w:tr>
      <w:tr w:rsidR="007C08D3" w:rsidRPr="00C92D70" w:rsidTr="00BC7260">
        <w:trPr>
          <w:cantSplit/>
          <w:trHeight w:val="20"/>
          <w:jc w:val="center"/>
        </w:trPr>
        <w:tc>
          <w:tcPr>
            <w:tcW w:w="3362" w:type="dxa"/>
            <w:vMerge/>
            <w:tcBorders>
              <w:top w:val="nil"/>
              <w:left w:val="single" w:sz="6" w:space="0" w:color="auto"/>
              <w:bottom w:val="nil"/>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p>
        </w:tc>
        <w:tc>
          <w:tcPr>
            <w:tcW w:w="1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600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30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33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40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41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44  </w:t>
            </w:r>
          </w:p>
        </w:tc>
        <w:tc>
          <w:tcPr>
            <w:tcW w:w="60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48  </w:t>
            </w:r>
          </w:p>
        </w:tc>
      </w:tr>
      <w:tr w:rsidR="007C08D3" w:rsidRPr="00C92D70" w:rsidTr="00BC7260">
        <w:trPr>
          <w:cantSplit/>
          <w:trHeight w:val="20"/>
          <w:jc w:val="center"/>
        </w:trPr>
        <w:tc>
          <w:tcPr>
            <w:tcW w:w="3362" w:type="dxa"/>
            <w:vMerge/>
            <w:tcBorders>
              <w:top w:val="nil"/>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p>
        </w:tc>
        <w:tc>
          <w:tcPr>
            <w:tcW w:w="139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400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35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40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44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45  </w:t>
            </w:r>
          </w:p>
        </w:tc>
        <w:tc>
          <w:tcPr>
            <w:tcW w:w="87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50  </w:t>
            </w:r>
          </w:p>
        </w:tc>
        <w:tc>
          <w:tcPr>
            <w:tcW w:w="60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54  </w:t>
            </w:r>
          </w:p>
        </w:tc>
      </w:tr>
    </w:tbl>
    <w:p w:rsidR="007C08D3" w:rsidRPr="00C92D70" w:rsidRDefault="007C08D3" w:rsidP="00BD37E4">
      <w:pPr>
        <w:pStyle w:val="a4"/>
      </w:pPr>
      <w:r w:rsidRPr="00C92D70">
        <w:t xml:space="preserve">Показатели плотности населения на селитебной территории населенного пункта приняты на основе показателей, приведенных в  Приложении 5 (Рекомендуемое)  СНиП 2.07.01.-89* «Градостроительство. Планировка и застройка городских и сельских поселений». </w:t>
      </w:r>
    </w:p>
    <w:p w:rsidR="007C08D3" w:rsidRPr="00C92D70" w:rsidRDefault="007C08D3" w:rsidP="00BD37E4">
      <w:pPr>
        <w:pStyle w:val="a4"/>
      </w:pPr>
    </w:p>
    <w:p w:rsidR="007C08D3" w:rsidRPr="00C92D70" w:rsidRDefault="007C08D3" w:rsidP="00CC1BEF">
      <w:pPr>
        <w:pStyle w:val="Heading2"/>
        <w:numPr>
          <w:ilvl w:val="1"/>
          <w:numId w:val="24"/>
        </w:numPr>
        <w:jc w:val="center"/>
      </w:pPr>
      <w:bookmarkStart w:id="30" w:name="_Toc389132436"/>
      <w:bookmarkStart w:id="31" w:name="_Toc393383986"/>
      <w:r w:rsidRPr="00C92D70">
        <w:t>Показатели распределения жилых зон по типам и этажности жилой застройки, в том числе территорий, предназначенных для строительства жилых помещений жилищного фонда социального использования и специализированного жилищного фонда</w:t>
      </w:r>
      <w:bookmarkEnd w:id="30"/>
      <w:bookmarkEnd w:id="31"/>
    </w:p>
    <w:p w:rsidR="007C08D3" w:rsidRPr="00C92D70" w:rsidRDefault="007C08D3" w:rsidP="00CC1BEF">
      <w:pPr>
        <w:pStyle w:val="S5"/>
        <w:spacing w:before="0" w:after="0"/>
      </w:pPr>
      <w:r w:rsidRPr="00C92D70">
        <w:t>Жилые зоны городских и сельских населённых пунктов, расположенных на межселенных территориях, рекомендуется подразделять на следующие типы:</w:t>
      </w:r>
    </w:p>
    <w:p w:rsidR="007C08D3" w:rsidRPr="00C92D70" w:rsidRDefault="007C08D3" w:rsidP="00CC1BEF">
      <w:pPr>
        <w:pStyle w:val="List"/>
        <w:spacing w:after="0"/>
      </w:pPr>
      <w:r w:rsidRPr="00C92D70">
        <w:t>застройка среднеэтажными многоквартирными жилыми домами (4 - 5 этажей);</w:t>
      </w:r>
    </w:p>
    <w:p w:rsidR="007C08D3" w:rsidRPr="00C92D70" w:rsidRDefault="007C08D3" w:rsidP="00CC1BEF">
      <w:pPr>
        <w:pStyle w:val="List"/>
        <w:spacing w:after="0"/>
      </w:pPr>
      <w:r w:rsidRPr="00C92D70">
        <w:t>застройка малоэтажными многоквартирными жилыми домами (1 - 3 этажа);</w:t>
      </w:r>
    </w:p>
    <w:p w:rsidR="007C08D3" w:rsidRPr="00C92D70" w:rsidRDefault="007C08D3" w:rsidP="00CC1BEF">
      <w:pPr>
        <w:pStyle w:val="List"/>
        <w:spacing w:after="0"/>
      </w:pPr>
      <w:r w:rsidRPr="00C92D70">
        <w:t>застройка малоэтажными жилыми домами блокированной застройки (1 - 3 этажа);</w:t>
      </w:r>
    </w:p>
    <w:p w:rsidR="007C08D3" w:rsidRPr="00C92D70" w:rsidRDefault="007C08D3" w:rsidP="00CC1BEF">
      <w:pPr>
        <w:pStyle w:val="List"/>
        <w:spacing w:after="0"/>
      </w:pPr>
      <w:r w:rsidRPr="00C92D70">
        <w:t>застройка объектами индивидуального жилищного строительства и усадебными жилыми домами с земельным участком площадью от 400 до 600 квадратных метров;</w:t>
      </w:r>
    </w:p>
    <w:p w:rsidR="007C08D3" w:rsidRPr="00C92D70" w:rsidRDefault="007C08D3" w:rsidP="00CC1BEF">
      <w:pPr>
        <w:pStyle w:val="List"/>
        <w:spacing w:after="0"/>
      </w:pPr>
      <w:r w:rsidRPr="00C92D70">
        <w:t>застройка объектами индивидуального жилищного строительства и усадебными жилыми домами с земельным участком площадью от 600 до 1200 квадратных метров;</w:t>
      </w:r>
    </w:p>
    <w:p w:rsidR="007C08D3" w:rsidRDefault="007C08D3" w:rsidP="00CC1BEF">
      <w:pPr>
        <w:pStyle w:val="List"/>
        <w:spacing w:after="0"/>
      </w:pPr>
      <w:r w:rsidRPr="00C92D70">
        <w:t>застройка объектами индивидуального жилищного строительства и усадебными жилыми домами с земельным участком площадью 1200  квадратных метров и более.</w:t>
      </w:r>
    </w:p>
    <w:p w:rsidR="007C08D3" w:rsidRPr="00C92D70" w:rsidRDefault="007C08D3" w:rsidP="007D59A7">
      <w:pPr>
        <w:pStyle w:val="List"/>
        <w:spacing w:after="0"/>
        <w:ind w:left="567" w:firstLine="0"/>
      </w:pPr>
    </w:p>
    <w:p w:rsidR="007C08D3" w:rsidRDefault="007C08D3" w:rsidP="00CC1BEF">
      <w:pPr>
        <w:pStyle w:val="Heading2"/>
        <w:numPr>
          <w:ilvl w:val="1"/>
          <w:numId w:val="24"/>
        </w:numPr>
        <w:spacing w:before="0" w:after="0"/>
        <w:ind w:left="0"/>
        <w:jc w:val="center"/>
      </w:pPr>
      <w:bookmarkStart w:id="32" w:name="_Toc389132437"/>
      <w:bookmarkStart w:id="33" w:name="_Toc393383987"/>
      <w:r w:rsidRPr="00C92D70">
        <w:t>Нормативы интенсивности использования территорий жилых зон</w:t>
      </w:r>
      <w:bookmarkEnd w:id="32"/>
      <w:bookmarkEnd w:id="33"/>
    </w:p>
    <w:p w:rsidR="007C08D3" w:rsidRPr="007D59A7" w:rsidRDefault="007C08D3" w:rsidP="007D59A7">
      <w:pPr>
        <w:pStyle w:val="a4"/>
      </w:pPr>
    </w:p>
    <w:p w:rsidR="007C08D3" w:rsidRPr="00C92D70" w:rsidRDefault="007C08D3" w:rsidP="00CC1BEF">
      <w:pPr>
        <w:widowControl w:val="0"/>
        <w:autoSpaceDE w:val="0"/>
        <w:autoSpaceDN w:val="0"/>
        <w:adjustRightInd w:val="0"/>
        <w:ind w:firstLine="540"/>
        <w:rPr>
          <w:rFonts w:cs="Calibri"/>
        </w:rPr>
      </w:pPr>
      <w:r w:rsidRPr="00C92D70">
        <w:rPr>
          <w:rFonts w:cs="Calibri"/>
        </w:rPr>
        <w:t>Интенсивность использования территории характеризуется показателями плотности застройки и процентом застройки территории.</w:t>
      </w:r>
    </w:p>
    <w:p w:rsidR="007C08D3" w:rsidRPr="00C92D70" w:rsidRDefault="007C08D3" w:rsidP="00CC1BEF">
      <w:pPr>
        <w:pStyle w:val="S5"/>
        <w:spacing w:before="0" w:after="0"/>
      </w:pPr>
      <w:r w:rsidRPr="00C92D70">
        <w:rPr>
          <w:rFonts w:cs="Calibri"/>
        </w:rPr>
        <w:t xml:space="preserve">Рекомендуемые показатели плотности застройки земельных участков жилой застройки в зависимости от процента застройки территории и средней (расчетной) этажности приведены </w:t>
      </w:r>
      <w:r w:rsidRPr="00C92D70">
        <w:t>ниже (</w:t>
      </w:r>
      <w:r>
        <w:t>Таблица 8</w:t>
      </w:r>
      <w:r w:rsidRPr="00C92D70">
        <w:t>).</w:t>
      </w:r>
    </w:p>
    <w:p w:rsidR="007C08D3" w:rsidRPr="00C92D70" w:rsidRDefault="007C08D3" w:rsidP="00BD37E4">
      <w:pPr>
        <w:pStyle w:val="Caption"/>
        <w:jc w:val="right"/>
      </w:pPr>
      <w:bookmarkStart w:id="34" w:name="_Ref393382790"/>
      <w:r w:rsidRPr="00C92D70">
        <w:t xml:space="preserve">Таблица </w:t>
      </w:r>
      <w:bookmarkEnd w:id="34"/>
      <w:r>
        <w:t>8</w:t>
      </w:r>
    </w:p>
    <w:tbl>
      <w:tblPr>
        <w:tblW w:w="9923" w:type="dxa"/>
        <w:tblCellSpacing w:w="5" w:type="nil"/>
        <w:tblLayout w:type="fixed"/>
        <w:tblCellMar>
          <w:left w:w="75" w:type="dxa"/>
          <w:right w:w="75" w:type="dxa"/>
        </w:tblCellMar>
        <w:tblLook w:val="0000"/>
      </w:tblPr>
      <w:tblGrid>
        <w:gridCol w:w="1560"/>
        <w:gridCol w:w="425"/>
        <w:gridCol w:w="426"/>
        <w:gridCol w:w="425"/>
        <w:gridCol w:w="425"/>
        <w:gridCol w:w="425"/>
        <w:gridCol w:w="567"/>
        <w:gridCol w:w="567"/>
        <w:gridCol w:w="567"/>
        <w:gridCol w:w="567"/>
        <w:gridCol w:w="567"/>
        <w:gridCol w:w="567"/>
        <w:gridCol w:w="567"/>
        <w:gridCol w:w="567"/>
        <w:gridCol w:w="567"/>
        <w:gridCol w:w="567"/>
        <w:gridCol w:w="567"/>
      </w:tblGrid>
      <w:tr w:rsidR="007C08D3" w:rsidRPr="00C92D70" w:rsidTr="00BC7260">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bCs/>
                <w:sz w:val="18"/>
                <w:szCs w:val="18"/>
              </w:rPr>
              <w:t>Коэффициент застройки/ Максимальный процент застройки</w:t>
            </w:r>
          </w:p>
        </w:tc>
        <w:tc>
          <w:tcPr>
            <w:tcW w:w="8363" w:type="dxa"/>
            <w:gridSpan w:val="16"/>
            <w:tcBorders>
              <w:top w:val="single" w:sz="4" w:space="0" w:color="auto"/>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p>
          <w:p w:rsidR="007C08D3" w:rsidRPr="00C92D70" w:rsidRDefault="007C08D3" w:rsidP="00BC7260">
            <w:pPr>
              <w:snapToGrid w:val="0"/>
              <w:spacing w:line="276" w:lineRule="auto"/>
              <w:jc w:val="center"/>
              <w:rPr>
                <w:b/>
                <w:bCs/>
                <w:sz w:val="18"/>
                <w:szCs w:val="18"/>
                <w:lang w:eastAsia="ar-SA"/>
              </w:rPr>
            </w:pPr>
            <w:r w:rsidRPr="00C92D70">
              <w:rPr>
                <w:b/>
                <w:bCs/>
                <w:sz w:val="18"/>
                <w:szCs w:val="18"/>
              </w:rPr>
              <w:t>Плотность жилой застройки на единицу жилой территории</w:t>
            </w:r>
          </w:p>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                                                            </w:t>
            </w:r>
          </w:p>
        </w:tc>
      </w:tr>
      <w:tr w:rsidR="007C08D3" w:rsidRPr="00C92D70" w:rsidTr="00BC7260">
        <w:trPr>
          <w:tblCellSpacing w:w="5" w:type="nil"/>
        </w:trPr>
        <w:tc>
          <w:tcPr>
            <w:tcW w:w="1560" w:type="dxa"/>
            <w:vMerge/>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p>
        </w:tc>
        <w:tc>
          <w:tcPr>
            <w:tcW w:w="2693" w:type="dxa"/>
            <w:gridSpan w:val="6"/>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p>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4,1-10,0 тыс. кв. м/га           </w:t>
            </w:r>
          </w:p>
        </w:tc>
        <w:tc>
          <w:tcPr>
            <w:tcW w:w="2835" w:type="dxa"/>
            <w:gridSpan w:val="5"/>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p>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10,1-15,0 тыс. кв. м/га        </w:t>
            </w:r>
          </w:p>
        </w:tc>
        <w:tc>
          <w:tcPr>
            <w:tcW w:w="2835" w:type="dxa"/>
            <w:gridSpan w:val="5"/>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p>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15,1-20,0 тыс. кв. м/га </w:t>
            </w:r>
          </w:p>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       </w:t>
            </w:r>
          </w:p>
        </w:tc>
      </w:tr>
      <w:tr w:rsidR="007C08D3" w:rsidRPr="00C92D70" w:rsidTr="00BC7260">
        <w:trPr>
          <w:tblCellSpacing w:w="5" w:type="nil"/>
        </w:trPr>
        <w:tc>
          <w:tcPr>
            <w:tcW w:w="1560" w:type="dxa"/>
            <w:vMerge/>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4,1  </w:t>
            </w:r>
          </w:p>
        </w:tc>
        <w:tc>
          <w:tcPr>
            <w:tcW w:w="426"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6,0 </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7,0  </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8,0 </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9,0 </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10,0  </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11,0  </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12,0 </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13,0  </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14,0 </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15,0 </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16,0  </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17,0 </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18,0  </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19,0 </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20,0 </w:t>
            </w:r>
          </w:p>
        </w:tc>
      </w:tr>
      <w:tr w:rsidR="007C08D3" w:rsidRPr="00C92D70" w:rsidTr="00BC7260">
        <w:trPr>
          <w:tblCellSpacing w:w="5" w:type="nil"/>
        </w:trPr>
        <w:tc>
          <w:tcPr>
            <w:tcW w:w="1560"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0,15/15%       </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3,3</w:t>
            </w:r>
          </w:p>
        </w:tc>
        <w:tc>
          <w:tcPr>
            <w:tcW w:w="426"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4,0</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4,7</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r>
      <w:tr w:rsidR="007C08D3" w:rsidRPr="00C92D70" w:rsidTr="00BC7260">
        <w:trPr>
          <w:tblCellSpacing w:w="5" w:type="nil"/>
        </w:trPr>
        <w:tc>
          <w:tcPr>
            <w:tcW w:w="1560"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0,20/20%       </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2,5</w:t>
            </w:r>
          </w:p>
        </w:tc>
        <w:tc>
          <w:tcPr>
            <w:tcW w:w="426"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3,0</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3,5</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4,0</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4,5</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 xml:space="preserve">   5,0</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r>
      <w:tr w:rsidR="007C08D3" w:rsidRPr="00C92D70" w:rsidTr="00BC7260">
        <w:trPr>
          <w:tblCellSpacing w:w="5" w:type="nil"/>
        </w:trPr>
        <w:tc>
          <w:tcPr>
            <w:tcW w:w="1560"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0,25/25%       </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2,0</w:t>
            </w:r>
          </w:p>
        </w:tc>
        <w:tc>
          <w:tcPr>
            <w:tcW w:w="426"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2,4</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2,8</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3,2</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3,6</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 xml:space="preserve">   4,0</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 xml:space="preserve">   4,4</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 xml:space="preserve">  4,8</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r>
      <w:tr w:rsidR="007C08D3" w:rsidRPr="00C92D70" w:rsidTr="00BC7260">
        <w:trPr>
          <w:tblCellSpacing w:w="5" w:type="nil"/>
        </w:trPr>
        <w:tc>
          <w:tcPr>
            <w:tcW w:w="1560"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0,30/30%       </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1,7</w:t>
            </w:r>
          </w:p>
        </w:tc>
        <w:tc>
          <w:tcPr>
            <w:tcW w:w="426"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2,0</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2,4</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2,7</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3,0</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 xml:space="preserve">   3,8</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 xml:space="preserve">   3,6</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 xml:space="preserve">  3,9</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 xml:space="preserve">   4,3</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 xml:space="preserve">  4,7</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 xml:space="preserve">  5,0</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p>
        </w:tc>
      </w:tr>
      <w:tr w:rsidR="007C08D3" w:rsidRPr="00C92D70" w:rsidTr="00BC7260">
        <w:trPr>
          <w:tblCellSpacing w:w="5" w:type="nil"/>
        </w:trPr>
        <w:tc>
          <w:tcPr>
            <w:tcW w:w="1560"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b/>
                <w:sz w:val="20"/>
                <w:szCs w:val="20"/>
              </w:rPr>
            </w:pPr>
            <w:r w:rsidRPr="00C92D70">
              <w:rPr>
                <w:rFonts w:ascii="Times New Roman" w:hAnsi="Times New Roman" w:cs="Times New Roman"/>
                <w:b/>
                <w:sz w:val="20"/>
                <w:szCs w:val="20"/>
              </w:rPr>
              <w:t xml:space="preserve">0,40/40%       </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1,2</w:t>
            </w:r>
          </w:p>
        </w:tc>
        <w:tc>
          <w:tcPr>
            <w:tcW w:w="426"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1,5</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1,7</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2,0</w:t>
            </w:r>
          </w:p>
        </w:tc>
        <w:tc>
          <w:tcPr>
            <w:tcW w:w="425"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2,2</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 xml:space="preserve">   2,5</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 xml:space="preserve">   2,7</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 xml:space="preserve">  3,0</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 xml:space="preserve">   3,2</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 xml:space="preserve">  3,5</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 xml:space="preserve">  3,8</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 xml:space="preserve">   4,0</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 xml:space="preserve">  4,3</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 xml:space="preserve">   4,5</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 xml:space="preserve">  4,8</w:t>
            </w:r>
          </w:p>
        </w:tc>
        <w:tc>
          <w:tcPr>
            <w:tcW w:w="567" w:type="dxa"/>
            <w:tcBorders>
              <w:left w:val="single" w:sz="4" w:space="0" w:color="auto"/>
              <w:bottom w:val="single" w:sz="4" w:space="0" w:color="auto"/>
              <w:right w:val="single" w:sz="4" w:space="0" w:color="auto"/>
            </w:tcBorders>
          </w:tcPr>
          <w:p w:rsidR="007C08D3" w:rsidRPr="00C92D70" w:rsidRDefault="007C08D3" w:rsidP="00BC7260">
            <w:pPr>
              <w:pStyle w:val="ConsPlusCell"/>
              <w:rPr>
                <w:rFonts w:ascii="Times New Roman" w:hAnsi="Times New Roman" w:cs="Times New Roman"/>
                <w:sz w:val="20"/>
                <w:szCs w:val="20"/>
              </w:rPr>
            </w:pPr>
            <w:r w:rsidRPr="00C92D70">
              <w:rPr>
                <w:rFonts w:ascii="Times New Roman" w:hAnsi="Times New Roman" w:cs="Times New Roman"/>
                <w:sz w:val="20"/>
                <w:szCs w:val="20"/>
              </w:rPr>
              <w:t xml:space="preserve">  5,0</w:t>
            </w:r>
          </w:p>
        </w:tc>
      </w:tr>
    </w:tbl>
    <w:p w:rsidR="007C08D3" w:rsidRPr="00C92D70" w:rsidRDefault="007C08D3" w:rsidP="00BD37E4">
      <w:pPr>
        <w:widowControl w:val="0"/>
        <w:autoSpaceDE w:val="0"/>
        <w:autoSpaceDN w:val="0"/>
        <w:adjustRightInd w:val="0"/>
        <w:ind w:firstLine="540"/>
        <w:rPr>
          <w:rFonts w:cs="Calibri"/>
          <w:sz w:val="20"/>
          <w:szCs w:val="20"/>
        </w:rPr>
      </w:pPr>
      <w:r w:rsidRPr="00C92D70">
        <w:rPr>
          <w:rFonts w:cs="Calibri"/>
          <w:sz w:val="20"/>
          <w:szCs w:val="20"/>
        </w:rPr>
        <w:t>Примечания:</w:t>
      </w:r>
    </w:p>
    <w:p w:rsidR="007C08D3" w:rsidRPr="00C92D70" w:rsidRDefault="007C08D3" w:rsidP="00BD37E4">
      <w:pPr>
        <w:widowControl w:val="0"/>
        <w:autoSpaceDE w:val="0"/>
        <w:autoSpaceDN w:val="0"/>
        <w:adjustRightInd w:val="0"/>
        <w:ind w:firstLine="540"/>
        <w:rPr>
          <w:rFonts w:cs="Calibri"/>
          <w:sz w:val="20"/>
          <w:szCs w:val="20"/>
        </w:rPr>
      </w:pPr>
      <w:r w:rsidRPr="00C92D70">
        <w:rPr>
          <w:rFonts w:cs="Calibri"/>
          <w:sz w:val="20"/>
          <w:szCs w:val="20"/>
        </w:rPr>
        <w:t>1. Таблицу показателей плотности застройки земельных участков жилой застройки в зависимости от процента застройки территории и средней (расчетной) этажности рекомендуется применять для укрупнённых расчётов балансов территории кварталов.</w:t>
      </w:r>
    </w:p>
    <w:p w:rsidR="007C08D3" w:rsidRPr="00C92D70" w:rsidRDefault="007C08D3" w:rsidP="00BD37E4">
      <w:pPr>
        <w:widowControl w:val="0"/>
        <w:autoSpaceDE w:val="0"/>
        <w:autoSpaceDN w:val="0"/>
        <w:adjustRightInd w:val="0"/>
        <w:ind w:firstLine="540"/>
        <w:rPr>
          <w:rFonts w:cs="Calibri"/>
          <w:sz w:val="20"/>
          <w:szCs w:val="20"/>
        </w:rPr>
      </w:pPr>
      <w:r w:rsidRPr="00C92D70">
        <w:rPr>
          <w:rFonts w:cs="Calibri"/>
          <w:sz w:val="20"/>
          <w:szCs w:val="20"/>
        </w:rPr>
        <w:t xml:space="preserve">2. Средняя (расчетная) этажность жилых зданий рассчитывается без учёта этажности общественных зданий.  </w:t>
      </w:r>
    </w:p>
    <w:p w:rsidR="007C08D3" w:rsidRPr="00C92D70" w:rsidRDefault="007C08D3" w:rsidP="00BD37E4">
      <w:pPr>
        <w:widowControl w:val="0"/>
        <w:autoSpaceDE w:val="0"/>
        <w:autoSpaceDN w:val="0"/>
        <w:adjustRightInd w:val="0"/>
        <w:ind w:firstLine="540"/>
        <w:rPr>
          <w:rFonts w:cs="Calibri"/>
          <w:sz w:val="20"/>
          <w:szCs w:val="20"/>
        </w:rPr>
      </w:pPr>
      <w:r w:rsidRPr="00C92D70">
        <w:rPr>
          <w:rFonts w:cs="Calibri"/>
          <w:sz w:val="20"/>
          <w:szCs w:val="20"/>
        </w:rPr>
        <w:t>3. В ячейках таблицы указана средняя (расчетная) этажность жилых зданий, соответствующая максимальным значениям плотности застройки каждой ячейки.</w:t>
      </w:r>
    </w:p>
    <w:p w:rsidR="007C08D3" w:rsidRPr="00C92D70" w:rsidRDefault="007C08D3" w:rsidP="00BD37E4">
      <w:pPr>
        <w:widowControl w:val="0"/>
        <w:autoSpaceDE w:val="0"/>
        <w:autoSpaceDN w:val="0"/>
        <w:adjustRightInd w:val="0"/>
        <w:ind w:firstLine="540"/>
        <w:rPr>
          <w:rFonts w:cs="Calibri"/>
          <w:sz w:val="20"/>
          <w:szCs w:val="20"/>
        </w:rPr>
      </w:pPr>
      <w:r w:rsidRPr="00C92D70">
        <w:rPr>
          <w:rFonts w:cs="Calibri"/>
          <w:sz w:val="20"/>
          <w:szCs w:val="20"/>
        </w:rPr>
        <w:t>4. Плотность жилой застройки – суммарная поэтажная площадь наземной части жилого здания со встроенно-пристроенными нежилыми помещениями в габаритах наружных стен, приходящаяся на единицу жилой территории.</w:t>
      </w:r>
    </w:p>
    <w:p w:rsidR="007C08D3" w:rsidRPr="00C92D70" w:rsidRDefault="007C08D3" w:rsidP="00BD37E4">
      <w:pPr>
        <w:widowControl w:val="0"/>
        <w:autoSpaceDE w:val="0"/>
        <w:autoSpaceDN w:val="0"/>
        <w:adjustRightInd w:val="0"/>
        <w:ind w:firstLine="540"/>
        <w:rPr>
          <w:rFonts w:cs="Calibri"/>
          <w:sz w:val="20"/>
          <w:szCs w:val="20"/>
        </w:rPr>
      </w:pPr>
      <w:r w:rsidRPr="00C92D70">
        <w:rPr>
          <w:rFonts w:cs="Calibri"/>
          <w:sz w:val="20"/>
          <w:szCs w:val="20"/>
        </w:rPr>
        <w:t>5. Общая площадь жилой застройки - суммарная величина общей площади квартир жилого здания и общей площади встроенно-пристроенных помещений нежилого назначения.</w:t>
      </w:r>
    </w:p>
    <w:p w:rsidR="007C08D3" w:rsidRPr="00C92D70" w:rsidRDefault="007C08D3" w:rsidP="00BD37E4">
      <w:pPr>
        <w:widowControl w:val="0"/>
        <w:autoSpaceDE w:val="0"/>
        <w:autoSpaceDN w:val="0"/>
        <w:adjustRightInd w:val="0"/>
        <w:ind w:firstLine="540"/>
        <w:rPr>
          <w:rFonts w:cs="Calibri"/>
          <w:sz w:val="20"/>
          <w:szCs w:val="20"/>
        </w:rPr>
      </w:pPr>
      <w:r w:rsidRPr="00C92D70">
        <w:rPr>
          <w:rFonts w:cs="Calibri"/>
          <w:sz w:val="20"/>
          <w:szCs w:val="20"/>
        </w:rPr>
        <w:t>6.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(0,60-0,86).</w:t>
      </w:r>
    </w:p>
    <w:p w:rsidR="007C08D3" w:rsidRPr="00C92D70" w:rsidRDefault="007C08D3" w:rsidP="00BD37E4">
      <w:pPr>
        <w:pStyle w:val="ConsPlusNormal"/>
        <w:widowControl/>
        <w:ind w:firstLine="540"/>
        <w:rPr>
          <w:rFonts w:ascii="Times New Roman" w:hAnsi="Times New Roman" w:cs="Times New Roman"/>
        </w:rPr>
      </w:pPr>
      <w:r w:rsidRPr="00C92D70">
        <w:rPr>
          <w:rFonts w:ascii="Times New Roman" w:hAnsi="Times New Roman" w:cs="Times New Roman"/>
        </w:rPr>
        <w:t>7. Коэффициент застройки - отношение площади, занятой под зданиями и сооружениями, к площади земельного участка (квартала).</w:t>
      </w:r>
    </w:p>
    <w:p w:rsidR="007C08D3" w:rsidRPr="00C92D70" w:rsidRDefault="007C08D3" w:rsidP="00BD37E4">
      <w:pPr>
        <w:pStyle w:val="ConsPlusNormal"/>
        <w:widowControl/>
        <w:ind w:firstLine="540"/>
        <w:rPr>
          <w:rFonts w:ascii="Times New Roman" w:hAnsi="Times New Roman" w:cs="Times New Roman"/>
        </w:rPr>
      </w:pPr>
      <w:r w:rsidRPr="00C92D70">
        <w:rPr>
          <w:rFonts w:ascii="Times New Roman" w:hAnsi="Times New Roman" w:cs="Times New Roman"/>
        </w:rPr>
        <w:t>8. Максимальный процент застройки в границах земельного участка (квартала) – отношение суммарной площади земельного участка (квартала), которая может быть застроена, к площади земельного участка (квартала).</w:t>
      </w:r>
    </w:p>
    <w:p w:rsidR="007C08D3" w:rsidRPr="00C92D70" w:rsidRDefault="007C08D3" w:rsidP="00BD37E4">
      <w:pPr>
        <w:pStyle w:val="a4"/>
      </w:pPr>
      <w:r w:rsidRPr="00C92D70">
        <w:t>Максимальную плотность застройки участков территориальных зон жилого назначения следует принимать по Таблице 10 Приложения Г (Обязательное) СП 42.13330.2011 «СНиП 2.07.01.-89* Градостроительство. Планировка и застройка городских и сельских поселений». В Правилах землепользования и застройки нормативные показатели интенсивности использования территории могут быть уточнены, а также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допустимую высоту зданий и сооружений в конкретных зонах и другие ограничения, учитывающие местные градостроительные особенности (облик поселения, историческая среда, ландшафт).</w:t>
      </w:r>
    </w:p>
    <w:p w:rsidR="007C08D3" w:rsidRDefault="007C08D3" w:rsidP="00385F23">
      <w:pPr>
        <w:pStyle w:val="Heading2"/>
        <w:numPr>
          <w:ilvl w:val="1"/>
          <w:numId w:val="24"/>
        </w:numPr>
        <w:jc w:val="center"/>
      </w:pPr>
      <w:bookmarkStart w:id="35" w:name="Par269"/>
      <w:bookmarkStart w:id="36" w:name="_Toc393383989"/>
      <w:bookmarkEnd w:id="35"/>
      <w:r w:rsidRPr="00C92D70">
        <w:t>Нормативы расстояний между зданиями, строениями и сооружениями различных типов при различных планировочных условиях</w:t>
      </w:r>
      <w:bookmarkEnd w:id="36"/>
    </w:p>
    <w:p w:rsidR="007C08D3" w:rsidRPr="00385F23" w:rsidRDefault="007C08D3" w:rsidP="00385F23">
      <w:pPr>
        <w:pStyle w:val="a4"/>
      </w:pPr>
    </w:p>
    <w:p w:rsidR="007C08D3" w:rsidRPr="00C92D70" w:rsidRDefault="007C08D3" w:rsidP="00BD37E4">
      <w:pPr>
        <w:pStyle w:val="a4"/>
      </w:pPr>
      <w:r w:rsidRPr="00C92D70">
        <w:t>Расстояния между жилыми зданиями, жилыми и общественными зданиями, а также производственными зданиями следует принимать в соответствии с противопожарными требованиями, приведенными в главе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N 123-ФЗ), (приложение 1, гл. 1.2), а также на основе расчетов инсоляции в соответствии с требованиями, приведенными в разделе 14 СП 42.13330.2011, нормами освещенности, приведенными в СП 52.13330.2011.</w:t>
      </w:r>
    </w:p>
    <w:p w:rsidR="007C08D3" w:rsidRPr="00C92D70" w:rsidRDefault="007C08D3" w:rsidP="00BD37E4">
      <w:pPr>
        <w:pStyle w:val="a4"/>
      </w:pPr>
      <w:r w:rsidRPr="00C92D70">
        <w:t>Между длинными сторонами жилых зданий следует принимать расстояния (бытовые разрывы): для жилых зданий высотой 2 - 3 этажа – не менее 15 м; 4 этажа – не менее 20 м; 5 этажей – не менее 30 м; между длинными сторонами и торцами этих же зданий с окнами из жилых комнат – не менее 12 м. Расстояния между зданиями повышенной этажности (14-27 этажей), расположенными на одной оси, принимаются в соответствии с санитарными нормами и правилами обеспечения непрерывной инсоляции жилых и общественных зданий и территорий жилой застройки, а также в соответствии с противопожарными требованиями и планировочными решениями жилых домов.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7C08D3" w:rsidRPr="00C92D70" w:rsidRDefault="007C08D3" w:rsidP="00BD37E4">
      <w:pPr>
        <w:pStyle w:val="a4"/>
      </w:pPr>
      <w:r w:rsidRPr="00C92D70">
        <w:t>На территориях индивидуальной и садово-дачной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В зонах малоэтажной жилой застройки расстояния до границы соседнего участка по санитарно-бытовым условиям (в метрах) следует принимать не менее: от объекта индивидуального жилищного строительства, усадебного жилого дома и жилого дома блокированной застройки - 3,0 м; от построек для содержания скота и птицы - 4,0 м; от бани, гаража и других построек - 1,0 м; от стволов высокорослых деревьев - 4,0 м; от стволов среднерослых деревьев - 2,0 м; от кустарника - 1,0 м.</w:t>
      </w:r>
    </w:p>
    <w:p w:rsidR="007C08D3" w:rsidRPr="00C92D70" w:rsidRDefault="007C08D3" w:rsidP="00BD37E4">
      <w:pPr>
        <w:pStyle w:val="a4"/>
      </w:pPr>
      <w:r w:rsidRPr="00C92D70">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 до 2 блоков - 15 м; от 3 до 8 блоков - 25 м; от 9 до 30 блоков - 50 м.</w:t>
      </w:r>
    </w:p>
    <w:p w:rsidR="007C08D3" w:rsidRPr="00C92D70" w:rsidRDefault="007C08D3" w:rsidP="009E2D9E">
      <w:pPr>
        <w:pStyle w:val="a4"/>
        <w:jc w:val="left"/>
      </w:pPr>
      <w:r w:rsidRPr="00C92D70">
        <w:t xml:space="preserve">Примечание. Сарай - общее название крытых неотапливаемых нежилых помещений для хранения различного имущества, содержания скота либо хранения сена. Блок сараев - набор хозяйственных построек, которые в установленном порядке могут возводить застройщики на предоставляемых им в пользование приусадебных земельных участках, определяется в зависимости от типа приусадебного хозяйства. Площадь их следующая, м2: </w:t>
      </w:r>
    </w:p>
    <w:p w:rsidR="007C08D3" w:rsidRPr="00C92D70" w:rsidRDefault="007C08D3" w:rsidP="009E2D9E">
      <w:pPr>
        <w:pStyle w:val="List"/>
        <w:spacing w:after="0"/>
        <w:jc w:val="left"/>
        <w:rPr>
          <w:sz w:val="20"/>
          <w:szCs w:val="20"/>
        </w:rPr>
      </w:pPr>
      <w:r w:rsidRPr="00C92D70">
        <w:rPr>
          <w:sz w:val="20"/>
          <w:szCs w:val="20"/>
        </w:rPr>
        <w:t xml:space="preserve">помещения для содержания скота и птицы: </w:t>
      </w:r>
      <w:r w:rsidRPr="00C92D70">
        <w:rPr>
          <w:sz w:val="20"/>
          <w:szCs w:val="20"/>
        </w:rPr>
        <w:br/>
        <w:t xml:space="preserve">а) с максимальным набором помещений 40,0; </w:t>
      </w:r>
      <w:r w:rsidRPr="00C92D70">
        <w:rPr>
          <w:sz w:val="20"/>
          <w:szCs w:val="20"/>
        </w:rPr>
        <w:br/>
        <w:t xml:space="preserve">б) со средним набором помещений 20,0; </w:t>
      </w:r>
      <w:r w:rsidRPr="00C92D70">
        <w:rPr>
          <w:sz w:val="20"/>
          <w:szCs w:val="20"/>
        </w:rPr>
        <w:br/>
        <w:t xml:space="preserve">в) с минимальным набором помещений 10,0; </w:t>
      </w:r>
    </w:p>
    <w:p w:rsidR="007C08D3" w:rsidRPr="00C92D70" w:rsidRDefault="007C08D3" w:rsidP="009E2D9E">
      <w:pPr>
        <w:pStyle w:val="List"/>
        <w:spacing w:after="0"/>
        <w:rPr>
          <w:sz w:val="20"/>
          <w:szCs w:val="20"/>
        </w:rPr>
      </w:pPr>
      <w:r w:rsidRPr="00C92D70">
        <w:rPr>
          <w:sz w:val="20"/>
          <w:szCs w:val="20"/>
        </w:rPr>
        <w:t xml:space="preserve">помещение для хранения грубых кормов (площадь чердака над помещением для содержания скота) 40,0; </w:t>
      </w:r>
    </w:p>
    <w:p w:rsidR="007C08D3" w:rsidRPr="00C92D70" w:rsidRDefault="007C08D3" w:rsidP="009E2D9E">
      <w:pPr>
        <w:pStyle w:val="List"/>
        <w:spacing w:after="0"/>
        <w:rPr>
          <w:sz w:val="20"/>
          <w:szCs w:val="20"/>
        </w:rPr>
      </w:pPr>
      <w:r w:rsidRPr="00C92D70">
        <w:rPr>
          <w:sz w:val="20"/>
          <w:szCs w:val="20"/>
        </w:rPr>
        <w:t xml:space="preserve">хозяйственное помещение для приготовления кормов 20,0; </w:t>
      </w:r>
    </w:p>
    <w:p w:rsidR="007C08D3" w:rsidRPr="00C92D70" w:rsidRDefault="007C08D3" w:rsidP="009E2D9E">
      <w:pPr>
        <w:pStyle w:val="List"/>
        <w:spacing w:after="0"/>
        <w:rPr>
          <w:sz w:val="20"/>
          <w:szCs w:val="20"/>
        </w:rPr>
      </w:pPr>
      <w:r w:rsidRPr="00C92D70">
        <w:rPr>
          <w:sz w:val="20"/>
          <w:szCs w:val="20"/>
        </w:rPr>
        <w:t>сарай для сохранения хозяйственного инвентаря и твердого топлива 15,0;</w:t>
      </w:r>
    </w:p>
    <w:p w:rsidR="007C08D3" w:rsidRPr="00C92D70" w:rsidRDefault="007C08D3" w:rsidP="009E2D9E">
      <w:pPr>
        <w:pStyle w:val="List"/>
        <w:spacing w:after="0"/>
        <w:rPr>
          <w:sz w:val="20"/>
          <w:szCs w:val="20"/>
        </w:rPr>
      </w:pPr>
      <w:r w:rsidRPr="00C92D70">
        <w:rPr>
          <w:sz w:val="20"/>
          <w:szCs w:val="20"/>
        </w:rPr>
        <w:t>хозяйственный навес 15,0; г</w:t>
      </w:r>
    </w:p>
    <w:p w:rsidR="007C08D3" w:rsidRPr="00C92D70" w:rsidRDefault="007C08D3" w:rsidP="009E2D9E">
      <w:pPr>
        <w:pStyle w:val="List"/>
        <w:spacing w:after="0"/>
        <w:rPr>
          <w:sz w:val="20"/>
          <w:szCs w:val="20"/>
        </w:rPr>
      </w:pPr>
      <w:r w:rsidRPr="00C92D70">
        <w:rPr>
          <w:sz w:val="20"/>
          <w:szCs w:val="20"/>
        </w:rPr>
        <w:t xml:space="preserve">гараж для личной автомашины 18,0; </w:t>
      </w:r>
    </w:p>
    <w:p w:rsidR="007C08D3" w:rsidRPr="00C92D70" w:rsidRDefault="007C08D3" w:rsidP="009E2D9E">
      <w:pPr>
        <w:pStyle w:val="List"/>
        <w:spacing w:after="0"/>
        <w:rPr>
          <w:sz w:val="20"/>
          <w:szCs w:val="20"/>
        </w:rPr>
      </w:pPr>
      <w:r w:rsidRPr="00C92D70">
        <w:rPr>
          <w:sz w:val="20"/>
          <w:szCs w:val="20"/>
        </w:rPr>
        <w:t>летняя кухня 10,0;</w:t>
      </w:r>
    </w:p>
    <w:p w:rsidR="007C08D3" w:rsidRPr="00C92D70" w:rsidRDefault="007C08D3" w:rsidP="009E2D9E">
      <w:pPr>
        <w:pStyle w:val="List"/>
        <w:spacing w:after="0"/>
        <w:rPr>
          <w:sz w:val="20"/>
          <w:szCs w:val="20"/>
        </w:rPr>
      </w:pPr>
      <w:r w:rsidRPr="00C92D70">
        <w:rPr>
          <w:sz w:val="20"/>
          <w:szCs w:val="20"/>
        </w:rPr>
        <w:t xml:space="preserve">погреб 8,0; </w:t>
      </w:r>
    </w:p>
    <w:p w:rsidR="007C08D3" w:rsidRPr="00C92D70" w:rsidRDefault="007C08D3" w:rsidP="009E2D9E">
      <w:pPr>
        <w:pStyle w:val="List"/>
        <w:spacing w:after="0"/>
        <w:rPr>
          <w:sz w:val="20"/>
          <w:szCs w:val="20"/>
        </w:rPr>
      </w:pPr>
      <w:r w:rsidRPr="00C92D70">
        <w:rPr>
          <w:sz w:val="20"/>
          <w:szCs w:val="20"/>
        </w:rPr>
        <w:t xml:space="preserve">баня 12,0; </w:t>
      </w:r>
    </w:p>
    <w:p w:rsidR="007C08D3" w:rsidRPr="00C92D70" w:rsidRDefault="007C08D3" w:rsidP="009E2D9E">
      <w:pPr>
        <w:pStyle w:val="List"/>
        <w:spacing w:after="0"/>
        <w:rPr>
          <w:sz w:val="20"/>
          <w:szCs w:val="20"/>
        </w:rPr>
      </w:pPr>
      <w:r w:rsidRPr="00C92D70">
        <w:rPr>
          <w:sz w:val="20"/>
          <w:szCs w:val="20"/>
        </w:rPr>
        <w:t xml:space="preserve">летний душ 4,0; </w:t>
      </w:r>
    </w:p>
    <w:p w:rsidR="007C08D3" w:rsidRPr="00C92D70" w:rsidRDefault="007C08D3" w:rsidP="009E2D9E">
      <w:pPr>
        <w:pStyle w:val="List"/>
        <w:spacing w:after="0"/>
        <w:rPr>
          <w:sz w:val="20"/>
          <w:szCs w:val="20"/>
        </w:rPr>
      </w:pPr>
      <w:r w:rsidRPr="00C92D70">
        <w:rPr>
          <w:sz w:val="20"/>
          <w:szCs w:val="20"/>
        </w:rPr>
        <w:t xml:space="preserve">уборная с мусоросборником 3,0; </w:t>
      </w:r>
    </w:p>
    <w:p w:rsidR="007C08D3" w:rsidRPr="00C92D70" w:rsidRDefault="007C08D3" w:rsidP="009E2D9E">
      <w:pPr>
        <w:pStyle w:val="List"/>
        <w:spacing w:after="0"/>
        <w:rPr>
          <w:sz w:val="20"/>
          <w:szCs w:val="20"/>
        </w:rPr>
      </w:pPr>
      <w:r w:rsidRPr="00C92D70">
        <w:rPr>
          <w:sz w:val="20"/>
          <w:szCs w:val="20"/>
        </w:rPr>
        <w:t xml:space="preserve">теплица 20,0. </w:t>
      </w:r>
    </w:p>
    <w:p w:rsidR="007C08D3" w:rsidRPr="00C92D70" w:rsidRDefault="007C08D3" w:rsidP="009E2D9E">
      <w:pPr>
        <w:pStyle w:val="a4"/>
      </w:pPr>
      <w:r w:rsidRPr="00C92D70">
        <w:t>Площадь застройки сблокированных хозяйственных построек для содержания скота и птицы в зонах застройки объектами индивидуального жилищного строительства и усадебными жилыми домами следует принимать не более 800 квадратных метров.</w:t>
      </w:r>
    </w:p>
    <w:p w:rsidR="007C08D3" w:rsidRPr="00C92D70" w:rsidRDefault="007C08D3" w:rsidP="009E2D9E">
      <w:pPr>
        <w:pStyle w:val="a4"/>
        <w:rPr>
          <w:rFonts w:ascii="Arial" w:hAnsi="Arial" w:cs="Arial"/>
          <w:sz w:val="20"/>
          <w:szCs w:val="20"/>
        </w:rPr>
      </w:pPr>
      <w:r w:rsidRPr="00C92D70">
        <w:t xml:space="preserve">Допускается блокировка хозяйственных построек на смежных приусадебных земельных участках по взаимному согласию домовладельцев с учетом </w:t>
      </w:r>
      <w:hyperlink r:id="rId7" w:history="1">
        <w:r w:rsidRPr="00C92D70">
          <w:t>требований</w:t>
        </w:r>
      </w:hyperlink>
      <w:r w:rsidRPr="00C92D70">
        <w:t>, приведенных ниже (</w:t>
      </w:r>
      <w:r>
        <w:t>Таблица 9</w:t>
      </w:r>
      <w:r w:rsidRPr="00C92D70">
        <w:t>).</w:t>
      </w:r>
    </w:p>
    <w:p w:rsidR="007C08D3" w:rsidRPr="00C92D70" w:rsidRDefault="007C08D3" w:rsidP="004F46C7">
      <w:pPr>
        <w:pStyle w:val="Caption"/>
      </w:pPr>
      <w:bookmarkStart w:id="37" w:name="_Ref393382904"/>
      <w:r>
        <w:t xml:space="preserve">                                                                                                                                         </w:t>
      </w:r>
      <w:r w:rsidRPr="00C92D70">
        <w:t xml:space="preserve">Таблица </w:t>
      </w:r>
      <w:bookmarkEnd w:id="37"/>
      <w:r>
        <w:t>9</w:t>
      </w:r>
    </w:p>
    <w:tbl>
      <w:tblPr>
        <w:tblW w:w="9639" w:type="dxa"/>
        <w:tblInd w:w="70" w:type="dxa"/>
        <w:tblLayout w:type="fixed"/>
        <w:tblCellMar>
          <w:left w:w="70" w:type="dxa"/>
          <w:right w:w="70" w:type="dxa"/>
        </w:tblCellMar>
        <w:tblLook w:val="0000"/>
      </w:tblPr>
      <w:tblGrid>
        <w:gridCol w:w="3105"/>
        <w:gridCol w:w="2295"/>
        <w:gridCol w:w="2295"/>
        <w:gridCol w:w="1944"/>
      </w:tblGrid>
      <w:tr w:rsidR="007C08D3" w:rsidRPr="00C92D70" w:rsidTr="00BC7260">
        <w:trPr>
          <w:cantSplit/>
          <w:trHeight w:val="240"/>
        </w:trPr>
        <w:tc>
          <w:tcPr>
            <w:tcW w:w="3105" w:type="dxa"/>
            <w:vMerge w:val="restart"/>
            <w:tcBorders>
              <w:top w:val="single" w:sz="6" w:space="0" w:color="auto"/>
              <w:left w:val="single" w:sz="6" w:space="0" w:color="auto"/>
              <w:bottom w:val="nil"/>
              <w:right w:val="single" w:sz="6" w:space="0" w:color="auto"/>
            </w:tcBorders>
          </w:tcPr>
          <w:p w:rsidR="007C08D3" w:rsidRPr="00C92D70" w:rsidRDefault="007C08D3" w:rsidP="00BC7260">
            <w:pPr>
              <w:autoSpaceDE w:val="0"/>
              <w:autoSpaceDN w:val="0"/>
              <w:adjustRightInd w:val="0"/>
              <w:ind w:firstLine="72"/>
              <w:jc w:val="center"/>
              <w:rPr>
                <w:b/>
                <w:sz w:val="20"/>
                <w:szCs w:val="20"/>
              </w:rPr>
            </w:pPr>
            <w:r w:rsidRPr="00C92D70">
              <w:rPr>
                <w:b/>
                <w:sz w:val="20"/>
                <w:szCs w:val="20"/>
              </w:rPr>
              <w:t xml:space="preserve">Степень огнестойкости </w:t>
            </w:r>
            <w:r w:rsidRPr="00C92D70">
              <w:rPr>
                <w:b/>
                <w:sz w:val="20"/>
                <w:szCs w:val="20"/>
              </w:rPr>
              <w:br/>
              <w:t>здания</w:t>
            </w:r>
          </w:p>
        </w:tc>
        <w:tc>
          <w:tcPr>
            <w:tcW w:w="6534" w:type="dxa"/>
            <w:gridSpan w:val="3"/>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ind w:firstLine="72"/>
              <w:jc w:val="center"/>
              <w:rPr>
                <w:b/>
                <w:sz w:val="20"/>
                <w:szCs w:val="20"/>
              </w:rPr>
            </w:pPr>
            <w:r w:rsidRPr="00C92D70">
              <w:rPr>
                <w:b/>
                <w:sz w:val="20"/>
                <w:szCs w:val="20"/>
              </w:rPr>
              <w:t>Расстояние, м, при степени огнестойкости зданий</w:t>
            </w:r>
          </w:p>
        </w:tc>
      </w:tr>
      <w:tr w:rsidR="007C08D3" w:rsidRPr="00C92D70" w:rsidTr="00BC7260">
        <w:trPr>
          <w:cantSplit/>
          <w:trHeight w:val="360"/>
        </w:trPr>
        <w:tc>
          <w:tcPr>
            <w:tcW w:w="3105" w:type="dxa"/>
            <w:vMerge/>
            <w:tcBorders>
              <w:top w:val="nil"/>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ind w:firstLine="72"/>
              <w:jc w:val="center"/>
              <w:rPr>
                <w:b/>
                <w:sz w:val="20"/>
                <w:szCs w:val="20"/>
              </w:rPr>
            </w:pPr>
          </w:p>
        </w:tc>
        <w:tc>
          <w:tcPr>
            <w:tcW w:w="229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ind w:firstLine="72"/>
              <w:jc w:val="center"/>
              <w:rPr>
                <w:b/>
                <w:sz w:val="20"/>
                <w:szCs w:val="20"/>
              </w:rPr>
            </w:pPr>
            <w:r w:rsidRPr="00C92D70">
              <w:rPr>
                <w:b/>
                <w:sz w:val="20"/>
                <w:szCs w:val="20"/>
              </w:rPr>
              <w:t>I, II</w:t>
            </w:r>
          </w:p>
        </w:tc>
        <w:tc>
          <w:tcPr>
            <w:tcW w:w="229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ind w:firstLine="72"/>
              <w:jc w:val="center"/>
              <w:rPr>
                <w:b/>
                <w:sz w:val="20"/>
                <w:szCs w:val="20"/>
              </w:rPr>
            </w:pPr>
            <w:r w:rsidRPr="00C92D70">
              <w:rPr>
                <w:b/>
                <w:sz w:val="20"/>
                <w:szCs w:val="20"/>
              </w:rPr>
              <w:t>III</w:t>
            </w:r>
          </w:p>
        </w:tc>
        <w:tc>
          <w:tcPr>
            <w:tcW w:w="194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ind w:firstLine="72"/>
              <w:jc w:val="center"/>
              <w:rPr>
                <w:b/>
                <w:sz w:val="20"/>
                <w:szCs w:val="20"/>
              </w:rPr>
            </w:pPr>
            <w:r w:rsidRPr="00C92D70">
              <w:rPr>
                <w:b/>
                <w:sz w:val="20"/>
                <w:szCs w:val="20"/>
              </w:rPr>
              <w:t xml:space="preserve">IIIа, IIIб,   </w:t>
            </w:r>
            <w:r w:rsidRPr="00C92D70">
              <w:rPr>
                <w:b/>
                <w:sz w:val="20"/>
                <w:szCs w:val="20"/>
              </w:rPr>
              <w:br/>
              <w:t>IVа, V</w:t>
            </w:r>
          </w:p>
        </w:tc>
      </w:tr>
      <w:tr w:rsidR="007C08D3" w:rsidRPr="00C92D70" w:rsidTr="00BC7260">
        <w:trPr>
          <w:cantSplit/>
          <w:trHeight w:val="240"/>
        </w:trPr>
        <w:tc>
          <w:tcPr>
            <w:tcW w:w="310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ind w:firstLine="72"/>
              <w:rPr>
                <w:sz w:val="20"/>
                <w:szCs w:val="20"/>
              </w:rPr>
            </w:pPr>
            <w:r w:rsidRPr="00C92D70">
              <w:rPr>
                <w:sz w:val="20"/>
                <w:szCs w:val="20"/>
              </w:rPr>
              <w:t xml:space="preserve">I, II                 </w:t>
            </w:r>
          </w:p>
        </w:tc>
        <w:tc>
          <w:tcPr>
            <w:tcW w:w="229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ind w:firstLine="72"/>
              <w:rPr>
                <w:sz w:val="20"/>
                <w:szCs w:val="20"/>
              </w:rPr>
            </w:pPr>
            <w:r w:rsidRPr="00C92D70">
              <w:rPr>
                <w:sz w:val="20"/>
                <w:szCs w:val="20"/>
              </w:rPr>
              <w:t xml:space="preserve">6        </w:t>
            </w:r>
          </w:p>
        </w:tc>
        <w:tc>
          <w:tcPr>
            <w:tcW w:w="229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ind w:firstLine="72"/>
              <w:rPr>
                <w:sz w:val="20"/>
                <w:szCs w:val="20"/>
              </w:rPr>
            </w:pPr>
            <w:r w:rsidRPr="00C92D70">
              <w:rPr>
                <w:sz w:val="20"/>
                <w:szCs w:val="20"/>
              </w:rPr>
              <w:t xml:space="preserve">8        </w:t>
            </w:r>
          </w:p>
        </w:tc>
        <w:tc>
          <w:tcPr>
            <w:tcW w:w="194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ind w:firstLine="72"/>
              <w:rPr>
                <w:sz w:val="20"/>
                <w:szCs w:val="20"/>
              </w:rPr>
            </w:pPr>
            <w:r w:rsidRPr="00C92D70">
              <w:rPr>
                <w:sz w:val="20"/>
                <w:szCs w:val="20"/>
              </w:rPr>
              <w:t xml:space="preserve">10       </w:t>
            </w:r>
          </w:p>
        </w:tc>
      </w:tr>
      <w:tr w:rsidR="007C08D3" w:rsidRPr="00C92D70" w:rsidTr="00BC7260">
        <w:trPr>
          <w:cantSplit/>
          <w:trHeight w:val="240"/>
        </w:trPr>
        <w:tc>
          <w:tcPr>
            <w:tcW w:w="310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ind w:firstLine="72"/>
              <w:rPr>
                <w:sz w:val="20"/>
                <w:szCs w:val="20"/>
              </w:rPr>
            </w:pPr>
            <w:r w:rsidRPr="00C92D70">
              <w:rPr>
                <w:sz w:val="20"/>
                <w:szCs w:val="20"/>
              </w:rPr>
              <w:t xml:space="preserve">III                   </w:t>
            </w:r>
          </w:p>
        </w:tc>
        <w:tc>
          <w:tcPr>
            <w:tcW w:w="229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ind w:firstLine="72"/>
              <w:rPr>
                <w:sz w:val="20"/>
                <w:szCs w:val="20"/>
              </w:rPr>
            </w:pPr>
            <w:r w:rsidRPr="00C92D70">
              <w:rPr>
                <w:sz w:val="20"/>
                <w:szCs w:val="20"/>
              </w:rPr>
              <w:t xml:space="preserve">8        </w:t>
            </w:r>
          </w:p>
        </w:tc>
        <w:tc>
          <w:tcPr>
            <w:tcW w:w="229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ind w:firstLine="72"/>
              <w:rPr>
                <w:sz w:val="20"/>
                <w:szCs w:val="20"/>
              </w:rPr>
            </w:pPr>
            <w:r w:rsidRPr="00C92D70">
              <w:rPr>
                <w:sz w:val="20"/>
                <w:szCs w:val="20"/>
              </w:rPr>
              <w:t xml:space="preserve">8        </w:t>
            </w:r>
          </w:p>
        </w:tc>
        <w:tc>
          <w:tcPr>
            <w:tcW w:w="194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ind w:firstLine="72"/>
              <w:rPr>
                <w:sz w:val="20"/>
                <w:szCs w:val="20"/>
              </w:rPr>
            </w:pPr>
            <w:r w:rsidRPr="00C92D70">
              <w:rPr>
                <w:sz w:val="20"/>
                <w:szCs w:val="20"/>
              </w:rPr>
              <w:t xml:space="preserve">10       </w:t>
            </w:r>
          </w:p>
        </w:tc>
      </w:tr>
      <w:tr w:rsidR="007C08D3" w:rsidRPr="00C92D70" w:rsidTr="00BC7260">
        <w:trPr>
          <w:cantSplit/>
          <w:trHeight w:val="240"/>
        </w:trPr>
        <w:tc>
          <w:tcPr>
            <w:tcW w:w="310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ind w:firstLine="72"/>
              <w:rPr>
                <w:sz w:val="20"/>
                <w:szCs w:val="20"/>
              </w:rPr>
            </w:pPr>
            <w:r w:rsidRPr="00C92D70">
              <w:rPr>
                <w:sz w:val="20"/>
                <w:szCs w:val="20"/>
              </w:rPr>
              <w:t xml:space="preserve">IIIа, IIIб, IVа, V    </w:t>
            </w:r>
          </w:p>
        </w:tc>
        <w:tc>
          <w:tcPr>
            <w:tcW w:w="229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ind w:firstLine="72"/>
              <w:rPr>
                <w:sz w:val="20"/>
                <w:szCs w:val="20"/>
              </w:rPr>
            </w:pPr>
            <w:r w:rsidRPr="00C92D70">
              <w:rPr>
                <w:sz w:val="20"/>
                <w:szCs w:val="20"/>
              </w:rPr>
              <w:t xml:space="preserve">10       </w:t>
            </w:r>
          </w:p>
        </w:tc>
        <w:tc>
          <w:tcPr>
            <w:tcW w:w="229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ind w:firstLine="72"/>
              <w:rPr>
                <w:sz w:val="20"/>
                <w:szCs w:val="20"/>
              </w:rPr>
            </w:pPr>
            <w:r w:rsidRPr="00C92D70">
              <w:rPr>
                <w:sz w:val="20"/>
                <w:szCs w:val="20"/>
              </w:rPr>
              <w:t xml:space="preserve">10       </w:t>
            </w:r>
          </w:p>
        </w:tc>
        <w:tc>
          <w:tcPr>
            <w:tcW w:w="1944"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ind w:firstLine="72"/>
              <w:rPr>
                <w:sz w:val="20"/>
                <w:szCs w:val="20"/>
              </w:rPr>
            </w:pPr>
            <w:r w:rsidRPr="00C92D70">
              <w:rPr>
                <w:sz w:val="20"/>
                <w:szCs w:val="20"/>
              </w:rPr>
              <w:t xml:space="preserve">15       </w:t>
            </w:r>
          </w:p>
        </w:tc>
      </w:tr>
    </w:tbl>
    <w:p w:rsidR="007C08D3" w:rsidRPr="00C92D70" w:rsidRDefault="007C08D3" w:rsidP="00BD37E4">
      <w:pPr>
        <w:ind w:firstLine="709"/>
      </w:pPr>
    </w:p>
    <w:p w:rsidR="007C08D3" w:rsidRPr="00C92D70" w:rsidRDefault="007C08D3" w:rsidP="00BD37E4">
      <w:pPr>
        <w:pStyle w:val="S5"/>
      </w:pPr>
      <w:r w:rsidRPr="00C92D70">
        <w:t>Расстояния от помещений (сооружений) для содержания и разведения животных до объектов жилой застройки следует принимать в соответствии со значениями, приведенными ниже (</w:t>
      </w:r>
      <w:r>
        <w:t>Таблица 10</w:t>
      </w:r>
      <w:r w:rsidRPr="00C92D70">
        <w:t xml:space="preserve">). </w:t>
      </w:r>
    </w:p>
    <w:p w:rsidR="007C08D3" w:rsidRPr="00C92D70" w:rsidRDefault="007C08D3" w:rsidP="00BD37E4">
      <w:pPr>
        <w:pStyle w:val="Caption"/>
        <w:jc w:val="right"/>
      </w:pPr>
      <w:bookmarkStart w:id="38" w:name="_Ref393382915"/>
      <w:r w:rsidRPr="00C92D70">
        <w:t xml:space="preserve">Таблица </w:t>
      </w:r>
      <w:bookmarkEnd w:id="38"/>
      <w:r>
        <w:t>10</w:t>
      </w:r>
    </w:p>
    <w:tbl>
      <w:tblPr>
        <w:tblW w:w="9498" w:type="dxa"/>
        <w:tblInd w:w="70" w:type="dxa"/>
        <w:tblLayout w:type="fixed"/>
        <w:tblCellMar>
          <w:left w:w="70" w:type="dxa"/>
          <w:right w:w="70" w:type="dxa"/>
        </w:tblCellMar>
        <w:tblLook w:val="0000"/>
      </w:tblPr>
      <w:tblGrid>
        <w:gridCol w:w="3510"/>
        <w:gridCol w:w="945"/>
        <w:gridCol w:w="932"/>
        <w:gridCol w:w="850"/>
        <w:gridCol w:w="851"/>
        <w:gridCol w:w="850"/>
        <w:gridCol w:w="709"/>
        <w:gridCol w:w="851"/>
      </w:tblGrid>
      <w:tr w:rsidR="007C08D3" w:rsidRPr="00C92D70" w:rsidTr="00BC7260">
        <w:trPr>
          <w:cantSplit/>
          <w:trHeight w:val="600"/>
        </w:trPr>
        <w:tc>
          <w:tcPr>
            <w:tcW w:w="3510"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jc w:val="center"/>
              <w:rPr>
                <w:b/>
                <w:sz w:val="20"/>
                <w:szCs w:val="20"/>
              </w:rPr>
            </w:pPr>
            <w:r w:rsidRPr="00C92D70">
              <w:rPr>
                <w:b/>
                <w:sz w:val="20"/>
                <w:szCs w:val="20"/>
              </w:rPr>
              <w:t>Минимальное расстояние от</w:t>
            </w:r>
            <w:r w:rsidRPr="00C92D70">
              <w:rPr>
                <w:b/>
                <w:sz w:val="20"/>
                <w:szCs w:val="20"/>
              </w:rPr>
              <w:br/>
              <w:t>помещений (сооружений) до</w:t>
            </w:r>
            <w:r w:rsidRPr="00C92D70">
              <w:rPr>
                <w:b/>
                <w:sz w:val="20"/>
                <w:szCs w:val="20"/>
              </w:rPr>
              <w:br/>
              <w:t>объектов жилой застройки,</w:t>
            </w:r>
            <w:r w:rsidRPr="00C92D70">
              <w:rPr>
                <w:b/>
                <w:sz w:val="20"/>
                <w:szCs w:val="20"/>
              </w:rPr>
              <w:br/>
              <w:t>метров</w:t>
            </w:r>
          </w:p>
        </w:tc>
        <w:tc>
          <w:tcPr>
            <w:tcW w:w="945"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jc w:val="center"/>
              <w:rPr>
                <w:b/>
                <w:sz w:val="20"/>
                <w:szCs w:val="20"/>
              </w:rPr>
            </w:pPr>
            <w:r w:rsidRPr="00C92D70">
              <w:rPr>
                <w:b/>
                <w:sz w:val="20"/>
                <w:szCs w:val="20"/>
              </w:rPr>
              <w:t>свиньи</w:t>
            </w:r>
          </w:p>
        </w:tc>
        <w:tc>
          <w:tcPr>
            <w:tcW w:w="932"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jc w:val="center"/>
              <w:rPr>
                <w:b/>
                <w:sz w:val="20"/>
                <w:szCs w:val="20"/>
              </w:rPr>
            </w:pPr>
            <w:r w:rsidRPr="00C92D70">
              <w:rPr>
                <w:b/>
                <w:sz w:val="20"/>
                <w:szCs w:val="20"/>
              </w:rPr>
              <w:t>коровы,</w:t>
            </w:r>
            <w:r w:rsidRPr="00C92D70">
              <w:rPr>
                <w:b/>
                <w:sz w:val="20"/>
                <w:szCs w:val="20"/>
              </w:rPr>
              <w:br/>
              <w:t>бычки</w:t>
            </w:r>
          </w:p>
        </w:tc>
        <w:tc>
          <w:tcPr>
            <w:tcW w:w="850"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jc w:val="center"/>
              <w:rPr>
                <w:b/>
                <w:sz w:val="20"/>
                <w:szCs w:val="20"/>
              </w:rPr>
            </w:pPr>
            <w:r w:rsidRPr="00C92D70">
              <w:rPr>
                <w:b/>
                <w:sz w:val="20"/>
                <w:szCs w:val="20"/>
              </w:rPr>
              <w:t>овцы,</w:t>
            </w:r>
            <w:r w:rsidRPr="00C92D70">
              <w:rPr>
                <w:b/>
                <w:sz w:val="20"/>
                <w:szCs w:val="20"/>
              </w:rPr>
              <w:br/>
              <w:t>козы</w:t>
            </w:r>
          </w:p>
        </w:tc>
        <w:tc>
          <w:tcPr>
            <w:tcW w:w="85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jc w:val="center"/>
              <w:rPr>
                <w:b/>
                <w:sz w:val="20"/>
                <w:szCs w:val="20"/>
              </w:rPr>
            </w:pPr>
            <w:r w:rsidRPr="00C92D70">
              <w:rPr>
                <w:b/>
                <w:sz w:val="20"/>
                <w:szCs w:val="20"/>
              </w:rPr>
              <w:t xml:space="preserve">кро- </w:t>
            </w:r>
            <w:r w:rsidRPr="00C92D70">
              <w:rPr>
                <w:b/>
                <w:sz w:val="20"/>
                <w:szCs w:val="20"/>
              </w:rPr>
              <w:br/>
              <w:t>лики-</w:t>
            </w:r>
            <w:r w:rsidRPr="00C92D70">
              <w:rPr>
                <w:b/>
                <w:sz w:val="20"/>
                <w:szCs w:val="20"/>
              </w:rPr>
              <w:br/>
              <w:t>матки</w:t>
            </w:r>
          </w:p>
        </w:tc>
        <w:tc>
          <w:tcPr>
            <w:tcW w:w="850"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jc w:val="center"/>
              <w:rPr>
                <w:b/>
                <w:sz w:val="20"/>
                <w:szCs w:val="20"/>
              </w:rPr>
            </w:pPr>
            <w:r w:rsidRPr="00C92D70">
              <w:rPr>
                <w:b/>
                <w:sz w:val="20"/>
                <w:szCs w:val="20"/>
              </w:rPr>
              <w:t>птица</w:t>
            </w:r>
          </w:p>
        </w:tc>
        <w:tc>
          <w:tcPr>
            <w:tcW w:w="709"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jc w:val="center"/>
              <w:rPr>
                <w:b/>
                <w:sz w:val="20"/>
                <w:szCs w:val="20"/>
              </w:rPr>
            </w:pPr>
            <w:r w:rsidRPr="00C92D70">
              <w:rPr>
                <w:b/>
                <w:sz w:val="20"/>
                <w:szCs w:val="20"/>
              </w:rPr>
              <w:t>лошади</w:t>
            </w:r>
          </w:p>
        </w:tc>
        <w:tc>
          <w:tcPr>
            <w:tcW w:w="85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jc w:val="center"/>
              <w:rPr>
                <w:b/>
                <w:sz w:val="20"/>
                <w:szCs w:val="20"/>
              </w:rPr>
            </w:pPr>
            <w:r w:rsidRPr="00C92D70">
              <w:rPr>
                <w:b/>
                <w:sz w:val="20"/>
                <w:szCs w:val="20"/>
              </w:rPr>
              <w:t>нутрии,</w:t>
            </w:r>
            <w:r w:rsidRPr="00C92D70">
              <w:rPr>
                <w:b/>
                <w:sz w:val="20"/>
                <w:szCs w:val="20"/>
              </w:rPr>
              <w:br/>
              <w:t>песцы</w:t>
            </w:r>
          </w:p>
        </w:tc>
      </w:tr>
      <w:tr w:rsidR="007C08D3" w:rsidRPr="00C92D70" w:rsidTr="00BC7260">
        <w:trPr>
          <w:cantSplit/>
          <w:trHeight w:val="240"/>
        </w:trPr>
        <w:tc>
          <w:tcPr>
            <w:tcW w:w="3510"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10                       </w:t>
            </w:r>
          </w:p>
        </w:tc>
        <w:tc>
          <w:tcPr>
            <w:tcW w:w="1877" w:type="dxa"/>
            <w:gridSpan w:val="2"/>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до 5          </w:t>
            </w:r>
          </w:p>
        </w:tc>
        <w:tc>
          <w:tcPr>
            <w:tcW w:w="1701" w:type="dxa"/>
            <w:gridSpan w:val="2"/>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до 10      </w:t>
            </w:r>
          </w:p>
        </w:tc>
        <w:tc>
          <w:tcPr>
            <w:tcW w:w="850"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до 30</w:t>
            </w:r>
          </w:p>
        </w:tc>
        <w:tc>
          <w:tcPr>
            <w:tcW w:w="1560" w:type="dxa"/>
            <w:gridSpan w:val="2"/>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до 5          </w:t>
            </w:r>
          </w:p>
        </w:tc>
      </w:tr>
      <w:tr w:rsidR="007C08D3" w:rsidRPr="00C92D70" w:rsidTr="00BC7260">
        <w:trPr>
          <w:cantSplit/>
          <w:trHeight w:val="240"/>
        </w:trPr>
        <w:tc>
          <w:tcPr>
            <w:tcW w:w="3510"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20                       </w:t>
            </w:r>
          </w:p>
        </w:tc>
        <w:tc>
          <w:tcPr>
            <w:tcW w:w="1877" w:type="dxa"/>
            <w:gridSpan w:val="2"/>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до 8          </w:t>
            </w:r>
          </w:p>
        </w:tc>
        <w:tc>
          <w:tcPr>
            <w:tcW w:w="850"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до 15</w:t>
            </w:r>
          </w:p>
        </w:tc>
        <w:tc>
          <w:tcPr>
            <w:tcW w:w="85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до 20</w:t>
            </w:r>
          </w:p>
        </w:tc>
        <w:tc>
          <w:tcPr>
            <w:tcW w:w="850"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до 45</w:t>
            </w:r>
          </w:p>
        </w:tc>
        <w:tc>
          <w:tcPr>
            <w:tcW w:w="1560" w:type="dxa"/>
            <w:gridSpan w:val="2"/>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до 8          </w:t>
            </w:r>
          </w:p>
        </w:tc>
      </w:tr>
      <w:tr w:rsidR="007C08D3" w:rsidRPr="00C92D70" w:rsidTr="00BC7260">
        <w:trPr>
          <w:cantSplit/>
          <w:trHeight w:val="240"/>
        </w:trPr>
        <w:tc>
          <w:tcPr>
            <w:tcW w:w="3510"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30                       </w:t>
            </w:r>
          </w:p>
        </w:tc>
        <w:tc>
          <w:tcPr>
            <w:tcW w:w="1877" w:type="dxa"/>
            <w:gridSpan w:val="2"/>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до 10         </w:t>
            </w:r>
          </w:p>
        </w:tc>
        <w:tc>
          <w:tcPr>
            <w:tcW w:w="850"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до 20</w:t>
            </w:r>
          </w:p>
        </w:tc>
        <w:tc>
          <w:tcPr>
            <w:tcW w:w="85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до 30</w:t>
            </w:r>
          </w:p>
        </w:tc>
        <w:tc>
          <w:tcPr>
            <w:tcW w:w="850"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до 60</w:t>
            </w:r>
          </w:p>
        </w:tc>
        <w:tc>
          <w:tcPr>
            <w:tcW w:w="1560" w:type="dxa"/>
            <w:gridSpan w:val="2"/>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до 10         </w:t>
            </w:r>
          </w:p>
        </w:tc>
      </w:tr>
      <w:tr w:rsidR="007C08D3" w:rsidRPr="00C92D70" w:rsidTr="00BC7260">
        <w:trPr>
          <w:cantSplit/>
          <w:trHeight w:val="240"/>
        </w:trPr>
        <w:tc>
          <w:tcPr>
            <w:tcW w:w="3510"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40                       </w:t>
            </w:r>
          </w:p>
        </w:tc>
        <w:tc>
          <w:tcPr>
            <w:tcW w:w="1877" w:type="dxa"/>
            <w:gridSpan w:val="2"/>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до 15         </w:t>
            </w:r>
          </w:p>
        </w:tc>
        <w:tc>
          <w:tcPr>
            <w:tcW w:w="850"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до 25</w:t>
            </w:r>
          </w:p>
        </w:tc>
        <w:tc>
          <w:tcPr>
            <w:tcW w:w="851"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до 40</w:t>
            </w:r>
          </w:p>
        </w:tc>
        <w:tc>
          <w:tcPr>
            <w:tcW w:w="850"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до 75</w:t>
            </w:r>
          </w:p>
        </w:tc>
        <w:tc>
          <w:tcPr>
            <w:tcW w:w="1560" w:type="dxa"/>
            <w:gridSpan w:val="2"/>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до 15         </w:t>
            </w:r>
          </w:p>
        </w:tc>
      </w:tr>
    </w:tbl>
    <w:p w:rsidR="007C08D3" w:rsidRPr="00C92D70" w:rsidRDefault="007C08D3" w:rsidP="00BD37E4">
      <w:pPr>
        <w:widowControl w:val="0"/>
        <w:rPr>
          <w:szCs w:val="22"/>
        </w:rPr>
      </w:pPr>
    </w:p>
    <w:p w:rsidR="007C08D3" w:rsidRPr="00C92D70" w:rsidRDefault="007C08D3" w:rsidP="00BD37E4">
      <w:pPr>
        <w:pStyle w:val="a4"/>
      </w:pPr>
      <w:r w:rsidRPr="00C92D70">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7C08D3" w:rsidRPr="00C92D70" w:rsidRDefault="007C08D3" w:rsidP="00BD37E4">
      <w:pPr>
        <w:pStyle w:val="a4"/>
      </w:pPr>
      <w:r w:rsidRPr="00C92D70">
        <w:t>Примечания. Указанные нормы распространяются и на пристраиваемые к существующим жилым домам хозяйственные постройки.</w:t>
      </w:r>
    </w:p>
    <w:p w:rsidR="007C08D3" w:rsidRPr="00C92D70" w:rsidRDefault="007C08D3" w:rsidP="00BD37E4">
      <w:pPr>
        <w:pStyle w:val="a4"/>
      </w:pPr>
      <w:r w:rsidRPr="00C92D70">
        <w:t>Расстояние от границ участков производственных объектов до жилых зданий, а также до границ участков дошкольных и общеобразовательных учреждений, учреждений здравоохранения и отдыха следует принимать не менее 50 м.</w:t>
      </w:r>
    </w:p>
    <w:p w:rsidR="007C08D3" w:rsidRPr="00C92D70" w:rsidRDefault="007C08D3" w:rsidP="00BD37E4">
      <w:pPr>
        <w:pStyle w:val="a4"/>
      </w:pPr>
      <w:r w:rsidRPr="00C92D70">
        <w:t>Расстояние от сараев для скота и птицы до шахтных колодцев должно быть не менее 20 м.</w:t>
      </w:r>
    </w:p>
    <w:p w:rsidR="007C08D3" w:rsidRPr="00C92D70" w:rsidRDefault="007C08D3" w:rsidP="00BD37E4">
      <w:pPr>
        <w:pStyle w:val="a4"/>
      </w:pPr>
      <w:r w:rsidRPr="00C92D70">
        <w:t>Примечание.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7C08D3" w:rsidRPr="00C92D70" w:rsidRDefault="007C08D3" w:rsidP="00BF4FD3">
      <w:pPr>
        <w:pStyle w:val="Heading2"/>
        <w:numPr>
          <w:ilvl w:val="1"/>
          <w:numId w:val="24"/>
        </w:numPr>
        <w:jc w:val="center"/>
      </w:pPr>
      <w:bookmarkStart w:id="39" w:name="_Toc375834070"/>
      <w:bookmarkStart w:id="40" w:name="_Toc378616975"/>
      <w:bookmarkStart w:id="41" w:name="_Toc389086109"/>
      <w:bookmarkStart w:id="42" w:name="_Toc393383990"/>
      <w:r w:rsidRPr="00C92D70">
        <w:t>Нормативы обеспеченности площадками общего пользования различного назначения</w:t>
      </w:r>
      <w:bookmarkEnd w:id="39"/>
      <w:bookmarkEnd w:id="40"/>
      <w:bookmarkEnd w:id="41"/>
      <w:bookmarkEnd w:id="42"/>
    </w:p>
    <w:p w:rsidR="007C08D3" w:rsidRPr="00C92D70" w:rsidRDefault="007C08D3" w:rsidP="00DE43E9">
      <w:pPr>
        <w:pStyle w:val="a4"/>
      </w:pPr>
      <w:r w:rsidRPr="00C92D70">
        <w:t>В кварталах (микрорайонах) жилых зон необходимо предусматривать размещение площадок общего пользования различного назначения. 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7C08D3" w:rsidRPr="00C92D70" w:rsidRDefault="007C08D3" w:rsidP="00DE43E9">
      <w:pPr>
        <w:pStyle w:val="a4"/>
      </w:pPr>
      <w:r w:rsidRPr="00C92D70">
        <w:t>Минимально допустимые размеры площадок общего пользования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ниже.</w:t>
      </w:r>
    </w:p>
    <w:p w:rsidR="007C08D3" w:rsidRPr="00C92D70" w:rsidRDefault="007C08D3" w:rsidP="00DE43E9">
      <w:pPr>
        <w:pStyle w:val="Caption"/>
        <w:jc w:val="right"/>
      </w:pPr>
      <w:r w:rsidRPr="00C92D70">
        <w:t xml:space="preserve">Таблица </w:t>
      </w:r>
      <w:r>
        <w:t>11</w:t>
      </w:r>
    </w:p>
    <w:tbl>
      <w:tblPr>
        <w:tblW w:w="9781" w:type="dxa"/>
        <w:tblLayout w:type="fixed"/>
        <w:tblCellMar>
          <w:left w:w="70" w:type="dxa"/>
          <w:right w:w="70" w:type="dxa"/>
        </w:tblCellMar>
        <w:tblLook w:val="0000"/>
      </w:tblPr>
      <w:tblGrid>
        <w:gridCol w:w="4606"/>
        <w:gridCol w:w="1843"/>
        <w:gridCol w:w="1559"/>
        <w:gridCol w:w="1773"/>
      </w:tblGrid>
      <w:tr w:rsidR="007C08D3" w:rsidRPr="00C92D70" w:rsidTr="00BC7260">
        <w:trPr>
          <w:cantSplit/>
          <w:trHeight w:val="1560"/>
        </w:trPr>
        <w:tc>
          <w:tcPr>
            <w:tcW w:w="4606"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jc w:val="center"/>
              <w:rPr>
                <w:b/>
                <w:sz w:val="20"/>
                <w:szCs w:val="20"/>
              </w:rPr>
            </w:pPr>
            <w:r w:rsidRPr="00C92D70">
              <w:rPr>
                <w:b/>
                <w:sz w:val="20"/>
                <w:szCs w:val="20"/>
              </w:rPr>
              <w:t xml:space="preserve">Площадки, размещаемые на территории </w:t>
            </w:r>
            <w:r w:rsidRPr="00C92D70">
              <w:rPr>
                <w:b/>
                <w:sz w:val="20"/>
                <w:szCs w:val="20"/>
              </w:rPr>
              <w:br/>
              <w:t>жилой застройки</w:t>
            </w:r>
          </w:p>
        </w:tc>
        <w:tc>
          <w:tcPr>
            <w:tcW w:w="184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jc w:val="center"/>
              <w:rPr>
                <w:b/>
                <w:sz w:val="20"/>
                <w:szCs w:val="20"/>
              </w:rPr>
            </w:pPr>
            <w:r w:rsidRPr="00C92D70">
              <w:rPr>
                <w:b/>
                <w:sz w:val="20"/>
                <w:szCs w:val="20"/>
              </w:rPr>
              <w:t xml:space="preserve">Минимальный </w:t>
            </w:r>
            <w:r w:rsidRPr="00C92D70">
              <w:rPr>
                <w:b/>
                <w:sz w:val="20"/>
                <w:szCs w:val="20"/>
              </w:rPr>
              <w:br/>
              <w:t xml:space="preserve">расчетный   </w:t>
            </w:r>
            <w:r w:rsidRPr="00C92D70">
              <w:rPr>
                <w:b/>
                <w:sz w:val="20"/>
                <w:szCs w:val="20"/>
              </w:rPr>
              <w:br/>
              <w:t xml:space="preserve">размер      </w:t>
            </w:r>
            <w:r w:rsidRPr="00C92D70">
              <w:rPr>
                <w:b/>
                <w:sz w:val="20"/>
                <w:szCs w:val="20"/>
              </w:rPr>
              <w:br/>
              <w:t xml:space="preserve">площадки,   </w:t>
            </w:r>
            <w:r w:rsidRPr="00C92D70">
              <w:rPr>
                <w:b/>
                <w:sz w:val="20"/>
                <w:szCs w:val="20"/>
              </w:rPr>
              <w:br/>
              <w:t xml:space="preserve">квадратных  </w:t>
            </w:r>
            <w:r w:rsidRPr="00C92D70">
              <w:rPr>
                <w:b/>
                <w:sz w:val="20"/>
                <w:szCs w:val="20"/>
              </w:rPr>
              <w:br/>
              <w:t xml:space="preserve">метров на 1 </w:t>
            </w:r>
            <w:r w:rsidRPr="00C92D70">
              <w:rPr>
                <w:b/>
                <w:sz w:val="20"/>
                <w:szCs w:val="20"/>
              </w:rPr>
              <w:br/>
              <w:t xml:space="preserve">человека,   </w:t>
            </w:r>
            <w:r w:rsidRPr="00C92D70">
              <w:rPr>
                <w:b/>
                <w:sz w:val="20"/>
                <w:szCs w:val="20"/>
              </w:rPr>
              <w:br/>
              <w:t>проживающего</w:t>
            </w:r>
            <w:r w:rsidRPr="00C92D70">
              <w:rPr>
                <w:b/>
                <w:sz w:val="20"/>
                <w:szCs w:val="20"/>
              </w:rPr>
              <w:br/>
              <w:t xml:space="preserve">на          </w:t>
            </w:r>
            <w:r w:rsidRPr="00C92D70">
              <w:rPr>
                <w:b/>
                <w:sz w:val="20"/>
                <w:szCs w:val="20"/>
              </w:rPr>
              <w:br/>
              <w:t xml:space="preserve">территории  </w:t>
            </w:r>
            <w:r w:rsidRPr="00C92D70">
              <w:rPr>
                <w:b/>
                <w:sz w:val="20"/>
                <w:szCs w:val="20"/>
              </w:rPr>
              <w:br/>
              <w:t xml:space="preserve">квартала </w:t>
            </w:r>
            <w:r w:rsidRPr="00C92D70">
              <w:rPr>
                <w:b/>
                <w:sz w:val="20"/>
                <w:szCs w:val="20"/>
              </w:rPr>
              <w:br/>
              <w:t>(микрорайона)</w:t>
            </w:r>
          </w:p>
        </w:tc>
        <w:tc>
          <w:tcPr>
            <w:tcW w:w="1559"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jc w:val="center"/>
              <w:rPr>
                <w:b/>
                <w:sz w:val="20"/>
                <w:szCs w:val="20"/>
              </w:rPr>
            </w:pPr>
            <w:r w:rsidRPr="00C92D70">
              <w:rPr>
                <w:b/>
                <w:sz w:val="20"/>
                <w:szCs w:val="20"/>
              </w:rPr>
              <w:t>Минимально</w:t>
            </w:r>
            <w:r w:rsidRPr="00C92D70">
              <w:rPr>
                <w:b/>
                <w:sz w:val="20"/>
                <w:szCs w:val="20"/>
              </w:rPr>
              <w:br/>
              <w:t>допустимый</w:t>
            </w:r>
            <w:r w:rsidRPr="00C92D70">
              <w:rPr>
                <w:b/>
                <w:sz w:val="20"/>
                <w:szCs w:val="20"/>
              </w:rPr>
              <w:br/>
              <w:t xml:space="preserve">размер    </w:t>
            </w:r>
            <w:r w:rsidRPr="00C92D70">
              <w:rPr>
                <w:b/>
                <w:sz w:val="20"/>
                <w:szCs w:val="20"/>
              </w:rPr>
              <w:br/>
              <w:t xml:space="preserve">одной     </w:t>
            </w:r>
            <w:r w:rsidRPr="00C92D70">
              <w:rPr>
                <w:b/>
                <w:sz w:val="20"/>
                <w:szCs w:val="20"/>
              </w:rPr>
              <w:br/>
              <w:t xml:space="preserve">площадки, </w:t>
            </w:r>
            <w:r w:rsidRPr="00C92D70">
              <w:rPr>
                <w:b/>
                <w:sz w:val="20"/>
                <w:szCs w:val="20"/>
              </w:rPr>
              <w:br/>
              <w:t>квадратных</w:t>
            </w:r>
            <w:r w:rsidRPr="00C92D70">
              <w:rPr>
                <w:b/>
                <w:sz w:val="20"/>
                <w:szCs w:val="20"/>
              </w:rPr>
              <w:br/>
              <w:t>метров</w:t>
            </w:r>
          </w:p>
        </w:tc>
        <w:tc>
          <w:tcPr>
            <w:tcW w:w="177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jc w:val="center"/>
              <w:rPr>
                <w:b/>
                <w:sz w:val="20"/>
                <w:szCs w:val="20"/>
              </w:rPr>
            </w:pPr>
            <w:r w:rsidRPr="00C92D70">
              <w:rPr>
                <w:b/>
                <w:sz w:val="20"/>
                <w:szCs w:val="20"/>
              </w:rPr>
              <w:t xml:space="preserve">Расстояние  от          </w:t>
            </w:r>
            <w:r w:rsidRPr="00C92D70">
              <w:rPr>
                <w:b/>
                <w:sz w:val="20"/>
                <w:szCs w:val="20"/>
              </w:rPr>
              <w:br/>
              <w:t xml:space="preserve">границы     </w:t>
            </w:r>
            <w:r w:rsidRPr="00C92D70">
              <w:rPr>
                <w:b/>
                <w:sz w:val="20"/>
                <w:szCs w:val="20"/>
              </w:rPr>
              <w:br/>
              <w:t xml:space="preserve">площадки    </w:t>
            </w:r>
            <w:r w:rsidRPr="00C92D70">
              <w:rPr>
                <w:b/>
                <w:sz w:val="20"/>
                <w:szCs w:val="20"/>
              </w:rPr>
              <w:br/>
              <w:t xml:space="preserve">до окон     </w:t>
            </w:r>
            <w:r w:rsidRPr="00C92D70">
              <w:rPr>
                <w:b/>
                <w:sz w:val="20"/>
                <w:szCs w:val="20"/>
              </w:rPr>
              <w:br/>
              <w:t xml:space="preserve">жилых и     </w:t>
            </w:r>
            <w:r w:rsidRPr="00C92D70">
              <w:rPr>
                <w:b/>
                <w:sz w:val="20"/>
                <w:szCs w:val="20"/>
              </w:rPr>
              <w:br/>
              <w:t>общественных</w:t>
            </w:r>
            <w:r w:rsidRPr="00C92D70">
              <w:rPr>
                <w:b/>
                <w:sz w:val="20"/>
                <w:szCs w:val="20"/>
              </w:rPr>
              <w:br/>
              <w:t xml:space="preserve">зданий,     </w:t>
            </w:r>
            <w:r w:rsidRPr="00C92D70">
              <w:rPr>
                <w:b/>
                <w:sz w:val="20"/>
                <w:szCs w:val="20"/>
              </w:rPr>
              <w:br/>
              <w:t>метров</w:t>
            </w:r>
          </w:p>
        </w:tc>
      </w:tr>
      <w:tr w:rsidR="007C08D3" w:rsidRPr="00C92D70" w:rsidTr="00BC7260">
        <w:trPr>
          <w:cantSplit/>
          <w:trHeight w:val="347"/>
        </w:trPr>
        <w:tc>
          <w:tcPr>
            <w:tcW w:w="4606"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jc w:val="center"/>
              <w:rPr>
                <w:b/>
                <w:sz w:val="20"/>
                <w:szCs w:val="20"/>
              </w:rPr>
            </w:pPr>
            <w:r w:rsidRPr="00C92D70">
              <w:rPr>
                <w:sz w:val="20"/>
                <w:szCs w:val="20"/>
              </w:rPr>
              <w:t>Для игр детей дошкольного и младшего</w:t>
            </w:r>
            <w:r w:rsidRPr="00C92D70">
              <w:rPr>
                <w:sz w:val="20"/>
                <w:szCs w:val="20"/>
              </w:rPr>
              <w:br/>
              <w:t xml:space="preserve">школьного возраста                  </w:t>
            </w:r>
          </w:p>
        </w:tc>
        <w:tc>
          <w:tcPr>
            <w:tcW w:w="184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2"/>
                <w:szCs w:val="22"/>
              </w:rPr>
            </w:pPr>
            <w:r w:rsidRPr="00C92D70">
              <w:rPr>
                <w:sz w:val="20"/>
                <w:szCs w:val="20"/>
              </w:rPr>
              <w:t xml:space="preserve">0,7     </w:t>
            </w:r>
          </w:p>
        </w:tc>
        <w:tc>
          <w:tcPr>
            <w:tcW w:w="1559"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2"/>
                <w:szCs w:val="22"/>
              </w:rPr>
            </w:pPr>
            <w:r w:rsidRPr="00C92D70">
              <w:rPr>
                <w:sz w:val="20"/>
                <w:szCs w:val="20"/>
              </w:rPr>
              <w:t xml:space="preserve">30    </w:t>
            </w:r>
          </w:p>
        </w:tc>
        <w:tc>
          <w:tcPr>
            <w:tcW w:w="177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2"/>
                <w:szCs w:val="22"/>
              </w:rPr>
            </w:pPr>
            <w:r w:rsidRPr="00C92D70">
              <w:rPr>
                <w:sz w:val="20"/>
                <w:szCs w:val="20"/>
              </w:rPr>
              <w:t xml:space="preserve">12     </w:t>
            </w:r>
          </w:p>
        </w:tc>
      </w:tr>
      <w:tr w:rsidR="007C08D3" w:rsidRPr="00C92D70" w:rsidTr="00BC7260">
        <w:trPr>
          <w:cantSplit/>
          <w:trHeight w:val="360"/>
        </w:trPr>
        <w:tc>
          <w:tcPr>
            <w:tcW w:w="4606"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Для отдыха взрослого населения      </w:t>
            </w:r>
          </w:p>
        </w:tc>
        <w:tc>
          <w:tcPr>
            <w:tcW w:w="184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0,1     </w:t>
            </w:r>
          </w:p>
        </w:tc>
        <w:tc>
          <w:tcPr>
            <w:tcW w:w="1559"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15    </w:t>
            </w:r>
          </w:p>
        </w:tc>
        <w:tc>
          <w:tcPr>
            <w:tcW w:w="177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10</w:t>
            </w:r>
          </w:p>
        </w:tc>
      </w:tr>
      <w:tr w:rsidR="007C08D3" w:rsidRPr="00C92D70" w:rsidTr="00BC7260">
        <w:trPr>
          <w:cantSplit/>
          <w:trHeight w:val="240"/>
        </w:trPr>
        <w:tc>
          <w:tcPr>
            <w:tcW w:w="4606"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pStyle w:val="ConsPlusNonformat"/>
              <w:rPr>
                <w:rFonts w:ascii="Times New Roman" w:hAnsi="Times New Roman" w:cs="Times New Roman"/>
              </w:rPr>
            </w:pPr>
            <w:r w:rsidRPr="00C92D70">
              <w:rPr>
                <w:rFonts w:ascii="Times New Roman" w:hAnsi="Times New Roman" w:cs="Times New Roman"/>
              </w:rPr>
              <w:t>Для занятий физкультурой (в зависимости</w:t>
            </w:r>
          </w:p>
          <w:p w:rsidR="007C08D3" w:rsidRPr="00C92D70" w:rsidRDefault="007C08D3" w:rsidP="00BC7260">
            <w:pPr>
              <w:autoSpaceDE w:val="0"/>
              <w:autoSpaceDN w:val="0"/>
              <w:adjustRightInd w:val="0"/>
              <w:rPr>
                <w:sz w:val="20"/>
                <w:szCs w:val="20"/>
              </w:rPr>
            </w:pPr>
            <w:r w:rsidRPr="00C92D70">
              <w:rPr>
                <w:sz w:val="20"/>
                <w:szCs w:val="20"/>
              </w:rPr>
              <w:t xml:space="preserve">от шумовых характеристик &lt;*&gt;)           </w:t>
            </w:r>
          </w:p>
        </w:tc>
        <w:tc>
          <w:tcPr>
            <w:tcW w:w="184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1,5     </w:t>
            </w:r>
          </w:p>
        </w:tc>
        <w:tc>
          <w:tcPr>
            <w:tcW w:w="1559"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100    </w:t>
            </w:r>
          </w:p>
        </w:tc>
        <w:tc>
          <w:tcPr>
            <w:tcW w:w="177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10-40     </w:t>
            </w:r>
          </w:p>
        </w:tc>
      </w:tr>
      <w:tr w:rsidR="007C08D3" w:rsidRPr="00C92D70" w:rsidTr="00BC7260">
        <w:trPr>
          <w:cantSplit/>
          <w:trHeight w:val="240"/>
        </w:trPr>
        <w:tc>
          <w:tcPr>
            <w:tcW w:w="4606"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Для хозяйственных целей             </w:t>
            </w:r>
          </w:p>
        </w:tc>
        <w:tc>
          <w:tcPr>
            <w:tcW w:w="184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0,3     </w:t>
            </w:r>
          </w:p>
        </w:tc>
        <w:tc>
          <w:tcPr>
            <w:tcW w:w="1559"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10    </w:t>
            </w:r>
          </w:p>
        </w:tc>
        <w:tc>
          <w:tcPr>
            <w:tcW w:w="177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20     </w:t>
            </w:r>
          </w:p>
        </w:tc>
      </w:tr>
      <w:tr w:rsidR="007C08D3" w:rsidRPr="00C92D70" w:rsidTr="00BC7260">
        <w:trPr>
          <w:cantSplit/>
          <w:trHeight w:val="240"/>
        </w:trPr>
        <w:tc>
          <w:tcPr>
            <w:tcW w:w="4606"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Для выгула собак                    </w:t>
            </w:r>
          </w:p>
        </w:tc>
        <w:tc>
          <w:tcPr>
            <w:tcW w:w="184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0,1     </w:t>
            </w:r>
          </w:p>
        </w:tc>
        <w:tc>
          <w:tcPr>
            <w:tcW w:w="1559"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25    </w:t>
            </w:r>
          </w:p>
        </w:tc>
        <w:tc>
          <w:tcPr>
            <w:tcW w:w="177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 xml:space="preserve">40     </w:t>
            </w:r>
          </w:p>
        </w:tc>
      </w:tr>
      <w:tr w:rsidR="007C08D3" w:rsidRPr="00C92D70" w:rsidTr="00BC7260">
        <w:trPr>
          <w:cantSplit/>
          <w:trHeight w:val="240"/>
        </w:trPr>
        <w:tc>
          <w:tcPr>
            <w:tcW w:w="4606"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Итого:</w:t>
            </w:r>
          </w:p>
        </w:tc>
        <w:tc>
          <w:tcPr>
            <w:tcW w:w="184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2,7</w:t>
            </w:r>
          </w:p>
        </w:tc>
        <w:tc>
          <w:tcPr>
            <w:tcW w:w="1559"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180</w:t>
            </w:r>
          </w:p>
        </w:tc>
        <w:tc>
          <w:tcPr>
            <w:tcW w:w="177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r w:rsidRPr="00C92D70">
              <w:rPr>
                <w:sz w:val="20"/>
                <w:szCs w:val="20"/>
              </w:rPr>
              <w:t>92-122</w:t>
            </w:r>
          </w:p>
        </w:tc>
      </w:tr>
      <w:tr w:rsidR="007C08D3" w:rsidRPr="00C92D70" w:rsidTr="00BC7260">
        <w:trPr>
          <w:cantSplit/>
          <w:trHeight w:val="240"/>
        </w:trPr>
        <w:tc>
          <w:tcPr>
            <w:tcW w:w="4606"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p>
        </w:tc>
        <w:tc>
          <w:tcPr>
            <w:tcW w:w="184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p>
        </w:tc>
        <w:tc>
          <w:tcPr>
            <w:tcW w:w="1559"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p>
        </w:tc>
        <w:tc>
          <w:tcPr>
            <w:tcW w:w="1773" w:type="dxa"/>
            <w:tcBorders>
              <w:top w:val="single" w:sz="6" w:space="0" w:color="auto"/>
              <w:left w:val="single" w:sz="6" w:space="0" w:color="auto"/>
              <w:bottom w:val="single" w:sz="6" w:space="0" w:color="auto"/>
              <w:right w:val="single" w:sz="6" w:space="0" w:color="auto"/>
            </w:tcBorders>
          </w:tcPr>
          <w:p w:rsidR="007C08D3" w:rsidRPr="00C92D70" w:rsidRDefault="007C08D3" w:rsidP="00BC7260">
            <w:pPr>
              <w:autoSpaceDE w:val="0"/>
              <w:autoSpaceDN w:val="0"/>
              <w:adjustRightInd w:val="0"/>
              <w:rPr>
                <w:sz w:val="20"/>
                <w:szCs w:val="20"/>
              </w:rPr>
            </w:pPr>
          </w:p>
        </w:tc>
      </w:tr>
    </w:tbl>
    <w:p w:rsidR="007C08D3" w:rsidRPr="00C92D70" w:rsidRDefault="007C08D3" w:rsidP="00DE43E9">
      <w:pPr>
        <w:pStyle w:val="ConsPlusNormal"/>
        <w:widowControl/>
        <w:ind w:firstLine="540"/>
        <w:rPr>
          <w:rFonts w:ascii="Times New Roman" w:hAnsi="Times New Roman" w:cs="Times New Roman"/>
        </w:rPr>
      </w:pPr>
      <w:r w:rsidRPr="00C92D70">
        <w:rPr>
          <w:rFonts w:ascii="Times New Roman" w:hAnsi="Times New Roman" w:cs="Times New Roman"/>
        </w:rPr>
        <w:t xml:space="preserve">Примечание </w:t>
      </w:r>
    </w:p>
    <w:p w:rsidR="007C08D3" w:rsidRPr="00C92D70" w:rsidRDefault="007C08D3" w:rsidP="00DE43E9">
      <w:pPr>
        <w:pStyle w:val="ConsPlusNormal"/>
        <w:widowControl/>
        <w:ind w:firstLine="540"/>
        <w:rPr>
          <w:rFonts w:ascii="Times New Roman" w:hAnsi="Times New Roman" w:cs="Times New Roman"/>
        </w:rPr>
      </w:pPr>
      <w:r w:rsidRPr="00C92D70">
        <w:rPr>
          <w:rFonts w:ascii="Times New Roman" w:hAnsi="Times New Roman" w:cs="Times New Roman"/>
        </w:rPr>
        <w:t>&lt;*&gt; Наибольшие значения принимать для хоккейных и футбольных площадок, наименьшие - для площадок для настольного тенниса.</w:t>
      </w:r>
    </w:p>
    <w:p w:rsidR="007C08D3" w:rsidRPr="00C92D70" w:rsidRDefault="007C08D3" w:rsidP="00DE43E9">
      <w:pPr>
        <w:pStyle w:val="ConsPlusNormal"/>
        <w:widowControl/>
        <w:ind w:firstLine="540"/>
        <w:rPr>
          <w:rFonts w:ascii="Times New Roman" w:hAnsi="Times New Roman" w:cs="Times New Roman"/>
        </w:rPr>
      </w:pPr>
      <w:r w:rsidRPr="00C92D70">
        <w:rPr>
          <w:rFonts w:ascii="Times New Roman" w:hAnsi="Times New Roman" w:cs="Times New Roma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более 50 м (для домов без мусоропроводов).</w:t>
      </w:r>
    </w:p>
    <w:p w:rsidR="007C08D3" w:rsidRPr="00C92D70" w:rsidRDefault="007C08D3" w:rsidP="00DE43E9">
      <w:pPr>
        <w:pStyle w:val="a4"/>
      </w:pPr>
      <w:r w:rsidRPr="00C92D70">
        <w:t>Нормативы определения потребности в площадках общего пользования приняты на основе п. 7.5 СП 42.13330.2011 «СНиП 2.07.01.-89* Градостроительство. Планировка и застройка городских и сельских поселений».</w:t>
      </w:r>
    </w:p>
    <w:p w:rsidR="007C08D3" w:rsidRPr="00C92D70" w:rsidRDefault="007C08D3" w:rsidP="00DE43E9">
      <w:pPr>
        <w:pStyle w:val="a4"/>
      </w:pPr>
      <w:r w:rsidRPr="00C92D70">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7C08D3" w:rsidRPr="00C92D70" w:rsidRDefault="007C08D3" w:rsidP="00DE43E9">
      <w:pPr>
        <w:pStyle w:val="a4"/>
      </w:pPr>
      <w:r w:rsidRPr="00C92D70">
        <w:t>При реконструкции 5-этажной жилой застройки по условиям инсоляции и освещенности допускается надстройка одного этажа, не считая мансардного, если расстояния между длинными сторонами зданий не менее 30 м (при широтной, меридиональной и диагональной ориентации) и 15 м между длинными сторонами и торцами жилых зданий, расположенных под прямым углом, раскрытым на южную сторону горизонта.</w:t>
      </w:r>
    </w:p>
    <w:p w:rsidR="007C08D3" w:rsidRPr="00C92D70" w:rsidRDefault="007C08D3" w:rsidP="00DE43E9">
      <w:pPr>
        <w:pStyle w:val="a4"/>
      </w:pPr>
      <w:r w:rsidRPr="00C92D70">
        <w:t>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7C08D3" w:rsidRPr="00C92D70" w:rsidRDefault="007C08D3" w:rsidP="00DE43E9">
      <w:pPr>
        <w:pStyle w:val="a4"/>
      </w:pPr>
      <w:r w:rsidRPr="00C92D70">
        <w:t>Площадь озелененной территории квартала (микрорайона) многоквартирной застройки жилой зоны (без учета участков школ и детских дошкольных учреждений) должна составлять, как правило, не менее 10% площади территории квартала.</w:t>
      </w:r>
    </w:p>
    <w:p w:rsidR="007C08D3" w:rsidRPr="00C92D70" w:rsidRDefault="007C08D3" w:rsidP="00DE43E9">
      <w:pPr>
        <w:pStyle w:val="a4"/>
      </w:pPr>
      <w:r w:rsidRPr="00C92D70">
        <w:t>Примечание. В площадь отдельных участков озелененной территории включаются площадки для отдыха, для игр детей, пешеходные дорожки, если они занимают не более 30% общей площади участка.</w:t>
      </w:r>
    </w:p>
    <w:p w:rsidR="007C08D3" w:rsidRPr="00C92D70" w:rsidRDefault="007C08D3" w:rsidP="00BF4FD3">
      <w:pPr>
        <w:pStyle w:val="Heading1"/>
        <w:numPr>
          <w:ilvl w:val="0"/>
          <w:numId w:val="24"/>
        </w:numPr>
      </w:pPr>
      <w:bookmarkStart w:id="43" w:name="_Toc389132387"/>
      <w:bookmarkStart w:id="44" w:name="_Toc393383992"/>
      <w:r w:rsidRPr="00C92D70">
        <w:t>Нормативы обеспеченности организации в границах муниципального района создания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содействия развитию малого и среднего предпринимательства</w:t>
      </w:r>
      <w:bookmarkEnd w:id="43"/>
      <w:bookmarkEnd w:id="44"/>
    </w:p>
    <w:p w:rsidR="007C08D3" w:rsidRPr="00BF4FD3" w:rsidRDefault="007C08D3" w:rsidP="004F46C7">
      <w:pPr>
        <w:pStyle w:val="Heading2"/>
        <w:numPr>
          <w:ilvl w:val="1"/>
          <w:numId w:val="24"/>
        </w:numPr>
        <w:jc w:val="center"/>
      </w:pPr>
      <w:bookmarkStart w:id="45" w:name="_Toc393383993"/>
      <w:r w:rsidRPr="00C92D70">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bookmarkEnd w:id="45"/>
    </w:p>
    <w:p w:rsidR="007C08D3" w:rsidRPr="00C92D70" w:rsidRDefault="007C08D3" w:rsidP="00BF4FD3">
      <w:pPr>
        <w:pStyle w:val="a4"/>
      </w:pPr>
      <w:r w:rsidRPr="00C92D70">
        <w:t xml:space="preserve">Предельные нормативные (максимальные и минимальные) размеры земельных участков, предоставляемых в собственность гражданам из земель, находящихся в государственной или муниципальной собственности, для ведения крестьянского (фермерского) хозяйства, ведения личного подсобного хозяйства, животноводства, садоводства, огородничества, ведения дачного строительства устанавливаются в соответствии с Законом </w:t>
      </w:r>
      <w:r>
        <w:t>Красноярского края от 4.12.2008 </w:t>
      </w:r>
      <w:r w:rsidRPr="00C92D70">
        <w:t xml:space="preserve"> N 7-2542 Красноярского края «О регулировании земельных отношений в Красноярском крае» (если иное не определено законодательством Российской Федерации).</w:t>
      </w:r>
    </w:p>
    <w:p w:rsidR="007C08D3" w:rsidRPr="00C92D70" w:rsidRDefault="007C08D3" w:rsidP="00BF4FD3">
      <w:pPr>
        <w:pStyle w:val="a4"/>
      </w:pPr>
      <w:r w:rsidRPr="00C92D70">
        <w:t xml:space="preserve">Минимальные размеры земельных участков, предоставляемых для ведения садоводства или дачного строительства из земель, находящихся в государственной или муниципальной собственности, в собственность гражданам в порядке, установленном в </w:t>
      </w:r>
      <w:hyperlink r:id="rId8" w:history="1">
        <w:r w:rsidRPr="00C92D70">
          <w:t>пункте 4 статьи 28</w:t>
        </w:r>
      </w:hyperlink>
      <w:r w:rsidRPr="00C92D70">
        <w:t xml:space="preserve"> Федерального закона "О садоводческих, огороднических и дачных некоммерческих объединениях граждан", устанавливаются равными 0,02 га.</w:t>
      </w:r>
    </w:p>
    <w:p w:rsidR="007C08D3" w:rsidRPr="00C92D70" w:rsidRDefault="007C08D3" w:rsidP="00BF4FD3">
      <w:pPr>
        <w:pStyle w:val="a4"/>
      </w:pPr>
      <w:r w:rsidRPr="00C92D70">
        <w:t>Установленные в настоящем пункте минимальные размеры земельных участков не применяются при осуществлении кадастрового учета в связи с изменением описания местоположения границ земельных участков, предоставленных для ведения садоводства или дачного строительства.</w:t>
      </w:r>
    </w:p>
    <w:p w:rsidR="007C08D3" w:rsidRPr="00213909" w:rsidRDefault="007C08D3" w:rsidP="00BF4FD3">
      <w:pPr>
        <w:pStyle w:val="a4"/>
      </w:pPr>
      <w:r>
        <w:t>1</w:t>
      </w:r>
      <w:r w:rsidRPr="00C92D70">
        <w:t>.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 устанавливается в размере 2,5 га.</w:t>
      </w:r>
    </w:p>
    <w:p w:rsidR="007C08D3" w:rsidRPr="00C92D70" w:rsidRDefault="007C08D3" w:rsidP="00BF4FD3">
      <w:pPr>
        <w:pStyle w:val="a4"/>
      </w:pPr>
      <w:r>
        <w:t>2</w:t>
      </w:r>
      <w:r w:rsidRPr="00C92D70">
        <w:t>. Максимальные размеры земельных участков, предоставляемых из земель, находящихся в собственности края, в собственность граждан бесплатно, за исключением случаев бесплатного предоставления земельных участков многодетным гражданам, устанавливаются равными указанным в настоящей статье минимальным размерам земельных участков, предоставляемых гражданам в собственность из земель, находящихся в государственной или муниципальной собственности.</w:t>
      </w:r>
    </w:p>
    <w:p w:rsidR="007C08D3" w:rsidRPr="00C92D70" w:rsidRDefault="007C08D3" w:rsidP="00BF4FD3">
      <w:pPr>
        <w:pStyle w:val="a4"/>
      </w:pPr>
      <w:r w:rsidRPr="00C92D70">
        <w:t>Максимальные размеры земельных участков, предоставляемых из земель, находящихся в собственности края, гражданам в собственность бесплатно, за исключением случаев бесплатного предоставления земельных участков многодетным гражданам, для ведения личного подсобного хозяйства и индивидуального жилищного строительства, устанавливаются равными минимальным размерам земельных участков, установленным органами местного самоуправления муниципального образования, на территории которого расположен соответствующий земельный участок, для указанных целей использования.</w:t>
      </w:r>
    </w:p>
    <w:p w:rsidR="007C08D3" w:rsidRPr="00C92D70" w:rsidRDefault="007C08D3" w:rsidP="00BF4FD3">
      <w:pPr>
        <w:pStyle w:val="a4"/>
      </w:pPr>
      <w:r w:rsidRPr="00C92D70">
        <w:t xml:space="preserve">Для целей настоящего Закона под сельской местностью понимаются территории, на которых преобладает деятельность, связанная с производством и переработкой сельскохозяйственной продукции. </w:t>
      </w:r>
      <w:hyperlink r:id="rId9" w:history="1">
        <w:r w:rsidRPr="00C92D70">
          <w:t>Перечень</w:t>
        </w:r>
      </w:hyperlink>
      <w:r w:rsidRPr="00C92D70">
        <w:t xml:space="preserve"> таких территорий устанавливается Правительством края.</w:t>
      </w:r>
    </w:p>
    <w:p w:rsidR="007C08D3" w:rsidRDefault="007C08D3" w:rsidP="00BF4FD3">
      <w:pPr>
        <w:pStyle w:val="S5"/>
        <w:spacing w:before="0" w:after="0"/>
      </w:pPr>
    </w:p>
    <w:p w:rsidR="007C08D3" w:rsidRDefault="007C08D3" w:rsidP="00BF4FD3">
      <w:pPr>
        <w:pStyle w:val="S5"/>
        <w:spacing w:before="0" w:after="0"/>
      </w:pPr>
    </w:p>
    <w:p w:rsidR="007C08D3" w:rsidRDefault="007C08D3" w:rsidP="00BF4FD3">
      <w:pPr>
        <w:pStyle w:val="S5"/>
        <w:spacing w:before="0" w:after="0"/>
      </w:pPr>
    </w:p>
    <w:p w:rsidR="007C08D3" w:rsidRPr="00C92D70" w:rsidRDefault="007C08D3" w:rsidP="00BF4FD3">
      <w:pPr>
        <w:pStyle w:val="S5"/>
        <w:spacing w:before="0" w:after="0"/>
      </w:pPr>
    </w:p>
    <w:p w:rsidR="007C08D3" w:rsidRDefault="007C08D3" w:rsidP="000070BA">
      <w:pPr>
        <w:pStyle w:val="Heading2"/>
        <w:numPr>
          <w:ilvl w:val="1"/>
          <w:numId w:val="24"/>
        </w:numPr>
        <w:spacing w:before="0" w:after="0"/>
        <w:ind w:left="0"/>
        <w:jc w:val="center"/>
      </w:pPr>
      <w:bookmarkStart w:id="46" w:name="_Toc389132389"/>
      <w:bookmarkStart w:id="47" w:name="_Toc393383994"/>
      <w:r w:rsidRPr="00C92D70">
        <w:t>Нормативная плотность застройки площадок сельскохозяйственных предприятий</w:t>
      </w:r>
      <w:bookmarkEnd w:id="46"/>
      <w:bookmarkEnd w:id="47"/>
    </w:p>
    <w:p w:rsidR="007C08D3" w:rsidRPr="000070BA" w:rsidRDefault="007C08D3" w:rsidP="000070BA">
      <w:pPr>
        <w:pStyle w:val="a4"/>
      </w:pPr>
    </w:p>
    <w:p w:rsidR="007C08D3" w:rsidRPr="00C92D70" w:rsidRDefault="007C08D3" w:rsidP="00BF4FD3">
      <w:pPr>
        <w:pStyle w:val="a4"/>
      </w:pPr>
      <w:r w:rsidRPr="00C92D70">
        <w:t>Нормативный размер земельного участка сельскохозяйственного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7C08D3" w:rsidRPr="00C92D70" w:rsidRDefault="007C08D3" w:rsidP="00153467">
      <w:pPr>
        <w:pStyle w:val="a4"/>
      </w:pPr>
      <w:r w:rsidRPr="00C92D70">
        <w:t xml:space="preserve">Показатели минимальной плотности застройки площадок сельскохозяйственных предприятий приняты согласно Приложению В (обязательное) Свода правил (СП 19.13330.2011) "Генеральные планы сельскохозяйственных предприятий. Актуализированная редакция СНиП II-97-76*". </w:t>
      </w:r>
    </w:p>
    <w:p w:rsidR="007C08D3" w:rsidRPr="00C92D70" w:rsidRDefault="007C08D3" w:rsidP="00BF4FD3">
      <w:pPr>
        <w:pStyle w:val="a4"/>
      </w:pPr>
      <w:r w:rsidRPr="00C92D70">
        <w:t xml:space="preserve">При размещении сельскохозяйственных предприятий, зданий и сооружений расстояния между ними следует назначать минимально допустимые исходя из санитарных, ветеринарных и противопожарных требований и норм технологического проектирования. </w:t>
      </w:r>
    </w:p>
    <w:p w:rsidR="007C08D3" w:rsidRPr="00C92D70" w:rsidRDefault="007C08D3" w:rsidP="00BF4FD3">
      <w:pPr>
        <w:pStyle w:val="a4"/>
      </w:pPr>
      <w:r w:rsidRPr="00C92D70">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7C08D3" w:rsidRPr="00C92D70" w:rsidRDefault="007C08D3" w:rsidP="00BF4FD3">
      <w:pPr>
        <w:pStyle w:val="a4"/>
      </w:pPr>
      <w:r w:rsidRPr="00C92D70">
        <w:t>Объекты с размерами санитарно-защитной зоны свыше 300 м следует размещать на обособленных земельных участках за пределами границ сельских населенных пунктов.</w:t>
      </w:r>
    </w:p>
    <w:p w:rsidR="007C08D3" w:rsidRPr="00C92D70" w:rsidRDefault="007C08D3" w:rsidP="00BF4FD3">
      <w:pPr>
        <w:pStyle w:val="a4"/>
      </w:pPr>
      <w:r w:rsidRPr="00C92D70">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7C08D3" w:rsidRPr="00C92D70" w:rsidRDefault="007C08D3" w:rsidP="00BF4FD3">
      <w:pPr>
        <w:pStyle w:val="a4"/>
      </w:pPr>
      <w:r w:rsidRPr="00C92D70">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7C08D3" w:rsidRPr="00C92D70" w:rsidRDefault="007C08D3" w:rsidP="00BF4FD3">
      <w:pPr>
        <w:pStyle w:val="a4"/>
      </w:pPr>
      <w:r w:rsidRPr="00C92D70">
        <w:t>В соответствии с СП 19.13330.2011 «Генеральные планы сельскохозяйственных предприятий. Актуализированная редакция. СНиП II-97-76*» на участках сельскохозяйственных предприятий,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 не менее 10 %.</w:t>
      </w:r>
    </w:p>
    <w:p w:rsidR="007C08D3" w:rsidRPr="00C92D70" w:rsidRDefault="007C08D3" w:rsidP="00BF4FD3">
      <w:pPr>
        <w:pStyle w:val="a4"/>
      </w:pPr>
      <w:r w:rsidRPr="00C92D70">
        <w:t>Для насаждений на площадках сельскохозяйственных предприятий и в санитарно-защитных зонах следует подбирать местные виды растений с учетом их санитарно-защитных и декоративных свойств и устойчивости к воздействию производственных выбросов.</w:t>
      </w:r>
    </w:p>
    <w:p w:rsidR="007C08D3" w:rsidRPr="00C92D70" w:rsidRDefault="007C08D3" w:rsidP="00BF4FD3">
      <w:pPr>
        <w:pStyle w:val="a4"/>
      </w:pPr>
      <w:r w:rsidRPr="00C92D70">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7C08D3" w:rsidRPr="00C92D70" w:rsidRDefault="007C08D3" w:rsidP="00BF4FD3">
      <w:pPr>
        <w:pStyle w:val="a4"/>
      </w:pPr>
      <w:r w:rsidRPr="00C92D70">
        <w:t>При формировании производственных зон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w:t>
      </w:r>
    </w:p>
    <w:p w:rsidR="007C08D3" w:rsidRPr="00C92D70" w:rsidRDefault="007C08D3" w:rsidP="00BF4FD3">
      <w:pPr>
        <w:pStyle w:val="a4"/>
      </w:pPr>
      <w:r w:rsidRPr="00C92D70">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7C08D3" w:rsidRDefault="007C08D3" w:rsidP="00814B7C">
      <w:pPr>
        <w:pStyle w:val="a4"/>
      </w:pPr>
      <w:r w:rsidRPr="00C92D70">
        <w:t>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w:t>
      </w:r>
    </w:p>
    <w:p w:rsidR="007C08D3" w:rsidRPr="004F46C7" w:rsidRDefault="007C08D3" w:rsidP="004F46C7">
      <w:pPr>
        <w:pStyle w:val="Caption"/>
        <w:spacing w:before="0" w:after="0"/>
        <w:jc w:val="right"/>
      </w:pPr>
      <w:r w:rsidRPr="00C92D70">
        <w:t xml:space="preserve">Таблица </w:t>
      </w:r>
      <w:r>
        <w:t>12</w:t>
      </w:r>
    </w:p>
    <w:p w:rsidR="007C08D3" w:rsidRPr="00C92D70" w:rsidRDefault="007C08D3" w:rsidP="004F46C7">
      <w:pPr>
        <w:pStyle w:val="Caption"/>
        <w:spacing w:before="0" w:after="0"/>
        <w:rPr>
          <w:sz w:val="24"/>
          <w:szCs w:val="24"/>
        </w:rPr>
      </w:pPr>
      <w:r w:rsidRPr="00C92D70">
        <w:rPr>
          <w:sz w:val="24"/>
          <w:szCs w:val="24"/>
        </w:rPr>
        <w:t>Показатели минимальной плотности застройки площадок сельскохозяйственных предприятий в соответствии с СП 19.13330.2011 «Генеральные планы сельскохозяйственных предприятий. Актуализированная редакция. СНиП II-97-76*»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3956"/>
        <w:gridCol w:w="2848"/>
      </w:tblGrid>
      <w:tr w:rsidR="007C08D3" w:rsidRPr="00C92D70" w:rsidTr="00BC7260">
        <w:trPr>
          <w:tblHeader/>
          <w:jc w:val="center"/>
        </w:trPr>
        <w:tc>
          <w:tcPr>
            <w:tcW w:w="6474" w:type="dxa"/>
            <w:gridSpan w:val="2"/>
            <w:vAlign w:val="center"/>
          </w:tcPr>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Предприятия</w:t>
            </w:r>
          </w:p>
        </w:tc>
        <w:tc>
          <w:tcPr>
            <w:tcW w:w="2848" w:type="dxa"/>
            <w:vAlign w:val="center"/>
          </w:tcPr>
          <w:p w:rsidR="007C08D3" w:rsidRPr="00C92D70" w:rsidRDefault="007C08D3" w:rsidP="00BC7260">
            <w:pPr>
              <w:pStyle w:val="ConsPlusNormal"/>
              <w:widowControl/>
              <w:ind w:firstLine="0"/>
              <w:jc w:val="center"/>
              <w:rPr>
                <w:rFonts w:ascii="Times New Roman" w:hAnsi="Times New Roman" w:cs="Times New Roman"/>
                <w:b/>
              </w:rPr>
            </w:pPr>
            <w:r w:rsidRPr="00C92D70">
              <w:rPr>
                <w:rFonts w:ascii="Times New Roman" w:hAnsi="Times New Roman" w:cs="Times New Roman"/>
                <w:b/>
              </w:rPr>
              <w:t>Минимальная плотность застройки, %</w:t>
            </w:r>
          </w:p>
        </w:tc>
      </w:tr>
      <w:tr w:rsidR="007C08D3" w:rsidRPr="00C92D70" w:rsidTr="00BC7260">
        <w:trPr>
          <w:jc w:val="center"/>
        </w:trPr>
        <w:tc>
          <w:tcPr>
            <w:tcW w:w="6474" w:type="dxa"/>
            <w:gridSpan w:val="2"/>
          </w:tcPr>
          <w:p w:rsidR="007C08D3" w:rsidRPr="00C92D70" w:rsidRDefault="007C08D3" w:rsidP="00BC7260">
            <w:pPr>
              <w:pStyle w:val="ConsPlusNormal"/>
              <w:widowControl/>
              <w:ind w:firstLine="0"/>
              <w:jc w:val="center"/>
            </w:pPr>
            <w:r w:rsidRPr="00C92D70">
              <w:rPr>
                <w:rFonts w:ascii="Times New Roman" w:hAnsi="Times New Roman" w:cs="Times New Roman"/>
                <w:lang w:val="en-US"/>
              </w:rPr>
              <w:t>I</w:t>
            </w:r>
            <w:r w:rsidRPr="00C92D70">
              <w:rPr>
                <w:rFonts w:ascii="Times New Roman" w:hAnsi="Times New Roman" w:cs="Times New Roman"/>
              </w:rPr>
              <w:t>. Крупного рогатого скота</w:t>
            </w:r>
            <w:r w:rsidRPr="00C92D70">
              <w:t>&lt;*&gt;</w:t>
            </w:r>
          </w:p>
          <w:p w:rsidR="007C08D3" w:rsidRPr="00C92D70" w:rsidRDefault="007C08D3" w:rsidP="00BC7260">
            <w:pPr>
              <w:pStyle w:val="ConsPlusNormal"/>
              <w:widowControl/>
              <w:ind w:firstLine="0"/>
              <w:jc w:val="center"/>
            </w:pPr>
            <w:r w:rsidRPr="00C92D70">
              <w:rPr>
                <w:rFonts w:ascii="Times New Roman" w:hAnsi="Times New Roman" w:cs="Times New Roman"/>
              </w:rPr>
              <w:t>---------------------------------</w:t>
            </w:r>
          </w:p>
          <w:p w:rsidR="007C08D3" w:rsidRPr="00C92D70" w:rsidRDefault="007C08D3" w:rsidP="00BC7260">
            <w:pPr>
              <w:pStyle w:val="ConsPlusNonformat"/>
              <w:rPr>
                <w:rFonts w:ascii="Times New Roman" w:hAnsi="Times New Roman" w:cs="Times New Roman"/>
                <w:b/>
              </w:rPr>
            </w:pPr>
            <w:r w:rsidRPr="00C92D70">
              <w:rPr>
                <w:rFonts w:ascii="Times New Roman" w:hAnsi="Times New Roman" w:cs="Times New Roman"/>
              </w:rPr>
              <w:t xml:space="preserve">&lt;*&gt; Для  ферм  крупного  рогатого  скота  приведены  показатели  при хранении грубых кормов и подстилки в сараях и под навесами.              </w:t>
            </w:r>
          </w:p>
          <w:p w:rsidR="007C08D3" w:rsidRPr="00C92D70" w:rsidRDefault="007C08D3" w:rsidP="00BC7260">
            <w:pPr>
              <w:rPr>
                <w:sz w:val="20"/>
                <w:szCs w:val="20"/>
              </w:rPr>
            </w:pPr>
            <w:r w:rsidRPr="00C92D70">
              <w:rPr>
                <w:sz w:val="20"/>
                <w:szCs w:val="20"/>
              </w:rPr>
              <w:t xml:space="preserve">    При   хранении  грубых  кормов  и  подстилки  в  скирдах   показатели допускается уменьшать, но не более чем на 10%.                           </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p>
        </w:tc>
      </w:tr>
      <w:tr w:rsidR="007C08D3" w:rsidRPr="00C92D70" w:rsidTr="00BC7260">
        <w:trPr>
          <w:jc w:val="center"/>
        </w:trPr>
        <w:tc>
          <w:tcPr>
            <w:tcW w:w="2518" w:type="dxa"/>
            <w:vMerge w:val="restart"/>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А. Товарные</w:t>
            </w: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Молочные при привязном содержании коров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 На 400 и 600 коров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2. На 800 и 1200 коров                                                           </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45; 51</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52; 55</w:t>
            </w:r>
          </w:p>
        </w:tc>
      </w:tr>
      <w:tr w:rsidR="007C08D3" w:rsidRPr="00C92D70" w:rsidTr="00BC7260">
        <w:trPr>
          <w:jc w:val="center"/>
        </w:trPr>
        <w:tc>
          <w:tcPr>
            <w:tcW w:w="2518" w:type="dxa"/>
            <w:vMerge/>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Молочные при беспривязном содержании коров</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3. На 400 и 600 коров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4. На 800 и 1200 коров                                                           </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45; 51</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52; 55</w:t>
            </w:r>
          </w:p>
        </w:tc>
      </w:tr>
      <w:tr w:rsidR="007C08D3" w:rsidRPr="00C92D70" w:rsidTr="00BC7260">
        <w:trPr>
          <w:jc w:val="center"/>
        </w:trPr>
        <w:tc>
          <w:tcPr>
            <w:tcW w:w="2518" w:type="dxa"/>
            <w:vMerge/>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Мясные с полным оборотом стада и репродукторные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5. На 400 и 600 скотомест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6. На 800 и 1200 скотомест        </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45</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47</w:t>
            </w:r>
          </w:p>
        </w:tc>
      </w:tr>
      <w:tr w:rsidR="007C08D3" w:rsidRPr="00C92D70" w:rsidTr="00BC7260">
        <w:trPr>
          <w:jc w:val="center"/>
        </w:trPr>
        <w:tc>
          <w:tcPr>
            <w:tcW w:w="2518" w:type="dxa"/>
            <w:vMerge/>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Выращивание нетелей</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7. На 900 и 1200 скотомест</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8. На 2000 и 3000 скотомест</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9. На 4500 и 6000 скотомест</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51</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52</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53</w:t>
            </w:r>
          </w:p>
        </w:tc>
      </w:tr>
      <w:tr w:rsidR="007C08D3" w:rsidRPr="00C92D70" w:rsidTr="00BC7260">
        <w:trPr>
          <w:jc w:val="center"/>
        </w:trPr>
        <w:tc>
          <w:tcPr>
            <w:tcW w:w="2518" w:type="dxa"/>
            <w:vMerge/>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Доращивания и откорма крупного рогатого скота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10. На 3000 скотомест</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11. На 6000 и 12000 скотомест</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38</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40</w:t>
            </w:r>
          </w:p>
        </w:tc>
      </w:tr>
      <w:tr w:rsidR="007C08D3" w:rsidRPr="00C92D70" w:rsidTr="00BC7260">
        <w:trPr>
          <w:jc w:val="center"/>
        </w:trPr>
        <w:tc>
          <w:tcPr>
            <w:tcW w:w="2518" w:type="dxa"/>
            <w:vMerge/>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Выращивания телят, доращивания и откорма молодняка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12. На 3000 скотомест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13. На 6000 и 12000 скотомест                 </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38</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42</w:t>
            </w:r>
          </w:p>
        </w:tc>
      </w:tr>
      <w:tr w:rsidR="007C08D3" w:rsidRPr="00C92D70" w:rsidTr="00BC7260">
        <w:trPr>
          <w:jc w:val="center"/>
        </w:trPr>
        <w:tc>
          <w:tcPr>
            <w:tcW w:w="2518" w:type="dxa"/>
            <w:vMerge/>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Откормочные площадки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14. На 1000 скотомест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15. На 3000 скотомест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16. На 5000 скотомест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17. На 10 000 скотомест                                                       </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55</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57</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59</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61</w:t>
            </w:r>
          </w:p>
        </w:tc>
      </w:tr>
      <w:tr w:rsidR="007C08D3" w:rsidRPr="00C92D70" w:rsidTr="00BC7260">
        <w:trPr>
          <w:jc w:val="center"/>
        </w:trPr>
        <w:tc>
          <w:tcPr>
            <w:tcW w:w="2518" w:type="dxa"/>
            <w:vMerge/>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Буйволоводческие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18. На 400 буйволиц </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54</w:t>
            </w:r>
          </w:p>
        </w:tc>
      </w:tr>
      <w:tr w:rsidR="007C08D3" w:rsidRPr="00C92D70" w:rsidTr="00BC7260">
        <w:trPr>
          <w:trHeight w:val="700"/>
          <w:jc w:val="center"/>
        </w:trPr>
        <w:tc>
          <w:tcPr>
            <w:tcW w:w="2518" w:type="dxa"/>
            <w:vMerge w:val="restart"/>
          </w:tcPr>
          <w:p w:rsidR="007C08D3" w:rsidRPr="00C92D70" w:rsidRDefault="007C08D3" w:rsidP="00BC7260">
            <w:pPr>
              <w:pStyle w:val="ConsPlusNormal"/>
              <w:ind w:firstLine="19"/>
              <w:rPr>
                <w:rFonts w:ascii="Times New Roman" w:hAnsi="Times New Roman" w:cs="Times New Roman"/>
              </w:rPr>
            </w:pPr>
            <w:r w:rsidRPr="00C92D70">
              <w:rPr>
                <w:rFonts w:ascii="Times New Roman" w:hAnsi="Times New Roman" w:cs="Times New Roman"/>
              </w:rPr>
              <w:t>Б. Племенные</w:t>
            </w: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Молочные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19. На 400 и 600 коров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20. На 800 коров                                </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46; 52</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53</w:t>
            </w:r>
          </w:p>
        </w:tc>
      </w:tr>
      <w:tr w:rsidR="007C08D3" w:rsidRPr="00C92D70" w:rsidTr="00BC7260">
        <w:trPr>
          <w:jc w:val="center"/>
        </w:trPr>
        <w:tc>
          <w:tcPr>
            <w:tcW w:w="2518" w:type="dxa"/>
            <w:vMerge/>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Мясные</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21. На 400 и 600 коров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22. На 800 коров                                </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47</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52</w:t>
            </w:r>
          </w:p>
        </w:tc>
      </w:tr>
      <w:tr w:rsidR="007C08D3" w:rsidRPr="00C92D70" w:rsidTr="00BC7260">
        <w:trPr>
          <w:jc w:val="center"/>
        </w:trPr>
        <w:tc>
          <w:tcPr>
            <w:tcW w:w="2518" w:type="dxa"/>
            <w:vMerge/>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Выращивание нетелей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23. На 1000 и 2000 скотомест</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52</w:t>
            </w:r>
          </w:p>
        </w:tc>
      </w:tr>
      <w:tr w:rsidR="007C08D3" w:rsidRPr="00C92D70" w:rsidTr="00BC7260">
        <w:trPr>
          <w:jc w:val="center"/>
        </w:trPr>
        <w:tc>
          <w:tcPr>
            <w:tcW w:w="6474" w:type="dxa"/>
            <w:gridSpan w:val="2"/>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lang w:val="en-US"/>
              </w:rPr>
              <w:t>II</w:t>
            </w:r>
            <w:r w:rsidRPr="00C92D70">
              <w:rPr>
                <w:rFonts w:ascii="Times New Roman" w:hAnsi="Times New Roman" w:cs="Times New Roman"/>
              </w:rPr>
              <w:t>. Свиноводческие</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p>
        </w:tc>
      </w:tr>
      <w:tr w:rsidR="007C08D3" w:rsidRPr="00C92D70" w:rsidTr="00BC7260">
        <w:trPr>
          <w:jc w:val="center"/>
        </w:trPr>
        <w:tc>
          <w:tcPr>
            <w:tcW w:w="2518" w:type="dxa"/>
            <w:vMerge w:val="restart"/>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А. Товарные</w:t>
            </w: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Репродукторные</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24. На 6000 голов</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25. На 12000 голов</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26. На 24000 голов</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35</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36</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38</w:t>
            </w:r>
          </w:p>
        </w:tc>
      </w:tr>
      <w:tr w:rsidR="007C08D3" w:rsidRPr="00C92D70" w:rsidTr="00BC7260">
        <w:trPr>
          <w:jc w:val="center"/>
        </w:trPr>
        <w:tc>
          <w:tcPr>
            <w:tcW w:w="2518" w:type="dxa"/>
            <w:vMerge/>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Откормочные</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27. На 6000 голов</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28. На 12000 голов</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29. На 24000 голов</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38</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40</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42</w:t>
            </w:r>
          </w:p>
        </w:tc>
      </w:tr>
      <w:tr w:rsidR="007C08D3" w:rsidRPr="00C92D70" w:rsidTr="00BC7260">
        <w:trPr>
          <w:trHeight w:val="950"/>
          <w:jc w:val="center"/>
        </w:trPr>
        <w:tc>
          <w:tcPr>
            <w:tcW w:w="2518" w:type="dxa"/>
            <w:vMerge/>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С законченным производственным циклом</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30. На 6000 и 12000 голов</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31. На 24000 и 27000 голов</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32. На 54000 и 108000 голов</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35</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36</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38; 39</w:t>
            </w:r>
          </w:p>
        </w:tc>
      </w:tr>
      <w:tr w:rsidR="007C08D3" w:rsidRPr="00C92D70" w:rsidTr="00BC7260">
        <w:trPr>
          <w:jc w:val="center"/>
        </w:trPr>
        <w:tc>
          <w:tcPr>
            <w:tcW w:w="2518" w:type="dxa"/>
            <w:vMerge w:val="restart"/>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Б. Племенные</w:t>
            </w: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33. На 200 основных маток</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34. На 300 основных маток</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35. На 600 основных маток</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45</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47</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49</w:t>
            </w:r>
          </w:p>
        </w:tc>
      </w:tr>
      <w:tr w:rsidR="007C08D3" w:rsidRPr="00C92D70" w:rsidTr="00BC7260">
        <w:trPr>
          <w:jc w:val="center"/>
        </w:trPr>
        <w:tc>
          <w:tcPr>
            <w:tcW w:w="2518" w:type="dxa"/>
            <w:vMerge/>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Репродукторы по выращиванию ремонтных свинок для комплексов</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36. На 54000 и 108000 свиней</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38; 39</w:t>
            </w:r>
          </w:p>
        </w:tc>
      </w:tr>
      <w:tr w:rsidR="007C08D3" w:rsidRPr="00C92D70" w:rsidTr="00BC7260">
        <w:trPr>
          <w:jc w:val="center"/>
        </w:trPr>
        <w:tc>
          <w:tcPr>
            <w:tcW w:w="6474" w:type="dxa"/>
            <w:gridSpan w:val="2"/>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lang w:val="en-US"/>
              </w:rPr>
              <w:t>III</w:t>
            </w:r>
            <w:r w:rsidRPr="00C92D70">
              <w:rPr>
                <w:rFonts w:ascii="Times New Roman" w:hAnsi="Times New Roman" w:cs="Times New Roman"/>
              </w:rPr>
              <w:t>. Овцеводческие</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p>
        </w:tc>
      </w:tr>
      <w:tr w:rsidR="007C08D3" w:rsidRPr="00C92D70" w:rsidTr="00BC7260">
        <w:trPr>
          <w:jc w:val="center"/>
        </w:trPr>
        <w:tc>
          <w:tcPr>
            <w:tcW w:w="2518" w:type="dxa"/>
            <w:vMerge w:val="restart"/>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А. Размещаемые на одной площадке             </w:t>
            </w: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Специализированные тонкорунные и полутонкорунные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37. На 3000 и 6000 маток</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38. На 9000, 12000 и 15000 маток</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39. На 3000, 6000 и 9000 голов ремонтного молодняка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40. На 12000 и 15000 голов ремонтного молодняка</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50; 56</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62; 63; 65</w:t>
            </w:r>
          </w:p>
          <w:p w:rsidR="007C08D3" w:rsidRPr="00C92D70" w:rsidRDefault="007C08D3" w:rsidP="00BC7260">
            <w:pPr>
              <w:pStyle w:val="ConsPlusNormal"/>
              <w:widowControl/>
              <w:ind w:firstLine="0"/>
              <w:jc w:val="center"/>
              <w:rPr>
                <w:rFonts w:ascii="Times New Roman" w:hAnsi="Times New Roman" w:cs="Times New Roman"/>
              </w:rPr>
            </w:pP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50; 56; 62</w:t>
            </w:r>
          </w:p>
          <w:p w:rsidR="007C08D3" w:rsidRPr="00C92D70" w:rsidRDefault="007C08D3" w:rsidP="00BC7260">
            <w:pPr>
              <w:pStyle w:val="ConsPlusNormal"/>
              <w:widowControl/>
              <w:ind w:firstLine="0"/>
              <w:jc w:val="center"/>
              <w:rPr>
                <w:rFonts w:ascii="Times New Roman" w:hAnsi="Times New Roman" w:cs="Times New Roman"/>
              </w:rPr>
            </w:pP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63; 65</w:t>
            </w:r>
          </w:p>
        </w:tc>
      </w:tr>
      <w:tr w:rsidR="007C08D3" w:rsidRPr="00C92D70" w:rsidTr="00BC7260">
        <w:trPr>
          <w:jc w:val="center"/>
        </w:trPr>
        <w:tc>
          <w:tcPr>
            <w:tcW w:w="2518" w:type="dxa"/>
            <w:vMerge/>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Специализированные шубные и мясо-шерстно-молочные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41. На 500, 1000 и 2000 маток</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42. На 3000 и 4000 маток</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43. На 1000, 2000 и 3000 голов ремонтного молодняка</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 xml:space="preserve">40; 45; 55    </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 xml:space="preserve">40; 41  </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 xml:space="preserve">    </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 xml:space="preserve">  52; 55; 56</w:t>
            </w:r>
            <w:r w:rsidRPr="00C92D70">
              <w:t xml:space="preserve">    </w:t>
            </w:r>
          </w:p>
        </w:tc>
      </w:tr>
      <w:tr w:rsidR="007C08D3" w:rsidRPr="00C92D70" w:rsidTr="00BC7260">
        <w:trPr>
          <w:jc w:val="center"/>
        </w:trPr>
        <w:tc>
          <w:tcPr>
            <w:tcW w:w="2518" w:type="dxa"/>
            <w:vMerge/>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Откормочные молодняка и взрослого поголовья</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44. На 1000 и 2000 голов</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45. На 5000, 10000 и 15000 голов</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46. На 20000, 30000 и 40000 голов</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 xml:space="preserve">53; 58      </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58; 60; 63</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65; 67; 70</w:t>
            </w:r>
          </w:p>
        </w:tc>
      </w:tr>
      <w:tr w:rsidR="007C08D3" w:rsidRPr="00C92D70" w:rsidTr="00BC7260">
        <w:trPr>
          <w:jc w:val="center"/>
        </w:trPr>
        <w:tc>
          <w:tcPr>
            <w:tcW w:w="2518" w:type="dxa"/>
            <w:vMerge w:val="restart"/>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Б. Размещаемые на нескольких площадках</w:t>
            </w: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Тонкорунные и полутонкорунные на 6000, 9000 и 12000 маток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50. 3000 и 6000 маток</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51. 3000 голов ремонтного молодняка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52. 1000, 2000 и 3000 валухов                                                                </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59; 60</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50</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55; 53; 50</w:t>
            </w:r>
          </w:p>
        </w:tc>
      </w:tr>
      <w:tr w:rsidR="007C08D3" w:rsidRPr="00C92D70" w:rsidTr="00BC7260">
        <w:trPr>
          <w:jc w:val="center"/>
        </w:trPr>
        <w:tc>
          <w:tcPr>
            <w:tcW w:w="2518" w:type="dxa"/>
            <w:vMerge/>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Шубные и мясо-шерстно-молочные на 1000, 2000 и 3000 маток</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53. 1000 и 2000 маток</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54. 3000 маток</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55. 500 и 1000 голов ремонтного молодняка</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50; 52</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59</w:t>
            </w:r>
          </w:p>
          <w:p w:rsidR="007C08D3" w:rsidRPr="00C92D70" w:rsidRDefault="007C08D3" w:rsidP="00BC7260">
            <w:pPr>
              <w:pStyle w:val="ConsPlusNormal"/>
              <w:widowControl/>
              <w:ind w:firstLine="0"/>
              <w:jc w:val="center"/>
              <w:rPr>
                <w:rFonts w:ascii="Times New Roman" w:hAnsi="Times New Roman" w:cs="Times New Roman"/>
              </w:rPr>
            </w:pP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55; 55</w:t>
            </w:r>
          </w:p>
        </w:tc>
      </w:tr>
      <w:tr w:rsidR="007C08D3" w:rsidRPr="00C92D70" w:rsidTr="00BC7260">
        <w:trPr>
          <w:trHeight w:val="1170"/>
          <w:jc w:val="center"/>
        </w:trPr>
        <w:tc>
          <w:tcPr>
            <w:tcW w:w="2518" w:type="dxa"/>
            <w:vMerge/>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Площадки для общефермерских объектов обслуживающего назначения</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56. На 6000 маток</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57. На 9000 маток</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58. На 12000 маток</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45</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50</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52</w:t>
            </w:r>
          </w:p>
        </w:tc>
      </w:tr>
      <w:tr w:rsidR="007C08D3" w:rsidRPr="00C92D70" w:rsidTr="00BC7260">
        <w:trPr>
          <w:jc w:val="center"/>
        </w:trPr>
        <w:tc>
          <w:tcPr>
            <w:tcW w:w="2518" w:type="dxa"/>
            <w:vMerge w:val="restart"/>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В. Неспециализированные с законченным оборотом стада</w:t>
            </w: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Тонкорунные и полутонкорунные</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59. На 3000 скотомест</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60. На 6000 скотомест</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61. На 9000 и 12000 скотомест</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50</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56</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60; 63</w:t>
            </w:r>
          </w:p>
        </w:tc>
      </w:tr>
      <w:tr w:rsidR="007C08D3" w:rsidRPr="00C92D70" w:rsidTr="00BC7260">
        <w:trPr>
          <w:jc w:val="center"/>
        </w:trPr>
        <w:tc>
          <w:tcPr>
            <w:tcW w:w="2518" w:type="dxa"/>
            <w:vMerge/>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Шубные и мясо-шерстно-молочные</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62. На 1000 и 2000 скотомест</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63. На 3000 скотомест</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64. На 4000 и 6000 голов откорма</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50; 52</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55</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56; 57</w:t>
            </w:r>
          </w:p>
        </w:tc>
      </w:tr>
      <w:tr w:rsidR="007C08D3" w:rsidRPr="00C92D70" w:rsidTr="00BC7260">
        <w:trPr>
          <w:jc w:val="center"/>
        </w:trPr>
        <w:tc>
          <w:tcPr>
            <w:tcW w:w="2518"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Г. Пункты зимовки</w:t>
            </w: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65. На 500, 600, 700 и 1000 маток</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66. На 1200 и 1500 маток</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67. На 2000 и 2400 маток</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68. На 3000 и 4800 маток</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 xml:space="preserve">42; 44; 46; 48  </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 xml:space="preserve">45; 50 </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54; 56</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 xml:space="preserve">58; 59     </w:t>
            </w:r>
          </w:p>
        </w:tc>
      </w:tr>
      <w:tr w:rsidR="007C08D3" w:rsidRPr="00C92D70" w:rsidTr="00BC7260">
        <w:trPr>
          <w:jc w:val="center"/>
        </w:trPr>
        <w:tc>
          <w:tcPr>
            <w:tcW w:w="6474" w:type="dxa"/>
            <w:gridSpan w:val="2"/>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lang w:val="en-US"/>
              </w:rPr>
              <w:t>IV</w:t>
            </w:r>
            <w:r w:rsidRPr="00C92D70">
              <w:rPr>
                <w:rFonts w:ascii="Times New Roman" w:hAnsi="Times New Roman" w:cs="Times New Roman"/>
              </w:rPr>
              <w:t>. Козоводческие</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p>
        </w:tc>
      </w:tr>
      <w:tr w:rsidR="007C08D3" w:rsidRPr="00C92D70" w:rsidTr="00BC7260">
        <w:trPr>
          <w:trHeight w:val="470"/>
          <w:jc w:val="center"/>
        </w:trPr>
        <w:tc>
          <w:tcPr>
            <w:tcW w:w="2518"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А. Пуховые</w:t>
            </w: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69. На 2500 голов</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70. На 3000 голов</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55</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57</w:t>
            </w:r>
          </w:p>
        </w:tc>
      </w:tr>
      <w:tr w:rsidR="007C08D3" w:rsidRPr="00C92D70" w:rsidTr="00BC7260">
        <w:trPr>
          <w:trHeight w:val="274"/>
          <w:jc w:val="center"/>
        </w:trPr>
        <w:tc>
          <w:tcPr>
            <w:tcW w:w="2518"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Б. Шерстные</w:t>
            </w: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71. На 3600 голов</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59</w:t>
            </w:r>
          </w:p>
          <w:p w:rsidR="007C08D3" w:rsidRPr="00C92D70" w:rsidRDefault="007C08D3" w:rsidP="00BC7260">
            <w:pPr>
              <w:pStyle w:val="ConsPlusNormal"/>
              <w:widowControl/>
              <w:ind w:firstLine="0"/>
              <w:rPr>
                <w:rFonts w:ascii="Times New Roman" w:hAnsi="Times New Roman" w:cs="Times New Roman"/>
              </w:rPr>
            </w:pPr>
          </w:p>
        </w:tc>
      </w:tr>
      <w:tr w:rsidR="007C08D3" w:rsidRPr="00C92D70" w:rsidTr="00BC7260">
        <w:trPr>
          <w:jc w:val="center"/>
        </w:trPr>
        <w:tc>
          <w:tcPr>
            <w:tcW w:w="6474" w:type="dxa"/>
            <w:gridSpan w:val="2"/>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lang w:val="en-US"/>
              </w:rPr>
              <w:t xml:space="preserve">V. </w:t>
            </w:r>
            <w:r w:rsidRPr="00C92D70">
              <w:rPr>
                <w:rFonts w:ascii="Times New Roman" w:hAnsi="Times New Roman" w:cs="Times New Roman"/>
              </w:rPr>
              <w:t>Коневодческие кумысные</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p>
        </w:tc>
      </w:tr>
      <w:tr w:rsidR="007C08D3" w:rsidRPr="00C92D70" w:rsidTr="00BC7260">
        <w:trPr>
          <w:jc w:val="center"/>
        </w:trPr>
        <w:tc>
          <w:tcPr>
            <w:tcW w:w="2518" w:type="dxa"/>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72. На 50 кобылиц</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73. На 100 кобылиц</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74. На 150 кобылиц</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39</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39</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42</w:t>
            </w:r>
          </w:p>
        </w:tc>
      </w:tr>
      <w:tr w:rsidR="007C08D3" w:rsidRPr="00C92D70" w:rsidTr="00BC7260">
        <w:trPr>
          <w:jc w:val="center"/>
        </w:trPr>
        <w:tc>
          <w:tcPr>
            <w:tcW w:w="6474" w:type="dxa"/>
            <w:gridSpan w:val="2"/>
          </w:tcPr>
          <w:p w:rsidR="007C08D3" w:rsidRPr="00C92D70" w:rsidRDefault="007C08D3" w:rsidP="00BC7260">
            <w:pPr>
              <w:pStyle w:val="ConsPlusNormal"/>
              <w:widowControl/>
              <w:ind w:firstLine="0"/>
              <w:jc w:val="center"/>
            </w:pPr>
            <w:r w:rsidRPr="00C92D70">
              <w:rPr>
                <w:rFonts w:ascii="Times New Roman" w:hAnsi="Times New Roman" w:cs="Times New Roman"/>
                <w:lang w:val="en-US"/>
              </w:rPr>
              <w:t>VI</w:t>
            </w:r>
            <w:r w:rsidRPr="00C92D70">
              <w:rPr>
                <w:rFonts w:ascii="Times New Roman" w:hAnsi="Times New Roman" w:cs="Times New Roman"/>
              </w:rPr>
              <w:t xml:space="preserve">. Птицеводческие </w:t>
            </w:r>
            <w:r w:rsidRPr="00C92D70">
              <w:t>&lt;*&gt;</w:t>
            </w:r>
          </w:p>
          <w:p w:rsidR="007C08D3" w:rsidRPr="00C92D70" w:rsidRDefault="007C08D3" w:rsidP="00BC7260">
            <w:pPr>
              <w:pStyle w:val="ConsPlusNormal"/>
              <w:widowControl/>
              <w:ind w:firstLine="0"/>
              <w:jc w:val="center"/>
            </w:pPr>
            <w:r w:rsidRPr="00C92D70">
              <w:t>----------------------------</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&lt;*&gt; Показатели приведены для одноэтажных зданий</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p>
        </w:tc>
      </w:tr>
      <w:tr w:rsidR="007C08D3" w:rsidRPr="00C92D70" w:rsidTr="00BC7260">
        <w:trPr>
          <w:jc w:val="center"/>
        </w:trPr>
        <w:tc>
          <w:tcPr>
            <w:tcW w:w="2518"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А. Яичного направления</w:t>
            </w: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75. На 300 тыс. кур-несушек</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76. На 400 - 500 тыс. кур-несушек:</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промстада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ремонтного молодняка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родительского стада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инкубатория</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77. На 600 тыс. кур-несушек:</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промстада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ремонтного молодняка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родительского стада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инкубатория</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78. На 1 млн. кур-несушек:</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промстада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ремонтного молодняка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родительского стада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инкубатория</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25</w:t>
            </w:r>
          </w:p>
          <w:p w:rsidR="007C08D3" w:rsidRPr="00C92D70" w:rsidRDefault="007C08D3" w:rsidP="00BC7260">
            <w:pPr>
              <w:pStyle w:val="ConsPlusNormal"/>
              <w:widowControl/>
              <w:ind w:firstLine="0"/>
              <w:jc w:val="center"/>
              <w:rPr>
                <w:rFonts w:ascii="Times New Roman" w:hAnsi="Times New Roman" w:cs="Times New Roman"/>
              </w:rPr>
            </w:pP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28</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30</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31</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25</w:t>
            </w:r>
          </w:p>
          <w:p w:rsidR="007C08D3" w:rsidRPr="00C92D70" w:rsidRDefault="007C08D3" w:rsidP="00BC7260">
            <w:pPr>
              <w:pStyle w:val="ConsPlusNormal"/>
              <w:widowControl/>
              <w:ind w:firstLine="0"/>
              <w:jc w:val="center"/>
              <w:rPr>
                <w:rFonts w:ascii="Times New Roman" w:hAnsi="Times New Roman" w:cs="Times New Roman"/>
              </w:rPr>
            </w:pP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29</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29</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34</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34</w:t>
            </w:r>
          </w:p>
          <w:p w:rsidR="007C08D3" w:rsidRPr="00C92D70" w:rsidRDefault="007C08D3" w:rsidP="00BC7260">
            <w:pPr>
              <w:pStyle w:val="ConsPlusNormal"/>
              <w:widowControl/>
              <w:ind w:firstLine="0"/>
              <w:jc w:val="center"/>
              <w:rPr>
                <w:rFonts w:ascii="Times New Roman" w:hAnsi="Times New Roman" w:cs="Times New Roman"/>
              </w:rPr>
            </w:pP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25</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26</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26</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26</w:t>
            </w:r>
          </w:p>
        </w:tc>
      </w:tr>
      <w:tr w:rsidR="007C08D3" w:rsidRPr="00C92D70" w:rsidTr="00BC7260">
        <w:trPr>
          <w:jc w:val="center"/>
        </w:trPr>
        <w:tc>
          <w:tcPr>
            <w:tcW w:w="2518" w:type="dxa"/>
            <w:vMerge w:val="restart"/>
          </w:tcPr>
          <w:p w:rsidR="007C08D3" w:rsidRPr="00C92D70" w:rsidRDefault="007C08D3" w:rsidP="00BC7260">
            <w:pPr>
              <w:pStyle w:val="ConsPlusNormal"/>
              <w:ind w:firstLine="19"/>
              <w:rPr>
                <w:rFonts w:ascii="Times New Roman" w:hAnsi="Times New Roman" w:cs="Times New Roman"/>
              </w:rPr>
            </w:pPr>
            <w:r w:rsidRPr="00C92D70">
              <w:rPr>
                <w:rFonts w:ascii="Times New Roman" w:hAnsi="Times New Roman" w:cs="Times New Roman"/>
              </w:rPr>
              <w:t xml:space="preserve">Б. Мясного направления       </w:t>
            </w: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Куры-бройлеры</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79. На 3 млн. бройлеров</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80. На 6 и 10 млн. бройлеров:</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промстада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ремонтного молодняка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родительского стада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инкубатория</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убоя и переработки</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28</w:t>
            </w:r>
          </w:p>
          <w:p w:rsidR="007C08D3" w:rsidRPr="00C92D70" w:rsidRDefault="007C08D3" w:rsidP="00BC7260">
            <w:pPr>
              <w:pStyle w:val="ConsPlusNormal"/>
              <w:widowControl/>
              <w:ind w:firstLine="0"/>
              <w:jc w:val="center"/>
              <w:rPr>
                <w:rFonts w:ascii="Times New Roman" w:hAnsi="Times New Roman" w:cs="Times New Roman"/>
              </w:rPr>
            </w:pP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28</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33</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33</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32</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23</w:t>
            </w:r>
          </w:p>
        </w:tc>
      </w:tr>
      <w:tr w:rsidR="007C08D3" w:rsidRPr="00C92D70" w:rsidTr="00BC7260">
        <w:trPr>
          <w:jc w:val="center"/>
        </w:trPr>
        <w:tc>
          <w:tcPr>
            <w:tcW w:w="2518" w:type="dxa"/>
            <w:vMerge/>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Утководческие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81. На 500 тыс. утят-бройлеров: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промстада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взрослой птицы</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ремонтного молодняка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инкубатория</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82. На 1 млн. утят-бройлеров:</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промстада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взрослой птицы</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ремонтного молодняка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инкубатория</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83. На 5 млн. утят-бройлеров:</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промстада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взрослой птицы</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ремонтного молодняка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инкубатория</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p>
          <w:p w:rsidR="007C08D3" w:rsidRPr="00C92D70" w:rsidRDefault="007C08D3" w:rsidP="00BC7260">
            <w:pPr>
              <w:pStyle w:val="ConsPlusNormal"/>
              <w:widowControl/>
              <w:ind w:firstLine="0"/>
              <w:jc w:val="center"/>
              <w:rPr>
                <w:rFonts w:ascii="Times New Roman" w:hAnsi="Times New Roman" w:cs="Times New Roman"/>
              </w:rPr>
            </w:pP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28</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29</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28</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26</w:t>
            </w:r>
          </w:p>
          <w:p w:rsidR="007C08D3" w:rsidRPr="00C92D70" w:rsidRDefault="007C08D3" w:rsidP="00BC7260">
            <w:pPr>
              <w:pStyle w:val="ConsPlusNormal"/>
              <w:widowControl/>
              <w:ind w:firstLine="0"/>
              <w:jc w:val="center"/>
              <w:rPr>
                <w:rFonts w:ascii="Times New Roman" w:hAnsi="Times New Roman" w:cs="Times New Roman"/>
              </w:rPr>
            </w:pP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38</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41</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29</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30</w:t>
            </w:r>
          </w:p>
          <w:p w:rsidR="007C08D3" w:rsidRPr="00C92D70" w:rsidRDefault="007C08D3" w:rsidP="00BC7260">
            <w:pPr>
              <w:pStyle w:val="ConsPlusNormal"/>
              <w:widowControl/>
              <w:ind w:firstLine="0"/>
              <w:jc w:val="center"/>
              <w:rPr>
                <w:rFonts w:ascii="Times New Roman" w:hAnsi="Times New Roman" w:cs="Times New Roman"/>
              </w:rPr>
            </w:pP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39</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41</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30</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31</w:t>
            </w:r>
          </w:p>
        </w:tc>
      </w:tr>
      <w:tr w:rsidR="007C08D3" w:rsidRPr="00C92D70" w:rsidTr="00BC7260">
        <w:trPr>
          <w:trHeight w:val="1610"/>
          <w:jc w:val="center"/>
        </w:trPr>
        <w:tc>
          <w:tcPr>
            <w:tcW w:w="2518" w:type="dxa"/>
            <w:vMerge/>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Индейководческие</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84. На 250 тыс. индюшат-бройлеров</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85. На 500 тыс. индюшат-бройлеров:</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промстада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родительского стада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ремонтного молодняка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инкубатория</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22</w:t>
            </w:r>
          </w:p>
          <w:p w:rsidR="007C08D3" w:rsidRPr="00C92D70" w:rsidRDefault="007C08D3" w:rsidP="00BC7260">
            <w:pPr>
              <w:pStyle w:val="ConsPlusNormal"/>
              <w:widowControl/>
              <w:ind w:firstLine="0"/>
              <w:jc w:val="center"/>
              <w:rPr>
                <w:rFonts w:ascii="Times New Roman" w:hAnsi="Times New Roman" w:cs="Times New Roman"/>
              </w:rPr>
            </w:pP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23</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26</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25</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21</w:t>
            </w:r>
          </w:p>
        </w:tc>
      </w:tr>
      <w:tr w:rsidR="007C08D3" w:rsidRPr="00C92D70" w:rsidTr="00BC7260">
        <w:trPr>
          <w:jc w:val="center"/>
        </w:trPr>
        <w:tc>
          <w:tcPr>
            <w:tcW w:w="2518" w:type="dxa"/>
            <w:vMerge w:val="restart"/>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В. Племенные </w:t>
            </w: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Яичного направления</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86. Племзавод на 50 тыс. кур</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87. Племзавод на 100 тыс. кур</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88. Племрепродуктор на 100 тыс. кур</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89. Племрепродуктор на 200 тыс. кур</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90. Племрепродуктор на 300 тыс. кур</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24</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25</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26</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27</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28</w:t>
            </w:r>
          </w:p>
        </w:tc>
      </w:tr>
      <w:tr w:rsidR="007C08D3" w:rsidRPr="00C92D70" w:rsidTr="00BC7260">
        <w:trPr>
          <w:jc w:val="center"/>
        </w:trPr>
        <w:tc>
          <w:tcPr>
            <w:tcW w:w="2518" w:type="dxa"/>
            <w:vMerge/>
          </w:tcPr>
          <w:p w:rsidR="007C08D3" w:rsidRPr="00C92D70" w:rsidRDefault="007C08D3" w:rsidP="00BC7260">
            <w:pPr>
              <w:pStyle w:val="ConsPlusNormal"/>
              <w:widowControl/>
              <w:ind w:firstLine="0"/>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Мясного направления</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91. Племзавод на 50 и 100 тыс. кур</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92. Племрепродуктор на 200 тыс. кур:</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взрослой птицы</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зона ремонтного молодняка</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27</w:t>
            </w:r>
          </w:p>
          <w:p w:rsidR="007C08D3" w:rsidRPr="00C92D70" w:rsidRDefault="007C08D3" w:rsidP="00BC7260">
            <w:pPr>
              <w:pStyle w:val="ConsPlusNormal"/>
              <w:widowControl/>
              <w:ind w:firstLine="0"/>
              <w:jc w:val="center"/>
              <w:rPr>
                <w:rFonts w:ascii="Times New Roman" w:hAnsi="Times New Roman" w:cs="Times New Roman"/>
              </w:rPr>
            </w:pP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28</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29</w:t>
            </w:r>
          </w:p>
        </w:tc>
      </w:tr>
      <w:tr w:rsidR="007C08D3" w:rsidRPr="00C92D70" w:rsidTr="00BC7260">
        <w:trPr>
          <w:trHeight w:val="470"/>
          <w:jc w:val="center"/>
        </w:trPr>
        <w:tc>
          <w:tcPr>
            <w:tcW w:w="6474" w:type="dxa"/>
            <w:gridSpan w:val="2"/>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lang w:val="en-US"/>
              </w:rPr>
              <w:t>VII</w:t>
            </w:r>
            <w:r w:rsidRPr="00C92D70">
              <w:rPr>
                <w:rFonts w:ascii="Times New Roman" w:hAnsi="Times New Roman" w:cs="Times New Roman"/>
              </w:rPr>
              <w:t>. Звероводческие и кролиководческие</w:t>
            </w:r>
          </w:p>
        </w:tc>
        <w:tc>
          <w:tcPr>
            <w:tcW w:w="2848" w:type="dxa"/>
            <w:vAlign w:val="bottom"/>
          </w:tcPr>
          <w:p w:rsidR="007C08D3" w:rsidRPr="00C92D70" w:rsidRDefault="007C08D3" w:rsidP="00BC7260">
            <w:pPr>
              <w:pStyle w:val="ConsPlusNormal"/>
              <w:widowControl/>
              <w:ind w:firstLine="0"/>
              <w:rPr>
                <w:rFonts w:ascii="Times New Roman" w:hAnsi="Times New Roman" w:cs="Times New Roman"/>
                <w:lang w:val="en-US"/>
              </w:rPr>
            </w:pPr>
          </w:p>
        </w:tc>
      </w:tr>
      <w:tr w:rsidR="007C08D3" w:rsidRPr="00C92D70" w:rsidTr="00BC7260">
        <w:trPr>
          <w:jc w:val="center"/>
        </w:trPr>
        <w:tc>
          <w:tcPr>
            <w:tcW w:w="2518" w:type="dxa"/>
            <w:vMerge w:val="restart"/>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Содержание животных в шедах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93. Звероводческие</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94. Кролиководческие                            </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22</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24</w:t>
            </w:r>
          </w:p>
        </w:tc>
      </w:tr>
      <w:tr w:rsidR="007C08D3" w:rsidRPr="00C92D70" w:rsidTr="00BC7260">
        <w:trPr>
          <w:jc w:val="center"/>
        </w:trPr>
        <w:tc>
          <w:tcPr>
            <w:tcW w:w="2518" w:type="dxa"/>
            <w:vMerge/>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Содержание животных в зданиях</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95. Нутриеводческие</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96. Кролиководческие</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40</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45</w:t>
            </w:r>
          </w:p>
        </w:tc>
      </w:tr>
      <w:tr w:rsidR="007C08D3" w:rsidRPr="00C92D70" w:rsidTr="00BC7260">
        <w:trPr>
          <w:jc w:val="center"/>
        </w:trPr>
        <w:tc>
          <w:tcPr>
            <w:tcW w:w="6474" w:type="dxa"/>
            <w:gridSpan w:val="2"/>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lang w:val="en-US"/>
              </w:rPr>
              <w:t>VIII</w:t>
            </w:r>
            <w:r w:rsidRPr="00C92D70">
              <w:rPr>
                <w:rFonts w:ascii="Times New Roman" w:hAnsi="Times New Roman" w:cs="Times New Roman"/>
              </w:rPr>
              <w:t>. Тепличные</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p>
        </w:tc>
      </w:tr>
      <w:tr w:rsidR="007C08D3" w:rsidRPr="00C92D70" w:rsidTr="00BC7260">
        <w:trPr>
          <w:jc w:val="center"/>
        </w:trPr>
        <w:tc>
          <w:tcPr>
            <w:tcW w:w="2518"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А. Многопролетные теплицы общей площадью</w:t>
            </w: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97. 6 га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98. 12 га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99. 18, 24 и 30 га</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100. 48 га</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54</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56</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60</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64</w:t>
            </w:r>
          </w:p>
        </w:tc>
      </w:tr>
      <w:tr w:rsidR="007C08D3" w:rsidRPr="00C92D70" w:rsidTr="00BC7260">
        <w:trPr>
          <w:jc w:val="center"/>
        </w:trPr>
        <w:tc>
          <w:tcPr>
            <w:tcW w:w="2518"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Б. Однопролетные (ангарные) теплицы</w:t>
            </w: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101. Общей площадью до 5 га</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42</w:t>
            </w:r>
          </w:p>
          <w:p w:rsidR="007C08D3" w:rsidRPr="00C92D70" w:rsidRDefault="007C08D3" w:rsidP="00BC7260">
            <w:pPr>
              <w:pStyle w:val="ConsPlusNormal"/>
              <w:widowControl/>
              <w:ind w:firstLine="0"/>
              <w:jc w:val="center"/>
              <w:rPr>
                <w:rFonts w:ascii="Times New Roman" w:hAnsi="Times New Roman" w:cs="Times New Roman"/>
              </w:rPr>
            </w:pPr>
          </w:p>
        </w:tc>
      </w:tr>
      <w:tr w:rsidR="007C08D3" w:rsidRPr="00C92D70" w:rsidTr="00BC7260">
        <w:trPr>
          <w:jc w:val="center"/>
        </w:trPr>
        <w:tc>
          <w:tcPr>
            <w:tcW w:w="2518"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В. Прививочные мастерские по производству виноградных прививок и выращиванию саженцев виноградной лозы</w:t>
            </w: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102. На 1 млн. в год</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103. На 2 млн. в год</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104. На 3 млн. в год</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105. На 5 млн. в год</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106. На 10 млн. в год</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30</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40</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45</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50</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55</w:t>
            </w:r>
          </w:p>
          <w:p w:rsidR="007C08D3" w:rsidRPr="00C92D70" w:rsidRDefault="007C08D3" w:rsidP="00BC7260">
            <w:pPr>
              <w:pStyle w:val="ConsPlusNormal"/>
              <w:widowControl/>
              <w:ind w:firstLine="0"/>
              <w:jc w:val="center"/>
              <w:rPr>
                <w:rFonts w:ascii="Times New Roman" w:hAnsi="Times New Roman" w:cs="Times New Roman"/>
              </w:rPr>
            </w:pPr>
          </w:p>
        </w:tc>
      </w:tr>
      <w:tr w:rsidR="007C08D3" w:rsidRPr="00C92D70" w:rsidTr="00BC7260">
        <w:trPr>
          <w:jc w:val="center"/>
        </w:trPr>
        <w:tc>
          <w:tcPr>
            <w:tcW w:w="6474" w:type="dxa"/>
            <w:gridSpan w:val="2"/>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lang w:val="en-US"/>
              </w:rPr>
              <w:t>IX</w:t>
            </w:r>
            <w:r w:rsidRPr="00C92D70">
              <w:rPr>
                <w:rFonts w:ascii="Times New Roman" w:hAnsi="Times New Roman" w:cs="Times New Roman"/>
              </w:rPr>
              <w:t>. По ремонту сельскохозяйственной техники</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p>
        </w:tc>
      </w:tr>
      <w:tr w:rsidR="007C08D3" w:rsidRPr="00C92D70" w:rsidTr="00BC7260">
        <w:trPr>
          <w:trHeight w:val="929"/>
          <w:jc w:val="center"/>
        </w:trPr>
        <w:tc>
          <w:tcPr>
            <w:tcW w:w="2518"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А. Центральные ремонтные мастерские для хозяйств с парком</w:t>
            </w: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107. На 25 тракторов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108. На 50 и 75 тракторов                      </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109. На 100 тракторов                          </w:t>
            </w:r>
          </w:p>
          <w:p w:rsidR="007C08D3" w:rsidRPr="00C92D70" w:rsidRDefault="007C08D3" w:rsidP="00BC7260">
            <w:pPr>
              <w:pStyle w:val="ConsPlusNormal"/>
              <w:ind w:firstLine="0"/>
              <w:rPr>
                <w:rFonts w:ascii="Times New Roman" w:hAnsi="Times New Roman" w:cs="Times New Roman"/>
              </w:rPr>
            </w:pPr>
            <w:r w:rsidRPr="00C92D70">
              <w:rPr>
                <w:rFonts w:ascii="Times New Roman" w:hAnsi="Times New Roman" w:cs="Times New Roman"/>
              </w:rPr>
              <w:t xml:space="preserve">110. На 150 и 200 тракторов                    </w:t>
            </w:r>
          </w:p>
        </w:tc>
        <w:tc>
          <w:tcPr>
            <w:tcW w:w="2848" w:type="dxa"/>
            <w:vAlign w:val="bottom"/>
          </w:tcPr>
          <w:p w:rsidR="007C08D3" w:rsidRPr="00C92D70" w:rsidRDefault="007C08D3" w:rsidP="00BC7260">
            <w:pPr>
              <w:pStyle w:val="ConsPlusNormal"/>
              <w:ind w:firstLine="0"/>
              <w:jc w:val="center"/>
              <w:rPr>
                <w:rFonts w:ascii="Times New Roman" w:hAnsi="Times New Roman" w:cs="Times New Roman"/>
              </w:rPr>
            </w:pPr>
            <w:r w:rsidRPr="00C92D70">
              <w:rPr>
                <w:rFonts w:ascii="Times New Roman" w:hAnsi="Times New Roman" w:cs="Times New Roman"/>
              </w:rPr>
              <w:t>25</w:t>
            </w:r>
          </w:p>
          <w:p w:rsidR="007C08D3" w:rsidRPr="00C92D70" w:rsidRDefault="007C08D3" w:rsidP="00BC7260">
            <w:pPr>
              <w:pStyle w:val="ConsPlusNormal"/>
              <w:ind w:firstLine="0"/>
              <w:jc w:val="center"/>
              <w:rPr>
                <w:rFonts w:ascii="Times New Roman" w:hAnsi="Times New Roman" w:cs="Times New Roman"/>
              </w:rPr>
            </w:pPr>
            <w:r w:rsidRPr="00C92D70">
              <w:rPr>
                <w:rFonts w:ascii="Times New Roman" w:hAnsi="Times New Roman" w:cs="Times New Roman"/>
              </w:rPr>
              <w:t>28</w:t>
            </w:r>
          </w:p>
          <w:p w:rsidR="007C08D3" w:rsidRPr="00C92D70" w:rsidRDefault="007C08D3" w:rsidP="00BC7260">
            <w:pPr>
              <w:pStyle w:val="ConsPlusNormal"/>
              <w:ind w:firstLine="0"/>
              <w:jc w:val="center"/>
              <w:rPr>
                <w:rFonts w:ascii="Times New Roman" w:hAnsi="Times New Roman" w:cs="Times New Roman"/>
              </w:rPr>
            </w:pPr>
            <w:r w:rsidRPr="00C92D70">
              <w:rPr>
                <w:rFonts w:ascii="Times New Roman" w:hAnsi="Times New Roman" w:cs="Times New Roman"/>
              </w:rPr>
              <w:t>31</w:t>
            </w:r>
          </w:p>
          <w:p w:rsidR="007C08D3" w:rsidRPr="00C92D70" w:rsidRDefault="007C08D3" w:rsidP="00BC7260">
            <w:pPr>
              <w:pStyle w:val="ConsPlusNormal"/>
              <w:ind w:firstLine="0"/>
              <w:jc w:val="center"/>
              <w:rPr>
                <w:rFonts w:ascii="Times New Roman" w:hAnsi="Times New Roman" w:cs="Times New Roman"/>
              </w:rPr>
            </w:pPr>
            <w:r w:rsidRPr="00C92D70">
              <w:rPr>
                <w:rFonts w:ascii="Times New Roman" w:hAnsi="Times New Roman" w:cs="Times New Roman"/>
              </w:rPr>
              <w:t>35</w:t>
            </w:r>
          </w:p>
        </w:tc>
      </w:tr>
      <w:tr w:rsidR="007C08D3" w:rsidRPr="00C92D70" w:rsidTr="00BC7260">
        <w:trPr>
          <w:trHeight w:val="920"/>
          <w:jc w:val="center"/>
        </w:trPr>
        <w:tc>
          <w:tcPr>
            <w:tcW w:w="2518"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Б. Пункты технического обслуживания бригады  или отделения хозяйств с парком</w:t>
            </w: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 xml:space="preserve">111. На 10, 20 и 30 тракторов                  </w:t>
            </w:r>
          </w:p>
          <w:p w:rsidR="007C08D3" w:rsidRPr="00C92D70" w:rsidRDefault="007C08D3" w:rsidP="00BC7260">
            <w:pPr>
              <w:pStyle w:val="ConsPlusNormal"/>
              <w:ind w:firstLine="0"/>
              <w:rPr>
                <w:rFonts w:ascii="Times New Roman" w:hAnsi="Times New Roman" w:cs="Times New Roman"/>
              </w:rPr>
            </w:pPr>
            <w:r w:rsidRPr="00C92D70">
              <w:rPr>
                <w:rFonts w:ascii="Times New Roman" w:hAnsi="Times New Roman" w:cs="Times New Roman"/>
              </w:rPr>
              <w:t xml:space="preserve">112. На 40 и более тракторов                   </w:t>
            </w:r>
          </w:p>
        </w:tc>
        <w:tc>
          <w:tcPr>
            <w:tcW w:w="2848" w:type="dxa"/>
            <w:vAlign w:val="bottom"/>
          </w:tcPr>
          <w:p w:rsidR="007C08D3" w:rsidRPr="00C92D70" w:rsidRDefault="007C08D3" w:rsidP="00BC7260">
            <w:pPr>
              <w:pStyle w:val="ConsPlusNormal"/>
              <w:ind w:firstLine="1199"/>
              <w:rPr>
                <w:rFonts w:ascii="Times New Roman" w:hAnsi="Times New Roman" w:cs="Times New Roman"/>
              </w:rPr>
            </w:pPr>
            <w:r w:rsidRPr="00C92D70">
              <w:rPr>
                <w:rFonts w:ascii="Times New Roman" w:hAnsi="Times New Roman" w:cs="Times New Roman"/>
              </w:rPr>
              <w:t>30</w:t>
            </w:r>
          </w:p>
          <w:p w:rsidR="007C08D3" w:rsidRPr="00C92D70" w:rsidRDefault="007C08D3" w:rsidP="00BC7260">
            <w:pPr>
              <w:pStyle w:val="ConsPlusNormal"/>
              <w:ind w:firstLine="1199"/>
              <w:rPr>
                <w:rFonts w:ascii="Times New Roman" w:hAnsi="Times New Roman" w:cs="Times New Roman"/>
              </w:rPr>
            </w:pPr>
            <w:r w:rsidRPr="00C92D70">
              <w:rPr>
                <w:rFonts w:ascii="Times New Roman" w:hAnsi="Times New Roman" w:cs="Times New Roman"/>
              </w:rPr>
              <w:t>38</w:t>
            </w:r>
          </w:p>
          <w:p w:rsidR="007C08D3" w:rsidRPr="00C92D70" w:rsidRDefault="007C08D3" w:rsidP="00BC7260">
            <w:pPr>
              <w:pStyle w:val="ConsPlusNormal"/>
              <w:ind w:firstLine="1341"/>
              <w:rPr>
                <w:rFonts w:ascii="Times New Roman" w:hAnsi="Times New Roman" w:cs="Times New Roman"/>
              </w:rPr>
            </w:pPr>
          </w:p>
          <w:p w:rsidR="007C08D3" w:rsidRPr="00C92D70" w:rsidRDefault="007C08D3" w:rsidP="00BC7260">
            <w:pPr>
              <w:pStyle w:val="ConsPlusNormal"/>
              <w:ind w:firstLine="1341"/>
              <w:rPr>
                <w:rFonts w:ascii="Times New Roman" w:hAnsi="Times New Roman" w:cs="Times New Roman"/>
              </w:rPr>
            </w:pPr>
          </w:p>
        </w:tc>
      </w:tr>
      <w:tr w:rsidR="007C08D3" w:rsidRPr="00C92D70" w:rsidTr="00BC7260">
        <w:trPr>
          <w:jc w:val="center"/>
        </w:trPr>
        <w:tc>
          <w:tcPr>
            <w:tcW w:w="6474" w:type="dxa"/>
            <w:gridSpan w:val="2"/>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X. Глубинные складские комплексы минеральных удобрений</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p>
        </w:tc>
      </w:tr>
      <w:tr w:rsidR="007C08D3" w:rsidRPr="00C92D70" w:rsidTr="00BC7260">
        <w:trPr>
          <w:jc w:val="center"/>
        </w:trPr>
        <w:tc>
          <w:tcPr>
            <w:tcW w:w="2518" w:type="dxa"/>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113. До 1600 т</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114. От 1600 т до 3200 т</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115. От 3200 т до 6400 т</w:t>
            </w:r>
          </w:p>
          <w:p w:rsidR="007C08D3" w:rsidRPr="00C92D70" w:rsidRDefault="007C08D3" w:rsidP="00BC7260">
            <w:pPr>
              <w:pStyle w:val="ConsPlusNormal"/>
              <w:widowControl/>
              <w:ind w:firstLine="0"/>
              <w:rPr>
                <w:rFonts w:ascii="Times New Roman" w:hAnsi="Times New Roman" w:cs="Times New Roman"/>
              </w:rPr>
            </w:pPr>
            <w:r w:rsidRPr="00C92D70">
              <w:rPr>
                <w:rFonts w:ascii="Times New Roman" w:hAnsi="Times New Roman" w:cs="Times New Roman"/>
              </w:rPr>
              <w:t>116. Свыше 6400 т</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27</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32</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33</w:t>
            </w:r>
          </w:p>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rPr>
              <w:t>38</w:t>
            </w:r>
          </w:p>
        </w:tc>
      </w:tr>
      <w:tr w:rsidR="007C08D3" w:rsidRPr="00C92D70" w:rsidTr="00BC7260">
        <w:trPr>
          <w:jc w:val="center"/>
        </w:trPr>
        <w:tc>
          <w:tcPr>
            <w:tcW w:w="6474" w:type="dxa"/>
            <w:gridSpan w:val="2"/>
          </w:tcPr>
          <w:p w:rsidR="007C08D3" w:rsidRPr="00C92D70" w:rsidRDefault="007C08D3" w:rsidP="00BC7260">
            <w:pPr>
              <w:pStyle w:val="ConsPlusNormal"/>
              <w:widowControl/>
              <w:ind w:firstLine="0"/>
              <w:jc w:val="center"/>
              <w:rPr>
                <w:rFonts w:ascii="Times New Roman" w:hAnsi="Times New Roman" w:cs="Times New Roman"/>
              </w:rPr>
            </w:pPr>
            <w:r w:rsidRPr="00C92D70">
              <w:rPr>
                <w:rFonts w:ascii="Times New Roman" w:hAnsi="Times New Roman" w:cs="Times New Roman"/>
                <w:lang w:val="en-US"/>
              </w:rPr>
              <w:t>XI</w:t>
            </w:r>
            <w:r w:rsidRPr="00C92D70">
              <w:rPr>
                <w:rFonts w:ascii="Times New Roman" w:hAnsi="Times New Roman" w:cs="Times New Roman"/>
              </w:rPr>
              <w:t>. Прочие предприятия</w:t>
            </w:r>
          </w:p>
        </w:tc>
        <w:tc>
          <w:tcPr>
            <w:tcW w:w="2848" w:type="dxa"/>
            <w:vAlign w:val="bottom"/>
          </w:tcPr>
          <w:p w:rsidR="007C08D3" w:rsidRPr="00C92D70" w:rsidRDefault="007C08D3" w:rsidP="00BC7260">
            <w:pPr>
              <w:pStyle w:val="ConsPlusNormal"/>
              <w:widowControl/>
              <w:ind w:firstLine="0"/>
              <w:jc w:val="center"/>
              <w:rPr>
                <w:rFonts w:ascii="Times New Roman" w:hAnsi="Times New Roman" w:cs="Times New Roman"/>
              </w:rPr>
            </w:pPr>
          </w:p>
        </w:tc>
      </w:tr>
      <w:tr w:rsidR="007C08D3" w:rsidRPr="00C92D70" w:rsidTr="00BC7260">
        <w:trPr>
          <w:trHeight w:val="710"/>
          <w:jc w:val="center"/>
        </w:trPr>
        <w:tc>
          <w:tcPr>
            <w:tcW w:w="2518" w:type="dxa"/>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ind w:firstLine="0"/>
              <w:rPr>
                <w:rFonts w:ascii="Times New Roman" w:hAnsi="Times New Roman" w:cs="Times New Roman"/>
              </w:rPr>
            </w:pPr>
            <w:r w:rsidRPr="00C92D70">
              <w:rPr>
                <w:rFonts w:ascii="Times New Roman" w:hAnsi="Times New Roman" w:cs="Times New Roman"/>
              </w:rPr>
              <w:t>117. По переработке или хранению сельскохозяйственной продукции</w:t>
            </w:r>
          </w:p>
          <w:p w:rsidR="007C08D3" w:rsidRPr="00C92D70" w:rsidRDefault="007C08D3" w:rsidP="00BC7260">
            <w:pPr>
              <w:pStyle w:val="ConsPlusNormal"/>
              <w:ind w:firstLine="0"/>
              <w:rPr>
                <w:rFonts w:ascii="Times New Roman" w:hAnsi="Times New Roman" w:cs="Times New Roman"/>
              </w:rPr>
            </w:pPr>
            <w:r w:rsidRPr="00C92D70">
              <w:rPr>
                <w:rFonts w:ascii="Times New Roman" w:hAnsi="Times New Roman" w:cs="Times New Roman"/>
              </w:rPr>
              <w:t>118. Комбикормовые - для совхозов и колхозов</w:t>
            </w:r>
          </w:p>
          <w:p w:rsidR="007C08D3" w:rsidRPr="00C92D70" w:rsidRDefault="007C08D3" w:rsidP="00BC7260">
            <w:pPr>
              <w:pStyle w:val="ConsPlusNormal"/>
              <w:ind w:firstLine="0"/>
              <w:rPr>
                <w:rFonts w:ascii="Times New Roman" w:hAnsi="Times New Roman" w:cs="Times New Roman"/>
              </w:rPr>
            </w:pPr>
            <w:r w:rsidRPr="00C92D70">
              <w:rPr>
                <w:rFonts w:ascii="Times New Roman" w:hAnsi="Times New Roman" w:cs="Times New Roman"/>
              </w:rPr>
              <w:t>119. По хранению семян и зерна</w:t>
            </w:r>
          </w:p>
          <w:p w:rsidR="007C08D3" w:rsidRPr="00C92D70" w:rsidRDefault="007C08D3" w:rsidP="00BC7260">
            <w:pPr>
              <w:pStyle w:val="ConsPlusNormal"/>
              <w:ind w:firstLine="0"/>
              <w:rPr>
                <w:rFonts w:ascii="Times New Roman" w:hAnsi="Times New Roman" w:cs="Times New Roman"/>
              </w:rPr>
            </w:pPr>
            <w:r w:rsidRPr="00C92D70">
              <w:rPr>
                <w:rFonts w:ascii="Times New Roman" w:hAnsi="Times New Roman" w:cs="Times New Roman"/>
              </w:rPr>
              <w:t xml:space="preserve">120. По обработке продовольственного и фуражного зерна  </w:t>
            </w:r>
          </w:p>
          <w:p w:rsidR="007C08D3" w:rsidRPr="00C92D70" w:rsidRDefault="007C08D3" w:rsidP="00BC7260">
            <w:pPr>
              <w:pStyle w:val="ConsPlusNormal"/>
              <w:ind w:firstLine="0"/>
              <w:rPr>
                <w:rFonts w:ascii="Times New Roman" w:hAnsi="Times New Roman" w:cs="Times New Roman"/>
              </w:rPr>
            </w:pPr>
            <w:r w:rsidRPr="00C92D70">
              <w:rPr>
                <w:rFonts w:ascii="Times New Roman" w:hAnsi="Times New Roman" w:cs="Times New Roman"/>
              </w:rPr>
              <w:t xml:space="preserve">121. По разведению и обработке тутового шелкопряда  </w:t>
            </w:r>
          </w:p>
          <w:p w:rsidR="007C08D3" w:rsidRPr="00C92D70" w:rsidRDefault="007C08D3" w:rsidP="00BC7260">
            <w:pPr>
              <w:pStyle w:val="ConsPlusNormal"/>
              <w:ind w:firstLine="0"/>
              <w:rPr>
                <w:rFonts w:ascii="Times New Roman" w:hAnsi="Times New Roman" w:cs="Times New Roman"/>
              </w:rPr>
            </w:pPr>
            <w:r w:rsidRPr="00C92D70">
              <w:rPr>
                <w:rFonts w:ascii="Times New Roman" w:hAnsi="Times New Roman" w:cs="Times New Roman"/>
              </w:rPr>
              <w:t>122. Табакосушильные комплексы</w:t>
            </w:r>
          </w:p>
        </w:tc>
        <w:tc>
          <w:tcPr>
            <w:tcW w:w="2848" w:type="dxa"/>
            <w:vAlign w:val="bottom"/>
          </w:tcPr>
          <w:p w:rsidR="007C08D3" w:rsidRPr="00C92D70" w:rsidRDefault="007C08D3" w:rsidP="00BC7260">
            <w:pPr>
              <w:pStyle w:val="ConsPlusNormal"/>
              <w:tabs>
                <w:tab w:val="left" w:pos="1057"/>
                <w:tab w:val="left" w:pos="1199"/>
              </w:tabs>
              <w:ind w:firstLine="0"/>
              <w:jc w:val="center"/>
              <w:rPr>
                <w:rFonts w:ascii="Times New Roman" w:hAnsi="Times New Roman" w:cs="Times New Roman"/>
              </w:rPr>
            </w:pPr>
            <w:r w:rsidRPr="00C92D70">
              <w:rPr>
                <w:rFonts w:ascii="Times New Roman" w:hAnsi="Times New Roman" w:cs="Times New Roman"/>
              </w:rPr>
              <w:t>50</w:t>
            </w:r>
          </w:p>
          <w:p w:rsidR="007C08D3" w:rsidRPr="00C92D70" w:rsidRDefault="007C08D3" w:rsidP="00BC7260">
            <w:pPr>
              <w:pStyle w:val="ConsPlusNormal"/>
              <w:tabs>
                <w:tab w:val="left" w:pos="1057"/>
                <w:tab w:val="left" w:pos="1199"/>
              </w:tabs>
              <w:ind w:firstLine="0"/>
              <w:jc w:val="center"/>
              <w:rPr>
                <w:rFonts w:ascii="Times New Roman" w:hAnsi="Times New Roman" w:cs="Times New Roman"/>
              </w:rPr>
            </w:pPr>
          </w:p>
          <w:p w:rsidR="007C08D3" w:rsidRPr="00C92D70" w:rsidRDefault="007C08D3" w:rsidP="00BC7260">
            <w:pPr>
              <w:pStyle w:val="ConsPlusNormal"/>
              <w:tabs>
                <w:tab w:val="left" w:pos="1057"/>
                <w:tab w:val="left" w:pos="1199"/>
              </w:tabs>
              <w:ind w:firstLine="0"/>
              <w:jc w:val="center"/>
              <w:rPr>
                <w:rFonts w:ascii="Times New Roman" w:hAnsi="Times New Roman" w:cs="Times New Roman"/>
              </w:rPr>
            </w:pPr>
            <w:r w:rsidRPr="00C92D70">
              <w:rPr>
                <w:rFonts w:ascii="Times New Roman" w:hAnsi="Times New Roman" w:cs="Times New Roman"/>
              </w:rPr>
              <w:t>27</w:t>
            </w:r>
          </w:p>
          <w:p w:rsidR="007C08D3" w:rsidRPr="00C92D70" w:rsidRDefault="007C08D3" w:rsidP="00BC7260">
            <w:pPr>
              <w:pStyle w:val="ConsPlusNormal"/>
              <w:tabs>
                <w:tab w:val="left" w:pos="1057"/>
                <w:tab w:val="left" w:pos="1199"/>
              </w:tabs>
              <w:ind w:firstLine="0"/>
              <w:jc w:val="center"/>
              <w:rPr>
                <w:rFonts w:ascii="Times New Roman" w:hAnsi="Times New Roman" w:cs="Times New Roman"/>
              </w:rPr>
            </w:pPr>
            <w:r w:rsidRPr="00C92D70">
              <w:rPr>
                <w:rFonts w:ascii="Times New Roman" w:hAnsi="Times New Roman" w:cs="Times New Roman"/>
              </w:rPr>
              <w:t>28</w:t>
            </w:r>
          </w:p>
          <w:p w:rsidR="007C08D3" w:rsidRPr="00C92D70" w:rsidRDefault="007C08D3" w:rsidP="00BC7260">
            <w:pPr>
              <w:pStyle w:val="ConsPlusNormal"/>
              <w:tabs>
                <w:tab w:val="left" w:pos="1057"/>
                <w:tab w:val="left" w:pos="1199"/>
              </w:tabs>
              <w:ind w:firstLine="0"/>
              <w:jc w:val="center"/>
              <w:rPr>
                <w:rFonts w:ascii="Times New Roman" w:hAnsi="Times New Roman" w:cs="Times New Roman"/>
              </w:rPr>
            </w:pPr>
          </w:p>
          <w:p w:rsidR="007C08D3" w:rsidRPr="00C92D70" w:rsidRDefault="007C08D3" w:rsidP="00BC7260">
            <w:pPr>
              <w:pStyle w:val="ConsPlusNormal"/>
              <w:tabs>
                <w:tab w:val="left" w:pos="1057"/>
                <w:tab w:val="left" w:pos="1199"/>
              </w:tabs>
              <w:ind w:firstLine="0"/>
              <w:jc w:val="center"/>
              <w:rPr>
                <w:rFonts w:ascii="Times New Roman" w:hAnsi="Times New Roman" w:cs="Times New Roman"/>
              </w:rPr>
            </w:pPr>
            <w:r w:rsidRPr="00C92D70">
              <w:rPr>
                <w:rFonts w:ascii="Times New Roman" w:hAnsi="Times New Roman" w:cs="Times New Roman"/>
              </w:rPr>
              <w:t>30</w:t>
            </w:r>
          </w:p>
          <w:p w:rsidR="007C08D3" w:rsidRPr="00C92D70" w:rsidRDefault="007C08D3" w:rsidP="00BC7260">
            <w:pPr>
              <w:pStyle w:val="ConsPlusNormal"/>
              <w:tabs>
                <w:tab w:val="left" w:pos="1057"/>
                <w:tab w:val="left" w:pos="1199"/>
              </w:tabs>
              <w:ind w:firstLine="0"/>
              <w:jc w:val="center"/>
              <w:rPr>
                <w:rFonts w:ascii="Times New Roman" w:hAnsi="Times New Roman" w:cs="Times New Roman"/>
              </w:rPr>
            </w:pPr>
          </w:p>
          <w:p w:rsidR="007C08D3" w:rsidRPr="00C92D70" w:rsidRDefault="007C08D3" w:rsidP="00BC7260">
            <w:pPr>
              <w:pStyle w:val="ConsPlusNormal"/>
              <w:tabs>
                <w:tab w:val="left" w:pos="1057"/>
                <w:tab w:val="left" w:pos="1199"/>
              </w:tabs>
              <w:ind w:firstLine="0"/>
              <w:jc w:val="center"/>
              <w:rPr>
                <w:rFonts w:ascii="Times New Roman" w:hAnsi="Times New Roman" w:cs="Times New Roman"/>
              </w:rPr>
            </w:pPr>
            <w:r w:rsidRPr="00C92D70">
              <w:rPr>
                <w:rFonts w:ascii="Times New Roman" w:hAnsi="Times New Roman" w:cs="Times New Roman"/>
              </w:rPr>
              <w:t>33</w:t>
            </w:r>
          </w:p>
          <w:p w:rsidR="007C08D3" w:rsidRPr="00C92D70" w:rsidRDefault="007C08D3" w:rsidP="00BC7260">
            <w:pPr>
              <w:pStyle w:val="ConsPlusNormal"/>
              <w:tabs>
                <w:tab w:val="left" w:pos="1057"/>
                <w:tab w:val="left" w:pos="1199"/>
              </w:tabs>
              <w:ind w:firstLine="0"/>
              <w:jc w:val="center"/>
              <w:rPr>
                <w:rFonts w:ascii="Times New Roman" w:hAnsi="Times New Roman" w:cs="Times New Roman"/>
              </w:rPr>
            </w:pPr>
            <w:r w:rsidRPr="00C92D70">
              <w:rPr>
                <w:rFonts w:ascii="Times New Roman" w:hAnsi="Times New Roman" w:cs="Times New Roman"/>
              </w:rPr>
              <w:t>28</w:t>
            </w:r>
          </w:p>
        </w:tc>
      </w:tr>
      <w:tr w:rsidR="007C08D3" w:rsidRPr="00C92D70" w:rsidTr="00BC7260">
        <w:trPr>
          <w:trHeight w:val="191"/>
          <w:jc w:val="center"/>
        </w:trPr>
        <w:tc>
          <w:tcPr>
            <w:tcW w:w="6474" w:type="dxa"/>
            <w:gridSpan w:val="2"/>
          </w:tcPr>
          <w:p w:rsidR="007C08D3" w:rsidRPr="00C92D70" w:rsidRDefault="007C08D3" w:rsidP="00BC7260">
            <w:pPr>
              <w:pStyle w:val="ConsPlusNormal"/>
              <w:jc w:val="center"/>
              <w:rPr>
                <w:rFonts w:ascii="Times New Roman" w:hAnsi="Times New Roman" w:cs="Times New Roman"/>
              </w:rPr>
            </w:pPr>
            <w:r w:rsidRPr="00C92D70">
              <w:rPr>
                <w:rFonts w:ascii="Times New Roman" w:hAnsi="Times New Roman" w:cs="Times New Roman"/>
                <w:lang w:val="en-US"/>
              </w:rPr>
              <w:t>XII</w:t>
            </w:r>
            <w:r w:rsidRPr="00C92D70">
              <w:rPr>
                <w:rFonts w:ascii="Times New Roman" w:hAnsi="Times New Roman" w:cs="Times New Roman"/>
              </w:rPr>
              <w:t>. Фермерские (крестьянские) хозяйства</w:t>
            </w:r>
          </w:p>
        </w:tc>
        <w:tc>
          <w:tcPr>
            <w:tcW w:w="2848" w:type="dxa"/>
            <w:vAlign w:val="bottom"/>
          </w:tcPr>
          <w:p w:rsidR="007C08D3" w:rsidRPr="00C92D70" w:rsidRDefault="007C08D3" w:rsidP="00BC7260">
            <w:pPr>
              <w:pStyle w:val="ConsPlusNormal"/>
              <w:ind w:firstLine="0"/>
              <w:rPr>
                <w:rFonts w:ascii="Times New Roman" w:hAnsi="Times New Roman" w:cs="Times New Roman"/>
              </w:rPr>
            </w:pPr>
          </w:p>
        </w:tc>
      </w:tr>
      <w:tr w:rsidR="007C08D3" w:rsidRPr="00C92D70" w:rsidTr="00BC7260">
        <w:trPr>
          <w:trHeight w:val="230"/>
          <w:jc w:val="center"/>
        </w:trPr>
        <w:tc>
          <w:tcPr>
            <w:tcW w:w="2518" w:type="dxa"/>
          </w:tcPr>
          <w:p w:rsidR="007C08D3" w:rsidRPr="00C92D70" w:rsidRDefault="007C08D3" w:rsidP="00BC7260">
            <w:pPr>
              <w:pStyle w:val="ConsPlusNormal"/>
              <w:widowControl/>
              <w:ind w:firstLine="0"/>
              <w:jc w:val="center"/>
              <w:rPr>
                <w:rFonts w:ascii="Times New Roman" w:hAnsi="Times New Roman" w:cs="Times New Roman"/>
              </w:rPr>
            </w:pPr>
          </w:p>
        </w:tc>
        <w:tc>
          <w:tcPr>
            <w:tcW w:w="3956" w:type="dxa"/>
          </w:tcPr>
          <w:p w:rsidR="007C08D3" w:rsidRPr="00C92D70" w:rsidRDefault="007C08D3" w:rsidP="00BC7260">
            <w:pPr>
              <w:pStyle w:val="ConsPlusNormal"/>
              <w:ind w:firstLine="0"/>
              <w:rPr>
                <w:rFonts w:ascii="Times New Roman" w:hAnsi="Times New Roman" w:cs="Times New Roman"/>
              </w:rPr>
            </w:pPr>
            <w:r w:rsidRPr="00C92D70">
              <w:rPr>
                <w:rFonts w:ascii="Times New Roman" w:hAnsi="Times New Roman" w:cs="Times New Roman"/>
              </w:rPr>
              <w:t>123. По производству молока</w:t>
            </w:r>
          </w:p>
          <w:p w:rsidR="007C08D3" w:rsidRPr="00C92D70" w:rsidRDefault="007C08D3" w:rsidP="00BC7260">
            <w:pPr>
              <w:pStyle w:val="ConsPlusNormal"/>
              <w:ind w:firstLine="0"/>
              <w:rPr>
                <w:rFonts w:ascii="Times New Roman" w:hAnsi="Times New Roman" w:cs="Times New Roman"/>
              </w:rPr>
            </w:pPr>
            <w:r w:rsidRPr="00C92D70">
              <w:rPr>
                <w:rFonts w:ascii="Times New Roman" w:hAnsi="Times New Roman" w:cs="Times New Roman"/>
              </w:rPr>
              <w:t xml:space="preserve">124. По доращиванию и откорму крупного рогатого скота   </w:t>
            </w:r>
          </w:p>
          <w:p w:rsidR="007C08D3" w:rsidRPr="00C92D70" w:rsidRDefault="007C08D3" w:rsidP="00BC7260">
            <w:pPr>
              <w:pStyle w:val="ConsPlusNonformat"/>
              <w:rPr>
                <w:rFonts w:ascii="Times New Roman" w:hAnsi="Times New Roman" w:cs="Times New Roman"/>
              </w:rPr>
            </w:pPr>
            <w:r w:rsidRPr="00C92D70">
              <w:rPr>
                <w:rFonts w:ascii="Times New Roman" w:hAnsi="Times New Roman" w:cs="Times New Roman"/>
              </w:rPr>
              <w:t>125. По откорму свиней (с законченным производственным циклом)</w:t>
            </w:r>
          </w:p>
          <w:p w:rsidR="007C08D3" w:rsidRPr="00C92D70" w:rsidRDefault="007C08D3" w:rsidP="00BC7260">
            <w:pPr>
              <w:pStyle w:val="ConsPlusNonformat"/>
              <w:rPr>
                <w:rFonts w:ascii="Times New Roman" w:hAnsi="Times New Roman" w:cs="Times New Roman"/>
              </w:rPr>
            </w:pPr>
            <w:r w:rsidRPr="00C92D70">
              <w:rPr>
                <w:rFonts w:ascii="Times New Roman" w:hAnsi="Times New Roman" w:cs="Times New Roman"/>
              </w:rPr>
              <w:t xml:space="preserve">126. Овцеводческие мясо-шерстно-молочного направлений   </w:t>
            </w:r>
          </w:p>
          <w:p w:rsidR="007C08D3" w:rsidRPr="00C92D70" w:rsidRDefault="007C08D3" w:rsidP="00BC7260">
            <w:pPr>
              <w:pStyle w:val="ConsPlusNonformat"/>
              <w:rPr>
                <w:rFonts w:ascii="Times New Roman" w:hAnsi="Times New Roman" w:cs="Times New Roman"/>
              </w:rPr>
            </w:pPr>
            <w:r w:rsidRPr="00C92D70">
              <w:rPr>
                <w:rFonts w:ascii="Times New Roman" w:hAnsi="Times New Roman" w:cs="Times New Roman"/>
              </w:rPr>
              <w:t xml:space="preserve">127. Козоводческие молочного и пухового направлений     </w:t>
            </w:r>
          </w:p>
          <w:p w:rsidR="007C08D3" w:rsidRPr="00C92D70" w:rsidRDefault="007C08D3" w:rsidP="00BC7260">
            <w:pPr>
              <w:pStyle w:val="ConsPlusNonformat"/>
              <w:rPr>
                <w:rFonts w:ascii="Times New Roman" w:hAnsi="Times New Roman" w:cs="Times New Roman"/>
              </w:rPr>
            </w:pPr>
            <w:r w:rsidRPr="00C92D70">
              <w:rPr>
                <w:rFonts w:ascii="Times New Roman" w:hAnsi="Times New Roman" w:cs="Times New Roman"/>
              </w:rPr>
              <w:t xml:space="preserve">128. Птицеводческие яичного направления                 </w:t>
            </w:r>
          </w:p>
          <w:p w:rsidR="007C08D3" w:rsidRPr="00C92D70" w:rsidRDefault="007C08D3" w:rsidP="00BC7260">
            <w:pPr>
              <w:pStyle w:val="ConsPlusNonformat"/>
              <w:rPr>
                <w:rFonts w:ascii="Times New Roman" w:hAnsi="Times New Roman" w:cs="Times New Roman"/>
              </w:rPr>
            </w:pPr>
            <w:r w:rsidRPr="00C92D70">
              <w:rPr>
                <w:rFonts w:ascii="Times New Roman" w:hAnsi="Times New Roman" w:cs="Times New Roman"/>
              </w:rPr>
              <w:t xml:space="preserve">129. Птицеводческие мясного направления                                                                  </w:t>
            </w:r>
          </w:p>
        </w:tc>
        <w:tc>
          <w:tcPr>
            <w:tcW w:w="2848" w:type="dxa"/>
            <w:vAlign w:val="bottom"/>
          </w:tcPr>
          <w:p w:rsidR="007C08D3" w:rsidRPr="00C92D70" w:rsidRDefault="007C08D3" w:rsidP="00BC7260">
            <w:pPr>
              <w:pStyle w:val="ConsPlusNormal"/>
              <w:ind w:firstLine="0"/>
              <w:jc w:val="center"/>
              <w:rPr>
                <w:rFonts w:ascii="Times New Roman" w:hAnsi="Times New Roman" w:cs="Times New Roman"/>
              </w:rPr>
            </w:pPr>
            <w:r w:rsidRPr="00C92D70">
              <w:rPr>
                <w:rFonts w:ascii="Times New Roman" w:hAnsi="Times New Roman" w:cs="Times New Roman"/>
              </w:rPr>
              <w:t>40</w:t>
            </w:r>
          </w:p>
          <w:p w:rsidR="007C08D3" w:rsidRPr="00C92D70" w:rsidRDefault="007C08D3" w:rsidP="00BC7260">
            <w:pPr>
              <w:pStyle w:val="ConsPlusNormal"/>
              <w:ind w:firstLine="0"/>
              <w:jc w:val="center"/>
              <w:rPr>
                <w:rFonts w:ascii="Times New Roman" w:hAnsi="Times New Roman" w:cs="Times New Roman"/>
              </w:rPr>
            </w:pPr>
          </w:p>
          <w:p w:rsidR="007C08D3" w:rsidRPr="00C92D70" w:rsidRDefault="007C08D3" w:rsidP="00BC7260">
            <w:pPr>
              <w:pStyle w:val="ConsPlusNormal"/>
              <w:ind w:firstLine="0"/>
              <w:jc w:val="center"/>
              <w:rPr>
                <w:rFonts w:ascii="Times New Roman" w:hAnsi="Times New Roman" w:cs="Times New Roman"/>
              </w:rPr>
            </w:pPr>
            <w:r w:rsidRPr="00C92D70">
              <w:rPr>
                <w:rFonts w:ascii="Times New Roman" w:hAnsi="Times New Roman" w:cs="Times New Roman"/>
              </w:rPr>
              <w:t>35</w:t>
            </w:r>
          </w:p>
          <w:p w:rsidR="007C08D3" w:rsidRPr="00C92D70" w:rsidRDefault="007C08D3" w:rsidP="00BC7260">
            <w:pPr>
              <w:pStyle w:val="ConsPlusNormal"/>
              <w:ind w:firstLine="0"/>
              <w:jc w:val="center"/>
              <w:rPr>
                <w:rFonts w:ascii="Times New Roman" w:hAnsi="Times New Roman" w:cs="Times New Roman"/>
              </w:rPr>
            </w:pPr>
          </w:p>
          <w:p w:rsidR="007C08D3" w:rsidRPr="00C92D70" w:rsidRDefault="007C08D3" w:rsidP="00BC7260">
            <w:pPr>
              <w:pStyle w:val="ConsPlusNormal"/>
              <w:ind w:firstLine="0"/>
              <w:jc w:val="center"/>
              <w:rPr>
                <w:rFonts w:ascii="Times New Roman" w:hAnsi="Times New Roman" w:cs="Times New Roman"/>
              </w:rPr>
            </w:pPr>
            <w:r w:rsidRPr="00C92D70">
              <w:rPr>
                <w:rFonts w:ascii="Times New Roman" w:hAnsi="Times New Roman" w:cs="Times New Roman"/>
              </w:rPr>
              <w:t>35</w:t>
            </w:r>
          </w:p>
          <w:p w:rsidR="007C08D3" w:rsidRPr="00C92D70" w:rsidRDefault="007C08D3" w:rsidP="00BC7260">
            <w:pPr>
              <w:pStyle w:val="ConsPlusNormal"/>
              <w:ind w:firstLine="0"/>
              <w:jc w:val="center"/>
              <w:rPr>
                <w:rFonts w:ascii="Times New Roman" w:hAnsi="Times New Roman" w:cs="Times New Roman"/>
              </w:rPr>
            </w:pPr>
          </w:p>
          <w:p w:rsidR="007C08D3" w:rsidRPr="00C92D70" w:rsidRDefault="007C08D3" w:rsidP="00BC7260">
            <w:pPr>
              <w:pStyle w:val="ConsPlusNormal"/>
              <w:ind w:firstLine="0"/>
              <w:jc w:val="center"/>
              <w:rPr>
                <w:rFonts w:ascii="Times New Roman" w:hAnsi="Times New Roman" w:cs="Times New Roman"/>
              </w:rPr>
            </w:pPr>
            <w:r w:rsidRPr="00C92D70">
              <w:rPr>
                <w:rFonts w:ascii="Times New Roman" w:hAnsi="Times New Roman" w:cs="Times New Roman"/>
              </w:rPr>
              <w:t>40</w:t>
            </w:r>
          </w:p>
          <w:p w:rsidR="007C08D3" w:rsidRPr="00C92D70" w:rsidRDefault="007C08D3" w:rsidP="00BC7260">
            <w:pPr>
              <w:pStyle w:val="ConsPlusNormal"/>
              <w:ind w:firstLine="0"/>
              <w:jc w:val="center"/>
              <w:rPr>
                <w:rFonts w:ascii="Times New Roman" w:hAnsi="Times New Roman" w:cs="Times New Roman"/>
              </w:rPr>
            </w:pPr>
          </w:p>
          <w:p w:rsidR="007C08D3" w:rsidRPr="00C92D70" w:rsidRDefault="007C08D3" w:rsidP="00BC7260">
            <w:pPr>
              <w:pStyle w:val="ConsPlusNormal"/>
              <w:ind w:firstLine="0"/>
              <w:jc w:val="center"/>
              <w:rPr>
                <w:rFonts w:ascii="Times New Roman" w:hAnsi="Times New Roman" w:cs="Times New Roman"/>
              </w:rPr>
            </w:pPr>
            <w:r w:rsidRPr="00C92D70">
              <w:rPr>
                <w:rFonts w:ascii="Times New Roman" w:hAnsi="Times New Roman" w:cs="Times New Roman"/>
              </w:rPr>
              <w:t>54</w:t>
            </w:r>
          </w:p>
          <w:p w:rsidR="007C08D3" w:rsidRPr="00C92D70" w:rsidRDefault="007C08D3" w:rsidP="00BC7260">
            <w:pPr>
              <w:pStyle w:val="ConsPlusNormal"/>
              <w:ind w:firstLine="0"/>
              <w:jc w:val="center"/>
              <w:rPr>
                <w:rFonts w:ascii="Times New Roman" w:hAnsi="Times New Roman" w:cs="Times New Roman"/>
              </w:rPr>
            </w:pPr>
            <w:r w:rsidRPr="00C92D70">
              <w:rPr>
                <w:rFonts w:ascii="Times New Roman" w:hAnsi="Times New Roman" w:cs="Times New Roman"/>
              </w:rPr>
              <w:t>27</w:t>
            </w:r>
          </w:p>
          <w:p w:rsidR="007C08D3" w:rsidRPr="00C92D70" w:rsidRDefault="007C08D3" w:rsidP="00BC7260">
            <w:pPr>
              <w:pStyle w:val="ConsPlusNormal"/>
              <w:ind w:firstLine="0"/>
              <w:jc w:val="center"/>
              <w:rPr>
                <w:rFonts w:ascii="Times New Roman" w:hAnsi="Times New Roman" w:cs="Times New Roman"/>
              </w:rPr>
            </w:pPr>
            <w:r w:rsidRPr="00C92D70">
              <w:rPr>
                <w:rFonts w:ascii="Times New Roman" w:hAnsi="Times New Roman" w:cs="Times New Roman"/>
              </w:rPr>
              <w:t>25</w:t>
            </w:r>
          </w:p>
        </w:tc>
      </w:tr>
    </w:tbl>
    <w:p w:rsidR="007C08D3" w:rsidRPr="00C92D70" w:rsidRDefault="007C08D3" w:rsidP="00DE43E9">
      <w:pPr>
        <w:pStyle w:val="ConsPlusNormal"/>
        <w:widowControl/>
        <w:ind w:firstLine="540"/>
        <w:rPr>
          <w:rFonts w:ascii="Times New Roman" w:hAnsi="Times New Roman" w:cs="Times New Roman"/>
        </w:rPr>
      </w:pPr>
      <w:r w:rsidRPr="00C92D70">
        <w:rPr>
          <w:rFonts w:ascii="Times New Roman" w:hAnsi="Times New Roman" w:cs="Times New Roman"/>
        </w:rPr>
        <w:t>Примечания:</w:t>
      </w:r>
    </w:p>
    <w:p w:rsidR="007C08D3" w:rsidRPr="00C92D70" w:rsidRDefault="007C08D3" w:rsidP="00DE43E9">
      <w:pPr>
        <w:pStyle w:val="ConsPlusNormal"/>
        <w:widowControl/>
        <w:ind w:firstLine="540"/>
        <w:rPr>
          <w:rFonts w:ascii="Times New Roman" w:hAnsi="Times New Roman" w:cs="Times New Roman"/>
        </w:rPr>
      </w:pPr>
      <w:r w:rsidRPr="00C92D70">
        <w:rPr>
          <w:rFonts w:ascii="Times New Roman" w:hAnsi="Times New Roman" w:cs="Times New Roman"/>
        </w:rPr>
        <w:t>1. Минимальную плотность застройки допускается уменьшать, но не более чем на 10% установленной настоящим приложением, при строительстве сельскохозяйственных предприятий на площадке с уклоном свыше 3%, просадочных грунтах и в сложных инженерно-геологических условиях.</w:t>
      </w:r>
    </w:p>
    <w:p w:rsidR="007C08D3" w:rsidRPr="00C92D70" w:rsidRDefault="007C08D3" w:rsidP="00DE43E9">
      <w:pPr>
        <w:pStyle w:val="ConsPlusNormal"/>
        <w:widowControl/>
        <w:ind w:firstLine="540"/>
        <w:rPr>
          <w:rFonts w:ascii="Times New Roman" w:hAnsi="Times New Roman" w:cs="Times New Roman"/>
        </w:rPr>
      </w:pPr>
      <w:r w:rsidRPr="00C92D70">
        <w:rPr>
          <w:rFonts w:ascii="Times New Roman" w:hAnsi="Times New Roman" w:cs="Times New Roman"/>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1/10 установленной настоящим приложением.</w:t>
      </w:r>
    </w:p>
    <w:p w:rsidR="007C08D3" w:rsidRPr="00C92D70" w:rsidRDefault="007C08D3" w:rsidP="00DE43E9">
      <w:pPr>
        <w:pStyle w:val="ConsPlusNormal"/>
        <w:widowControl/>
        <w:ind w:firstLine="540"/>
        <w:rPr>
          <w:rFonts w:ascii="Times New Roman" w:hAnsi="Times New Roman" w:cs="Times New Roman"/>
        </w:rPr>
      </w:pPr>
      <w:r w:rsidRPr="00C92D70">
        <w:rPr>
          <w:rFonts w:ascii="Times New Roman" w:hAnsi="Times New Roman" w:cs="Times New Roman"/>
        </w:rPr>
        <w:t>3.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7C08D3" w:rsidRPr="00C92D70" w:rsidRDefault="007C08D3" w:rsidP="00DE43E9">
      <w:pPr>
        <w:pStyle w:val="ConsPlusNormal"/>
        <w:widowControl/>
        <w:ind w:firstLine="540"/>
        <w:rPr>
          <w:rFonts w:ascii="Times New Roman" w:hAnsi="Times New Roman" w:cs="Times New Roman"/>
        </w:rPr>
      </w:pPr>
      <w:r w:rsidRPr="00C92D70">
        <w:rPr>
          <w:rFonts w:ascii="Times New Roman" w:hAnsi="Times New Roman" w:cs="Times New Roman"/>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7C08D3" w:rsidRPr="00C92D70" w:rsidRDefault="007C08D3" w:rsidP="00DE43E9">
      <w:pPr>
        <w:pStyle w:val="ConsPlusNormal"/>
        <w:widowControl/>
        <w:ind w:firstLine="540"/>
        <w:rPr>
          <w:rFonts w:ascii="Times New Roman" w:hAnsi="Times New Roman" w:cs="Times New Roman"/>
        </w:rPr>
      </w:pPr>
      <w:r w:rsidRPr="00C92D70">
        <w:rPr>
          <w:rFonts w:ascii="Times New Roman" w:hAnsi="Times New Roman" w:cs="Times New Roman"/>
        </w:rPr>
        <w:t>4.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7C08D3" w:rsidRPr="00C92D70" w:rsidRDefault="007C08D3" w:rsidP="00DE43E9">
      <w:pPr>
        <w:pStyle w:val="ConsPlusNormal"/>
        <w:widowControl/>
        <w:ind w:firstLine="540"/>
        <w:rPr>
          <w:rFonts w:ascii="Times New Roman" w:hAnsi="Times New Roman" w:cs="Times New Roman"/>
        </w:rPr>
      </w:pPr>
      <w:r w:rsidRPr="00C92D70">
        <w:rPr>
          <w:rFonts w:ascii="Times New Roman" w:hAnsi="Times New Roman" w:cs="Times New Roman"/>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7C08D3" w:rsidRPr="00C92D70" w:rsidRDefault="007C08D3" w:rsidP="00DE43E9">
      <w:pPr>
        <w:pStyle w:val="ConsPlusNormal"/>
        <w:widowControl/>
        <w:ind w:firstLine="540"/>
        <w:rPr>
          <w:rFonts w:ascii="Times New Roman" w:hAnsi="Times New Roman" w:cs="Times New Roman"/>
        </w:rPr>
      </w:pPr>
      <w:r w:rsidRPr="00C92D70">
        <w:rPr>
          <w:rFonts w:ascii="Times New Roman" w:hAnsi="Times New Roman" w:cs="Times New Roman"/>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7C08D3" w:rsidRPr="00C92D70" w:rsidRDefault="007C08D3" w:rsidP="00DE43E9">
      <w:pPr>
        <w:pStyle w:val="ConsPlusNormal"/>
        <w:widowControl/>
        <w:ind w:firstLine="540"/>
        <w:rPr>
          <w:rFonts w:ascii="Times New Roman" w:hAnsi="Times New Roman" w:cs="Times New Roman"/>
        </w:rPr>
      </w:pPr>
      <w:r w:rsidRPr="00C92D70">
        <w:rPr>
          <w:rFonts w:ascii="Times New Roman" w:hAnsi="Times New Roman" w:cs="Times New Roman"/>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7C08D3" w:rsidRPr="00C92D70" w:rsidRDefault="007C08D3" w:rsidP="0069531D">
      <w:pPr>
        <w:pStyle w:val="Heading1"/>
        <w:numPr>
          <w:ilvl w:val="0"/>
          <w:numId w:val="24"/>
        </w:numPr>
      </w:pPr>
      <w:bookmarkStart w:id="48" w:name="_Toc393383995"/>
      <w:r w:rsidRPr="00C92D70">
        <w:t>Нормативы обеспеченности организации в границах муниципального района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муниципального района, а также организации отдыха детей в каникулярное время.</w:t>
      </w:r>
      <w:bookmarkEnd w:id="48"/>
    </w:p>
    <w:p w:rsidR="007C08D3" w:rsidRPr="00231F0D" w:rsidRDefault="007C08D3" w:rsidP="004F46C7">
      <w:pPr>
        <w:pStyle w:val="Heading2"/>
        <w:numPr>
          <w:ilvl w:val="1"/>
          <w:numId w:val="24"/>
        </w:numPr>
        <w:jc w:val="center"/>
      </w:pPr>
      <w:bookmarkStart w:id="49" w:name="_Toc393383996"/>
      <w:r w:rsidRPr="00C92D70">
        <w:t>Дошкольные образовательные организации</w:t>
      </w:r>
      <w:bookmarkEnd w:id="49"/>
    </w:p>
    <w:p w:rsidR="007C08D3" w:rsidRPr="00C92D70" w:rsidRDefault="007C08D3" w:rsidP="00231F0D">
      <w:pPr>
        <w:pStyle w:val="a4"/>
      </w:pPr>
      <w:r w:rsidRPr="00C92D70">
        <w:t>Нормативы обеспеченности дошкольными образовательными организациями приняты в соответствии со СНиП 2.07.01-89* «Градостроительство. Планировка и застройка городских и сельских поселений» и устанавливаются в зависимости от демографической структуры населения муниципального образования, принимая расчетный уровень охвата детей дошкольного возраста (от 1,5 до 7 лет):</w:t>
      </w:r>
    </w:p>
    <w:p w:rsidR="007C08D3" w:rsidRPr="00C92D70" w:rsidRDefault="007C08D3" w:rsidP="00231F0D">
      <w:pPr>
        <w:pStyle w:val="1"/>
        <w:numPr>
          <w:ilvl w:val="0"/>
          <w:numId w:val="14"/>
        </w:numPr>
        <w:spacing w:after="0"/>
        <w:ind w:left="0"/>
      </w:pPr>
      <w:r w:rsidRPr="00C92D70">
        <w:t>в городах – 85-100%, в том числе:</w:t>
      </w:r>
    </w:p>
    <w:p w:rsidR="007C08D3" w:rsidRPr="00C92D70" w:rsidRDefault="007C08D3" w:rsidP="00231F0D">
      <w:pPr>
        <w:pStyle w:val="List"/>
        <w:spacing w:after="0"/>
      </w:pPr>
      <w:r w:rsidRPr="00C92D70">
        <w:t>общего типа – 70-82%;</w:t>
      </w:r>
    </w:p>
    <w:p w:rsidR="007C08D3" w:rsidRPr="00C92D70" w:rsidRDefault="007C08D3" w:rsidP="00231F0D">
      <w:pPr>
        <w:pStyle w:val="List"/>
        <w:spacing w:after="0"/>
      </w:pPr>
      <w:r w:rsidRPr="00C92D70">
        <w:t>специализированного – 3-4%;</w:t>
      </w:r>
    </w:p>
    <w:p w:rsidR="007C08D3" w:rsidRPr="00C92D70" w:rsidRDefault="007C08D3" w:rsidP="00231F0D">
      <w:pPr>
        <w:pStyle w:val="List"/>
        <w:spacing w:after="0"/>
      </w:pPr>
      <w:r w:rsidRPr="00C92D70">
        <w:t>оздоровительного – 12-14%.</w:t>
      </w:r>
    </w:p>
    <w:p w:rsidR="007C08D3" w:rsidRPr="00C92D70" w:rsidRDefault="007C08D3" w:rsidP="00231F0D">
      <w:pPr>
        <w:pStyle w:val="1"/>
        <w:numPr>
          <w:ilvl w:val="0"/>
          <w:numId w:val="14"/>
        </w:numPr>
        <w:spacing w:after="0"/>
        <w:ind w:left="0"/>
      </w:pPr>
      <w:r w:rsidRPr="00C92D70">
        <w:t>в сельской местности – 85% в том числе:</w:t>
      </w:r>
    </w:p>
    <w:p w:rsidR="007C08D3" w:rsidRPr="00C92D70" w:rsidRDefault="007C08D3" w:rsidP="00231F0D">
      <w:pPr>
        <w:pStyle w:val="List"/>
        <w:spacing w:after="0"/>
      </w:pPr>
      <w:r w:rsidRPr="00C92D70">
        <w:t>общего типа – 70%;</w:t>
      </w:r>
    </w:p>
    <w:p w:rsidR="007C08D3" w:rsidRPr="00C92D70" w:rsidRDefault="007C08D3" w:rsidP="00231F0D">
      <w:pPr>
        <w:pStyle w:val="List"/>
        <w:spacing w:after="0"/>
      </w:pPr>
      <w:r w:rsidRPr="00C92D70">
        <w:t>специализированного – 3%;</w:t>
      </w:r>
    </w:p>
    <w:p w:rsidR="007C08D3" w:rsidRPr="00C92D70" w:rsidRDefault="007C08D3" w:rsidP="00231F0D">
      <w:pPr>
        <w:pStyle w:val="List"/>
        <w:spacing w:after="0"/>
      </w:pPr>
      <w:r w:rsidRPr="00C92D70">
        <w:t>оздоровительного – 12%.</w:t>
      </w:r>
    </w:p>
    <w:p w:rsidR="007C08D3" w:rsidRPr="00C92D70" w:rsidRDefault="007C08D3" w:rsidP="00231F0D">
      <w:pPr>
        <w:pStyle w:val="a4"/>
      </w:pPr>
      <w:r w:rsidRPr="00C92D70">
        <w:t>При отсутствии данных по демографии на территории жилой застройки следует размещать дошкольные образовательные организации из расчета не более 100 мест на 1 тыс. человек.</w:t>
      </w:r>
    </w:p>
    <w:p w:rsidR="007C08D3" w:rsidRPr="00C92D70" w:rsidRDefault="007C08D3" w:rsidP="00231F0D">
      <w:pPr>
        <w:pStyle w:val="a4"/>
      </w:pPr>
      <w:r w:rsidRPr="00C92D70">
        <w:t>Для городских населенных пунктов норматив обеспеченности принят с возможностью увеличения его до 100%-ного охвата детей дошкольного возраста на основании анализа сложившегося уровня обеспеченности дошкольными образовательными организациями (на момент разработки проекта РНГП Красноярского края в части муниципальных образований охват детей от 1,5 до 7 лет местами в дошкольных образовательных организациях составил более 85%).</w:t>
      </w:r>
    </w:p>
    <w:p w:rsidR="007C08D3" w:rsidRPr="00C92D70" w:rsidRDefault="007C08D3" w:rsidP="00231F0D">
      <w:pPr>
        <w:pStyle w:val="a4"/>
      </w:pPr>
      <w:r w:rsidRPr="00C92D70">
        <w:t>Нормативы размеров земельных участков дошкольных образовательных организаций приняты в соответствии со СНиП 2.07.01-89* «Градостроительство. Планировка и застройка городских и сельских поселений» при вместимости:</w:t>
      </w:r>
    </w:p>
    <w:p w:rsidR="007C08D3" w:rsidRPr="00C92D70" w:rsidRDefault="007C08D3" w:rsidP="00231F0D">
      <w:pPr>
        <w:pStyle w:val="List"/>
        <w:spacing w:after="0"/>
      </w:pPr>
      <w:r w:rsidRPr="00C92D70">
        <w:t>до 100 мест – 40 кв. м на 1 место;</w:t>
      </w:r>
    </w:p>
    <w:p w:rsidR="007C08D3" w:rsidRPr="00C92D70" w:rsidRDefault="007C08D3" w:rsidP="00231F0D">
      <w:pPr>
        <w:pStyle w:val="List"/>
        <w:spacing w:after="0"/>
      </w:pPr>
      <w:r w:rsidRPr="00C92D70">
        <w:t>свыше 100 мест – 35 кв. м на 1 место;</w:t>
      </w:r>
    </w:p>
    <w:p w:rsidR="007C08D3" w:rsidRPr="00C92D70" w:rsidRDefault="007C08D3" w:rsidP="00231F0D">
      <w:pPr>
        <w:pStyle w:val="List"/>
        <w:spacing w:after="0"/>
      </w:pPr>
      <w:r w:rsidRPr="00C92D70">
        <w:t>в комплексе яслей-садов свыше 500 мест размер земельного участка принимать 30 кв. м на 1 место.</w:t>
      </w:r>
    </w:p>
    <w:p w:rsidR="007C08D3" w:rsidRPr="00C92D70" w:rsidRDefault="007C08D3" w:rsidP="00231F0D">
      <w:pPr>
        <w:pStyle w:val="a4"/>
      </w:pPr>
      <w:r w:rsidRPr="00C92D70">
        <w:t>Для встроенного здания дошкольной образовательной организации при его вместимости более 100 мест размер земельного участка принимать не менее 29 кв. м на 1 место.</w:t>
      </w:r>
    </w:p>
    <w:p w:rsidR="007C08D3" w:rsidRPr="00C92D70" w:rsidRDefault="007C08D3" w:rsidP="00231F0D">
      <w:pPr>
        <w:pStyle w:val="a4"/>
      </w:pPr>
      <w:r w:rsidRPr="00C92D70">
        <w:t>Данный норматив был установлен СанПиН 2.4.1.1249-03 «Санитарно-эпидемиологические требования к устройству, содержанию и организации режима работы дошкольных образовательных учреждений», который утратил силу 01.10.2010 г. Проектом Региональных нормативов градостроительного проектирования Красноярского края предложено сохранение данного норматива в связи с его актуальностью для проектируемой территории.</w:t>
      </w:r>
    </w:p>
    <w:p w:rsidR="007C08D3" w:rsidRPr="00C92D70" w:rsidRDefault="007C08D3" w:rsidP="00231F0D">
      <w:pPr>
        <w:pStyle w:val="a4"/>
      </w:pPr>
      <w:r w:rsidRPr="00C92D70">
        <w:t>В соответствии со СНиП 2.07.01-89* «Градостроительство. Планировка и застройка городских и сельских поселений» размеры земельных участков могут быть уменьшены:</w:t>
      </w:r>
    </w:p>
    <w:p w:rsidR="007C08D3" w:rsidRPr="00C92D70" w:rsidRDefault="007C08D3" w:rsidP="00231F0D">
      <w:pPr>
        <w:pStyle w:val="List"/>
        <w:spacing w:after="0"/>
      </w:pPr>
      <w:r w:rsidRPr="00C92D70">
        <w:t>на 25% - в условиях реконструкции;</w:t>
      </w:r>
    </w:p>
    <w:p w:rsidR="007C08D3" w:rsidRPr="00C92D70" w:rsidRDefault="007C08D3" w:rsidP="00231F0D">
      <w:pPr>
        <w:pStyle w:val="List"/>
        <w:spacing w:after="0"/>
      </w:pPr>
      <w:r w:rsidRPr="00C92D70">
        <w:t xml:space="preserve">на 15% - при размещении на рельефе с уклоном более 20%. </w:t>
      </w:r>
    </w:p>
    <w:p w:rsidR="007C08D3" w:rsidRPr="00C92D70" w:rsidRDefault="007C08D3" w:rsidP="00231F0D">
      <w:pPr>
        <w:pStyle w:val="a4"/>
      </w:pPr>
      <w:r w:rsidRPr="00C92D70">
        <w:t>Площадь групповой площадки для ясельного возраста следует принимать 7,5 кв. м на 1 место. Игровые площадки для детей дошкольного возраста допускается размещать за пределами дошкольных образовательных организаций общего типа.</w:t>
      </w:r>
    </w:p>
    <w:p w:rsidR="007C08D3" w:rsidRPr="00C92D70" w:rsidRDefault="007C08D3" w:rsidP="00231F0D">
      <w:pPr>
        <w:pStyle w:val="a4"/>
      </w:pPr>
      <w:r w:rsidRPr="00C92D70">
        <w:t>Максимальная рекомендуемая вместимость дошкольных образовательных организаций в отдельно стоящих зданиях – 350 мест.</w:t>
      </w:r>
    </w:p>
    <w:p w:rsidR="007C08D3" w:rsidRPr="00C92D70" w:rsidRDefault="007C08D3" w:rsidP="00231F0D">
      <w:pPr>
        <w:pStyle w:val="a4"/>
      </w:pPr>
      <w:r w:rsidRPr="00C92D70">
        <w:t>Данный норматив был установлен СанПиН 2.4.1.2660-10 «Санитарно-эпидемиологические требования к устройству и содержанию и организации режима работы в дошкольных организациях», который утратил силу 29.07.2013 г. Проектом Региональных нормативов градостроительного проектирования Красноярского края предложено сохранение данного норматива в связи с его актуальностью для проектируемой территории.</w:t>
      </w:r>
    </w:p>
    <w:p w:rsidR="007C08D3" w:rsidRPr="005B3343" w:rsidRDefault="007C08D3" w:rsidP="004F46C7">
      <w:pPr>
        <w:pStyle w:val="Heading2"/>
        <w:numPr>
          <w:ilvl w:val="1"/>
          <w:numId w:val="24"/>
        </w:numPr>
        <w:jc w:val="center"/>
      </w:pPr>
      <w:bookmarkStart w:id="50" w:name="_Toc393383997"/>
      <w:r w:rsidRPr="00C92D70">
        <w:t>Общеобразовательные организации</w:t>
      </w:r>
      <w:bookmarkEnd w:id="50"/>
    </w:p>
    <w:p w:rsidR="007C08D3" w:rsidRPr="00C92D70" w:rsidRDefault="007C08D3" w:rsidP="001273E0">
      <w:pPr>
        <w:pStyle w:val="a4"/>
      </w:pPr>
      <w:r w:rsidRPr="00C92D70">
        <w:t>Нормативы обеспеченности общеобразовательными организациями приняты в соответствии со СНиП 2.07.01-89* «Градостроительство. Планировка и застройка городских и сельских поселений» – 100% охват детей основным общим образованием (1-9 классы – от 6,5 до 16 лет) и 75% охват детей средним общим образованием (10-11 классы – от 16 до 18) при обучении в одну смену.</w:t>
      </w:r>
    </w:p>
    <w:p w:rsidR="007C08D3" w:rsidRPr="00C92D70" w:rsidRDefault="007C08D3" w:rsidP="001273E0">
      <w:pPr>
        <w:pStyle w:val="a4"/>
      </w:pPr>
      <w:r w:rsidRPr="00C92D70">
        <w:t>При отсутствии данных по демографии и в поселениях-новостройках норматив принимать не менее 180 учащихся на 1 тыс. человек.</w:t>
      </w:r>
    </w:p>
    <w:p w:rsidR="007C08D3" w:rsidRPr="00C92D70" w:rsidRDefault="007C08D3" w:rsidP="001273E0">
      <w:pPr>
        <w:pStyle w:val="a4"/>
      </w:pPr>
      <w:r w:rsidRPr="00C92D70">
        <w:t>Нормативы размеров земельных участков общеобразовательных организаций приняты в соответствии со СНиП 2.07.01-89* «Градостроительство. Планировка и застройка городских и сельских поселений» при вместимости:</w:t>
      </w:r>
    </w:p>
    <w:p w:rsidR="007C08D3" w:rsidRPr="00C92D70" w:rsidRDefault="007C08D3" w:rsidP="001273E0">
      <w:pPr>
        <w:pStyle w:val="List"/>
        <w:spacing w:after="0"/>
      </w:pPr>
      <w:r w:rsidRPr="00C92D70">
        <w:t>до 400 учащихся – 50 кв. м на 1 учащегося;</w:t>
      </w:r>
    </w:p>
    <w:p w:rsidR="007C08D3" w:rsidRPr="00C92D70" w:rsidRDefault="007C08D3" w:rsidP="001273E0">
      <w:pPr>
        <w:pStyle w:val="List"/>
        <w:spacing w:after="0"/>
      </w:pPr>
      <w:r w:rsidRPr="00C92D70">
        <w:t>400-500 учащихся – 60 кв. м на 1 учащегося;</w:t>
      </w:r>
    </w:p>
    <w:p w:rsidR="007C08D3" w:rsidRPr="00C92D70" w:rsidRDefault="007C08D3" w:rsidP="001273E0">
      <w:pPr>
        <w:pStyle w:val="List"/>
        <w:spacing w:after="0"/>
      </w:pPr>
      <w:r w:rsidRPr="00C92D70">
        <w:t>500-600 учащихся – 50 кв. м на 1 учащегося;</w:t>
      </w:r>
    </w:p>
    <w:p w:rsidR="007C08D3" w:rsidRPr="00C92D70" w:rsidRDefault="007C08D3" w:rsidP="001273E0">
      <w:pPr>
        <w:pStyle w:val="List"/>
        <w:spacing w:after="0"/>
      </w:pPr>
      <w:r w:rsidRPr="00C92D70">
        <w:t>600-800 учащихся – 40 кв. м на 1 учащегося;</w:t>
      </w:r>
    </w:p>
    <w:p w:rsidR="007C08D3" w:rsidRPr="00C92D70" w:rsidRDefault="007C08D3" w:rsidP="001273E0">
      <w:pPr>
        <w:pStyle w:val="List"/>
        <w:spacing w:after="0"/>
      </w:pPr>
      <w:r w:rsidRPr="00C92D70">
        <w:t>800-1100 учащихся – 33 кв. м на 1 учащегося;</w:t>
      </w:r>
    </w:p>
    <w:p w:rsidR="007C08D3" w:rsidRPr="00C92D70" w:rsidRDefault="007C08D3" w:rsidP="001273E0">
      <w:pPr>
        <w:pStyle w:val="List"/>
        <w:spacing w:after="0"/>
      </w:pPr>
      <w:r w:rsidRPr="00C92D70">
        <w:t>1100-1500 учащихся – 21 кв. м на 1 учащегося;</w:t>
      </w:r>
    </w:p>
    <w:p w:rsidR="007C08D3" w:rsidRPr="00C92D70" w:rsidRDefault="007C08D3" w:rsidP="001273E0">
      <w:pPr>
        <w:pStyle w:val="List"/>
        <w:spacing w:after="0"/>
      </w:pPr>
      <w:r w:rsidRPr="00C92D70">
        <w:t>1500-2000 учащихся – 17 кв. м на 1 учащегося;</w:t>
      </w:r>
    </w:p>
    <w:p w:rsidR="007C08D3" w:rsidRPr="00C92D70" w:rsidRDefault="007C08D3" w:rsidP="001273E0">
      <w:pPr>
        <w:pStyle w:val="List"/>
        <w:spacing w:after="0"/>
      </w:pPr>
      <w:r w:rsidRPr="00C92D70">
        <w:t>свыше 2000 учащихся – 16 кв. м на 1 учащегося.</w:t>
      </w:r>
    </w:p>
    <w:p w:rsidR="007C08D3" w:rsidRPr="00C92D70" w:rsidRDefault="007C08D3" w:rsidP="001273E0">
      <w:pPr>
        <w:pStyle w:val="a4"/>
      </w:pPr>
      <w:r w:rsidRPr="00C92D70">
        <w:t>Размеры земельных участков могут быть уменьшены на 20% – в условиях реконструкции.</w:t>
      </w:r>
    </w:p>
    <w:p w:rsidR="007C08D3" w:rsidRPr="00C92D70" w:rsidRDefault="007C08D3" w:rsidP="001273E0">
      <w:pPr>
        <w:pStyle w:val="a4"/>
      </w:pPr>
      <w:r w:rsidRPr="00C92D70">
        <w:t>В соответствии со СНиП 2.07.01-89* «Градостроительство. Планировка и застройка городских и сельских поселений» пути подходов учащихся к общеобразовательным организациям с начальными классами не должны пересекать проезжую часть магистральных улиц в одном уровне.</w:t>
      </w:r>
    </w:p>
    <w:p w:rsidR="007C08D3" w:rsidRPr="00C92D70" w:rsidRDefault="007C08D3" w:rsidP="001273E0">
      <w:pPr>
        <w:pStyle w:val="a4"/>
      </w:pPr>
      <w:r w:rsidRPr="00C92D70">
        <w:t>При расстояниях, свыше указанных, для обучающихся общеобразовательных организаций, расположенных в сельской местности, необходимо обеспечивать транспортное обслуживание до общеобразовательной организации и обратно. Время в пути не должно превышать 30 минут в одну сторону.</w:t>
      </w:r>
    </w:p>
    <w:p w:rsidR="007C08D3" w:rsidRPr="00C92D70" w:rsidRDefault="007C08D3" w:rsidP="001273E0">
      <w:pPr>
        <w:pStyle w:val="a4"/>
      </w:pPr>
      <w:r w:rsidRPr="00C92D70">
        <w:t>Подвоз осуществляется специально выделенным транспортом, предназначенным для перевозки детей.</w:t>
      </w:r>
    </w:p>
    <w:p w:rsidR="007C08D3" w:rsidRPr="00C92D70" w:rsidRDefault="007C08D3" w:rsidP="005B3343">
      <w:pPr>
        <w:pStyle w:val="a4"/>
      </w:pPr>
      <w:r w:rsidRPr="00C92D70">
        <w:t>Рекомендуется для обучающихся, проживающих на расстоянии свыше предельно допустимого транспортного обслуживания, предусматривать интернат при общеобразовательной организации.</w:t>
      </w:r>
    </w:p>
    <w:p w:rsidR="007C08D3" w:rsidRPr="005B3343" w:rsidRDefault="007C08D3" w:rsidP="004D7577">
      <w:pPr>
        <w:pStyle w:val="Heading2"/>
        <w:numPr>
          <w:ilvl w:val="1"/>
          <w:numId w:val="24"/>
        </w:numPr>
        <w:jc w:val="center"/>
      </w:pPr>
      <w:bookmarkStart w:id="51" w:name="_Toc393383998"/>
      <w:r w:rsidRPr="00C92D70">
        <w:t>Организации дополнительного образования</w:t>
      </w:r>
      <w:bookmarkEnd w:id="51"/>
    </w:p>
    <w:p w:rsidR="007C08D3" w:rsidRPr="00C92D70" w:rsidRDefault="007C08D3" w:rsidP="005B3343">
      <w:pPr>
        <w:pStyle w:val="a4"/>
      </w:pPr>
      <w:r w:rsidRPr="00C92D70">
        <w:t>Нормативы обеспеченности организациями дополнительного образования приняты в соответствии со СНиП 2.07.01-89* «Градостроительство. Планировка и застройка городских и сельских поселений» – 10% общего числа школьников, в том числе по видам зданий:</w:t>
      </w:r>
    </w:p>
    <w:p w:rsidR="007C08D3" w:rsidRPr="00C92D70" w:rsidRDefault="007C08D3" w:rsidP="005B3343">
      <w:pPr>
        <w:pStyle w:val="List"/>
        <w:spacing w:after="0"/>
      </w:pPr>
      <w:r w:rsidRPr="00C92D70">
        <w:t>дворец (дом) творчества школьников – 3,3%;</w:t>
      </w:r>
    </w:p>
    <w:p w:rsidR="007C08D3" w:rsidRPr="00C92D70" w:rsidRDefault="007C08D3" w:rsidP="005B3343">
      <w:pPr>
        <w:pStyle w:val="List"/>
        <w:spacing w:after="0"/>
      </w:pPr>
      <w:r w:rsidRPr="00C92D70">
        <w:t>станция юных техников – 0,9%;</w:t>
      </w:r>
    </w:p>
    <w:p w:rsidR="007C08D3" w:rsidRPr="00C92D70" w:rsidRDefault="007C08D3" w:rsidP="005B3343">
      <w:pPr>
        <w:pStyle w:val="List"/>
        <w:spacing w:after="0"/>
      </w:pPr>
      <w:r w:rsidRPr="00C92D70">
        <w:t>станция юных натуралистов – 0,4%;</w:t>
      </w:r>
    </w:p>
    <w:p w:rsidR="007C08D3" w:rsidRPr="00C92D70" w:rsidRDefault="007C08D3" w:rsidP="005B3343">
      <w:pPr>
        <w:pStyle w:val="List"/>
        <w:spacing w:after="0"/>
      </w:pPr>
      <w:r w:rsidRPr="00C92D70">
        <w:t>станция юных туристов – 0,4%;</w:t>
      </w:r>
    </w:p>
    <w:p w:rsidR="007C08D3" w:rsidRPr="00C92D70" w:rsidRDefault="007C08D3" w:rsidP="005B3343">
      <w:pPr>
        <w:pStyle w:val="List"/>
        <w:spacing w:after="0"/>
      </w:pPr>
      <w:r w:rsidRPr="00C92D70">
        <w:t>детско-юношеская спортивная школа – 2,3%;</w:t>
      </w:r>
    </w:p>
    <w:p w:rsidR="007C08D3" w:rsidRPr="00C92D70" w:rsidRDefault="007C08D3" w:rsidP="005B3343">
      <w:pPr>
        <w:pStyle w:val="List"/>
        <w:spacing w:after="0"/>
      </w:pPr>
      <w:r w:rsidRPr="00C92D70">
        <w:t>детская школа искусств или музыкальная, художественная, хореографическая школа – 2,7%.</w:t>
      </w:r>
    </w:p>
    <w:p w:rsidR="007C08D3" w:rsidRPr="00C92D70" w:rsidRDefault="007C08D3" w:rsidP="005B3343">
      <w:pPr>
        <w:pStyle w:val="a4"/>
      </w:pPr>
      <w:r w:rsidRPr="00C92D70">
        <w:t>Размеры земельных участков организаций дополнительного образования устанавливаются заданием на проектирование.</w:t>
      </w:r>
    </w:p>
    <w:p w:rsidR="007C08D3" w:rsidRPr="005B3343" w:rsidRDefault="007C08D3" w:rsidP="004D7577">
      <w:pPr>
        <w:pStyle w:val="Heading2"/>
        <w:numPr>
          <w:ilvl w:val="1"/>
          <w:numId w:val="24"/>
        </w:numPr>
        <w:jc w:val="center"/>
      </w:pPr>
      <w:bookmarkStart w:id="52" w:name="_Toc393383999"/>
      <w:r w:rsidRPr="00C92D70">
        <w:t>Межшкольные учебные комбинаты</w:t>
      </w:r>
      <w:bookmarkEnd w:id="52"/>
    </w:p>
    <w:p w:rsidR="007C08D3" w:rsidRPr="00C92D70" w:rsidRDefault="007C08D3" w:rsidP="001F1D6D">
      <w:pPr>
        <w:pStyle w:val="a4"/>
      </w:pPr>
      <w:r w:rsidRPr="00C92D70">
        <w:t>Норматив обеспеченности межшкольными учебными комбинатами принят в соответствии со СНиП 2.07.01-89* «Градостроительство. Планировка и застройка городских и сельских поселений» – 8% общего числа школьников 5-11 классов.</w:t>
      </w:r>
    </w:p>
    <w:p w:rsidR="007C08D3" w:rsidRPr="00C92D70" w:rsidRDefault="007C08D3" w:rsidP="001F1D6D">
      <w:pPr>
        <w:pStyle w:val="a4"/>
      </w:pPr>
      <w:r w:rsidRPr="00C92D70">
        <w:t>Норматив размера земельных участков межшкольных учебных комбинатов принят в соответствии со СНиП 2.07.01-89* «Градостроительство. Планировка и застройка городских и сельских поселений» – не менее 2 га на объект.</w:t>
      </w:r>
    </w:p>
    <w:p w:rsidR="007C08D3" w:rsidRPr="005B3343" w:rsidRDefault="007C08D3" w:rsidP="004D7577">
      <w:pPr>
        <w:pStyle w:val="Heading2"/>
        <w:numPr>
          <w:ilvl w:val="1"/>
          <w:numId w:val="24"/>
        </w:numPr>
        <w:jc w:val="center"/>
      </w:pPr>
      <w:bookmarkStart w:id="53" w:name="_Toc393384000"/>
      <w:r w:rsidRPr="00C92D70">
        <w:t>Детские оздоровительные лагеря</w:t>
      </w:r>
      <w:bookmarkEnd w:id="53"/>
    </w:p>
    <w:p w:rsidR="007C08D3" w:rsidRPr="00C92D70" w:rsidRDefault="007C08D3" w:rsidP="001F1D6D">
      <w:pPr>
        <w:pStyle w:val="a4"/>
      </w:pPr>
      <w:r w:rsidRPr="00C92D70">
        <w:t>Норматив обеспеченности детскими оздоровительными лагерями устанавливаются заданием на проектирование.</w:t>
      </w:r>
    </w:p>
    <w:p w:rsidR="007C08D3" w:rsidRPr="00C92D70" w:rsidRDefault="007C08D3" w:rsidP="001F1D6D">
      <w:pPr>
        <w:pStyle w:val="a4"/>
      </w:pPr>
      <w:r w:rsidRPr="00C92D70">
        <w:t>Нормативы размеров земельных участков детских оздоровительных лагерей приняты в соответствии со СНиП 2.07.01-89* «Градостроительство. Планировка и застройка городских и сельских поселений» – 200 кв. м на 1 место.</w:t>
      </w:r>
    </w:p>
    <w:p w:rsidR="007C08D3" w:rsidRPr="00C92D70" w:rsidRDefault="007C08D3" w:rsidP="00AE2D5B">
      <w:pPr>
        <w:pStyle w:val="Heading1"/>
        <w:numPr>
          <w:ilvl w:val="0"/>
          <w:numId w:val="24"/>
        </w:numPr>
      </w:pPr>
      <w:bookmarkStart w:id="54" w:name="_Toc393384001"/>
      <w:r w:rsidRPr="00C92D70">
        <w:t>Нормативы обеспеченности организации в границах муниципального района оказания (за исключением территорий поселений, включенных в утвержденный Правительством РФ перечень территорий, население которых обеспечивается медицинской помощью в медицинских учреждениях,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первичной медико-санитарной помощи в амбулаторно-поликлинических, стационарно-поликлинических и больничных учреждениях, скорой медицинской помощи (за исключением санитарно-авиационной), медицинской помощи женщинам в период беременности, во время и после родов.</w:t>
      </w:r>
      <w:bookmarkEnd w:id="54"/>
    </w:p>
    <w:p w:rsidR="007C08D3" w:rsidRPr="00490A5A" w:rsidRDefault="007C08D3" w:rsidP="004D7577">
      <w:pPr>
        <w:pStyle w:val="Heading2"/>
        <w:numPr>
          <w:ilvl w:val="1"/>
          <w:numId w:val="24"/>
        </w:numPr>
        <w:jc w:val="center"/>
      </w:pPr>
      <w:bookmarkStart w:id="55" w:name="_Toc393384002"/>
      <w:r w:rsidRPr="00C92D70">
        <w:t>Фельдшерско-акушерские пункты</w:t>
      </w:r>
      <w:bookmarkEnd w:id="55"/>
    </w:p>
    <w:p w:rsidR="007C08D3" w:rsidRPr="00C92D70" w:rsidRDefault="007C08D3" w:rsidP="00490A5A">
      <w:pPr>
        <w:pStyle w:val="a4"/>
      </w:pPr>
      <w:r w:rsidRPr="00C92D70">
        <w:t>Нормативы обеспеченности фельдшерско-акушерскими пунктами приняты в соответствии с Приказом Министерства здравоохранения и социального развития РФ от 1</w:t>
      </w:r>
      <w:r>
        <w:t>5.05.2012 №543</w:t>
      </w:r>
      <w:r w:rsidRPr="00C92D70">
        <w:t>н «Об утверждении положения об организации оказания первичной медико-санитарной помощи взрослому населению» – 1 объект для сельских населенных пунктов:</w:t>
      </w:r>
    </w:p>
    <w:p w:rsidR="007C08D3" w:rsidRPr="00C92D70" w:rsidRDefault="007C08D3" w:rsidP="00490A5A">
      <w:pPr>
        <w:pStyle w:val="List"/>
        <w:spacing w:after="0"/>
      </w:pPr>
      <w:r w:rsidRPr="00C92D70">
        <w:t>с численностью населения менее 300 человек – при удаленности от других лечебно-профилактических медицинских организаций 6 км;</w:t>
      </w:r>
    </w:p>
    <w:p w:rsidR="007C08D3" w:rsidRPr="00C92D70" w:rsidRDefault="007C08D3" w:rsidP="00490A5A">
      <w:pPr>
        <w:pStyle w:val="List"/>
        <w:spacing w:after="0"/>
      </w:pPr>
      <w:r w:rsidRPr="00C92D70">
        <w:t>с численностью населения от 300 до 700 человек – при удаленности от других лечебно-профилактических медицинских организаций 4 км;</w:t>
      </w:r>
    </w:p>
    <w:p w:rsidR="007C08D3" w:rsidRPr="00C92D70" w:rsidRDefault="007C08D3" w:rsidP="00490A5A">
      <w:pPr>
        <w:pStyle w:val="List"/>
        <w:spacing w:after="0"/>
      </w:pPr>
      <w:r w:rsidRPr="00C92D70">
        <w:t>с численностью населения более 700 человек – при удаленности от других лечебно-профилактических медицинских организаций 2 км.</w:t>
      </w:r>
    </w:p>
    <w:p w:rsidR="007C08D3" w:rsidRPr="00C92D70" w:rsidRDefault="007C08D3" w:rsidP="00490A5A">
      <w:pPr>
        <w:pStyle w:val="a4"/>
      </w:pPr>
      <w:r w:rsidRPr="00C92D70">
        <w:t>Нормативы размеров земельных участков приняты в соответствии со СНиП 2.07.01-89* «Градостроительство. Планировка и застройка городских и сельских поселений» – 0,2 га на объект.</w:t>
      </w:r>
    </w:p>
    <w:p w:rsidR="007C08D3" w:rsidRPr="00C92D70" w:rsidRDefault="007C08D3" w:rsidP="00490A5A">
      <w:pPr>
        <w:pStyle w:val="a4"/>
      </w:pPr>
      <w:r w:rsidRPr="00C92D70">
        <w:t>В соответствии с СанПиН 2.1.3.2630-10 «Санитарно-эпидемиологические требования к организациям, осуществляющим медицинскую деятельность» в жилых и общественных зданиях, при наличии отдельного входа, допускается размещать фельдшерско-акушерские пункты.</w:t>
      </w:r>
    </w:p>
    <w:p w:rsidR="007C08D3" w:rsidRPr="00490A5A" w:rsidRDefault="007C08D3" w:rsidP="004D7577">
      <w:pPr>
        <w:pStyle w:val="Heading2"/>
        <w:numPr>
          <w:ilvl w:val="1"/>
          <w:numId w:val="24"/>
        </w:numPr>
        <w:jc w:val="center"/>
      </w:pPr>
      <w:bookmarkStart w:id="56" w:name="_Toc393384003"/>
      <w:r w:rsidRPr="00C92D70">
        <w:t>Лечебно-профилактические медицинские организации, оказывающие медицинскую помощь в амбулаторных условиях</w:t>
      </w:r>
      <w:bookmarkEnd w:id="56"/>
    </w:p>
    <w:p w:rsidR="007C08D3" w:rsidRPr="00C92D70" w:rsidRDefault="007C08D3" w:rsidP="001F1D6D">
      <w:pPr>
        <w:pStyle w:val="a4"/>
      </w:pPr>
      <w:r w:rsidRPr="00C92D70">
        <w:t>Норматив обеспеченности населения лечебно-профилактическими медицинскими организациями, оказывающими медицинскую помощь в амбулаторных условиях, принят в соответствии с Распоряжением Правительства РФ от 03.07.1996 №1063-р «О социальных нормативах и нормах» – на уровне 18,15 посещений в смену на 1 тыс. человек.</w:t>
      </w:r>
    </w:p>
    <w:p w:rsidR="007C08D3" w:rsidRPr="00C92D70" w:rsidRDefault="007C08D3" w:rsidP="001F1D6D">
      <w:pPr>
        <w:pStyle w:val="a4"/>
      </w:pPr>
      <w:r w:rsidRPr="00C92D70">
        <w:t>Указанный норматив обеспеченности принимать в случае, если он не ниже норм, установленных Постановлением Правительства Красноярского края «Об утверждении территориальной программы государственных гарантий оказания населению Красноярского края бесплатной медицинской помощи».</w:t>
      </w:r>
    </w:p>
    <w:p w:rsidR="007C08D3" w:rsidRPr="00C92D70" w:rsidRDefault="007C08D3" w:rsidP="001F1D6D">
      <w:pPr>
        <w:pStyle w:val="a4"/>
      </w:pPr>
      <w:r w:rsidRPr="00C92D70">
        <w:t>Нормативы размеров земельных участков и размещения лечебно-профилактических медицинских организаций, оказывающих медицинскую помощь в амбулаторных условиях,  приняты в соответствии с СанПиН 2.1.3.2630-10 «Санитарно-эпидемиологические требования к организациям, осуществляющим медицинскую деятельность» – 0,1 га на 100 посещений в смену, но не менее 0,5 га на объект.</w:t>
      </w:r>
    </w:p>
    <w:p w:rsidR="007C08D3" w:rsidRPr="00C92D70" w:rsidRDefault="007C08D3" w:rsidP="001F1D6D">
      <w:pPr>
        <w:pStyle w:val="a4"/>
      </w:pPr>
      <w:r w:rsidRPr="00C92D70">
        <w:t>В жилых и общественных зданиях, при наличии отдельного входа, допускается размещать лечебно-профилактические медицинские организации, оказывающие медицинскую помощь в амбулаторных условиях, мощностью не более 100 посещений в смену.</w:t>
      </w:r>
    </w:p>
    <w:p w:rsidR="007C08D3" w:rsidRPr="00C92D70" w:rsidRDefault="007C08D3" w:rsidP="001F1D6D">
      <w:pPr>
        <w:pStyle w:val="a4"/>
      </w:pPr>
      <w:r w:rsidRPr="00C92D70">
        <w:t>Нормативы транспортной</w:t>
      </w:r>
      <w:r w:rsidRPr="00C92D70">
        <w:tab/>
        <w:t xml:space="preserve"> доступности лечебно-профилактических медицинских организаций, оказывающих медицинскую помощь в амбулаторных условиях, и их филиалов в сельской  местности  приняты в соответствии со СНиП 2.07.01-89* «Градостроительство. Планировка и застройка городских и сельских поселений» –  в  пределах  30 мин.</w:t>
      </w:r>
    </w:p>
    <w:p w:rsidR="007C08D3" w:rsidRPr="00C92D70" w:rsidRDefault="007C08D3" w:rsidP="001F1D6D">
      <w:pPr>
        <w:pStyle w:val="a4"/>
      </w:pPr>
    </w:p>
    <w:p w:rsidR="007C08D3" w:rsidRPr="00490A5A" w:rsidRDefault="007C08D3" w:rsidP="004D7577">
      <w:pPr>
        <w:pStyle w:val="Heading2"/>
        <w:numPr>
          <w:ilvl w:val="1"/>
          <w:numId w:val="24"/>
        </w:numPr>
        <w:jc w:val="center"/>
      </w:pPr>
      <w:bookmarkStart w:id="57" w:name="_Toc393384004"/>
      <w:r w:rsidRPr="00C92D70">
        <w:t>Лечебно-профилактические медицинские организации, оказывающие медицинскую помощь в стационарных условиях</w:t>
      </w:r>
      <w:bookmarkEnd w:id="57"/>
    </w:p>
    <w:p w:rsidR="007C08D3" w:rsidRPr="00C92D70" w:rsidRDefault="007C08D3" w:rsidP="00490A5A">
      <w:pPr>
        <w:pStyle w:val="a4"/>
      </w:pPr>
      <w:r w:rsidRPr="00C92D70">
        <w:t>Норматив обеспеченности населения лечебно-профилактическими медицинскими организациями, оказывающими медицинскую помощь в стационарных условиях, принят в соответствии с Распоряжением Правительства РФ от 03.07.1996 №1063-р «О социальных нормативах и нормах». – 13,47 коек на 1 тыс. человек.</w:t>
      </w:r>
    </w:p>
    <w:p w:rsidR="007C08D3" w:rsidRPr="00C92D70" w:rsidRDefault="007C08D3" w:rsidP="00490A5A">
      <w:pPr>
        <w:pStyle w:val="a4"/>
      </w:pPr>
      <w:r w:rsidRPr="00C92D70">
        <w:t>Указанный норматив обеспеченности принимать в случае, если он не ниже норм, установленных Постановлением Правительства Красноярского края «Об утверждении территориальной программы государственных гарантий оказания населению Красноярского края бесплатной медицинской помощи».</w:t>
      </w:r>
    </w:p>
    <w:p w:rsidR="007C08D3" w:rsidRPr="00C92D70" w:rsidRDefault="007C08D3" w:rsidP="00490A5A">
      <w:pPr>
        <w:pStyle w:val="a4"/>
      </w:pPr>
      <w:r w:rsidRPr="00C92D70">
        <w:t>Нормативы размеров земельных участков и размещения лечебно-профилактическими медицинскими организациями, оказывающими медицинскую помощь в стационарных условиях, приняты в соответствии с СанПиН 2.1.3.2630-10 «Санитарно-эпидемиологические требования к организациям, осуществляющим медицинскую деятельность» – при вместимости:</w:t>
      </w:r>
    </w:p>
    <w:p w:rsidR="007C08D3" w:rsidRPr="00C92D70" w:rsidRDefault="007C08D3" w:rsidP="00490A5A">
      <w:pPr>
        <w:pStyle w:val="List"/>
        <w:spacing w:after="0"/>
      </w:pPr>
      <w:r w:rsidRPr="00C92D70">
        <w:t>50 коек – 300 кв. м на 1 койку;</w:t>
      </w:r>
    </w:p>
    <w:p w:rsidR="007C08D3" w:rsidRPr="00C92D70" w:rsidRDefault="007C08D3" w:rsidP="00490A5A">
      <w:pPr>
        <w:pStyle w:val="List"/>
        <w:spacing w:after="0"/>
      </w:pPr>
      <w:r w:rsidRPr="00C92D70">
        <w:t>150 коек – 200 кв. м на 1 койку;</w:t>
      </w:r>
    </w:p>
    <w:p w:rsidR="007C08D3" w:rsidRPr="00C92D70" w:rsidRDefault="007C08D3" w:rsidP="00490A5A">
      <w:pPr>
        <w:pStyle w:val="List"/>
        <w:spacing w:after="0"/>
      </w:pPr>
      <w:r w:rsidRPr="00C92D70">
        <w:t>300-400 коек – 150 кв. м на 1 койку;</w:t>
      </w:r>
    </w:p>
    <w:p w:rsidR="007C08D3" w:rsidRPr="00C92D70" w:rsidRDefault="007C08D3" w:rsidP="00490A5A">
      <w:pPr>
        <w:pStyle w:val="List"/>
        <w:spacing w:after="0"/>
      </w:pPr>
      <w:r w:rsidRPr="00C92D70">
        <w:t>500-600 коек – 100 кв. м на 1 койку;</w:t>
      </w:r>
    </w:p>
    <w:p w:rsidR="007C08D3" w:rsidRPr="00C92D70" w:rsidRDefault="007C08D3" w:rsidP="00490A5A">
      <w:pPr>
        <w:pStyle w:val="List"/>
        <w:spacing w:after="0"/>
      </w:pPr>
      <w:r w:rsidRPr="00C92D70">
        <w:t>800 коек – 80 кв. м на 1 койку;</w:t>
      </w:r>
    </w:p>
    <w:p w:rsidR="007C08D3" w:rsidRPr="00C92D70" w:rsidRDefault="007C08D3" w:rsidP="00490A5A">
      <w:pPr>
        <w:pStyle w:val="List"/>
        <w:spacing w:after="0"/>
      </w:pPr>
      <w:r w:rsidRPr="00C92D70">
        <w:t>1000 коек – 60 кв. м на 1 койку.</w:t>
      </w:r>
    </w:p>
    <w:p w:rsidR="007C08D3" w:rsidRPr="00C92D70" w:rsidRDefault="007C08D3" w:rsidP="00490A5A">
      <w:pPr>
        <w:pStyle w:val="a4"/>
      </w:pPr>
      <w:r w:rsidRPr="00C92D70">
        <w:t>В жилых и общественных зданиях, при наличии отдельного входа, допускается размещать медицинские организации с дневными стационарами.</w:t>
      </w:r>
    </w:p>
    <w:p w:rsidR="007C08D3" w:rsidRPr="00490A5A" w:rsidRDefault="007C08D3" w:rsidP="004D7577">
      <w:pPr>
        <w:pStyle w:val="Heading2"/>
        <w:numPr>
          <w:ilvl w:val="1"/>
          <w:numId w:val="24"/>
        </w:numPr>
        <w:jc w:val="center"/>
      </w:pPr>
      <w:bookmarkStart w:id="58" w:name="_Toc393384005"/>
      <w:r w:rsidRPr="00C92D70">
        <w:t>Медицинские организации скорой медицинской помощи</w:t>
      </w:r>
      <w:bookmarkEnd w:id="58"/>
    </w:p>
    <w:p w:rsidR="007C08D3" w:rsidRPr="00C92D70" w:rsidRDefault="007C08D3" w:rsidP="001F1D6D">
      <w:pPr>
        <w:pStyle w:val="a4"/>
      </w:pPr>
      <w:r w:rsidRPr="00C92D70">
        <w:t>Норматив обеспеченности населения медицинскими организациями скорой медицинской помощи для городских населенных пунктов принят в соответствии с Распоряжением Правительства РФ от 03.07.1996 №1063-р «О социальных нормативах и нормах» – 1 автомобиль на 10 тыс. человек, для сельских населенных пунктов – в соответствии со СНиП 2.07.01-89* «Градостроительство. Планировка и застройка городских и сельских поселений» – 1 автомобиль на 5 тыс. человек.</w:t>
      </w:r>
    </w:p>
    <w:p w:rsidR="007C08D3" w:rsidRPr="00C92D70" w:rsidRDefault="007C08D3" w:rsidP="001F1D6D">
      <w:pPr>
        <w:pStyle w:val="a4"/>
      </w:pPr>
      <w:r w:rsidRPr="00C92D70">
        <w:t>Нормативы размеров земельных участков приняты в соответствии с СанПиН 2.1.3.2630-10 «Санитарно-эпидемиологические требования к организациям, осуществляющим медицинскую деятельность» – 0,2 - 0,4 га на объект.</w:t>
      </w:r>
    </w:p>
    <w:p w:rsidR="007C08D3" w:rsidRPr="00490A5A" w:rsidRDefault="007C08D3" w:rsidP="004D7577">
      <w:pPr>
        <w:pStyle w:val="Heading2"/>
        <w:numPr>
          <w:ilvl w:val="1"/>
          <w:numId w:val="24"/>
        </w:numPr>
        <w:jc w:val="center"/>
      </w:pPr>
      <w:bookmarkStart w:id="59" w:name="_Toc393384006"/>
      <w:r w:rsidRPr="00C92D70">
        <w:t>Родильные дома</w:t>
      </w:r>
      <w:bookmarkEnd w:id="59"/>
    </w:p>
    <w:p w:rsidR="007C08D3" w:rsidRDefault="007C08D3" w:rsidP="001F1D6D">
      <w:pPr>
        <w:pStyle w:val="a4"/>
      </w:pPr>
      <w:r w:rsidRPr="00C92D70">
        <w:t>Норматив обеспеченности родильными домами и размеры их земельных участков устанавливаются заданием на проектирование.</w:t>
      </w:r>
    </w:p>
    <w:p w:rsidR="007C08D3" w:rsidRPr="00C92D70" w:rsidRDefault="007C08D3" w:rsidP="001F1D6D">
      <w:pPr>
        <w:pStyle w:val="a4"/>
      </w:pPr>
    </w:p>
    <w:p w:rsidR="007C08D3" w:rsidRPr="00490A5A" w:rsidRDefault="007C08D3" w:rsidP="004D7577">
      <w:pPr>
        <w:pStyle w:val="Heading2"/>
        <w:numPr>
          <w:ilvl w:val="1"/>
          <w:numId w:val="24"/>
        </w:numPr>
        <w:spacing w:before="0" w:after="0"/>
        <w:ind w:left="0"/>
        <w:jc w:val="center"/>
      </w:pPr>
      <w:bookmarkStart w:id="60" w:name="_Toc393384007"/>
      <w:r w:rsidRPr="00C92D70">
        <w:t>Женские консультации</w:t>
      </w:r>
      <w:bookmarkEnd w:id="60"/>
    </w:p>
    <w:p w:rsidR="007C08D3" w:rsidRDefault="007C08D3" w:rsidP="004D7577">
      <w:pPr>
        <w:pStyle w:val="a4"/>
      </w:pPr>
      <w:r w:rsidRPr="00C92D70">
        <w:t>Норматив обеспеченности женскими консультациями и размеры их земельных участков устанавливаются заданием на проектирование.</w:t>
      </w:r>
    </w:p>
    <w:p w:rsidR="007C08D3" w:rsidRPr="00C92D70" w:rsidRDefault="007C08D3" w:rsidP="001F1D6D">
      <w:pPr>
        <w:pStyle w:val="a4"/>
      </w:pPr>
    </w:p>
    <w:p w:rsidR="007C08D3" w:rsidRPr="00490A5A" w:rsidRDefault="007C08D3" w:rsidP="004D7577">
      <w:pPr>
        <w:pStyle w:val="Heading2"/>
        <w:numPr>
          <w:ilvl w:val="1"/>
          <w:numId w:val="24"/>
        </w:numPr>
        <w:spacing w:before="0" w:after="0"/>
        <w:ind w:left="0"/>
        <w:jc w:val="center"/>
      </w:pPr>
      <w:bookmarkStart w:id="61" w:name="_Toc393384008"/>
      <w:r w:rsidRPr="00C92D70">
        <w:t>Аптечные организации</w:t>
      </w:r>
      <w:bookmarkEnd w:id="61"/>
    </w:p>
    <w:p w:rsidR="007C08D3" w:rsidRPr="00C92D70" w:rsidRDefault="007C08D3" w:rsidP="004D7577">
      <w:pPr>
        <w:pStyle w:val="a4"/>
      </w:pPr>
      <w:r w:rsidRPr="00C92D70">
        <w:t>Нормативы обеспеченности населения аптечными организациями приняты в соответствии с Распоряжением Правительства РФ от 03.07.1996 №1063-р «О социальных нормативах и нормах»:</w:t>
      </w:r>
    </w:p>
    <w:p w:rsidR="007C08D3" w:rsidRPr="00C92D70" w:rsidRDefault="007C08D3" w:rsidP="00490A5A">
      <w:pPr>
        <w:pStyle w:val="List"/>
        <w:spacing w:after="0"/>
      </w:pPr>
      <w:r w:rsidRPr="00C92D70">
        <w:t>для городских населенных пунктов с численностью населения до 50 тыс. человек 1 объект на 10 тыс. человек;</w:t>
      </w:r>
    </w:p>
    <w:p w:rsidR="007C08D3" w:rsidRPr="00C92D70" w:rsidRDefault="007C08D3" w:rsidP="00490A5A">
      <w:pPr>
        <w:pStyle w:val="List"/>
        <w:spacing w:after="0"/>
      </w:pPr>
      <w:r w:rsidRPr="00C92D70">
        <w:t>для сельских населенных пунктов 1 объект на 6,2 тыс. человек.</w:t>
      </w:r>
    </w:p>
    <w:p w:rsidR="007C08D3" w:rsidRPr="00C92D70" w:rsidRDefault="007C08D3" w:rsidP="00490A5A">
      <w:pPr>
        <w:pStyle w:val="a4"/>
      </w:pPr>
      <w:r w:rsidRPr="00C92D70">
        <w:t>Нормативы размеров земельных участков приняты в соответствии со СНиП 2.07.01-89* «Градостроительство. Планировка и застройка городских и сельских поселений» для аптечных организаций:</w:t>
      </w:r>
    </w:p>
    <w:p w:rsidR="007C08D3" w:rsidRPr="00C92D70" w:rsidRDefault="007C08D3" w:rsidP="00490A5A">
      <w:pPr>
        <w:pStyle w:val="List"/>
        <w:spacing w:after="0"/>
      </w:pPr>
      <w:r w:rsidRPr="00C92D70">
        <w:t>I-II групп – 0,3 га на объект или встроенные;</w:t>
      </w:r>
    </w:p>
    <w:p w:rsidR="007C08D3" w:rsidRPr="00C92D70" w:rsidRDefault="007C08D3" w:rsidP="00490A5A">
      <w:pPr>
        <w:pStyle w:val="List"/>
        <w:spacing w:after="0"/>
      </w:pPr>
      <w:r w:rsidRPr="00C92D70">
        <w:t>III-V групп – 0,25 га на объект;</w:t>
      </w:r>
    </w:p>
    <w:p w:rsidR="007C08D3" w:rsidRPr="00C92D70" w:rsidRDefault="007C08D3" w:rsidP="00490A5A">
      <w:pPr>
        <w:pStyle w:val="List"/>
        <w:spacing w:after="0"/>
      </w:pPr>
      <w:r w:rsidRPr="00C92D70">
        <w:t>VI-VIII – 0,2 га на объект.</w:t>
      </w:r>
    </w:p>
    <w:p w:rsidR="007C08D3" w:rsidRPr="00C92D70" w:rsidRDefault="007C08D3" w:rsidP="00490A5A">
      <w:pPr>
        <w:pStyle w:val="a4"/>
      </w:pPr>
      <w:r w:rsidRPr="00C92D70">
        <w:t>Нормативы транспортной</w:t>
      </w:r>
      <w:r w:rsidRPr="00C92D70">
        <w:tab/>
        <w:t xml:space="preserve"> доступности аптечных организаций в сельской местности приняты в соответствии со СНиП 2.07.01-89* «Градостроительство. Планировка и застройка городских и сельских поселений» – в пределах 30 мин.</w:t>
      </w:r>
    </w:p>
    <w:p w:rsidR="007C08D3" w:rsidRPr="00C92D70" w:rsidRDefault="007C08D3" w:rsidP="00152955">
      <w:pPr>
        <w:pStyle w:val="Heading1"/>
        <w:numPr>
          <w:ilvl w:val="0"/>
          <w:numId w:val="24"/>
        </w:numPr>
      </w:pPr>
      <w:r w:rsidRPr="00C92D70">
        <w:t>Нормативы обеспеченности организациями социального обслуживания для граждан, признанных нуждающимися в социальном обслуживании</w:t>
      </w:r>
    </w:p>
    <w:p w:rsidR="007C08D3" w:rsidRPr="00DB27F0" w:rsidRDefault="007C08D3" w:rsidP="004D7577">
      <w:pPr>
        <w:pStyle w:val="Heading2"/>
        <w:numPr>
          <w:ilvl w:val="1"/>
          <w:numId w:val="24"/>
        </w:numPr>
        <w:jc w:val="center"/>
      </w:pPr>
      <w:bookmarkStart w:id="62" w:name="_Toc393384010"/>
      <w:r w:rsidRPr="00C92D70">
        <w:t>Комплексные центры (Центры) социального обслуживания</w:t>
      </w:r>
      <w:bookmarkEnd w:id="62"/>
    </w:p>
    <w:p w:rsidR="007C08D3" w:rsidRPr="00C92D70" w:rsidRDefault="007C08D3" w:rsidP="001F1D6D">
      <w:pPr>
        <w:pStyle w:val="a4"/>
      </w:pPr>
      <w:r w:rsidRPr="00C92D70">
        <w:t>Норматив обеспеченности населения комплексными центрами (Центрами) социального обслуживания принят в соотве</w:t>
      </w:r>
      <w:r>
        <w:t>тствии с Постановлением Совета а</w:t>
      </w:r>
      <w:r w:rsidRPr="00C92D70">
        <w:t>дминистрации Красноярского края от 26.06.2007 №</w:t>
      </w:r>
      <w:r>
        <w:t xml:space="preserve"> </w:t>
      </w:r>
      <w:r w:rsidRPr="00C92D70">
        <w:t>247-п «Об утверждении стандарта качества оказания государственных услуг в области социальной защиты населения» 1 объект на муниципальный район.</w:t>
      </w:r>
    </w:p>
    <w:p w:rsidR="007C08D3" w:rsidRPr="00C92D70" w:rsidRDefault="007C08D3" w:rsidP="001F1D6D">
      <w:pPr>
        <w:pStyle w:val="a4"/>
      </w:pPr>
      <w:r w:rsidRPr="00C92D70">
        <w:t>Размеры земельных участков комплексных центров (Центров) социального обслуживания устанавливаются заданием на проектирование.</w:t>
      </w:r>
    </w:p>
    <w:p w:rsidR="007C08D3" w:rsidRPr="00DB27F0" w:rsidRDefault="007C08D3" w:rsidP="004D7577">
      <w:pPr>
        <w:pStyle w:val="Heading2"/>
        <w:numPr>
          <w:ilvl w:val="1"/>
          <w:numId w:val="24"/>
        </w:numPr>
        <w:jc w:val="center"/>
      </w:pPr>
      <w:bookmarkStart w:id="63" w:name="_Toc393384012"/>
      <w:r w:rsidRPr="00C92D70">
        <w:t>Реабилитационные центры для детей и подростков с ограниченными возможностями</w:t>
      </w:r>
      <w:bookmarkEnd w:id="63"/>
    </w:p>
    <w:p w:rsidR="007C08D3" w:rsidRPr="00C92D70" w:rsidRDefault="007C08D3" w:rsidP="001F1D6D">
      <w:pPr>
        <w:pStyle w:val="a4"/>
      </w:pPr>
      <w:r w:rsidRPr="00C92D70">
        <w:t>Норматив обеспеченности населения реабилитационными центрами для детей и подростков с ограниченными возможностями принят в соответствии с Постановлением Совета Администрации Красноярского края от 26.06.2007 №247-п «Об утверждении стандарта качества оказания государственных услуг в области социальной защиты населения» 1 объект на 1 тыс. детей с ограниченными возможностями.</w:t>
      </w:r>
    </w:p>
    <w:p w:rsidR="007C08D3" w:rsidRPr="00C92D70" w:rsidRDefault="007C08D3" w:rsidP="001F1D6D">
      <w:pPr>
        <w:pStyle w:val="a4"/>
      </w:pPr>
      <w:r w:rsidRPr="00C92D70">
        <w:t>Размеры земельных участков реабилитационных центров для детей и подростков с ограниченными возможностями устанавливаются заданием на проектирование.</w:t>
      </w:r>
    </w:p>
    <w:p w:rsidR="007C08D3" w:rsidRPr="00DB27F0" w:rsidRDefault="007C08D3" w:rsidP="004D7577">
      <w:pPr>
        <w:pStyle w:val="Heading2"/>
        <w:numPr>
          <w:ilvl w:val="1"/>
          <w:numId w:val="24"/>
        </w:numPr>
        <w:jc w:val="center"/>
      </w:pPr>
      <w:bookmarkStart w:id="64" w:name="_Toc393384014"/>
      <w:r w:rsidRPr="00C92D70">
        <w:t>Дома-интернаты для престарелых, инвалидов, дома-интернаты малой вместимости для граждан пожилого возраста и инвалидов, геронтологические центры</w:t>
      </w:r>
      <w:bookmarkEnd w:id="64"/>
    </w:p>
    <w:p w:rsidR="007C08D3" w:rsidRPr="00C92D70" w:rsidRDefault="007C08D3" w:rsidP="00886B73">
      <w:pPr>
        <w:pStyle w:val="a4"/>
      </w:pPr>
      <w:bookmarkStart w:id="65" w:name="_Toc393384015"/>
      <w:r w:rsidRPr="00C92D70">
        <w:t>Норматив обеспеченности населения домами-интернатами для престарелых, инвалидов, домами-интернатами малой вместимости для граждан пожилого возраста и инвалидов, геронтологическими центрами принят в соотве</w:t>
      </w:r>
      <w:r>
        <w:t>тствии с Постановлением Совета а</w:t>
      </w:r>
      <w:r w:rsidRPr="00C92D70">
        <w:t>дминистрации Красноярского края от 26.06.2007 №</w:t>
      </w:r>
      <w:r>
        <w:t xml:space="preserve"> </w:t>
      </w:r>
      <w:r w:rsidRPr="00C92D70">
        <w:t>247-п «Об утверждении стандарта качества оказания государственных услуг в области социальной защиты населения» 1,4 мест на 1 тыс. человек.</w:t>
      </w:r>
    </w:p>
    <w:p w:rsidR="007C08D3" w:rsidRPr="00C92D70" w:rsidRDefault="007C08D3" w:rsidP="00886B73">
      <w:pPr>
        <w:pStyle w:val="a4"/>
      </w:pPr>
      <w:r w:rsidRPr="00C92D70">
        <w:t>Размеры земельных участков домов-интернатов для престарелых, инвалидов, домов-интернатов малой вместимости для граждан пожилого возраста и инвалидов, геронтологических центров устанавливаются заданием на проектирование.</w:t>
      </w:r>
    </w:p>
    <w:p w:rsidR="007C08D3" w:rsidRPr="00DB27F0" w:rsidRDefault="007C08D3" w:rsidP="004D7577">
      <w:pPr>
        <w:pStyle w:val="Heading2"/>
        <w:numPr>
          <w:ilvl w:val="1"/>
          <w:numId w:val="24"/>
        </w:numPr>
        <w:jc w:val="center"/>
      </w:pPr>
      <w:r w:rsidRPr="00C92D70">
        <w:t>Психоневрологические интернаты</w:t>
      </w:r>
      <w:bookmarkEnd w:id="65"/>
    </w:p>
    <w:p w:rsidR="007C08D3" w:rsidRPr="00C92D70" w:rsidRDefault="007C08D3" w:rsidP="00886B73">
      <w:pPr>
        <w:pStyle w:val="a4"/>
      </w:pPr>
      <w:r w:rsidRPr="00C92D70">
        <w:t>Норматив обеспеченности населения психоневрологическими интернатами принимать 1,4 мест на 1 тыс. человек.</w:t>
      </w:r>
    </w:p>
    <w:p w:rsidR="007C08D3" w:rsidRPr="00C92D70" w:rsidRDefault="007C08D3" w:rsidP="00886B73">
      <w:pPr>
        <w:pStyle w:val="a4"/>
      </w:pPr>
      <w:r w:rsidRPr="00C92D70">
        <w:t>В соотве</w:t>
      </w:r>
      <w:r>
        <w:t>тствии с Постановлением Совета а</w:t>
      </w:r>
      <w:r w:rsidRPr="00C92D70">
        <w:t>дминистрации Красноярского края от 26.06.2007 №2</w:t>
      </w:r>
      <w:r>
        <w:t xml:space="preserve"> </w:t>
      </w:r>
      <w:r w:rsidRPr="00C92D70">
        <w:t xml:space="preserve">47-п «Об утверждении стандарта качества оказания государственных услуг в области социальной защиты населения» данный норматив составляет 1,1 мест на 1 тыс. человек. Мощность действующих психоневрологических интернатов составляет 3246 мест. Число граждан, состоящих в очереди в учреждения данного вида на начало 2014 г. составляет 553 человека. </w:t>
      </w:r>
      <w:r w:rsidRPr="00C92D70">
        <w:rPr>
          <w:kern w:val="24"/>
          <w:lang w:eastAsia="ar-SA"/>
        </w:rPr>
        <w:t>На основании фактической наполняемости психоневрологических интернатов и числа граждан, состоящих в очереди, нормативное количество мест в учреждениях данного вида должно </w:t>
      </w:r>
      <w:r w:rsidRPr="00C92D70">
        <w:t>быть увеличено, относительно вышеуказанного Постановления.</w:t>
      </w:r>
    </w:p>
    <w:p w:rsidR="007C08D3" w:rsidRPr="00C92D70" w:rsidRDefault="007C08D3" w:rsidP="00886B73">
      <w:pPr>
        <w:pStyle w:val="a4"/>
      </w:pPr>
      <w:r w:rsidRPr="00C92D70">
        <w:t>Размеры земельных участков психоневрологических интернатов устанавливаются заданием на проектирование.</w:t>
      </w:r>
    </w:p>
    <w:p w:rsidR="007C08D3" w:rsidRPr="00DB27F0" w:rsidRDefault="007C08D3" w:rsidP="004D7577">
      <w:pPr>
        <w:pStyle w:val="Heading2"/>
        <w:numPr>
          <w:ilvl w:val="1"/>
          <w:numId w:val="24"/>
        </w:numPr>
        <w:jc w:val="center"/>
      </w:pPr>
      <w:bookmarkStart w:id="66" w:name="_Toc393384016"/>
      <w:r w:rsidRPr="00C92D70">
        <w:t>Дома-интернаты для умственно отсталых детей</w:t>
      </w:r>
      <w:bookmarkEnd w:id="66"/>
    </w:p>
    <w:p w:rsidR="007C08D3" w:rsidRPr="00C92D70" w:rsidRDefault="007C08D3" w:rsidP="00886B73">
      <w:pPr>
        <w:pStyle w:val="a4"/>
      </w:pPr>
      <w:r w:rsidRPr="00C92D70">
        <w:t>Норматив обеспеченности населения домами-интернатами для умственно отсталых детей принят в соотве</w:t>
      </w:r>
      <w:r>
        <w:t>тствии с Постановлением Совета а</w:t>
      </w:r>
      <w:r w:rsidRPr="00C92D70">
        <w:t>дминистрации Красноярского края от 26.06.2007 №</w:t>
      </w:r>
      <w:r>
        <w:t xml:space="preserve"> </w:t>
      </w:r>
      <w:r w:rsidRPr="00C92D70">
        <w:t>247-п «Об утверждении стандарта качества оказания государственных услуг в области социальной защиты населения» 1,6 мест на 1 тыс. человек.</w:t>
      </w:r>
    </w:p>
    <w:p w:rsidR="007C08D3" w:rsidRPr="00C92D70" w:rsidRDefault="007C08D3" w:rsidP="00886B73">
      <w:pPr>
        <w:pStyle w:val="a4"/>
      </w:pPr>
      <w:r w:rsidRPr="00C92D70">
        <w:t>Размеры земельных участков домов-интернатов для умственно отсталых детей устанавливаются заданием на проектирование.</w:t>
      </w:r>
    </w:p>
    <w:p w:rsidR="007C08D3" w:rsidRPr="00C92D70" w:rsidRDefault="007C08D3" w:rsidP="00AE2D5B">
      <w:pPr>
        <w:pStyle w:val="Heading1"/>
        <w:numPr>
          <w:ilvl w:val="0"/>
          <w:numId w:val="24"/>
        </w:numPr>
      </w:pPr>
      <w:bookmarkStart w:id="67" w:name="_Toc393384018"/>
      <w:r w:rsidRPr="00C92D70">
        <w:t>Нормативы обеспеченности в границах муниципального района поселений, входящих в состав муниципального район, услугами связи, общественного питания, торговли и бытового обслуживания</w:t>
      </w:r>
      <w:bookmarkEnd w:id="67"/>
    </w:p>
    <w:p w:rsidR="007C08D3" w:rsidRPr="00DB27F0" w:rsidRDefault="007C08D3" w:rsidP="004D7577">
      <w:pPr>
        <w:pStyle w:val="Heading2"/>
        <w:numPr>
          <w:ilvl w:val="1"/>
          <w:numId w:val="24"/>
        </w:numPr>
        <w:jc w:val="center"/>
      </w:pPr>
      <w:bookmarkStart w:id="68" w:name="_Toc393384019"/>
      <w:r w:rsidRPr="00C92D70">
        <w:t>Отделения почтовой</w:t>
      </w:r>
      <w:r w:rsidRPr="00C92D70">
        <w:rPr>
          <w:sz w:val="24"/>
          <w:szCs w:val="24"/>
        </w:rPr>
        <w:t xml:space="preserve"> </w:t>
      </w:r>
      <w:r w:rsidRPr="00C92D70">
        <w:t>связи</w:t>
      </w:r>
      <w:bookmarkEnd w:id="68"/>
    </w:p>
    <w:p w:rsidR="007C08D3" w:rsidRPr="00C92D70" w:rsidRDefault="007C08D3" w:rsidP="00886B73">
      <w:pPr>
        <w:pStyle w:val="a4"/>
      </w:pPr>
      <w:r w:rsidRPr="00C92D70">
        <w:t>Размещение отделений, узлов связи, почтамтов, агентств Роспечати, телеграфов, международных,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p>
    <w:p w:rsidR="007C08D3" w:rsidRPr="00DB27F0" w:rsidRDefault="007C08D3" w:rsidP="00D03D18">
      <w:pPr>
        <w:pStyle w:val="Heading2"/>
        <w:numPr>
          <w:ilvl w:val="1"/>
          <w:numId w:val="24"/>
        </w:numPr>
        <w:jc w:val="center"/>
      </w:pPr>
      <w:bookmarkStart w:id="69" w:name="_Toc393384020"/>
      <w:r w:rsidRPr="00C92D70">
        <w:t>Предприятия торговли</w:t>
      </w:r>
      <w:bookmarkEnd w:id="69"/>
    </w:p>
    <w:p w:rsidR="007C08D3" w:rsidRPr="00C92D70" w:rsidRDefault="007C08D3" w:rsidP="00DB27F0">
      <w:pPr>
        <w:pStyle w:val="a4"/>
      </w:pPr>
      <w:r w:rsidRPr="00C92D70">
        <w:t>Норматив обеспеченности торговыми предприятиями следует определять в соответствии с нормативным правовым актом Красноярского края, устанавливающим нормативы обеспеченности населения площадью торговых объектов.</w:t>
      </w:r>
    </w:p>
    <w:p w:rsidR="007C08D3" w:rsidRPr="00C92D70" w:rsidRDefault="007C08D3" w:rsidP="00DB27F0">
      <w:pPr>
        <w:pStyle w:val="a4"/>
      </w:pPr>
      <w:r w:rsidRPr="00C92D70">
        <w:t>Нормативы размеров земельных участков торговых предприятий приняты в соответствии со СНиП 2.07.01-89* «Градостроительство. Планировка и застройка городских и сельских поселений»:</w:t>
      </w:r>
    </w:p>
    <w:p w:rsidR="007C08D3" w:rsidRPr="00C92D70" w:rsidRDefault="007C08D3" w:rsidP="00AB7A4C">
      <w:pPr>
        <w:pStyle w:val="a4"/>
        <w:numPr>
          <w:ilvl w:val="0"/>
          <w:numId w:val="26"/>
        </w:numPr>
        <w:ind w:left="0"/>
      </w:pPr>
      <w:r w:rsidRPr="00C92D70">
        <w:t>Для предприятий торговой площадью:</w:t>
      </w:r>
    </w:p>
    <w:p w:rsidR="007C08D3" w:rsidRPr="00C92D70" w:rsidRDefault="007C08D3" w:rsidP="00DB27F0">
      <w:pPr>
        <w:pStyle w:val="List"/>
        <w:spacing w:after="0"/>
      </w:pPr>
      <w:r w:rsidRPr="00C92D70">
        <w:t>до 250 кв. м торговой площади – 0,08 га на 100 кв. м торговой площади;</w:t>
      </w:r>
    </w:p>
    <w:p w:rsidR="007C08D3" w:rsidRPr="00C92D70" w:rsidRDefault="007C08D3" w:rsidP="00DB27F0">
      <w:pPr>
        <w:pStyle w:val="List"/>
        <w:spacing w:after="0"/>
      </w:pPr>
      <w:r w:rsidRPr="00C92D70">
        <w:t>от 250 до 650 кв. м торговой площади – 0,08-0,06 на 100 кв. м торговой площади;</w:t>
      </w:r>
    </w:p>
    <w:p w:rsidR="007C08D3" w:rsidRPr="00C92D70" w:rsidRDefault="007C08D3" w:rsidP="00DB27F0">
      <w:pPr>
        <w:pStyle w:val="List"/>
        <w:spacing w:after="0"/>
      </w:pPr>
      <w:r w:rsidRPr="00C92D70">
        <w:t>от 650 до 1500 кв. м торговой площади – 0,06-0,04 на 100 кв. м торговой площади;</w:t>
      </w:r>
    </w:p>
    <w:p w:rsidR="007C08D3" w:rsidRPr="00C92D70" w:rsidRDefault="007C08D3" w:rsidP="00DB27F0">
      <w:pPr>
        <w:pStyle w:val="List"/>
        <w:spacing w:after="0"/>
      </w:pPr>
      <w:r w:rsidRPr="00C92D70">
        <w:t>от 1500 до 3500 кв. м торговой площади – 0,04-0,02 на 100 кв. м торговой площади;</w:t>
      </w:r>
    </w:p>
    <w:p w:rsidR="007C08D3" w:rsidRPr="00C92D70" w:rsidRDefault="007C08D3" w:rsidP="00DB27F0">
      <w:pPr>
        <w:pStyle w:val="List"/>
        <w:spacing w:after="0"/>
      </w:pPr>
      <w:r w:rsidRPr="00C92D70">
        <w:t>свыше 3500 кв. м торговой площади – 0,02 на 100 кв. м торговой площади.</w:t>
      </w:r>
    </w:p>
    <w:p w:rsidR="007C08D3" w:rsidRPr="00C92D70" w:rsidRDefault="007C08D3" w:rsidP="00AB7A4C">
      <w:pPr>
        <w:pStyle w:val="a4"/>
        <w:numPr>
          <w:ilvl w:val="0"/>
          <w:numId w:val="26"/>
        </w:numPr>
        <w:ind w:left="0"/>
      </w:pPr>
      <w:r w:rsidRPr="00C92D70">
        <w:t>Для торговых центров местного значения с числом обслуживаемого населения:</w:t>
      </w:r>
    </w:p>
    <w:p w:rsidR="007C08D3" w:rsidRPr="00C92D70" w:rsidRDefault="007C08D3" w:rsidP="00DB27F0">
      <w:pPr>
        <w:pStyle w:val="List"/>
        <w:spacing w:after="0"/>
      </w:pPr>
      <w:r w:rsidRPr="00C92D70">
        <w:t>от 4 до 6 тыс. человек – 0,6 га на объект;</w:t>
      </w:r>
    </w:p>
    <w:p w:rsidR="007C08D3" w:rsidRPr="00C92D70" w:rsidRDefault="007C08D3" w:rsidP="00DB27F0">
      <w:pPr>
        <w:pStyle w:val="List"/>
        <w:spacing w:after="0"/>
      </w:pPr>
      <w:r w:rsidRPr="00C92D70">
        <w:t>от 6 до 10 тыс. человек – 0,6-0,8 га на объект;</w:t>
      </w:r>
    </w:p>
    <w:p w:rsidR="007C08D3" w:rsidRPr="00C92D70" w:rsidRDefault="007C08D3" w:rsidP="00DB27F0">
      <w:pPr>
        <w:pStyle w:val="List"/>
        <w:spacing w:after="0"/>
      </w:pPr>
      <w:r w:rsidRPr="00C92D70">
        <w:t>от 10 до 15 тыс. человек – 0,8-1,1 га на объект;</w:t>
      </w:r>
    </w:p>
    <w:p w:rsidR="007C08D3" w:rsidRPr="00C92D70" w:rsidRDefault="007C08D3" w:rsidP="00DB27F0">
      <w:pPr>
        <w:pStyle w:val="List"/>
        <w:spacing w:after="0"/>
      </w:pPr>
      <w:r w:rsidRPr="00C92D70">
        <w:t>от 15 до 20 тыс. человек – 1,0-1,2 га на объект.</w:t>
      </w:r>
    </w:p>
    <w:p w:rsidR="007C08D3" w:rsidRPr="00DB27F0" w:rsidRDefault="007C08D3" w:rsidP="004D7577">
      <w:pPr>
        <w:pStyle w:val="Heading2"/>
        <w:numPr>
          <w:ilvl w:val="1"/>
          <w:numId w:val="24"/>
        </w:numPr>
        <w:jc w:val="center"/>
      </w:pPr>
      <w:bookmarkStart w:id="70" w:name="_Toc393384021"/>
      <w:r w:rsidRPr="00C92D70">
        <w:t>Рынки</w:t>
      </w:r>
      <w:bookmarkEnd w:id="70"/>
    </w:p>
    <w:p w:rsidR="007C08D3" w:rsidRPr="00C92D70" w:rsidRDefault="007C08D3" w:rsidP="00886B73">
      <w:pPr>
        <w:pStyle w:val="a4"/>
      </w:pPr>
      <w:r w:rsidRPr="00C92D70">
        <w:t>Норматив обеспеченности населения рынками принят в соответствии со СНиП 2.07.01-89* «Градостроительство. Планировка и застройка городских и сельских поселений» – для городских населенных пунктов 24 кв. м торговой площади на 1 тыс. человек, для сельских – не нормируется.</w:t>
      </w:r>
    </w:p>
    <w:p w:rsidR="007C08D3" w:rsidRPr="00C92D70" w:rsidRDefault="007C08D3" w:rsidP="00EF47F4">
      <w:pPr>
        <w:pStyle w:val="a4"/>
      </w:pPr>
      <w:r w:rsidRPr="00C92D70">
        <w:t>Для рынков на 1 торговое место следует принимать 6 кв. м торговой площади.</w:t>
      </w:r>
    </w:p>
    <w:p w:rsidR="007C08D3" w:rsidRPr="00C92D70" w:rsidRDefault="007C08D3" w:rsidP="00EF47F4">
      <w:pPr>
        <w:pStyle w:val="a4"/>
      </w:pPr>
      <w:r w:rsidRPr="00C92D70">
        <w:t>Нормативы размеров земельных участков рынков приняты в соответствии со СНиП 2.07.01-89* «Градостроительство. Планировка и застройка городских и сельских поселений» – от 4 до 14 кв. м на 1 кв. м торговой площади, в зависимости от вместимости:</w:t>
      </w:r>
    </w:p>
    <w:p w:rsidR="007C08D3" w:rsidRPr="00C92D70" w:rsidRDefault="007C08D3" w:rsidP="00EF47F4">
      <w:pPr>
        <w:pStyle w:val="List"/>
        <w:spacing w:after="0"/>
      </w:pPr>
      <w:r w:rsidRPr="00C92D70">
        <w:t>14 кв. м на 1 кв. м торговой площади – при торговой площади до 600 кв. м;</w:t>
      </w:r>
    </w:p>
    <w:p w:rsidR="007C08D3" w:rsidRPr="00C92D70" w:rsidRDefault="007C08D3" w:rsidP="00EF47F4">
      <w:pPr>
        <w:pStyle w:val="List"/>
        <w:spacing w:after="0"/>
      </w:pPr>
      <w:r w:rsidRPr="00C92D70">
        <w:t>7 кв. м на 1 кв. м торговой площади – при торговой площади свыше 3000 кв. м.</w:t>
      </w:r>
    </w:p>
    <w:p w:rsidR="007C08D3" w:rsidRPr="00EF47F4" w:rsidRDefault="007C08D3" w:rsidP="004D7577">
      <w:pPr>
        <w:pStyle w:val="Heading2"/>
        <w:numPr>
          <w:ilvl w:val="1"/>
          <w:numId w:val="24"/>
        </w:numPr>
        <w:jc w:val="center"/>
      </w:pPr>
      <w:bookmarkStart w:id="71" w:name="_Toc393384022"/>
      <w:r w:rsidRPr="00C92D70">
        <w:t>Предприятия общественного питания</w:t>
      </w:r>
      <w:bookmarkEnd w:id="71"/>
    </w:p>
    <w:p w:rsidR="007C08D3" w:rsidRPr="00C92D70" w:rsidRDefault="007C08D3" w:rsidP="00886B73">
      <w:pPr>
        <w:pStyle w:val="a4"/>
      </w:pPr>
      <w:r w:rsidRPr="00C92D70">
        <w:t>Норматив обеспеченности населения предприятиями общественного питания принят в соответствии со СНиП 2.07.01-89* «Градостроительство. Планировка и застройка городских и сельских поселений» – 40 мест на 1 тыс. человек, а для предприятий, которые соответствуют организации систем обслуживания в микрорайоне и жилом районе – 8 мест на 1 тыс. человек.</w:t>
      </w:r>
    </w:p>
    <w:p w:rsidR="007C08D3" w:rsidRPr="00C92D70" w:rsidRDefault="007C08D3" w:rsidP="00EF47F4">
      <w:pPr>
        <w:pStyle w:val="a4"/>
      </w:pPr>
      <w:r w:rsidRPr="00C92D70">
        <w:t>Нормативы размеров земельных участков для предприятий общественного питания приняты в соответствии со СНиП 2.07.01-89* «Градостроительство. Планировка и застройка городских и сельских поселений» при числе мест:</w:t>
      </w:r>
    </w:p>
    <w:p w:rsidR="007C08D3" w:rsidRPr="00C92D70" w:rsidRDefault="007C08D3" w:rsidP="00EF47F4">
      <w:pPr>
        <w:pStyle w:val="List"/>
        <w:spacing w:after="0"/>
      </w:pPr>
      <w:r w:rsidRPr="00C92D70">
        <w:t>до 50 мест – 0,25-0,2 га на 100 мест;</w:t>
      </w:r>
    </w:p>
    <w:p w:rsidR="007C08D3" w:rsidRPr="00C92D70" w:rsidRDefault="007C08D3" w:rsidP="00EF47F4">
      <w:pPr>
        <w:pStyle w:val="List"/>
        <w:spacing w:after="0"/>
      </w:pPr>
      <w:r w:rsidRPr="00C92D70">
        <w:t>от 50 до 150 мест – 0,2-0,15 га на 100 мест;</w:t>
      </w:r>
    </w:p>
    <w:p w:rsidR="007C08D3" w:rsidRPr="00C92D70" w:rsidRDefault="007C08D3" w:rsidP="00EF47F4">
      <w:pPr>
        <w:pStyle w:val="List"/>
        <w:spacing w:after="0"/>
      </w:pPr>
      <w:r w:rsidRPr="00C92D70">
        <w:t>свыше 150 мест – 0,1 га на 100 мест.</w:t>
      </w:r>
    </w:p>
    <w:p w:rsidR="007C08D3" w:rsidRPr="00EF47F4" w:rsidRDefault="007C08D3" w:rsidP="004D7577">
      <w:pPr>
        <w:pStyle w:val="Heading2"/>
        <w:numPr>
          <w:ilvl w:val="1"/>
          <w:numId w:val="24"/>
        </w:numPr>
        <w:jc w:val="center"/>
      </w:pPr>
      <w:bookmarkStart w:id="72" w:name="_Toc393384023"/>
      <w:r w:rsidRPr="00C92D70">
        <w:t>Предприятия бытового обслуживания</w:t>
      </w:r>
      <w:bookmarkEnd w:id="72"/>
    </w:p>
    <w:p w:rsidR="007C08D3" w:rsidRPr="00C92D70" w:rsidRDefault="007C08D3" w:rsidP="00EF47F4">
      <w:pPr>
        <w:pStyle w:val="a4"/>
      </w:pPr>
      <w:r w:rsidRPr="00C92D70">
        <w:t>Норматив обеспеченности населения предприятиями бытового обслуживания принят в соответствии со СНиП 2.07.01-89* «Градостроительство. Планировка и застройка городских и сельских поселений»:</w:t>
      </w:r>
    </w:p>
    <w:p w:rsidR="007C08D3" w:rsidRPr="00C92D70" w:rsidRDefault="007C08D3" w:rsidP="00EF47F4">
      <w:pPr>
        <w:pStyle w:val="List"/>
        <w:spacing w:after="0"/>
      </w:pPr>
      <w:r w:rsidRPr="00C92D70">
        <w:t>для городских населенных пунктов – 9 рабочих мест на 1 тыс. человек;</w:t>
      </w:r>
    </w:p>
    <w:p w:rsidR="007C08D3" w:rsidRPr="00C92D70" w:rsidRDefault="007C08D3" w:rsidP="00EF47F4">
      <w:pPr>
        <w:pStyle w:val="List"/>
        <w:spacing w:after="0"/>
      </w:pPr>
      <w:r w:rsidRPr="00C92D70">
        <w:t>для сельских населенных пунктов – 7 рабочих мест на 1 тыс. человек;</w:t>
      </w:r>
    </w:p>
    <w:p w:rsidR="007C08D3" w:rsidRPr="00C92D70" w:rsidRDefault="007C08D3" w:rsidP="00EF47F4">
      <w:pPr>
        <w:pStyle w:val="List"/>
        <w:spacing w:after="0"/>
      </w:pPr>
      <w:r w:rsidRPr="00C92D70">
        <w:t>для предприятий, которые соответствуют организации систем обслуживания в микрорайоне и жилом районе – 2 рабочих места на 1 тыс. человек.</w:t>
      </w:r>
    </w:p>
    <w:p w:rsidR="007C08D3" w:rsidRPr="00C92D70" w:rsidRDefault="007C08D3" w:rsidP="00EF47F4">
      <w:pPr>
        <w:pStyle w:val="a4"/>
      </w:pPr>
      <w:r w:rsidRPr="00C92D70">
        <w:t>Нормативы размеров земельных участков предприятий бытового обслуживания приняты в соответствии со СНиП 2.07.01-89* «Градостроительство. Планировка и застройка городских и сельских поселений» для предприятий мощностью:</w:t>
      </w:r>
    </w:p>
    <w:p w:rsidR="007C08D3" w:rsidRPr="00C92D70" w:rsidRDefault="007C08D3" w:rsidP="00EF47F4">
      <w:pPr>
        <w:pStyle w:val="List"/>
        <w:spacing w:after="0"/>
      </w:pPr>
      <w:r w:rsidRPr="00C92D70">
        <w:t>до 50 рабочих мест – 0,1-0,2 га на 10 рабочих мест;</w:t>
      </w:r>
    </w:p>
    <w:p w:rsidR="007C08D3" w:rsidRPr="00C92D70" w:rsidRDefault="007C08D3" w:rsidP="00EF47F4">
      <w:pPr>
        <w:pStyle w:val="List"/>
        <w:spacing w:after="0"/>
      </w:pPr>
      <w:r w:rsidRPr="00C92D70">
        <w:t>от 50 до 150 рабочих мест – 0,05-0,08 га на 10 рабочих мест;</w:t>
      </w:r>
    </w:p>
    <w:p w:rsidR="007C08D3" w:rsidRPr="00C92D70" w:rsidRDefault="007C08D3" w:rsidP="00EF47F4">
      <w:pPr>
        <w:pStyle w:val="List"/>
        <w:spacing w:after="0"/>
      </w:pPr>
      <w:r w:rsidRPr="00C92D70">
        <w:t>свыше 150 рабочих мест – 0,03-0,04 га на 10 рабочих мест.</w:t>
      </w:r>
    </w:p>
    <w:p w:rsidR="007C08D3" w:rsidRPr="00C92D70" w:rsidRDefault="007C08D3" w:rsidP="00EF47F4">
      <w:pPr>
        <w:pStyle w:val="a4"/>
      </w:pPr>
      <w:bookmarkStart w:id="73" w:name="_Toc393384027"/>
      <w:r w:rsidRPr="00C92D70">
        <w:t>Норматив обеспеченности населения прачечными принят в соответствии со СНиП 2.07.01-89* «Градостроительство. Планировка и застройка городских и сельских поселений»:</w:t>
      </w:r>
    </w:p>
    <w:p w:rsidR="007C08D3" w:rsidRPr="00C92D70" w:rsidRDefault="007C08D3" w:rsidP="00EF47F4">
      <w:pPr>
        <w:pStyle w:val="List"/>
        <w:spacing w:after="0"/>
      </w:pPr>
      <w:r w:rsidRPr="00C92D70">
        <w:t>для городских населенных пунктов – 120 кг белья в смену на 1 тыс. человек;</w:t>
      </w:r>
    </w:p>
    <w:p w:rsidR="007C08D3" w:rsidRPr="00C92D70" w:rsidRDefault="007C08D3" w:rsidP="00EF47F4">
      <w:pPr>
        <w:pStyle w:val="List"/>
        <w:spacing w:after="0"/>
      </w:pPr>
      <w:r w:rsidRPr="00C92D70">
        <w:t>для сельских населенных пунктов – 60 кг белья в смену на 1 тыс. человек;</w:t>
      </w:r>
    </w:p>
    <w:p w:rsidR="007C08D3" w:rsidRPr="00C92D70" w:rsidRDefault="007C08D3" w:rsidP="00EF47F4">
      <w:pPr>
        <w:pStyle w:val="List"/>
        <w:spacing w:after="0"/>
      </w:pPr>
      <w:r w:rsidRPr="00C92D70">
        <w:t>для предприятий, которые соответствуют организации систем обслуживания в микрорайоне и жилом районе – 10 кг белья в смену на 1 тыс. человек.</w:t>
      </w:r>
    </w:p>
    <w:p w:rsidR="007C08D3" w:rsidRPr="00C92D70" w:rsidRDefault="007C08D3" w:rsidP="00EF47F4">
      <w:pPr>
        <w:pStyle w:val="a4"/>
      </w:pPr>
      <w:r w:rsidRPr="00C92D70">
        <w:t>Нормативы размеров земельных участков прачечных приняты в соответствии со СНиП 2.07.01-89* «Градостроительство. Планировка и застройка городских и сельских поселений»:</w:t>
      </w:r>
    </w:p>
    <w:p w:rsidR="007C08D3" w:rsidRPr="00C92D70" w:rsidRDefault="007C08D3" w:rsidP="00EF47F4">
      <w:pPr>
        <w:pStyle w:val="List"/>
        <w:spacing w:after="0"/>
      </w:pPr>
      <w:r w:rsidRPr="00C92D70">
        <w:t>0,1-0,2 га на объект для прачечных самообслуживания;</w:t>
      </w:r>
    </w:p>
    <w:p w:rsidR="007C08D3" w:rsidRPr="00C92D70" w:rsidRDefault="007C08D3" w:rsidP="00EF47F4">
      <w:pPr>
        <w:pStyle w:val="List"/>
        <w:spacing w:after="0"/>
      </w:pPr>
      <w:r w:rsidRPr="00C92D70">
        <w:t>0,5-1,0 га на объект для фабрик-прачечных.</w:t>
      </w:r>
    </w:p>
    <w:p w:rsidR="007C08D3" w:rsidRPr="00EF47F4" w:rsidRDefault="007C08D3" w:rsidP="00D03D18">
      <w:pPr>
        <w:pStyle w:val="Heading2"/>
        <w:numPr>
          <w:ilvl w:val="1"/>
          <w:numId w:val="24"/>
        </w:numPr>
        <w:jc w:val="center"/>
      </w:pPr>
      <w:bookmarkStart w:id="74" w:name="_Toc396406126"/>
      <w:r w:rsidRPr="00C92D70">
        <w:t>Химчистки</w:t>
      </w:r>
      <w:bookmarkEnd w:id="74"/>
    </w:p>
    <w:p w:rsidR="007C08D3" w:rsidRPr="00C92D70" w:rsidRDefault="007C08D3" w:rsidP="00EF47F4">
      <w:pPr>
        <w:pStyle w:val="a4"/>
      </w:pPr>
      <w:r w:rsidRPr="00C92D70">
        <w:t>Норматив обеспеченности населения химчистками принят в соответствии со СНиП 2.07.01-89* «Градостроительство. Планировка и застройка городских и сельских поселений»:</w:t>
      </w:r>
    </w:p>
    <w:p w:rsidR="007C08D3" w:rsidRPr="00C92D70" w:rsidRDefault="007C08D3" w:rsidP="00EF47F4">
      <w:pPr>
        <w:pStyle w:val="List"/>
        <w:spacing w:after="0"/>
      </w:pPr>
      <w:r w:rsidRPr="00C92D70">
        <w:t>для городских населенных пунктов – 11,4 кг вещей в смену на 1 тыс. человек;</w:t>
      </w:r>
    </w:p>
    <w:p w:rsidR="007C08D3" w:rsidRPr="00C92D70" w:rsidRDefault="007C08D3" w:rsidP="00EF47F4">
      <w:pPr>
        <w:pStyle w:val="List"/>
        <w:spacing w:after="0"/>
      </w:pPr>
      <w:r w:rsidRPr="00C92D70">
        <w:t>для сельских населенных пунктов –  3,5 кг вещей в смену на 1 тыс. человек;</w:t>
      </w:r>
    </w:p>
    <w:p w:rsidR="007C08D3" w:rsidRPr="00C92D70" w:rsidRDefault="007C08D3" w:rsidP="00EF47F4">
      <w:pPr>
        <w:pStyle w:val="List"/>
        <w:spacing w:after="0"/>
      </w:pPr>
      <w:r w:rsidRPr="00C92D70">
        <w:t>для предприятий, которые соответствуют организации систем обслуживания в микрорайоне и жилом районе – 4 кг вещей в смену на 1 тыс. человек.</w:t>
      </w:r>
    </w:p>
    <w:p w:rsidR="007C08D3" w:rsidRPr="00C92D70" w:rsidRDefault="007C08D3" w:rsidP="00EF47F4">
      <w:pPr>
        <w:pStyle w:val="a4"/>
      </w:pPr>
      <w:r w:rsidRPr="00C92D70">
        <w:t>Нормативы размеров земельных участков химчисток приняты в соответствии со СНиП 2.07.01-89* «Градостроительство. Планировка и застройка городских и сельских поселений»:</w:t>
      </w:r>
    </w:p>
    <w:p w:rsidR="007C08D3" w:rsidRPr="00C92D70" w:rsidRDefault="007C08D3" w:rsidP="00EF47F4">
      <w:pPr>
        <w:pStyle w:val="List"/>
        <w:spacing w:after="0"/>
      </w:pPr>
      <w:r w:rsidRPr="00C92D70">
        <w:t>0,1-0,2 га на объект для химчисток самообслуживания;</w:t>
      </w:r>
    </w:p>
    <w:p w:rsidR="007C08D3" w:rsidRPr="00C92D70" w:rsidRDefault="007C08D3" w:rsidP="00EF47F4">
      <w:pPr>
        <w:pStyle w:val="List"/>
        <w:spacing w:after="0"/>
      </w:pPr>
      <w:r w:rsidRPr="00C92D70">
        <w:t>0,5-1,0 га на объект для фабрик-химчисток.</w:t>
      </w:r>
    </w:p>
    <w:p w:rsidR="007C08D3" w:rsidRPr="00EF47F4" w:rsidRDefault="007C08D3" w:rsidP="00D03D18">
      <w:pPr>
        <w:pStyle w:val="Heading2"/>
        <w:numPr>
          <w:ilvl w:val="1"/>
          <w:numId w:val="24"/>
        </w:numPr>
        <w:jc w:val="center"/>
      </w:pPr>
      <w:bookmarkStart w:id="75" w:name="_Toc396406127"/>
      <w:r w:rsidRPr="00C92D70">
        <w:t>Бани</w:t>
      </w:r>
      <w:bookmarkEnd w:id="75"/>
    </w:p>
    <w:p w:rsidR="007C08D3" w:rsidRPr="00C92D70" w:rsidRDefault="007C08D3" w:rsidP="00EF47F4">
      <w:pPr>
        <w:pStyle w:val="a4"/>
      </w:pPr>
      <w:r w:rsidRPr="00C92D70">
        <w:t>Нормативы обеспеченности населения банями приняты в соответствии со СНиП 2.07.01-89* «Градостроительство. Планировка и застройка городских и сельских поселений»:</w:t>
      </w:r>
    </w:p>
    <w:p w:rsidR="007C08D3" w:rsidRPr="00C92D70" w:rsidRDefault="007C08D3" w:rsidP="00EF47F4">
      <w:pPr>
        <w:pStyle w:val="List"/>
        <w:spacing w:after="0"/>
      </w:pPr>
      <w:r w:rsidRPr="00C92D70">
        <w:t>для городских населенных пунктов – 5 мест на 1 тыс. человек;</w:t>
      </w:r>
    </w:p>
    <w:p w:rsidR="007C08D3" w:rsidRPr="00C92D70" w:rsidRDefault="007C08D3" w:rsidP="00EF47F4">
      <w:pPr>
        <w:pStyle w:val="List"/>
        <w:spacing w:after="0"/>
      </w:pPr>
      <w:r w:rsidRPr="00C92D70">
        <w:t>для сельских населенных пунктов – 7 мест на 1 тыс. человек.</w:t>
      </w:r>
    </w:p>
    <w:p w:rsidR="007C08D3" w:rsidRPr="00C92D70" w:rsidRDefault="007C08D3" w:rsidP="00814B7C">
      <w:pPr>
        <w:pStyle w:val="a4"/>
      </w:pPr>
      <w:r w:rsidRPr="00C92D70">
        <w:t>Нормативы размеров земельных участков бань приняты в соответствии со СНиП 2.07.01-89* «Градостроительство. Планировка и застройка городских и сельских поселений» –  0,2-0,4 га на объект.</w:t>
      </w:r>
    </w:p>
    <w:p w:rsidR="007C08D3" w:rsidRPr="00C92D70" w:rsidRDefault="007C08D3" w:rsidP="00143940">
      <w:pPr>
        <w:pStyle w:val="Heading1"/>
        <w:numPr>
          <w:ilvl w:val="0"/>
          <w:numId w:val="24"/>
        </w:numPr>
      </w:pPr>
      <w:r w:rsidRPr="00C92D70">
        <w:t>Нормативы обеспеченности организации в границах муниципального района библиотечного обслуживания населения межпоселенческими библиотеками, комплектования и обеспечения сохранности их библиотечных фондов</w:t>
      </w:r>
      <w:bookmarkEnd w:id="73"/>
    </w:p>
    <w:p w:rsidR="007C08D3" w:rsidRPr="00C92D70" w:rsidRDefault="007C08D3" w:rsidP="00886B73">
      <w:pPr>
        <w:pStyle w:val="a4"/>
      </w:pPr>
      <w:bookmarkStart w:id="76" w:name="_Toc393384029"/>
      <w:r w:rsidRPr="00C92D70">
        <w:t>В соответствии с Распоряжением Правительства Р</w:t>
      </w:r>
      <w:r>
        <w:t>Ф от 19.10.209</w:t>
      </w:r>
      <w:r w:rsidRPr="00C92D70">
        <w:t>9 №1683-р «О методике определения нормативной потребности субъектов РФ в объектах социальной инфраструктуры» рекомендуется вносить дополнительные поправки в расчеты норм сети библиотек и их ресурсов в тех случаях, когда муниципальное образование имеет особые условия, усложняющие предоставление библиотечных услуг (многоязычный состав жителей, удаленность малонаселенных пунктов или затрудненность коммуникаций из-за сложного рельефа местности). Чтобы обеспечить равные возможности для доступа населения таких территорий к информации и культурным ценностям в библиотеках целесообразно использовать поправочные коэффициенты к нормативам в соответствии с таблицей представленной ниже (</w:t>
      </w:r>
      <w:r>
        <w:t>таблица 13</w:t>
      </w:r>
      <w:r w:rsidRPr="00C92D70">
        <w:t>).</w:t>
      </w:r>
    </w:p>
    <w:p w:rsidR="007C08D3" w:rsidRPr="00C92D70" w:rsidRDefault="007C08D3" w:rsidP="00886B73">
      <w:pPr>
        <w:pStyle w:val="Caption"/>
        <w:jc w:val="right"/>
      </w:pPr>
      <w:bookmarkStart w:id="77" w:name="_Ref393383845"/>
      <w:r w:rsidRPr="00C92D70">
        <w:t xml:space="preserve">Таблица </w:t>
      </w:r>
      <w:bookmarkEnd w:id="77"/>
      <w:r>
        <w:t>13</w:t>
      </w:r>
    </w:p>
    <w:p w:rsidR="007C08D3" w:rsidRPr="00C92D70" w:rsidRDefault="007C08D3" w:rsidP="00886B73">
      <w:pPr>
        <w:pStyle w:val="Caption"/>
        <w:rPr>
          <w:sz w:val="24"/>
          <w:szCs w:val="24"/>
        </w:rPr>
      </w:pPr>
      <w:r w:rsidRPr="00C92D70">
        <w:rPr>
          <w:sz w:val="24"/>
          <w:szCs w:val="24"/>
        </w:rPr>
        <w:t>Поправочные коэффициенты для расчета потребности в библиотеках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80"/>
        <w:gridCol w:w="2464"/>
        <w:gridCol w:w="2464"/>
        <w:gridCol w:w="2464"/>
      </w:tblGrid>
      <w:tr w:rsidR="007C08D3" w:rsidRPr="00C92D70" w:rsidTr="00B439D9">
        <w:trPr>
          <w:jc w:val="center"/>
        </w:trPr>
        <w:tc>
          <w:tcPr>
            <w:tcW w:w="2680" w:type="dxa"/>
            <w:vMerge w:val="restart"/>
            <w:vAlign w:val="center"/>
          </w:tcPr>
          <w:p w:rsidR="007C08D3" w:rsidRPr="00C92D70" w:rsidRDefault="007C08D3" w:rsidP="00B439D9">
            <w:pPr>
              <w:autoSpaceDE w:val="0"/>
              <w:autoSpaceDN w:val="0"/>
              <w:adjustRightInd w:val="0"/>
              <w:jc w:val="center"/>
              <w:rPr>
                <w:b/>
                <w:sz w:val="20"/>
                <w:szCs w:val="20"/>
              </w:rPr>
            </w:pPr>
            <w:r w:rsidRPr="00C92D70">
              <w:rPr>
                <w:b/>
                <w:sz w:val="20"/>
                <w:szCs w:val="20"/>
              </w:rPr>
              <w:t>Фактор влияния</w:t>
            </w:r>
          </w:p>
        </w:tc>
        <w:tc>
          <w:tcPr>
            <w:tcW w:w="7392" w:type="dxa"/>
            <w:gridSpan w:val="3"/>
            <w:vAlign w:val="center"/>
          </w:tcPr>
          <w:p w:rsidR="007C08D3" w:rsidRPr="00C92D70" w:rsidRDefault="007C08D3" w:rsidP="00B439D9">
            <w:pPr>
              <w:autoSpaceDE w:val="0"/>
              <w:autoSpaceDN w:val="0"/>
              <w:adjustRightInd w:val="0"/>
              <w:jc w:val="center"/>
              <w:rPr>
                <w:b/>
                <w:sz w:val="20"/>
                <w:szCs w:val="20"/>
              </w:rPr>
            </w:pPr>
            <w:r w:rsidRPr="00C92D70">
              <w:rPr>
                <w:b/>
                <w:sz w:val="20"/>
                <w:szCs w:val="20"/>
              </w:rPr>
              <w:t>Поправочные коэффициенты к нормативам</w:t>
            </w:r>
          </w:p>
        </w:tc>
      </w:tr>
      <w:tr w:rsidR="007C08D3" w:rsidRPr="00C92D70" w:rsidTr="00B439D9">
        <w:trPr>
          <w:jc w:val="center"/>
        </w:trPr>
        <w:tc>
          <w:tcPr>
            <w:tcW w:w="2680" w:type="dxa"/>
            <w:vMerge/>
            <w:vAlign w:val="center"/>
          </w:tcPr>
          <w:p w:rsidR="007C08D3" w:rsidRPr="00C92D70" w:rsidRDefault="007C08D3" w:rsidP="00B439D9">
            <w:pPr>
              <w:autoSpaceDE w:val="0"/>
              <w:autoSpaceDN w:val="0"/>
              <w:adjustRightInd w:val="0"/>
              <w:jc w:val="center"/>
              <w:rPr>
                <w:b/>
                <w:sz w:val="20"/>
                <w:szCs w:val="20"/>
              </w:rPr>
            </w:pPr>
          </w:p>
        </w:tc>
        <w:tc>
          <w:tcPr>
            <w:tcW w:w="2464" w:type="dxa"/>
            <w:vAlign w:val="center"/>
          </w:tcPr>
          <w:p w:rsidR="007C08D3" w:rsidRPr="00C92D70" w:rsidRDefault="007C08D3" w:rsidP="00B439D9">
            <w:pPr>
              <w:autoSpaceDE w:val="0"/>
              <w:autoSpaceDN w:val="0"/>
              <w:adjustRightInd w:val="0"/>
              <w:jc w:val="center"/>
              <w:rPr>
                <w:b/>
                <w:sz w:val="20"/>
                <w:szCs w:val="20"/>
              </w:rPr>
            </w:pPr>
            <w:r w:rsidRPr="00C92D70">
              <w:rPr>
                <w:b/>
                <w:sz w:val="20"/>
                <w:szCs w:val="20"/>
              </w:rPr>
              <w:t>численность населения в расчете на 1 библиотеку</w:t>
            </w:r>
          </w:p>
        </w:tc>
        <w:tc>
          <w:tcPr>
            <w:tcW w:w="2464" w:type="dxa"/>
            <w:vAlign w:val="center"/>
          </w:tcPr>
          <w:p w:rsidR="007C08D3" w:rsidRPr="00C92D70" w:rsidRDefault="007C08D3" w:rsidP="00B439D9">
            <w:pPr>
              <w:autoSpaceDE w:val="0"/>
              <w:autoSpaceDN w:val="0"/>
              <w:adjustRightInd w:val="0"/>
              <w:jc w:val="center"/>
              <w:rPr>
                <w:b/>
                <w:sz w:val="20"/>
                <w:szCs w:val="20"/>
              </w:rPr>
            </w:pPr>
            <w:r w:rsidRPr="00C92D70">
              <w:rPr>
                <w:b/>
                <w:sz w:val="20"/>
                <w:szCs w:val="20"/>
              </w:rPr>
              <w:t>книжный фонд</w:t>
            </w:r>
          </w:p>
        </w:tc>
        <w:tc>
          <w:tcPr>
            <w:tcW w:w="2464" w:type="dxa"/>
            <w:vAlign w:val="center"/>
          </w:tcPr>
          <w:p w:rsidR="007C08D3" w:rsidRPr="00C92D70" w:rsidRDefault="007C08D3" w:rsidP="00B439D9">
            <w:pPr>
              <w:autoSpaceDE w:val="0"/>
              <w:autoSpaceDN w:val="0"/>
              <w:adjustRightInd w:val="0"/>
              <w:jc w:val="center"/>
              <w:rPr>
                <w:b/>
                <w:sz w:val="20"/>
                <w:szCs w:val="20"/>
              </w:rPr>
            </w:pPr>
            <w:r w:rsidRPr="00C92D70">
              <w:rPr>
                <w:b/>
                <w:sz w:val="20"/>
                <w:szCs w:val="20"/>
              </w:rPr>
              <w:t>объем ежегодного пополнения книжного фонда</w:t>
            </w:r>
          </w:p>
        </w:tc>
      </w:tr>
      <w:tr w:rsidR="007C08D3" w:rsidRPr="00C92D70" w:rsidTr="00B439D9">
        <w:trPr>
          <w:jc w:val="center"/>
        </w:trPr>
        <w:tc>
          <w:tcPr>
            <w:tcW w:w="2680" w:type="dxa"/>
            <w:vAlign w:val="center"/>
          </w:tcPr>
          <w:p w:rsidR="007C08D3" w:rsidRPr="00C92D70" w:rsidRDefault="007C08D3" w:rsidP="00B439D9">
            <w:pPr>
              <w:autoSpaceDE w:val="0"/>
              <w:autoSpaceDN w:val="0"/>
              <w:adjustRightInd w:val="0"/>
              <w:jc w:val="center"/>
              <w:rPr>
                <w:sz w:val="20"/>
                <w:szCs w:val="20"/>
              </w:rPr>
            </w:pPr>
            <w:r w:rsidRPr="00C92D70">
              <w:rPr>
                <w:sz w:val="20"/>
                <w:szCs w:val="20"/>
              </w:rPr>
              <w:t>Сложность рельефа местности</w:t>
            </w:r>
          </w:p>
        </w:tc>
        <w:tc>
          <w:tcPr>
            <w:tcW w:w="2464" w:type="dxa"/>
            <w:vAlign w:val="center"/>
          </w:tcPr>
          <w:p w:rsidR="007C08D3" w:rsidRPr="00C92D70" w:rsidRDefault="007C08D3" w:rsidP="00B439D9">
            <w:pPr>
              <w:autoSpaceDE w:val="0"/>
              <w:autoSpaceDN w:val="0"/>
              <w:adjustRightInd w:val="0"/>
              <w:jc w:val="center"/>
              <w:rPr>
                <w:sz w:val="20"/>
                <w:szCs w:val="20"/>
              </w:rPr>
            </w:pPr>
            <w:r w:rsidRPr="00C92D70">
              <w:rPr>
                <w:sz w:val="20"/>
                <w:szCs w:val="20"/>
              </w:rPr>
              <w:t>0,5 – 0,8</w:t>
            </w:r>
          </w:p>
        </w:tc>
        <w:tc>
          <w:tcPr>
            <w:tcW w:w="2464" w:type="dxa"/>
            <w:vAlign w:val="center"/>
          </w:tcPr>
          <w:p w:rsidR="007C08D3" w:rsidRPr="00C92D70" w:rsidRDefault="007C08D3" w:rsidP="00B439D9">
            <w:pPr>
              <w:autoSpaceDE w:val="0"/>
              <w:autoSpaceDN w:val="0"/>
              <w:adjustRightInd w:val="0"/>
              <w:jc w:val="center"/>
              <w:rPr>
                <w:sz w:val="20"/>
                <w:szCs w:val="20"/>
              </w:rPr>
            </w:pPr>
            <w:r w:rsidRPr="00C92D70">
              <w:rPr>
                <w:sz w:val="20"/>
                <w:szCs w:val="20"/>
              </w:rPr>
              <w:t>1,2</w:t>
            </w:r>
          </w:p>
        </w:tc>
        <w:tc>
          <w:tcPr>
            <w:tcW w:w="2464" w:type="dxa"/>
            <w:vAlign w:val="center"/>
          </w:tcPr>
          <w:p w:rsidR="007C08D3" w:rsidRPr="00C92D70" w:rsidRDefault="007C08D3" w:rsidP="00B439D9">
            <w:pPr>
              <w:autoSpaceDE w:val="0"/>
              <w:autoSpaceDN w:val="0"/>
              <w:adjustRightInd w:val="0"/>
              <w:jc w:val="center"/>
              <w:rPr>
                <w:sz w:val="20"/>
                <w:szCs w:val="20"/>
              </w:rPr>
            </w:pPr>
            <w:r w:rsidRPr="00C92D70">
              <w:rPr>
                <w:sz w:val="20"/>
                <w:szCs w:val="20"/>
              </w:rPr>
              <w:t>1,2</w:t>
            </w:r>
          </w:p>
        </w:tc>
      </w:tr>
      <w:tr w:rsidR="007C08D3" w:rsidRPr="00C92D70" w:rsidTr="00B439D9">
        <w:trPr>
          <w:jc w:val="center"/>
        </w:trPr>
        <w:tc>
          <w:tcPr>
            <w:tcW w:w="2680" w:type="dxa"/>
            <w:vAlign w:val="center"/>
          </w:tcPr>
          <w:p w:rsidR="007C08D3" w:rsidRPr="00C92D70" w:rsidRDefault="007C08D3" w:rsidP="00B439D9">
            <w:pPr>
              <w:pStyle w:val="ConsPlusNonformat"/>
              <w:jc w:val="center"/>
              <w:rPr>
                <w:rFonts w:ascii="Times New Roman" w:hAnsi="Times New Roman" w:cs="Times New Roman"/>
              </w:rPr>
            </w:pPr>
            <w:r w:rsidRPr="00C92D70">
              <w:rPr>
                <w:rFonts w:ascii="Times New Roman" w:hAnsi="Times New Roman" w:cs="Times New Roman"/>
              </w:rPr>
              <w:t>Радиус района обслуживания более 5 км, наличие в районе более 10 населенных пунктов</w:t>
            </w:r>
          </w:p>
        </w:tc>
        <w:tc>
          <w:tcPr>
            <w:tcW w:w="2464" w:type="dxa"/>
            <w:vAlign w:val="center"/>
          </w:tcPr>
          <w:p w:rsidR="007C08D3" w:rsidRPr="00C92D70" w:rsidRDefault="007C08D3" w:rsidP="00B439D9">
            <w:pPr>
              <w:autoSpaceDE w:val="0"/>
              <w:autoSpaceDN w:val="0"/>
              <w:adjustRightInd w:val="0"/>
              <w:jc w:val="center"/>
              <w:rPr>
                <w:sz w:val="20"/>
                <w:szCs w:val="20"/>
              </w:rPr>
            </w:pPr>
            <w:r w:rsidRPr="00C92D70">
              <w:rPr>
                <w:sz w:val="20"/>
                <w:szCs w:val="20"/>
              </w:rPr>
              <w:t>05 – 0,7</w:t>
            </w:r>
          </w:p>
        </w:tc>
        <w:tc>
          <w:tcPr>
            <w:tcW w:w="2464" w:type="dxa"/>
            <w:vAlign w:val="center"/>
          </w:tcPr>
          <w:p w:rsidR="007C08D3" w:rsidRPr="00C92D70" w:rsidRDefault="007C08D3" w:rsidP="00B439D9">
            <w:pPr>
              <w:autoSpaceDE w:val="0"/>
              <w:autoSpaceDN w:val="0"/>
              <w:adjustRightInd w:val="0"/>
              <w:jc w:val="center"/>
              <w:rPr>
                <w:sz w:val="20"/>
                <w:szCs w:val="20"/>
              </w:rPr>
            </w:pPr>
            <w:r w:rsidRPr="00C92D70">
              <w:rPr>
                <w:sz w:val="20"/>
                <w:szCs w:val="20"/>
              </w:rPr>
              <w:t>1,1 – 1,2</w:t>
            </w:r>
          </w:p>
        </w:tc>
        <w:tc>
          <w:tcPr>
            <w:tcW w:w="2464" w:type="dxa"/>
            <w:vAlign w:val="center"/>
          </w:tcPr>
          <w:p w:rsidR="007C08D3" w:rsidRPr="00C92D70" w:rsidRDefault="007C08D3" w:rsidP="00B439D9">
            <w:pPr>
              <w:autoSpaceDE w:val="0"/>
              <w:autoSpaceDN w:val="0"/>
              <w:adjustRightInd w:val="0"/>
              <w:jc w:val="center"/>
              <w:rPr>
                <w:sz w:val="20"/>
                <w:szCs w:val="20"/>
              </w:rPr>
            </w:pPr>
            <w:r w:rsidRPr="00C92D70">
              <w:rPr>
                <w:sz w:val="20"/>
                <w:szCs w:val="20"/>
              </w:rPr>
              <w:t>1,1 – 1,2</w:t>
            </w:r>
          </w:p>
        </w:tc>
      </w:tr>
      <w:tr w:rsidR="007C08D3" w:rsidRPr="00C92D70" w:rsidTr="00B439D9">
        <w:trPr>
          <w:jc w:val="center"/>
        </w:trPr>
        <w:tc>
          <w:tcPr>
            <w:tcW w:w="2680" w:type="dxa"/>
            <w:vAlign w:val="center"/>
          </w:tcPr>
          <w:p w:rsidR="007C08D3" w:rsidRPr="00C92D70" w:rsidRDefault="007C08D3" w:rsidP="00B439D9">
            <w:pPr>
              <w:autoSpaceDE w:val="0"/>
              <w:autoSpaceDN w:val="0"/>
              <w:adjustRightInd w:val="0"/>
              <w:jc w:val="center"/>
              <w:rPr>
                <w:sz w:val="20"/>
                <w:szCs w:val="20"/>
              </w:rPr>
            </w:pPr>
            <w:r w:rsidRPr="00C92D70">
              <w:rPr>
                <w:sz w:val="20"/>
                <w:szCs w:val="20"/>
              </w:rPr>
              <w:t>Многонациональное население</w:t>
            </w:r>
          </w:p>
        </w:tc>
        <w:tc>
          <w:tcPr>
            <w:tcW w:w="2464" w:type="dxa"/>
            <w:vAlign w:val="center"/>
          </w:tcPr>
          <w:p w:rsidR="007C08D3" w:rsidRPr="00C92D70" w:rsidRDefault="007C08D3" w:rsidP="00B439D9">
            <w:pPr>
              <w:autoSpaceDE w:val="0"/>
              <w:autoSpaceDN w:val="0"/>
              <w:adjustRightInd w:val="0"/>
              <w:jc w:val="center"/>
              <w:rPr>
                <w:sz w:val="20"/>
                <w:szCs w:val="20"/>
              </w:rPr>
            </w:pPr>
            <w:r w:rsidRPr="00C92D70">
              <w:rPr>
                <w:sz w:val="20"/>
                <w:szCs w:val="20"/>
              </w:rPr>
              <w:t>0,5</w:t>
            </w:r>
          </w:p>
        </w:tc>
        <w:tc>
          <w:tcPr>
            <w:tcW w:w="2464" w:type="dxa"/>
            <w:vAlign w:val="center"/>
          </w:tcPr>
          <w:p w:rsidR="007C08D3" w:rsidRPr="00C92D70" w:rsidRDefault="007C08D3" w:rsidP="00B439D9">
            <w:pPr>
              <w:autoSpaceDE w:val="0"/>
              <w:autoSpaceDN w:val="0"/>
              <w:adjustRightInd w:val="0"/>
              <w:jc w:val="center"/>
              <w:rPr>
                <w:sz w:val="20"/>
                <w:szCs w:val="20"/>
              </w:rPr>
            </w:pPr>
            <w:r w:rsidRPr="00C92D70">
              <w:rPr>
                <w:sz w:val="20"/>
                <w:szCs w:val="20"/>
              </w:rPr>
              <w:t>1,2</w:t>
            </w:r>
          </w:p>
        </w:tc>
        <w:tc>
          <w:tcPr>
            <w:tcW w:w="2464" w:type="dxa"/>
            <w:vAlign w:val="center"/>
          </w:tcPr>
          <w:p w:rsidR="007C08D3" w:rsidRPr="00C92D70" w:rsidRDefault="007C08D3" w:rsidP="00B439D9">
            <w:pPr>
              <w:autoSpaceDE w:val="0"/>
              <w:autoSpaceDN w:val="0"/>
              <w:adjustRightInd w:val="0"/>
              <w:jc w:val="center"/>
              <w:rPr>
                <w:sz w:val="20"/>
                <w:szCs w:val="20"/>
              </w:rPr>
            </w:pPr>
            <w:r w:rsidRPr="00C92D70">
              <w:rPr>
                <w:sz w:val="20"/>
                <w:szCs w:val="20"/>
              </w:rPr>
              <w:t>1,2</w:t>
            </w:r>
          </w:p>
        </w:tc>
      </w:tr>
    </w:tbl>
    <w:p w:rsidR="007C08D3" w:rsidRPr="00C92D70" w:rsidRDefault="007C08D3" w:rsidP="00D85783">
      <w:pPr>
        <w:pStyle w:val="a4"/>
      </w:pPr>
      <w:r w:rsidRPr="00C92D70">
        <w:t>Объем приобретения печатных изданий, изданий на электронных носителях информации, а также аудиовизуальных документов для создаваемой или существующей библиотеки:</w:t>
      </w:r>
    </w:p>
    <w:p w:rsidR="007C08D3" w:rsidRPr="00C92D70" w:rsidRDefault="007C08D3" w:rsidP="00D85783">
      <w:pPr>
        <w:pStyle w:val="List"/>
        <w:spacing w:after="0"/>
      </w:pPr>
      <w:r w:rsidRPr="00C92D70">
        <w:t>в городских населенных пунктах от 5 до 7 экземпляров на 1 жителя,</w:t>
      </w:r>
    </w:p>
    <w:p w:rsidR="007C08D3" w:rsidRPr="00C92D70" w:rsidRDefault="007C08D3" w:rsidP="00D85783">
      <w:pPr>
        <w:pStyle w:val="List"/>
        <w:spacing w:after="0"/>
      </w:pPr>
      <w:r w:rsidRPr="00C92D70">
        <w:t>в сельских населенных пунктах от 7 до 9 экземпляров на 1 жителя.</w:t>
      </w:r>
    </w:p>
    <w:p w:rsidR="007C08D3" w:rsidRPr="00C92D70" w:rsidRDefault="007C08D3" w:rsidP="00D85783">
      <w:pPr>
        <w:pStyle w:val="a4"/>
      </w:pPr>
      <w:r w:rsidRPr="00C92D70">
        <w:t>В соответствии с Решением Совета РБА от 16.05.2007 «Базовые нормы организации сети и ресурсного обеспечения общедоступных библиотек муниципальных образований» объем документного фонда в центральной районной (межпоселенческой) библиотеке должен составлять не менее 4 книг на 1 жителя районного центра и дополнительно 0,14-0,5 книг и других документов на 1 жителя муниципального района.</w:t>
      </w:r>
    </w:p>
    <w:p w:rsidR="007C08D3" w:rsidRPr="00C92D70" w:rsidRDefault="007C08D3" w:rsidP="00D85783">
      <w:pPr>
        <w:pStyle w:val="a4"/>
      </w:pPr>
      <w:r w:rsidRPr="00C92D70">
        <w:t>Объем пополнения книжных фондов в год 250 книг на 1 тыс. человек.</w:t>
      </w:r>
    </w:p>
    <w:p w:rsidR="007C08D3" w:rsidRPr="00C92D70" w:rsidRDefault="007C08D3" w:rsidP="00D85783">
      <w:pPr>
        <w:pStyle w:val="a4"/>
      </w:pPr>
      <w:r w:rsidRPr="00C92D70">
        <w:t>В соответствии с «Базовыми нормами организации сети и ресурсного обеспечения общедоступных библиотек муниципальных образований» общедоступные библиотеки обслуживают все категории жителей на расстоянии пешеходно-транспортной доступности: до 3 км – пешеходная, свыше 3 км – транспортная.</w:t>
      </w:r>
    </w:p>
    <w:p w:rsidR="007C08D3" w:rsidRPr="00D85783" w:rsidRDefault="007C08D3" w:rsidP="00D03D18">
      <w:pPr>
        <w:pStyle w:val="Heading2"/>
        <w:numPr>
          <w:ilvl w:val="1"/>
          <w:numId w:val="24"/>
        </w:numPr>
        <w:jc w:val="center"/>
      </w:pPr>
      <w:bookmarkStart w:id="78" w:name="_Toc396406129"/>
      <w:r w:rsidRPr="00C92D70">
        <w:t>Районные библиотеки</w:t>
      </w:r>
      <w:bookmarkEnd w:id="78"/>
    </w:p>
    <w:p w:rsidR="007C08D3" w:rsidRPr="00C92D70" w:rsidRDefault="007C08D3" w:rsidP="00730B74">
      <w:pPr>
        <w:pStyle w:val="a4"/>
      </w:pPr>
      <w:r w:rsidRPr="00C92D70">
        <w:t>Нормативы обеспеченности населения районными библиотеками приняты в соответствии с Распоряжением Правительства РФ от 03.07.1996 №1063-р «О социальных нормативах и нормах» и с учетом Распоряжения Правительства РФ от 19.10.1999 №1683-р «О методике определения нормативной потребности субъектов РФ в объектах социальной инфраструктуры» по соответствующим типам библиотек:</w:t>
      </w:r>
    </w:p>
    <w:p w:rsidR="007C08D3" w:rsidRPr="00C92D70" w:rsidRDefault="007C08D3" w:rsidP="00730B74">
      <w:pPr>
        <w:pStyle w:val="List"/>
        <w:spacing w:after="0"/>
      </w:pPr>
      <w:r w:rsidRPr="00C92D70">
        <w:t>межпоселенческая – 1 на муниципальный район;</w:t>
      </w:r>
    </w:p>
    <w:p w:rsidR="007C08D3" w:rsidRPr="00C92D70" w:rsidRDefault="007C08D3" w:rsidP="00730B74">
      <w:pPr>
        <w:pStyle w:val="List"/>
        <w:spacing w:after="0"/>
      </w:pPr>
      <w:r w:rsidRPr="00C92D70">
        <w:t>детская – 1 на муниципальный район;</w:t>
      </w:r>
    </w:p>
    <w:p w:rsidR="007C08D3" w:rsidRPr="00C92D70" w:rsidRDefault="007C08D3" w:rsidP="00730B74">
      <w:pPr>
        <w:pStyle w:val="List"/>
        <w:spacing w:after="0"/>
      </w:pPr>
      <w:r w:rsidRPr="00C92D70">
        <w:t>юношеская – 1 на муниципальный район.</w:t>
      </w:r>
    </w:p>
    <w:p w:rsidR="007C08D3" w:rsidRPr="00C92D70" w:rsidRDefault="007C08D3" w:rsidP="00730B74">
      <w:pPr>
        <w:pStyle w:val="a4"/>
      </w:pPr>
      <w:r w:rsidRPr="00C92D70">
        <w:t>Размеры земельных участков районных библиотек устанавливаются заданием на проектирование.</w:t>
      </w:r>
    </w:p>
    <w:p w:rsidR="007C08D3" w:rsidRPr="00C92D70" w:rsidRDefault="007C08D3" w:rsidP="00730B74">
      <w:pPr>
        <w:pStyle w:val="a4"/>
      </w:pPr>
      <w:r w:rsidRPr="00C92D70">
        <w:t>В соответствии с Распоря</w:t>
      </w:r>
      <w:r>
        <w:t>жением Правительства РФ от 19.10.199</w:t>
      </w:r>
      <w:r w:rsidRPr="00C92D70">
        <w:t>9 №1683-р «О методике определения нормативной потребности субъектов РФ в объектах социальной инфраструктуры» центральная библиотека района, обслуживающая население всей территории района, должна располагать увеличенным объемом фонда из расчета дополнительно от 0,5 до 2 экземпляров на 1 жителя.</w:t>
      </w:r>
    </w:p>
    <w:p w:rsidR="007C08D3" w:rsidRPr="00C92D70" w:rsidRDefault="007C08D3" w:rsidP="00143940">
      <w:pPr>
        <w:pStyle w:val="Heading1"/>
        <w:numPr>
          <w:ilvl w:val="0"/>
          <w:numId w:val="24"/>
        </w:numPr>
      </w:pPr>
      <w:bookmarkStart w:id="79" w:name="_Toc393384030"/>
      <w:bookmarkEnd w:id="76"/>
      <w:r w:rsidRPr="00C92D70">
        <w:t>Нормативы обеспеченности в границах муниципального района поселений, входящих в состав муниципального района, объектами досуга и культуры</w:t>
      </w:r>
      <w:bookmarkEnd w:id="79"/>
    </w:p>
    <w:p w:rsidR="007C08D3" w:rsidRPr="00E9077D" w:rsidRDefault="007C08D3" w:rsidP="00D03D18">
      <w:pPr>
        <w:pStyle w:val="Heading2"/>
        <w:numPr>
          <w:ilvl w:val="1"/>
          <w:numId w:val="24"/>
        </w:numPr>
        <w:jc w:val="center"/>
      </w:pPr>
      <w:bookmarkStart w:id="80" w:name="_Toc396406132"/>
      <w:bookmarkStart w:id="81" w:name="_Toc393384037"/>
      <w:r w:rsidRPr="00C92D70">
        <w:t>Помещения для культурно-досуговой деятельности</w:t>
      </w:r>
      <w:bookmarkEnd w:id="80"/>
    </w:p>
    <w:p w:rsidR="007C08D3" w:rsidRPr="00C92D70" w:rsidRDefault="007C08D3" w:rsidP="00886B73">
      <w:pPr>
        <w:pStyle w:val="a4"/>
      </w:pPr>
      <w:r w:rsidRPr="00C92D70">
        <w:t>Норматив обеспеченности населения помещениями для культурно-досуговой деятельности принят в соответствии со СНиП 2.07.01-89* «Градостроительство. Планировка и застройка городских и сельских поселений» – 50-60 кв. м площади пола на 1 тыс. человек.</w:t>
      </w:r>
    </w:p>
    <w:p w:rsidR="007C08D3" w:rsidRPr="00C92D70" w:rsidRDefault="007C08D3" w:rsidP="00886B73">
      <w:pPr>
        <w:pStyle w:val="a4"/>
      </w:pPr>
      <w:r w:rsidRPr="00C92D70">
        <w:t>Размеры земельных участков помещений для культурно-досуговой деятельности устанавливаются заданием на проектирование.</w:t>
      </w:r>
    </w:p>
    <w:p w:rsidR="007C08D3" w:rsidRPr="00E9077D" w:rsidRDefault="007C08D3" w:rsidP="00D03D18">
      <w:pPr>
        <w:pStyle w:val="Heading2"/>
        <w:numPr>
          <w:ilvl w:val="1"/>
          <w:numId w:val="24"/>
        </w:numPr>
        <w:jc w:val="center"/>
      </w:pPr>
      <w:bookmarkStart w:id="82" w:name="_Toc396406133"/>
      <w:r w:rsidRPr="00C92D70">
        <w:t xml:space="preserve">Районные </w:t>
      </w:r>
      <w:bookmarkStart w:id="83" w:name="_Toc381202436"/>
      <w:r w:rsidRPr="00C92D70">
        <w:t>учреждения культуры клубного типа</w:t>
      </w:r>
      <w:bookmarkEnd w:id="82"/>
      <w:bookmarkEnd w:id="83"/>
    </w:p>
    <w:p w:rsidR="007C08D3" w:rsidRPr="00C92D70" w:rsidRDefault="007C08D3" w:rsidP="00886B73">
      <w:pPr>
        <w:pStyle w:val="a4"/>
      </w:pPr>
      <w:r w:rsidRPr="00C92D70">
        <w:t>Норматив обеспеченности населения районными учреждениями культуры клубного типа принят в соответствии с Распоряжением Правительства РФ от 03.07.1996 №1063-р «О социальных нормативах и нормах» – 1 учреждение на муниципальный район.</w:t>
      </w:r>
    </w:p>
    <w:p w:rsidR="007C08D3" w:rsidRPr="00C92D70" w:rsidRDefault="007C08D3" w:rsidP="00886B73">
      <w:pPr>
        <w:pStyle w:val="a4"/>
      </w:pPr>
      <w:r w:rsidRPr="00C92D70">
        <w:t>Размеры земельных участков районных учреждений культуры клубного типа устанавливаются заданием на проектирование.</w:t>
      </w:r>
    </w:p>
    <w:p w:rsidR="007C08D3" w:rsidRPr="00C92D70" w:rsidRDefault="007C08D3" w:rsidP="00886B73">
      <w:pPr>
        <w:pStyle w:val="a4"/>
      </w:pPr>
      <w:r w:rsidRPr="00C92D70">
        <w:t>В соответствии с Распоря</w:t>
      </w:r>
      <w:r>
        <w:t>жением Правительства РФ от 19.10.199</w:t>
      </w:r>
      <w:r w:rsidRPr="00C92D70">
        <w:t>9 №1683-р «О методике определения нормативной потребности субъектов РФ в объектах социальной инфраструктуры» мощностная характеристика районного учреждения культуры клубного типа должна составлять не менее 500 зрительских мест.</w:t>
      </w:r>
    </w:p>
    <w:p w:rsidR="007C08D3" w:rsidRPr="00C92D70" w:rsidRDefault="007C08D3" w:rsidP="00886B73">
      <w:pPr>
        <w:pStyle w:val="a4"/>
      </w:pPr>
      <w:r w:rsidRPr="00C92D70">
        <w:t>Муниципальный район должен иметь 1 информационно-методический центр межпоселенческого характера, являющийся самостоятельным учреждением или структурным подразделением районного учреждения культуры клубного типа.</w:t>
      </w:r>
    </w:p>
    <w:p w:rsidR="007C08D3" w:rsidRPr="00C92D70" w:rsidRDefault="007C08D3" w:rsidP="00C7471B">
      <w:pPr>
        <w:pStyle w:val="a4"/>
      </w:pPr>
      <w:r w:rsidRPr="00C92D70">
        <w:t>Количество передвижных центров культуры (культбригад) определяется в зависимости от количества населенных пунктов, входящих в состав муниципального образования и не имеющих стационарных учреждений культурно-досугового типа, из расчета 1 передвижной центр культуры (культбригада) на каждую группу, количество населенных пунктов в которой не превышает 5, в регионах или муниципальных образованиях с низкой плотностью населения и на каждую группу, количество населенных пунктов в которой не превышает 10, в муниципальных образованиях со средней или высокой плотностью населения.</w:t>
      </w:r>
    </w:p>
    <w:p w:rsidR="007C08D3" w:rsidRPr="006C7492" w:rsidRDefault="007C08D3" w:rsidP="00D03D18">
      <w:pPr>
        <w:pStyle w:val="Heading2"/>
        <w:numPr>
          <w:ilvl w:val="1"/>
          <w:numId w:val="24"/>
        </w:numPr>
        <w:jc w:val="center"/>
      </w:pPr>
      <w:bookmarkStart w:id="84" w:name="_Toc396406135"/>
      <w:r w:rsidRPr="00C92D70">
        <w:t>Районные музеи</w:t>
      </w:r>
      <w:bookmarkEnd w:id="84"/>
    </w:p>
    <w:p w:rsidR="007C08D3" w:rsidRPr="00C92D70" w:rsidRDefault="007C08D3" w:rsidP="00886B73">
      <w:pPr>
        <w:pStyle w:val="a4"/>
      </w:pPr>
      <w:r w:rsidRPr="00C92D70">
        <w:t>Норматив обеспеченности населения районными музеями принят в соответствии с Распоряжением Правительства РФ от 03.07.1996 №1063-р «О социальных нормативах и нормах» при численности населения муниципального района:</w:t>
      </w:r>
    </w:p>
    <w:p w:rsidR="007C08D3" w:rsidRPr="00C92D70" w:rsidRDefault="007C08D3" w:rsidP="00886B73">
      <w:pPr>
        <w:pStyle w:val="List"/>
      </w:pPr>
      <w:r w:rsidRPr="00C92D70">
        <w:t>свыше 20 тыс. человек – 2-3 объекта на муниципальный район.</w:t>
      </w:r>
    </w:p>
    <w:p w:rsidR="007C08D3" w:rsidRPr="00C92D70" w:rsidRDefault="007C08D3" w:rsidP="00886B73">
      <w:pPr>
        <w:pStyle w:val="a4"/>
      </w:pPr>
      <w:r w:rsidRPr="00C92D70">
        <w:t>Размеры земельных участков районных музеев устанавливаются заданием на проектирование.</w:t>
      </w:r>
    </w:p>
    <w:p w:rsidR="007C08D3" w:rsidRPr="006C7492" w:rsidRDefault="007C08D3" w:rsidP="00D03D18">
      <w:pPr>
        <w:pStyle w:val="Heading2"/>
        <w:numPr>
          <w:ilvl w:val="1"/>
          <w:numId w:val="24"/>
        </w:numPr>
        <w:jc w:val="center"/>
      </w:pPr>
      <w:bookmarkStart w:id="85" w:name="_Toc396406137"/>
      <w:r w:rsidRPr="00C92D70">
        <w:t>Универсальные спортивно-зрелищные залы</w:t>
      </w:r>
      <w:bookmarkEnd w:id="85"/>
    </w:p>
    <w:p w:rsidR="007C08D3" w:rsidRPr="00C92D70" w:rsidRDefault="007C08D3" w:rsidP="00886B73">
      <w:pPr>
        <w:pStyle w:val="a4"/>
      </w:pPr>
      <w:r w:rsidRPr="00C92D70">
        <w:t>Норматив обеспеченности универсальными спортивно-зрелищными залами принят в соответствии со СНиП 2.07.01-89* «Градостроительство. Планировка и застройка городских и сельских поселений» – 6-9 мест на 1 тыс. человек.</w:t>
      </w:r>
    </w:p>
    <w:p w:rsidR="007C08D3" w:rsidRPr="00C92D70" w:rsidRDefault="007C08D3" w:rsidP="00886B73">
      <w:pPr>
        <w:pStyle w:val="a4"/>
      </w:pPr>
      <w:r w:rsidRPr="00C92D70">
        <w:t>Размеры земельных участков универсальных спортивно-зрелищных залов устанавливаются заданием на проектирование.</w:t>
      </w:r>
    </w:p>
    <w:p w:rsidR="007C08D3" w:rsidRPr="00C92D70" w:rsidRDefault="007C08D3" w:rsidP="00A719B1">
      <w:pPr>
        <w:pStyle w:val="Heading1"/>
        <w:numPr>
          <w:ilvl w:val="0"/>
          <w:numId w:val="24"/>
        </w:numPr>
      </w:pPr>
      <w:r w:rsidRPr="00C92D70">
        <w:t>Нормативы обеспеченности организации в границах муниципального района мероприятий межпоселенческого характера по работе с детьми и молодежью</w:t>
      </w:r>
      <w:bookmarkEnd w:id="81"/>
      <w:r w:rsidRPr="00C92D70">
        <w:t xml:space="preserve"> </w:t>
      </w:r>
    </w:p>
    <w:p w:rsidR="007C08D3" w:rsidRPr="00730B74" w:rsidRDefault="007C08D3" w:rsidP="00D03D18">
      <w:pPr>
        <w:pStyle w:val="Heading2"/>
        <w:numPr>
          <w:ilvl w:val="1"/>
          <w:numId w:val="24"/>
        </w:numPr>
        <w:jc w:val="center"/>
      </w:pPr>
      <w:bookmarkStart w:id="86" w:name="_Toc393384038"/>
      <w:r w:rsidRPr="00C92D70">
        <w:t>Молодежные центры</w:t>
      </w:r>
      <w:bookmarkEnd w:id="86"/>
    </w:p>
    <w:p w:rsidR="007C08D3" w:rsidRPr="00C92D70" w:rsidRDefault="007C08D3" w:rsidP="00886B73">
      <w:pPr>
        <w:pStyle w:val="a4"/>
      </w:pPr>
      <w:r w:rsidRPr="00C92D70">
        <w:t>Норматив обеспеченности молодежными центрами и размеры их земельных участков устанавливаются заданием на проектирование.</w:t>
      </w:r>
    </w:p>
    <w:p w:rsidR="007C08D3" w:rsidRPr="00730B74" w:rsidRDefault="007C08D3" w:rsidP="00814B7C">
      <w:pPr>
        <w:pStyle w:val="Heading1"/>
        <w:numPr>
          <w:ilvl w:val="0"/>
          <w:numId w:val="24"/>
        </w:numPr>
      </w:pPr>
      <w:bookmarkStart w:id="87" w:name="_Toc396406140"/>
      <w:bookmarkStart w:id="88" w:name="_Toc393384044"/>
      <w:r w:rsidRPr="00C92D70">
        <w:t>Нормативы обеспеченности в границах муниципального района объектами физкультурно-оздоровительного и спортивного назначения</w:t>
      </w:r>
      <w:bookmarkEnd w:id="87"/>
    </w:p>
    <w:p w:rsidR="007C08D3" w:rsidRPr="00C92D70" w:rsidRDefault="007C08D3" w:rsidP="00886B73">
      <w:pPr>
        <w:pStyle w:val="a4"/>
      </w:pPr>
      <w:r w:rsidRPr="00C92D70">
        <w:t>Нормативы обеспеченности населения объектами физкультурно-оздоровительного и спортивного назначения применять к населенным пунктам, расположенным на межселенной территории.</w:t>
      </w:r>
    </w:p>
    <w:p w:rsidR="007C08D3" w:rsidRPr="00730B74" w:rsidRDefault="007C08D3" w:rsidP="00D03D18">
      <w:pPr>
        <w:pStyle w:val="Heading2"/>
        <w:numPr>
          <w:ilvl w:val="1"/>
          <w:numId w:val="24"/>
        </w:numPr>
        <w:jc w:val="center"/>
      </w:pPr>
      <w:bookmarkStart w:id="89" w:name="_Toc381202445"/>
      <w:bookmarkStart w:id="90" w:name="_Toc396406141"/>
      <w:r w:rsidRPr="00C92D70">
        <w:t xml:space="preserve">Помещения для физкультурных занятий </w:t>
      </w:r>
      <w:bookmarkEnd w:id="89"/>
      <w:r w:rsidRPr="00C92D70">
        <w:t>и тренировок</w:t>
      </w:r>
      <w:bookmarkEnd w:id="90"/>
    </w:p>
    <w:p w:rsidR="007C08D3" w:rsidRPr="00C92D70" w:rsidRDefault="007C08D3" w:rsidP="00886B73">
      <w:pPr>
        <w:pStyle w:val="a4"/>
      </w:pPr>
      <w:r w:rsidRPr="00C92D70">
        <w:t>Норматив обеспеченности населения помещениями для физкультурных занятий и тренировок принят в соответствии со СНиП 2.07.01-89* «Градостроительство. Планировка и застройка городских и сельских поселений» – 70-80 кв. м общей площади на 1 тыс. человек.</w:t>
      </w:r>
    </w:p>
    <w:p w:rsidR="007C08D3" w:rsidRPr="00C92D70" w:rsidRDefault="007C08D3" w:rsidP="00886B73">
      <w:pPr>
        <w:pStyle w:val="a4"/>
      </w:pPr>
      <w:r w:rsidRPr="00C92D70">
        <w:t>Размеры земельных участков помещений для физкультурных занятий и тренировок устанавливаются заданием на проектирование.</w:t>
      </w:r>
    </w:p>
    <w:p w:rsidR="007C08D3" w:rsidRPr="00730B74" w:rsidRDefault="007C08D3" w:rsidP="00D03D18">
      <w:pPr>
        <w:pStyle w:val="Heading2"/>
        <w:numPr>
          <w:ilvl w:val="1"/>
          <w:numId w:val="24"/>
        </w:numPr>
        <w:jc w:val="center"/>
      </w:pPr>
      <w:bookmarkStart w:id="91" w:name="_Toc381202446"/>
      <w:bookmarkStart w:id="92" w:name="_Toc396406142"/>
      <w:r w:rsidRPr="00C92D70">
        <w:t>Физкультурно-спортивные залы</w:t>
      </w:r>
      <w:bookmarkEnd w:id="91"/>
      <w:bookmarkEnd w:id="92"/>
    </w:p>
    <w:p w:rsidR="007C08D3" w:rsidRPr="00C92D70" w:rsidRDefault="007C08D3" w:rsidP="00886B73">
      <w:pPr>
        <w:pStyle w:val="a4"/>
      </w:pPr>
      <w:r w:rsidRPr="00C92D70">
        <w:t>Норматив обеспеченности населения физкультурно-спортивными залами принят в соответствии с Распоря</w:t>
      </w:r>
      <w:r>
        <w:t>жением Правительства РФ от 19.10.199</w:t>
      </w:r>
      <w:r w:rsidRPr="00C92D70">
        <w:t>9 №1683-р «О методике определения нормативной потребности субъектов РФ в объектах социальной инфраструктуры» – 350 кв. м общей площади на 1 тыс. человек.</w:t>
      </w:r>
    </w:p>
    <w:p w:rsidR="007C08D3" w:rsidRPr="00C92D70" w:rsidRDefault="007C08D3" w:rsidP="00886B73">
      <w:pPr>
        <w:pStyle w:val="a4"/>
      </w:pPr>
      <w:r w:rsidRPr="00C92D70">
        <w:t>Размеры земельных участков физкультурно-спортивных залов устанавливаются заданием на проектирование.</w:t>
      </w:r>
    </w:p>
    <w:p w:rsidR="007C08D3" w:rsidRPr="00C92D70" w:rsidRDefault="007C08D3" w:rsidP="00886B73">
      <w:pPr>
        <w:pStyle w:val="a4"/>
      </w:pPr>
      <w:r w:rsidRPr="00C92D70">
        <w:t>Рекомендуется размещать физкультурно-спортивные залы в населенных пунктах с численностью населения не менее 2 тыс. человек.</w:t>
      </w:r>
    </w:p>
    <w:p w:rsidR="007C08D3" w:rsidRPr="00730B74" w:rsidRDefault="007C08D3" w:rsidP="00D03D18">
      <w:pPr>
        <w:pStyle w:val="Heading2"/>
        <w:numPr>
          <w:ilvl w:val="1"/>
          <w:numId w:val="24"/>
        </w:numPr>
        <w:jc w:val="center"/>
      </w:pPr>
      <w:bookmarkStart w:id="93" w:name="_Toc396406143"/>
      <w:r w:rsidRPr="00C92D70">
        <w:t>Плавательные бассейны</w:t>
      </w:r>
      <w:bookmarkEnd w:id="93"/>
    </w:p>
    <w:p w:rsidR="007C08D3" w:rsidRPr="00C92D70" w:rsidRDefault="007C08D3" w:rsidP="00886B73">
      <w:pPr>
        <w:pStyle w:val="a4"/>
      </w:pPr>
      <w:r w:rsidRPr="00C92D70">
        <w:t>Норматив обеспеченности населения плавательными бассейнами принят в соответствии с Распоря</w:t>
      </w:r>
      <w:r>
        <w:t>жением Правительства РФ от 19.10.199</w:t>
      </w:r>
      <w:r w:rsidRPr="00C92D70">
        <w:t>9 №1683-р «О методике определения нормативной потребности субъектов РФ в объектах социальной инфраструктуры» – 75 кв. м зеркала воды на 1 тыс. человек.</w:t>
      </w:r>
    </w:p>
    <w:p w:rsidR="007C08D3" w:rsidRPr="00C92D70" w:rsidRDefault="007C08D3" w:rsidP="00886B73">
      <w:pPr>
        <w:pStyle w:val="a4"/>
      </w:pPr>
      <w:r w:rsidRPr="00C92D70">
        <w:t>Размеры земельных участков плавательных бассейнов устанавливаются заданием на проектирование.</w:t>
      </w:r>
    </w:p>
    <w:p w:rsidR="007C08D3" w:rsidRPr="00C92D70" w:rsidRDefault="007C08D3" w:rsidP="00886B73">
      <w:pPr>
        <w:pStyle w:val="a4"/>
      </w:pPr>
      <w:r w:rsidRPr="00C92D70">
        <w:t>Рекомендуется размещать плавательные бассейны в населенных пунктах с численностью населения не менее 5 тыс. человек.</w:t>
      </w:r>
    </w:p>
    <w:p w:rsidR="007C08D3" w:rsidRPr="00730B74" w:rsidRDefault="007C08D3" w:rsidP="00D03D18">
      <w:pPr>
        <w:pStyle w:val="Heading2"/>
        <w:numPr>
          <w:ilvl w:val="1"/>
          <w:numId w:val="24"/>
        </w:numPr>
        <w:jc w:val="center"/>
      </w:pPr>
      <w:bookmarkStart w:id="94" w:name="_Toc396406144"/>
      <w:r w:rsidRPr="00C92D70">
        <w:t>Плоскостные сооружения</w:t>
      </w:r>
      <w:bookmarkEnd w:id="94"/>
    </w:p>
    <w:p w:rsidR="007C08D3" w:rsidRPr="00C92D70" w:rsidRDefault="007C08D3" w:rsidP="00886B73">
      <w:pPr>
        <w:pStyle w:val="a4"/>
      </w:pPr>
      <w:r w:rsidRPr="00C92D70">
        <w:t>Норматив обеспеченности населения плоскостными сооружениями принят в соответствии с Распоря</w:t>
      </w:r>
      <w:r>
        <w:t>жением Правительства РФ от 19.10.199</w:t>
      </w:r>
      <w:r w:rsidRPr="00C92D70">
        <w:t>9 №1683-р «О методике определения нормативной потребности субъектов РФ в объектах социальной инфраструктуры» – 1950 кв. м общей площади на 1 тыс. человек.</w:t>
      </w:r>
    </w:p>
    <w:p w:rsidR="007C08D3" w:rsidRDefault="007C08D3" w:rsidP="00886B73">
      <w:pPr>
        <w:pStyle w:val="a4"/>
      </w:pPr>
      <w:r w:rsidRPr="00C92D70">
        <w:t>Размеры земельных участков плоскостных сооружений устанавливаются заданием на проектирование.</w:t>
      </w:r>
    </w:p>
    <w:p w:rsidR="007C08D3" w:rsidRPr="00C92D70" w:rsidRDefault="007C08D3" w:rsidP="00886B73">
      <w:pPr>
        <w:pStyle w:val="a4"/>
      </w:pPr>
    </w:p>
    <w:p w:rsidR="007C08D3" w:rsidRDefault="007C08D3" w:rsidP="00704785">
      <w:pPr>
        <w:pStyle w:val="Heading1"/>
        <w:numPr>
          <w:ilvl w:val="0"/>
          <w:numId w:val="24"/>
        </w:numPr>
        <w:spacing w:before="0" w:after="0"/>
        <w:ind w:left="0"/>
      </w:pPr>
      <w:r w:rsidRPr="00C92D70">
        <w:t>Нормативы градостроительного проектирования размещения объектов социального и коммунально-бытового назначения</w:t>
      </w:r>
      <w:bookmarkEnd w:id="88"/>
    </w:p>
    <w:p w:rsidR="007C08D3" w:rsidRPr="00704785" w:rsidRDefault="007C08D3" w:rsidP="00704785">
      <w:pPr>
        <w:pStyle w:val="a4"/>
      </w:pPr>
    </w:p>
    <w:p w:rsidR="007C08D3" w:rsidRPr="00C92D70" w:rsidRDefault="007C08D3" w:rsidP="00704785">
      <w:pPr>
        <w:pStyle w:val="a4"/>
      </w:pPr>
      <w:bookmarkStart w:id="95" w:name="_Toc329704285"/>
      <w:r w:rsidRPr="00C92D70">
        <w:t>При разработке схем территориального планиров</w:t>
      </w:r>
      <w:r>
        <w:t>ания на территории муниципального района</w:t>
      </w:r>
      <w:r w:rsidRPr="00C92D70">
        <w:t xml:space="preserve"> к размещению предлагаются объекты местного значения с учетом нормативной потребности.</w:t>
      </w:r>
    </w:p>
    <w:p w:rsidR="007C08D3" w:rsidRPr="00C92D70" w:rsidRDefault="007C08D3" w:rsidP="0016766B">
      <w:pPr>
        <w:pStyle w:val="a4"/>
      </w:pPr>
      <w:r w:rsidRPr="00C92D70">
        <w:t>Расчет количества и параметров объектов необходимо осуществлять преимущественно на постоянное население, но при условии корректировки с учетом наличного.</w:t>
      </w:r>
    </w:p>
    <w:p w:rsidR="007C08D3" w:rsidRPr="00C92D70" w:rsidRDefault="007C08D3" w:rsidP="0016766B">
      <w:pPr>
        <w:pStyle w:val="a4"/>
      </w:pPr>
      <w:r w:rsidRPr="00C92D70">
        <w:t>Также при разработке генеральных планов населенных пунктов, расположенных на межселенной территории, необходимо предусматривать функциональные зоны для размещения объектов регионального и федерального значения, а в проектах планировки территорий этих населенных пунктов – конкретизировать зоны их планируемого размещения. Параметры зон определять с учетом характеристик объектов федерального и регионального значений, запланированных вышестоящими документами территориального планирования или документами социально-экономического развития всех уровней.</w:t>
      </w:r>
    </w:p>
    <w:p w:rsidR="007C08D3" w:rsidRPr="00C92D70" w:rsidRDefault="007C08D3" w:rsidP="0016766B">
      <w:pPr>
        <w:pStyle w:val="a4"/>
      </w:pPr>
      <w:r w:rsidRPr="00C92D70">
        <w:t>Целесообразно производить расчет количества и параметров учреждений социального и коммунально-бытового назначения для населенных пунктов с численностью населения свыше 200 человек. В населенных пунктах с численностью населения менее 200 человек возможно размещение единого комплекса, включающего в себя объекты социального и коммунально-бытового назначения.</w:t>
      </w:r>
    </w:p>
    <w:p w:rsidR="007C08D3" w:rsidRPr="00C92D70" w:rsidRDefault="007C08D3" w:rsidP="0016766B">
      <w:pPr>
        <w:pStyle w:val="a4"/>
      </w:pPr>
      <w:r w:rsidRPr="00C92D70">
        <w:t>По возможности на территории поселений предусматривать размещение образовательных организаций единым комплексом.</w:t>
      </w:r>
    </w:p>
    <w:p w:rsidR="007C08D3" w:rsidRPr="00C92D70" w:rsidRDefault="007C08D3" w:rsidP="0016766B">
      <w:pPr>
        <w:pStyle w:val="a4"/>
      </w:pPr>
      <w:r w:rsidRPr="00C92D70">
        <w:t>Организации и предприятия обслуживания всех видов и форм собственности следует размещать с учетом градостроительной ситуации, планировочной организации населенного пункта в целях создания единой системы обслуживания.</w:t>
      </w:r>
    </w:p>
    <w:p w:rsidR="007C08D3" w:rsidRPr="00C92D70" w:rsidRDefault="007C08D3" w:rsidP="0016766B">
      <w:pPr>
        <w:pStyle w:val="a4"/>
      </w:pPr>
      <w:r w:rsidRPr="00C92D70">
        <w:t xml:space="preserve">Современная планировочная организация населенного пункта характеризуется последовательным формированием основных его звеньев – микрорайонов и жилых районов: несколько микрорайонов объединяются в жилой район, несколько жилых районов образуют селитебную зону или планировочный район. Такое построение получило название ступенчатой системы. </w:t>
      </w:r>
    </w:p>
    <w:p w:rsidR="007C08D3" w:rsidRPr="00C92D70" w:rsidRDefault="007C08D3" w:rsidP="0016766B">
      <w:pPr>
        <w:pStyle w:val="a4"/>
      </w:pPr>
      <w:r w:rsidRPr="00C92D70">
        <w:t>Размещение основных видов обслуживания должно осуществляться в зависимости от периодичности пользования: в жилой группе размещаются организации повседневного пользования, в квартале (микрорайоне) – повседневного и периодического пользования, в жилом районе – периодического пользования и эпизодического.</w:t>
      </w:r>
    </w:p>
    <w:p w:rsidR="007C08D3" w:rsidRPr="00C92D70" w:rsidRDefault="007C08D3" w:rsidP="0016766B">
      <w:pPr>
        <w:pStyle w:val="a4"/>
      </w:pPr>
      <w:r w:rsidRPr="00C92D70">
        <w:t>Основные виды организаций обслуживания в зависимости от периодичности пользования распределены следующим образом:</w:t>
      </w:r>
    </w:p>
    <w:p w:rsidR="007C08D3" w:rsidRPr="00C92D70" w:rsidRDefault="007C08D3" w:rsidP="0016766B">
      <w:pPr>
        <w:pStyle w:val="1"/>
        <w:numPr>
          <w:ilvl w:val="0"/>
          <w:numId w:val="27"/>
        </w:numPr>
        <w:spacing w:after="0"/>
        <w:ind w:left="0"/>
      </w:pPr>
      <w:r w:rsidRPr="00C92D70">
        <w:t>Организации эпизодического пользования. К ним относятся: гостиницы, нотариальные конторы, юридические консультации, жилищно-эксплуатационные организации и т.п.</w:t>
      </w:r>
    </w:p>
    <w:p w:rsidR="007C08D3" w:rsidRPr="00C92D70" w:rsidRDefault="007C08D3" w:rsidP="0016766B">
      <w:pPr>
        <w:pStyle w:val="1"/>
        <w:numPr>
          <w:ilvl w:val="0"/>
          <w:numId w:val="14"/>
        </w:numPr>
        <w:spacing w:after="0"/>
        <w:ind w:left="0"/>
      </w:pPr>
      <w:r w:rsidRPr="00C92D70">
        <w:t>Организации периодического пользования. Это организации дополнительного образования, аптечные организации, учреждения культуры клубного типа, помещения для культурно-досуговой деятельности, библиотеки, кинотеатры, физкультурно-спортивные залы, помещения для физкультурных занятий и тренировок, плоскостные сооружения (стадионы), плавательные бассейны, торговые предприятия, рынки, предприятия общественного питания, предприятия бытового обслуживания, прачечные, химчистки, отделения банков, бани, отделения почтовой связи и т.п.</w:t>
      </w:r>
    </w:p>
    <w:p w:rsidR="007C08D3" w:rsidRPr="00C92D70" w:rsidRDefault="007C08D3" w:rsidP="0016766B">
      <w:pPr>
        <w:pStyle w:val="1"/>
        <w:numPr>
          <w:ilvl w:val="0"/>
          <w:numId w:val="14"/>
        </w:numPr>
        <w:spacing w:after="0"/>
        <w:ind w:left="0"/>
      </w:pPr>
      <w:r w:rsidRPr="00C92D70">
        <w:t>Организации повседневного пользования. К ним относятся общеобразовательные организации, дошкольные образовательные организации, плоскостные сооружения (спортивные площадки), торговые предприятия (продовольственных и непродовольственных товаров) и т.п.</w:t>
      </w:r>
    </w:p>
    <w:p w:rsidR="007C08D3" w:rsidRPr="00C92D70" w:rsidRDefault="007C08D3" w:rsidP="00FF2E5A">
      <w:pPr>
        <w:pStyle w:val="a4"/>
      </w:pPr>
      <w:r w:rsidRPr="00C92D70">
        <w:t>При разработке проектов планировки необходимо учитывать ступенчатую систему распределения основных видов организаций обслуживания в соответствии с планировочной организацией территории (</w:t>
      </w:r>
      <w:r>
        <w:t>14</w:t>
      </w:r>
      <w:r w:rsidRPr="00C92D70">
        <w:t>).</w:t>
      </w:r>
    </w:p>
    <w:p w:rsidR="007C08D3" w:rsidRPr="00C92D70" w:rsidRDefault="007C08D3" w:rsidP="00FF2E5A">
      <w:pPr>
        <w:pStyle w:val="Caption"/>
        <w:jc w:val="right"/>
        <w:rPr>
          <w:sz w:val="24"/>
          <w:szCs w:val="24"/>
        </w:rPr>
      </w:pPr>
      <w:bookmarkStart w:id="96" w:name="_Ref393383945"/>
      <w:r w:rsidRPr="00C92D70">
        <w:t xml:space="preserve">Таблица </w:t>
      </w:r>
      <w:bookmarkEnd w:id="96"/>
      <w:r>
        <w:t>14</w:t>
      </w:r>
    </w:p>
    <w:p w:rsidR="007C08D3" w:rsidRPr="00C92D70" w:rsidRDefault="007C08D3" w:rsidP="00FF2E5A">
      <w:pPr>
        <w:pStyle w:val="a9"/>
        <w:rPr>
          <w:sz w:val="24"/>
          <w:szCs w:val="24"/>
        </w:rPr>
      </w:pPr>
      <w:r w:rsidRPr="00C92D70">
        <w:rPr>
          <w:sz w:val="24"/>
          <w:szCs w:val="24"/>
        </w:rPr>
        <w:t>Ступенчатая система распределения основных видов организаций и предприятий обслуживания</w:t>
      </w:r>
    </w:p>
    <w:tbl>
      <w:tblPr>
        <w:tblW w:w="9682" w:type="dxa"/>
        <w:jc w:val="center"/>
        <w:tblLook w:val="00A0"/>
      </w:tblPr>
      <w:tblGrid>
        <w:gridCol w:w="2909"/>
        <w:gridCol w:w="7"/>
        <w:gridCol w:w="2057"/>
        <w:gridCol w:w="11"/>
        <w:gridCol w:w="2733"/>
        <w:gridCol w:w="48"/>
        <w:gridCol w:w="1917"/>
      </w:tblGrid>
      <w:tr w:rsidR="007C08D3" w:rsidRPr="00C92D70" w:rsidTr="00B439D9">
        <w:trPr>
          <w:trHeight w:val="20"/>
          <w:tblHeader/>
          <w:jc w:val="center"/>
        </w:trPr>
        <w:tc>
          <w:tcPr>
            <w:tcW w:w="30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C08D3" w:rsidRPr="00C92D70" w:rsidRDefault="007C08D3" w:rsidP="00B439D9">
            <w:pPr>
              <w:pStyle w:val="a9"/>
              <w:rPr>
                <w:sz w:val="20"/>
                <w:szCs w:val="20"/>
              </w:rPr>
            </w:pPr>
            <w:r w:rsidRPr="00C92D70">
              <w:rPr>
                <w:sz w:val="20"/>
                <w:szCs w:val="20"/>
              </w:rPr>
              <w:t>Виды организаций и предприятий обслуживания</w:t>
            </w:r>
          </w:p>
        </w:tc>
        <w:tc>
          <w:tcPr>
            <w:tcW w:w="6680" w:type="dxa"/>
            <w:gridSpan w:val="6"/>
            <w:tcBorders>
              <w:top w:val="single" w:sz="4" w:space="0" w:color="auto"/>
              <w:left w:val="nil"/>
              <w:bottom w:val="single" w:sz="4" w:space="0" w:color="auto"/>
              <w:right w:val="single" w:sz="4" w:space="0" w:color="auto"/>
            </w:tcBorders>
            <w:shd w:val="clear" w:color="000000" w:fill="FFFFFF"/>
            <w:vAlign w:val="center"/>
          </w:tcPr>
          <w:p w:rsidR="007C08D3" w:rsidRPr="00C92D70" w:rsidRDefault="007C08D3" w:rsidP="00B439D9">
            <w:pPr>
              <w:pStyle w:val="a9"/>
              <w:rPr>
                <w:sz w:val="20"/>
                <w:szCs w:val="20"/>
              </w:rPr>
            </w:pPr>
            <w:r w:rsidRPr="00C92D70">
              <w:rPr>
                <w:sz w:val="20"/>
                <w:szCs w:val="20"/>
              </w:rPr>
              <w:t>Значение объекта</w:t>
            </w:r>
          </w:p>
        </w:tc>
      </w:tr>
      <w:tr w:rsidR="007C08D3" w:rsidRPr="00C92D70" w:rsidTr="00B439D9">
        <w:trPr>
          <w:trHeight w:val="665"/>
          <w:tblHeader/>
          <w:jc w:val="center"/>
        </w:trPr>
        <w:tc>
          <w:tcPr>
            <w:tcW w:w="3002" w:type="dxa"/>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B439D9">
            <w:pPr>
              <w:pStyle w:val="a9"/>
              <w:rPr>
                <w:sz w:val="20"/>
                <w:szCs w:val="20"/>
              </w:rPr>
            </w:pPr>
          </w:p>
        </w:tc>
        <w:tc>
          <w:tcPr>
            <w:tcW w:w="2052" w:type="dxa"/>
            <w:gridSpan w:val="3"/>
            <w:tcBorders>
              <w:top w:val="nil"/>
              <w:left w:val="nil"/>
              <w:bottom w:val="single" w:sz="4" w:space="0" w:color="auto"/>
              <w:right w:val="single" w:sz="4" w:space="0" w:color="auto"/>
            </w:tcBorders>
            <w:shd w:val="clear" w:color="000000" w:fill="FFFFFF"/>
            <w:vAlign w:val="center"/>
          </w:tcPr>
          <w:p w:rsidR="007C08D3" w:rsidRPr="00C92D70" w:rsidRDefault="007C08D3" w:rsidP="00B439D9">
            <w:pPr>
              <w:pStyle w:val="a9"/>
              <w:rPr>
                <w:sz w:val="20"/>
                <w:szCs w:val="20"/>
              </w:rPr>
            </w:pPr>
            <w:r w:rsidRPr="00C92D70">
              <w:rPr>
                <w:sz w:val="20"/>
                <w:szCs w:val="20"/>
              </w:rPr>
              <w:t>Жилая группа</w:t>
            </w:r>
          </w:p>
          <w:p w:rsidR="007C08D3" w:rsidRPr="00C92D70" w:rsidRDefault="007C08D3" w:rsidP="00B439D9">
            <w:pPr>
              <w:pStyle w:val="a9"/>
              <w:rPr>
                <w:sz w:val="20"/>
                <w:szCs w:val="20"/>
              </w:rPr>
            </w:pPr>
            <w:r w:rsidRPr="00C92D70">
              <w:rPr>
                <w:sz w:val="20"/>
                <w:szCs w:val="20"/>
              </w:rPr>
              <w:t>(повседневное пользование)</w:t>
            </w:r>
          </w:p>
        </w:tc>
        <w:tc>
          <w:tcPr>
            <w:tcW w:w="2556" w:type="dxa"/>
            <w:tcBorders>
              <w:top w:val="nil"/>
              <w:left w:val="nil"/>
              <w:bottom w:val="single" w:sz="4" w:space="0" w:color="auto"/>
              <w:right w:val="single" w:sz="4" w:space="0" w:color="auto"/>
            </w:tcBorders>
            <w:shd w:val="clear" w:color="000000" w:fill="FFFFFF"/>
            <w:vAlign w:val="center"/>
          </w:tcPr>
          <w:p w:rsidR="007C08D3" w:rsidRPr="00C92D70" w:rsidRDefault="007C08D3" w:rsidP="00B439D9">
            <w:pPr>
              <w:pStyle w:val="a9"/>
              <w:rPr>
                <w:sz w:val="20"/>
                <w:szCs w:val="20"/>
              </w:rPr>
            </w:pPr>
            <w:r w:rsidRPr="00C92D70">
              <w:rPr>
                <w:sz w:val="20"/>
                <w:szCs w:val="20"/>
              </w:rPr>
              <w:t>Квартал/микрорайон</w:t>
            </w:r>
          </w:p>
          <w:p w:rsidR="007C08D3" w:rsidRPr="00C92D70" w:rsidRDefault="007C08D3" w:rsidP="00B439D9">
            <w:pPr>
              <w:pStyle w:val="a9"/>
              <w:rPr>
                <w:sz w:val="20"/>
                <w:szCs w:val="20"/>
              </w:rPr>
            </w:pPr>
            <w:r w:rsidRPr="00C92D70">
              <w:rPr>
                <w:sz w:val="20"/>
                <w:szCs w:val="20"/>
              </w:rPr>
              <w:t>(повседневное и периодическое пользование)</w:t>
            </w:r>
          </w:p>
        </w:tc>
        <w:tc>
          <w:tcPr>
            <w:tcW w:w="2072" w:type="dxa"/>
            <w:gridSpan w:val="2"/>
            <w:tcBorders>
              <w:top w:val="nil"/>
              <w:left w:val="nil"/>
              <w:bottom w:val="single" w:sz="4" w:space="0" w:color="auto"/>
              <w:right w:val="single" w:sz="4" w:space="0" w:color="auto"/>
            </w:tcBorders>
            <w:shd w:val="clear" w:color="000000" w:fill="FFFFFF"/>
            <w:vAlign w:val="center"/>
          </w:tcPr>
          <w:p w:rsidR="007C08D3" w:rsidRPr="00C92D70" w:rsidRDefault="007C08D3" w:rsidP="00B439D9">
            <w:pPr>
              <w:pStyle w:val="a9"/>
              <w:rPr>
                <w:sz w:val="20"/>
                <w:szCs w:val="20"/>
              </w:rPr>
            </w:pPr>
            <w:r w:rsidRPr="00C92D70">
              <w:rPr>
                <w:sz w:val="20"/>
                <w:szCs w:val="20"/>
              </w:rPr>
              <w:t>Жилой район (периодическое и эпизодическое пользование)</w:t>
            </w:r>
          </w:p>
        </w:tc>
      </w:tr>
      <w:tr w:rsidR="007C08D3" w:rsidRPr="00C92D70" w:rsidTr="00B439D9">
        <w:trPr>
          <w:trHeight w:val="20"/>
          <w:tblHeader/>
          <w:jc w:val="center"/>
        </w:trPr>
        <w:tc>
          <w:tcPr>
            <w:tcW w:w="3009" w:type="dxa"/>
            <w:gridSpan w:val="2"/>
            <w:tcBorders>
              <w:top w:val="single" w:sz="4" w:space="0" w:color="auto"/>
              <w:left w:val="single" w:sz="4" w:space="0" w:color="auto"/>
              <w:bottom w:val="single" w:sz="4" w:space="0" w:color="auto"/>
              <w:right w:val="single" w:sz="4" w:space="0" w:color="auto"/>
            </w:tcBorders>
            <w:vAlign w:val="center"/>
          </w:tcPr>
          <w:p w:rsidR="007C08D3" w:rsidRPr="00C92D70" w:rsidRDefault="007C08D3" w:rsidP="00B439D9">
            <w:pPr>
              <w:pStyle w:val="aa"/>
              <w:rPr>
                <w:sz w:val="20"/>
                <w:szCs w:val="20"/>
                <w:lang w:val="en-US"/>
              </w:rPr>
            </w:pPr>
            <w:r w:rsidRPr="00C92D70">
              <w:rPr>
                <w:sz w:val="20"/>
                <w:szCs w:val="20"/>
                <w:lang w:val="en-US"/>
              </w:rPr>
              <w:t>1</w:t>
            </w:r>
          </w:p>
        </w:tc>
        <w:tc>
          <w:tcPr>
            <w:tcW w:w="2032" w:type="dxa"/>
            <w:tcBorders>
              <w:top w:val="single" w:sz="4" w:space="0" w:color="auto"/>
              <w:left w:val="nil"/>
              <w:bottom w:val="single" w:sz="4" w:space="0" w:color="auto"/>
              <w:right w:val="single" w:sz="4" w:space="0" w:color="auto"/>
            </w:tcBorders>
            <w:shd w:val="clear" w:color="000000" w:fill="FFFFFF"/>
            <w:vAlign w:val="center"/>
          </w:tcPr>
          <w:p w:rsidR="007C08D3" w:rsidRPr="00C92D70" w:rsidRDefault="007C08D3" w:rsidP="00B439D9">
            <w:pPr>
              <w:pStyle w:val="aa"/>
              <w:rPr>
                <w:sz w:val="20"/>
                <w:szCs w:val="20"/>
                <w:lang w:val="en-US"/>
              </w:rPr>
            </w:pPr>
            <w:r w:rsidRPr="00C92D70">
              <w:rPr>
                <w:sz w:val="20"/>
                <w:szCs w:val="20"/>
                <w:lang w:val="en-US"/>
              </w:rPr>
              <w:t>2</w:t>
            </w:r>
          </w:p>
        </w:tc>
        <w:tc>
          <w:tcPr>
            <w:tcW w:w="2637" w:type="dxa"/>
            <w:gridSpan w:val="3"/>
            <w:tcBorders>
              <w:top w:val="single" w:sz="4" w:space="0" w:color="auto"/>
              <w:left w:val="nil"/>
              <w:bottom w:val="single" w:sz="4" w:space="0" w:color="auto"/>
              <w:right w:val="single" w:sz="4" w:space="0" w:color="auto"/>
            </w:tcBorders>
            <w:shd w:val="clear" w:color="000000" w:fill="FFFFFF"/>
            <w:vAlign w:val="center"/>
          </w:tcPr>
          <w:p w:rsidR="007C08D3" w:rsidRPr="00C92D70" w:rsidRDefault="007C08D3" w:rsidP="00B439D9">
            <w:pPr>
              <w:pStyle w:val="aa"/>
              <w:rPr>
                <w:sz w:val="20"/>
                <w:szCs w:val="20"/>
                <w:lang w:val="en-US"/>
              </w:rPr>
            </w:pPr>
            <w:r w:rsidRPr="00C92D70">
              <w:rPr>
                <w:sz w:val="20"/>
                <w:szCs w:val="20"/>
                <w:lang w:val="en-US"/>
              </w:rPr>
              <w:t>3</w:t>
            </w:r>
          </w:p>
        </w:tc>
        <w:tc>
          <w:tcPr>
            <w:tcW w:w="2004" w:type="dxa"/>
            <w:tcBorders>
              <w:top w:val="single" w:sz="4" w:space="0" w:color="auto"/>
              <w:left w:val="nil"/>
              <w:bottom w:val="single" w:sz="4" w:space="0" w:color="auto"/>
              <w:right w:val="single" w:sz="4" w:space="0" w:color="auto"/>
            </w:tcBorders>
            <w:shd w:val="clear" w:color="000000" w:fill="FFFFFF"/>
            <w:vAlign w:val="center"/>
          </w:tcPr>
          <w:p w:rsidR="007C08D3" w:rsidRPr="00C92D70" w:rsidRDefault="007C08D3" w:rsidP="00B439D9">
            <w:pPr>
              <w:pStyle w:val="aa"/>
              <w:rPr>
                <w:sz w:val="20"/>
                <w:szCs w:val="20"/>
                <w:lang w:val="en-US"/>
              </w:rPr>
            </w:pPr>
            <w:r w:rsidRPr="00C92D70">
              <w:rPr>
                <w:sz w:val="20"/>
                <w:szCs w:val="20"/>
                <w:lang w:val="en-US"/>
              </w:rPr>
              <w:t>4</w:t>
            </w:r>
          </w:p>
        </w:tc>
      </w:tr>
      <w:tr w:rsidR="007C08D3" w:rsidRPr="00C92D70" w:rsidTr="00B439D9">
        <w:trPr>
          <w:trHeight w:val="20"/>
          <w:jc w:val="center"/>
        </w:trPr>
        <w:tc>
          <w:tcPr>
            <w:tcW w:w="3009" w:type="dxa"/>
            <w:gridSpan w:val="2"/>
            <w:tcBorders>
              <w:top w:val="nil"/>
              <w:left w:val="single" w:sz="4" w:space="0" w:color="auto"/>
              <w:bottom w:val="single" w:sz="4" w:space="0" w:color="auto"/>
              <w:right w:val="single" w:sz="4" w:space="0" w:color="auto"/>
            </w:tcBorders>
            <w:vAlign w:val="center"/>
          </w:tcPr>
          <w:p w:rsidR="007C08D3" w:rsidRPr="00C92D70" w:rsidRDefault="007C08D3" w:rsidP="00B439D9">
            <w:pPr>
              <w:pStyle w:val="ac"/>
              <w:rPr>
                <w:sz w:val="20"/>
                <w:szCs w:val="20"/>
              </w:rPr>
            </w:pPr>
            <w:r w:rsidRPr="00C92D70">
              <w:rPr>
                <w:sz w:val="20"/>
                <w:szCs w:val="20"/>
              </w:rPr>
              <w:t>Дошкольные образовательные организации</w:t>
            </w:r>
          </w:p>
        </w:tc>
        <w:tc>
          <w:tcPr>
            <w:tcW w:w="2032"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c>
          <w:tcPr>
            <w:tcW w:w="2637" w:type="dxa"/>
            <w:gridSpan w:val="3"/>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c>
          <w:tcPr>
            <w:tcW w:w="2004"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r>
      <w:tr w:rsidR="007C08D3" w:rsidRPr="00C92D70" w:rsidTr="00B439D9">
        <w:trPr>
          <w:trHeight w:val="20"/>
          <w:jc w:val="center"/>
        </w:trPr>
        <w:tc>
          <w:tcPr>
            <w:tcW w:w="3009" w:type="dxa"/>
            <w:gridSpan w:val="2"/>
            <w:tcBorders>
              <w:top w:val="nil"/>
              <w:left w:val="single" w:sz="4" w:space="0" w:color="auto"/>
              <w:bottom w:val="single" w:sz="4" w:space="0" w:color="auto"/>
              <w:right w:val="single" w:sz="4" w:space="0" w:color="auto"/>
            </w:tcBorders>
            <w:vAlign w:val="center"/>
          </w:tcPr>
          <w:p w:rsidR="007C08D3" w:rsidRPr="00C92D70" w:rsidRDefault="007C08D3" w:rsidP="00B439D9">
            <w:pPr>
              <w:pStyle w:val="ac"/>
              <w:rPr>
                <w:sz w:val="20"/>
                <w:szCs w:val="20"/>
              </w:rPr>
            </w:pPr>
            <w:r w:rsidRPr="00C92D70">
              <w:rPr>
                <w:sz w:val="20"/>
                <w:szCs w:val="20"/>
              </w:rPr>
              <w:t>Общеобразовательные организации</w:t>
            </w:r>
          </w:p>
        </w:tc>
        <w:tc>
          <w:tcPr>
            <w:tcW w:w="2032"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 </w:t>
            </w:r>
          </w:p>
        </w:tc>
        <w:tc>
          <w:tcPr>
            <w:tcW w:w="2637" w:type="dxa"/>
            <w:gridSpan w:val="3"/>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c>
          <w:tcPr>
            <w:tcW w:w="2004"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r>
      <w:tr w:rsidR="007C08D3" w:rsidRPr="00C92D70" w:rsidTr="00B439D9">
        <w:trPr>
          <w:trHeight w:val="20"/>
          <w:jc w:val="center"/>
        </w:trPr>
        <w:tc>
          <w:tcPr>
            <w:tcW w:w="3009" w:type="dxa"/>
            <w:gridSpan w:val="2"/>
            <w:tcBorders>
              <w:top w:val="nil"/>
              <w:left w:val="single" w:sz="4" w:space="0" w:color="auto"/>
              <w:bottom w:val="single" w:sz="4" w:space="0" w:color="auto"/>
              <w:right w:val="single" w:sz="4" w:space="0" w:color="auto"/>
            </w:tcBorders>
            <w:vAlign w:val="center"/>
          </w:tcPr>
          <w:p w:rsidR="007C08D3" w:rsidRPr="00C92D70" w:rsidRDefault="007C08D3" w:rsidP="00B439D9">
            <w:pPr>
              <w:pStyle w:val="ac"/>
              <w:rPr>
                <w:sz w:val="20"/>
                <w:szCs w:val="20"/>
              </w:rPr>
            </w:pPr>
            <w:r w:rsidRPr="00C92D70">
              <w:rPr>
                <w:sz w:val="20"/>
                <w:szCs w:val="20"/>
              </w:rPr>
              <w:t>Организации дополнительного образования</w:t>
            </w:r>
          </w:p>
        </w:tc>
        <w:tc>
          <w:tcPr>
            <w:tcW w:w="2032"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 </w:t>
            </w:r>
          </w:p>
        </w:tc>
        <w:tc>
          <w:tcPr>
            <w:tcW w:w="2637" w:type="dxa"/>
            <w:gridSpan w:val="3"/>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 </w:t>
            </w:r>
          </w:p>
        </w:tc>
        <w:tc>
          <w:tcPr>
            <w:tcW w:w="2004"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r>
      <w:tr w:rsidR="007C08D3" w:rsidRPr="00C92D70" w:rsidTr="00B439D9">
        <w:trPr>
          <w:trHeight w:val="20"/>
          <w:jc w:val="center"/>
        </w:trPr>
        <w:tc>
          <w:tcPr>
            <w:tcW w:w="3009" w:type="dxa"/>
            <w:gridSpan w:val="2"/>
            <w:tcBorders>
              <w:top w:val="nil"/>
              <w:left w:val="single" w:sz="4" w:space="0" w:color="auto"/>
              <w:bottom w:val="single" w:sz="4" w:space="0" w:color="auto"/>
              <w:right w:val="single" w:sz="4" w:space="0" w:color="auto"/>
            </w:tcBorders>
            <w:vAlign w:val="center"/>
          </w:tcPr>
          <w:p w:rsidR="007C08D3" w:rsidRPr="00C92D70" w:rsidRDefault="007C08D3" w:rsidP="00B439D9">
            <w:pPr>
              <w:pStyle w:val="ac"/>
              <w:rPr>
                <w:sz w:val="20"/>
                <w:szCs w:val="20"/>
              </w:rPr>
            </w:pPr>
            <w:r w:rsidRPr="00C92D70">
              <w:rPr>
                <w:sz w:val="20"/>
                <w:szCs w:val="20"/>
              </w:rPr>
              <w:t>Аптечные организации</w:t>
            </w:r>
          </w:p>
        </w:tc>
        <w:tc>
          <w:tcPr>
            <w:tcW w:w="2032"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c>
          <w:tcPr>
            <w:tcW w:w="2637" w:type="dxa"/>
            <w:gridSpan w:val="3"/>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c>
          <w:tcPr>
            <w:tcW w:w="2004"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r>
      <w:tr w:rsidR="007C08D3" w:rsidRPr="00C92D70" w:rsidTr="00B439D9">
        <w:trPr>
          <w:trHeight w:val="20"/>
          <w:jc w:val="center"/>
        </w:trPr>
        <w:tc>
          <w:tcPr>
            <w:tcW w:w="3009" w:type="dxa"/>
            <w:gridSpan w:val="2"/>
            <w:tcBorders>
              <w:top w:val="nil"/>
              <w:left w:val="single" w:sz="4" w:space="0" w:color="auto"/>
              <w:bottom w:val="single" w:sz="4" w:space="0" w:color="auto"/>
              <w:right w:val="single" w:sz="4" w:space="0" w:color="auto"/>
            </w:tcBorders>
            <w:vAlign w:val="center"/>
          </w:tcPr>
          <w:p w:rsidR="007C08D3" w:rsidRPr="00C92D70" w:rsidRDefault="007C08D3" w:rsidP="00B439D9">
            <w:pPr>
              <w:pStyle w:val="ac"/>
              <w:rPr>
                <w:sz w:val="20"/>
                <w:szCs w:val="20"/>
              </w:rPr>
            </w:pPr>
            <w:r w:rsidRPr="00C92D70">
              <w:rPr>
                <w:sz w:val="20"/>
                <w:szCs w:val="20"/>
              </w:rPr>
              <w:t>Помещения для культурно-досуговой деятельности</w:t>
            </w:r>
          </w:p>
        </w:tc>
        <w:tc>
          <w:tcPr>
            <w:tcW w:w="2032"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c>
          <w:tcPr>
            <w:tcW w:w="2637" w:type="dxa"/>
            <w:gridSpan w:val="3"/>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c>
          <w:tcPr>
            <w:tcW w:w="2004"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r>
      <w:tr w:rsidR="007C08D3" w:rsidRPr="00C92D70" w:rsidTr="00B439D9">
        <w:trPr>
          <w:trHeight w:val="20"/>
          <w:jc w:val="center"/>
        </w:trPr>
        <w:tc>
          <w:tcPr>
            <w:tcW w:w="3009" w:type="dxa"/>
            <w:gridSpan w:val="2"/>
            <w:tcBorders>
              <w:top w:val="nil"/>
              <w:left w:val="single" w:sz="4" w:space="0" w:color="auto"/>
              <w:bottom w:val="single" w:sz="4" w:space="0" w:color="auto"/>
              <w:right w:val="single" w:sz="4" w:space="0" w:color="auto"/>
            </w:tcBorders>
            <w:vAlign w:val="center"/>
          </w:tcPr>
          <w:p w:rsidR="007C08D3" w:rsidRPr="00C92D70" w:rsidRDefault="007C08D3" w:rsidP="00B439D9">
            <w:pPr>
              <w:pStyle w:val="ac"/>
              <w:rPr>
                <w:sz w:val="20"/>
                <w:szCs w:val="20"/>
              </w:rPr>
            </w:pPr>
            <w:r w:rsidRPr="00C92D70">
              <w:rPr>
                <w:sz w:val="20"/>
                <w:szCs w:val="20"/>
              </w:rPr>
              <w:t>Учреждения культуры клубного типа</w:t>
            </w:r>
          </w:p>
        </w:tc>
        <w:tc>
          <w:tcPr>
            <w:tcW w:w="2032"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 </w:t>
            </w:r>
          </w:p>
        </w:tc>
        <w:tc>
          <w:tcPr>
            <w:tcW w:w="2637" w:type="dxa"/>
            <w:gridSpan w:val="3"/>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 </w:t>
            </w:r>
          </w:p>
        </w:tc>
        <w:tc>
          <w:tcPr>
            <w:tcW w:w="2004"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r>
      <w:tr w:rsidR="007C08D3" w:rsidRPr="00C92D70" w:rsidTr="00B439D9">
        <w:trPr>
          <w:trHeight w:val="20"/>
          <w:jc w:val="center"/>
        </w:trPr>
        <w:tc>
          <w:tcPr>
            <w:tcW w:w="3009" w:type="dxa"/>
            <w:gridSpan w:val="2"/>
            <w:tcBorders>
              <w:top w:val="nil"/>
              <w:left w:val="single" w:sz="4" w:space="0" w:color="auto"/>
              <w:bottom w:val="single" w:sz="4" w:space="0" w:color="auto"/>
              <w:right w:val="single" w:sz="4" w:space="0" w:color="auto"/>
            </w:tcBorders>
            <w:vAlign w:val="center"/>
          </w:tcPr>
          <w:p w:rsidR="007C08D3" w:rsidRPr="00C92D70" w:rsidRDefault="007C08D3" w:rsidP="00B439D9">
            <w:pPr>
              <w:pStyle w:val="ac"/>
              <w:rPr>
                <w:sz w:val="20"/>
                <w:szCs w:val="20"/>
              </w:rPr>
            </w:pPr>
            <w:r w:rsidRPr="00C92D70">
              <w:rPr>
                <w:sz w:val="20"/>
                <w:szCs w:val="20"/>
              </w:rPr>
              <w:t>Библиотеки</w:t>
            </w:r>
          </w:p>
        </w:tc>
        <w:tc>
          <w:tcPr>
            <w:tcW w:w="2032"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 </w:t>
            </w:r>
          </w:p>
        </w:tc>
        <w:tc>
          <w:tcPr>
            <w:tcW w:w="2637" w:type="dxa"/>
            <w:gridSpan w:val="3"/>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 </w:t>
            </w:r>
          </w:p>
        </w:tc>
        <w:tc>
          <w:tcPr>
            <w:tcW w:w="2004" w:type="dxa"/>
            <w:tcBorders>
              <w:top w:val="nil"/>
              <w:left w:val="nil"/>
              <w:bottom w:val="single" w:sz="4" w:space="0" w:color="auto"/>
              <w:right w:val="single" w:sz="4" w:space="0" w:color="auto"/>
            </w:tcBorders>
            <w:vAlign w:val="center"/>
          </w:tcPr>
          <w:p w:rsidR="007C08D3" w:rsidRPr="00C92D70" w:rsidRDefault="007C08D3" w:rsidP="00B439D9">
            <w:pPr>
              <w:pStyle w:val="aa"/>
              <w:rPr>
                <w:bCs/>
                <w:sz w:val="20"/>
                <w:szCs w:val="20"/>
              </w:rPr>
            </w:pPr>
            <w:r w:rsidRPr="00C92D70">
              <w:rPr>
                <w:bCs/>
                <w:sz w:val="20"/>
                <w:szCs w:val="20"/>
              </w:rPr>
              <w:t>+</w:t>
            </w:r>
          </w:p>
        </w:tc>
      </w:tr>
      <w:tr w:rsidR="007C08D3" w:rsidRPr="00C92D70" w:rsidTr="00B439D9">
        <w:trPr>
          <w:trHeight w:val="20"/>
          <w:jc w:val="center"/>
        </w:trPr>
        <w:tc>
          <w:tcPr>
            <w:tcW w:w="3009" w:type="dxa"/>
            <w:gridSpan w:val="2"/>
            <w:tcBorders>
              <w:top w:val="nil"/>
              <w:left w:val="single" w:sz="4" w:space="0" w:color="auto"/>
              <w:bottom w:val="single" w:sz="4" w:space="0" w:color="auto"/>
              <w:right w:val="single" w:sz="4" w:space="0" w:color="auto"/>
            </w:tcBorders>
            <w:vAlign w:val="center"/>
          </w:tcPr>
          <w:p w:rsidR="007C08D3" w:rsidRPr="00C92D70" w:rsidRDefault="007C08D3" w:rsidP="00B439D9">
            <w:pPr>
              <w:pStyle w:val="ac"/>
              <w:rPr>
                <w:sz w:val="20"/>
                <w:szCs w:val="20"/>
              </w:rPr>
            </w:pPr>
            <w:r w:rsidRPr="00C92D70">
              <w:rPr>
                <w:sz w:val="20"/>
                <w:szCs w:val="20"/>
              </w:rPr>
              <w:t>Кинотеатры</w:t>
            </w:r>
          </w:p>
        </w:tc>
        <w:tc>
          <w:tcPr>
            <w:tcW w:w="2032"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 </w:t>
            </w:r>
          </w:p>
        </w:tc>
        <w:tc>
          <w:tcPr>
            <w:tcW w:w="2637" w:type="dxa"/>
            <w:gridSpan w:val="3"/>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 </w:t>
            </w:r>
          </w:p>
        </w:tc>
        <w:tc>
          <w:tcPr>
            <w:tcW w:w="2004" w:type="dxa"/>
            <w:tcBorders>
              <w:top w:val="nil"/>
              <w:left w:val="nil"/>
              <w:bottom w:val="single" w:sz="4" w:space="0" w:color="auto"/>
              <w:right w:val="single" w:sz="4" w:space="0" w:color="auto"/>
            </w:tcBorders>
            <w:vAlign w:val="center"/>
          </w:tcPr>
          <w:p w:rsidR="007C08D3" w:rsidRPr="00C92D70" w:rsidRDefault="007C08D3" w:rsidP="00B439D9">
            <w:pPr>
              <w:pStyle w:val="aa"/>
              <w:rPr>
                <w:bCs/>
                <w:sz w:val="20"/>
                <w:szCs w:val="20"/>
              </w:rPr>
            </w:pPr>
            <w:r w:rsidRPr="00C92D70">
              <w:rPr>
                <w:bCs/>
                <w:sz w:val="20"/>
                <w:szCs w:val="20"/>
              </w:rPr>
              <w:t>+</w:t>
            </w:r>
          </w:p>
        </w:tc>
      </w:tr>
      <w:tr w:rsidR="007C08D3" w:rsidRPr="00C92D70" w:rsidTr="00B439D9">
        <w:trPr>
          <w:trHeight w:val="20"/>
          <w:jc w:val="center"/>
        </w:trPr>
        <w:tc>
          <w:tcPr>
            <w:tcW w:w="3009" w:type="dxa"/>
            <w:gridSpan w:val="2"/>
            <w:tcBorders>
              <w:top w:val="nil"/>
              <w:left w:val="single" w:sz="4" w:space="0" w:color="auto"/>
              <w:bottom w:val="single" w:sz="4" w:space="0" w:color="auto"/>
              <w:right w:val="single" w:sz="4" w:space="0" w:color="auto"/>
            </w:tcBorders>
            <w:vAlign w:val="center"/>
          </w:tcPr>
          <w:p w:rsidR="007C08D3" w:rsidRPr="00C92D70" w:rsidRDefault="007C08D3" w:rsidP="00B439D9">
            <w:pPr>
              <w:pStyle w:val="ac"/>
              <w:rPr>
                <w:sz w:val="20"/>
                <w:szCs w:val="20"/>
              </w:rPr>
            </w:pPr>
            <w:r w:rsidRPr="00C92D70">
              <w:rPr>
                <w:sz w:val="20"/>
                <w:szCs w:val="20"/>
              </w:rPr>
              <w:t>Помещения для физкультурных занятий и тренировок</w:t>
            </w:r>
          </w:p>
        </w:tc>
        <w:tc>
          <w:tcPr>
            <w:tcW w:w="2032"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c>
          <w:tcPr>
            <w:tcW w:w="2637" w:type="dxa"/>
            <w:gridSpan w:val="3"/>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c>
          <w:tcPr>
            <w:tcW w:w="2004" w:type="dxa"/>
            <w:tcBorders>
              <w:top w:val="nil"/>
              <w:left w:val="nil"/>
              <w:bottom w:val="single" w:sz="4" w:space="0" w:color="auto"/>
              <w:right w:val="single" w:sz="4" w:space="0" w:color="auto"/>
            </w:tcBorders>
            <w:vAlign w:val="center"/>
          </w:tcPr>
          <w:p w:rsidR="007C08D3" w:rsidRPr="00C92D70" w:rsidRDefault="007C08D3" w:rsidP="00B439D9">
            <w:pPr>
              <w:pStyle w:val="aa"/>
              <w:rPr>
                <w:bCs/>
                <w:sz w:val="20"/>
                <w:szCs w:val="20"/>
              </w:rPr>
            </w:pPr>
            <w:r w:rsidRPr="00C92D70">
              <w:rPr>
                <w:bCs/>
                <w:sz w:val="20"/>
                <w:szCs w:val="20"/>
              </w:rPr>
              <w:t>+</w:t>
            </w:r>
          </w:p>
        </w:tc>
      </w:tr>
      <w:tr w:rsidR="007C08D3" w:rsidRPr="00C92D70" w:rsidTr="00B439D9">
        <w:trPr>
          <w:cantSplit/>
          <w:trHeight w:val="20"/>
          <w:jc w:val="center"/>
        </w:trPr>
        <w:tc>
          <w:tcPr>
            <w:tcW w:w="3009" w:type="dxa"/>
            <w:gridSpan w:val="2"/>
            <w:tcBorders>
              <w:top w:val="nil"/>
              <w:left w:val="single" w:sz="4" w:space="0" w:color="auto"/>
              <w:bottom w:val="single" w:sz="4" w:space="0" w:color="auto"/>
              <w:right w:val="single" w:sz="4" w:space="0" w:color="auto"/>
            </w:tcBorders>
            <w:vAlign w:val="center"/>
          </w:tcPr>
          <w:p w:rsidR="007C08D3" w:rsidRPr="00C92D70" w:rsidRDefault="007C08D3" w:rsidP="00B439D9">
            <w:pPr>
              <w:pStyle w:val="ac"/>
              <w:rPr>
                <w:sz w:val="20"/>
                <w:szCs w:val="20"/>
              </w:rPr>
            </w:pPr>
            <w:r w:rsidRPr="00C92D70">
              <w:rPr>
                <w:sz w:val="20"/>
                <w:szCs w:val="20"/>
              </w:rPr>
              <w:t>Физкультурно-спортивные залы</w:t>
            </w:r>
          </w:p>
        </w:tc>
        <w:tc>
          <w:tcPr>
            <w:tcW w:w="2032"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 </w:t>
            </w:r>
          </w:p>
        </w:tc>
        <w:tc>
          <w:tcPr>
            <w:tcW w:w="2637" w:type="dxa"/>
            <w:gridSpan w:val="3"/>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 +</w:t>
            </w:r>
          </w:p>
        </w:tc>
        <w:tc>
          <w:tcPr>
            <w:tcW w:w="2004"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r>
      <w:tr w:rsidR="007C08D3" w:rsidRPr="00C92D70" w:rsidTr="00B439D9">
        <w:trPr>
          <w:cantSplit/>
          <w:trHeight w:val="20"/>
          <w:jc w:val="center"/>
        </w:trPr>
        <w:tc>
          <w:tcPr>
            <w:tcW w:w="3009" w:type="dxa"/>
            <w:gridSpan w:val="2"/>
            <w:tcBorders>
              <w:top w:val="nil"/>
              <w:left w:val="single" w:sz="4" w:space="0" w:color="auto"/>
              <w:bottom w:val="single" w:sz="4" w:space="0" w:color="auto"/>
              <w:right w:val="single" w:sz="4" w:space="0" w:color="auto"/>
            </w:tcBorders>
            <w:vAlign w:val="center"/>
          </w:tcPr>
          <w:p w:rsidR="007C08D3" w:rsidRPr="00C92D70" w:rsidRDefault="007C08D3" w:rsidP="00B439D9">
            <w:pPr>
              <w:pStyle w:val="ac"/>
              <w:rPr>
                <w:sz w:val="20"/>
                <w:szCs w:val="20"/>
              </w:rPr>
            </w:pPr>
            <w:r w:rsidRPr="00C92D70">
              <w:rPr>
                <w:sz w:val="20"/>
                <w:szCs w:val="20"/>
              </w:rPr>
              <w:t>Плавательные бассейны</w:t>
            </w:r>
          </w:p>
        </w:tc>
        <w:tc>
          <w:tcPr>
            <w:tcW w:w="2032"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 </w:t>
            </w:r>
          </w:p>
        </w:tc>
        <w:tc>
          <w:tcPr>
            <w:tcW w:w="2637" w:type="dxa"/>
            <w:gridSpan w:val="3"/>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 </w:t>
            </w:r>
          </w:p>
        </w:tc>
        <w:tc>
          <w:tcPr>
            <w:tcW w:w="2004"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r>
      <w:tr w:rsidR="007C08D3" w:rsidRPr="00C92D70" w:rsidTr="00B439D9">
        <w:trPr>
          <w:trHeight w:val="20"/>
          <w:jc w:val="center"/>
        </w:trPr>
        <w:tc>
          <w:tcPr>
            <w:tcW w:w="3009" w:type="dxa"/>
            <w:gridSpan w:val="2"/>
            <w:tcBorders>
              <w:top w:val="nil"/>
              <w:left w:val="single" w:sz="4" w:space="0" w:color="auto"/>
              <w:bottom w:val="single" w:sz="4" w:space="0" w:color="auto"/>
              <w:right w:val="single" w:sz="4" w:space="0" w:color="auto"/>
            </w:tcBorders>
            <w:vAlign w:val="center"/>
          </w:tcPr>
          <w:p w:rsidR="007C08D3" w:rsidRPr="00C92D70" w:rsidRDefault="007C08D3" w:rsidP="00B439D9">
            <w:pPr>
              <w:pStyle w:val="ac"/>
              <w:rPr>
                <w:sz w:val="20"/>
                <w:szCs w:val="20"/>
              </w:rPr>
            </w:pPr>
            <w:r w:rsidRPr="00C92D70">
              <w:rPr>
                <w:sz w:val="20"/>
                <w:szCs w:val="20"/>
              </w:rPr>
              <w:t>Плоскостные сооружения</w:t>
            </w:r>
          </w:p>
        </w:tc>
        <w:tc>
          <w:tcPr>
            <w:tcW w:w="2032"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p w:rsidR="007C08D3" w:rsidRPr="00C92D70" w:rsidRDefault="007C08D3" w:rsidP="00B439D9">
            <w:pPr>
              <w:pStyle w:val="aa"/>
              <w:rPr>
                <w:sz w:val="20"/>
                <w:szCs w:val="20"/>
              </w:rPr>
            </w:pPr>
            <w:r w:rsidRPr="00C92D70">
              <w:rPr>
                <w:sz w:val="20"/>
                <w:szCs w:val="20"/>
              </w:rPr>
              <w:t>(спортивные площадки)</w:t>
            </w:r>
          </w:p>
        </w:tc>
        <w:tc>
          <w:tcPr>
            <w:tcW w:w="2637" w:type="dxa"/>
            <w:gridSpan w:val="3"/>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p w:rsidR="007C08D3" w:rsidRPr="00C92D70" w:rsidRDefault="007C08D3" w:rsidP="00B439D9">
            <w:pPr>
              <w:pStyle w:val="aa"/>
              <w:rPr>
                <w:sz w:val="20"/>
                <w:szCs w:val="20"/>
              </w:rPr>
            </w:pPr>
            <w:r w:rsidRPr="00C92D70">
              <w:rPr>
                <w:sz w:val="20"/>
                <w:szCs w:val="20"/>
              </w:rPr>
              <w:t>(спортивные площадки)</w:t>
            </w:r>
          </w:p>
        </w:tc>
        <w:tc>
          <w:tcPr>
            <w:tcW w:w="2004"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p w:rsidR="007C08D3" w:rsidRPr="00C92D70" w:rsidRDefault="007C08D3" w:rsidP="00B439D9">
            <w:pPr>
              <w:pStyle w:val="aa"/>
              <w:rPr>
                <w:sz w:val="20"/>
                <w:szCs w:val="20"/>
              </w:rPr>
            </w:pPr>
            <w:r w:rsidRPr="00C92D70">
              <w:rPr>
                <w:sz w:val="20"/>
                <w:szCs w:val="20"/>
              </w:rPr>
              <w:t>(стадионы)</w:t>
            </w:r>
          </w:p>
        </w:tc>
      </w:tr>
      <w:tr w:rsidR="007C08D3" w:rsidRPr="00C92D70" w:rsidTr="00B439D9">
        <w:trPr>
          <w:trHeight w:val="20"/>
          <w:jc w:val="center"/>
        </w:trPr>
        <w:tc>
          <w:tcPr>
            <w:tcW w:w="3009" w:type="dxa"/>
            <w:gridSpan w:val="2"/>
            <w:tcBorders>
              <w:top w:val="nil"/>
              <w:left w:val="single" w:sz="4" w:space="0" w:color="auto"/>
              <w:bottom w:val="single" w:sz="4" w:space="0" w:color="auto"/>
              <w:right w:val="single" w:sz="4" w:space="0" w:color="auto"/>
            </w:tcBorders>
            <w:vAlign w:val="center"/>
          </w:tcPr>
          <w:p w:rsidR="007C08D3" w:rsidRPr="00C92D70" w:rsidRDefault="007C08D3" w:rsidP="00B439D9">
            <w:pPr>
              <w:pStyle w:val="ac"/>
              <w:rPr>
                <w:sz w:val="20"/>
                <w:szCs w:val="20"/>
              </w:rPr>
            </w:pPr>
            <w:r w:rsidRPr="00C92D70">
              <w:rPr>
                <w:sz w:val="20"/>
                <w:szCs w:val="20"/>
              </w:rPr>
              <w:t>Торговые предприятия</w:t>
            </w:r>
          </w:p>
        </w:tc>
        <w:tc>
          <w:tcPr>
            <w:tcW w:w="2032"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p w:rsidR="007C08D3" w:rsidRPr="00C92D70" w:rsidRDefault="007C08D3" w:rsidP="00B439D9">
            <w:pPr>
              <w:pStyle w:val="aa"/>
              <w:rPr>
                <w:sz w:val="20"/>
                <w:szCs w:val="20"/>
              </w:rPr>
            </w:pPr>
            <w:r w:rsidRPr="00C92D70">
              <w:rPr>
                <w:sz w:val="20"/>
                <w:szCs w:val="20"/>
              </w:rPr>
              <w:t>(магазины продовольственных товаров на 1-2 рабочих места)</w:t>
            </w:r>
          </w:p>
        </w:tc>
        <w:tc>
          <w:tcPr>
            <w:tcW w:w="2637" w:type="dxa"/>
            <w:gridSpan w:val="3"/>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p w:rsidR="007C08D3" w:rsidRPr="00C92D70" w:rsidRDefault="007C08D3" w:rsidP="00B439D9">
            <w:pPr>
              <w:pStyle w:val="aa"/>
              <w:rPr>
                <w:sz w:val="20"/>
                <w:szCs w:val="20"/>
              </w:rPr>
            </w:pPr>
            <w:r w:rsidRPr="00C92D70">
              <w:rPr>
                <w:sz w:val="20"/>
                <w:szCs w:val="20"/>
              </w:rPr>
              <w:t>(магазины продовольственных и непродовольственных товаров)</w:t>
            </w:r>
          </w:p>
        </w:tc>
        <w:tc>
          <w:tcPr>
            <w:tcW w:w="2004"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p w:rsidR="007C08D3" w:rsidRPr="00C92D70" w:rsidRDefault="007C08D3" w:rsidP="00B439D9">
            <w:pPr>
              <w:pStyle w:val="aa"/>
              <w:rPr>
                <w:sz w:val="20"/>
                <w:szCs w:val="20"/>
              </w:rPr>
            </w:pPr>
            <w:r w:rsidRPr="00C92D70">
              <w:rPr>
                <w:sz w:val="20"/>
                <w:szCs w:val="20"/>
              </w:rPr>
              <w:t>(торговые центры)</w:t>
            </w:r>
          </w:p>
        </w:tc>
      </w:tr>
      <w:tr w:rsidR="007C08D3" w:rsidRPr="00C92D70" w:rsidTr="00B439D9">
        <w:trPr>
          <w:trHeight w:val="20"/>
          <w:jc w:val="center"/>
        </w:trPr>
        <w:tc>
          <w:tcPr>
            <w:tcW w:w="3009" w:type="dxa"/>
            <w:gridSpan w:val="2"/>
            <w:tcBorders>
              <w:top w:val="nil"/>
              <w:left w:val="single" w:sz="4" w:space="0" w:color="auto"/>
              <w:bottom w:val="single" w:sz="4" w:space="0" w:color="auto"/>
              <w:right w:val="single" w:sz="4" w:space="0" w:color="auto"/>
            </w:tcBorders>
            <w:vAlign w:val="center"/>
          </w:tcPr>
          <w:p w:rsidR="007C08D3" w:rsidRPr="00C92D70" w:rsidRDefault="007C08D3" w:rsidP="00B439D9">
            <w:pPr>
              <w:pStyle w:val="ac"/>
              <w:rPr>
                <w:sz w:val="20"/>
                <w:szCs w:val="20"/>
              </w:rPr>
            </w:pPr>
            <w:r w:rsidRPr="00C92D70">
              <w:rPr>
                <w:sz w:val="20"/>
                <w:szCs w:val="20"/>
              </w:rPr>
              <w:t>Рынки</w:t>
            </w:r>
          </w:p>
        </w:tc>
        <w:tc>
          <w:tcPr>
            <w:tcW w:w="2032"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 </w:t>
            </w:r>
          </w:p>
        </w:tc>
        <w:tc>
          <w:tcPr>
            <w:tcW w:w="2637" w:type="dxa"/>
            <w:gridSpan w:val="3"/>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 </w:t>
            </w:r>
          </w:p>
        </w:tc>
        <w:tc>
          <w:tcPr>
            <w:tcW w:w="2004"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r>
      <w:tr w:rsidR="007C08D3" w:rsidRPr="00C92D70" w:rsidTr="00B439D9">
        <w:trPr>
          <w:trHeight w:val="20"/>
          <w:jc w:val="center"/>
        </w:trPr>
        <w:tc>
          <w:tcPr>
            <w:tcW w:w="3009" w:type="dxa"/>
            <w:gridSpan w:val="2"/>
            <w:tcBorders>
              <w:top w:val="nil"/>
              <w:left w:val="single" w:sz="4" w:space="0" w:color="auto"/>
              <w:bottom w:val="single" w:sz="4" w:space="0" w:color="auto"/>
              <w:right w:val="nil"/>
            </w:tcBorders>
            <w:vAlign w:val="center"/>
          </w:tcPr>
          <w:p w:rsidR="007C08D3" w:rsidRPr="00C92D70" w:rsidRDefault="007C08D3" w:rsidP="00B439D9">
            <w:pPr>
              <w:pStyle w:val="ac"/>
              <w:rPr>
                <w:sz w:val="20"/>
                <w:szCs w:val="20"/>
              </w:rPr>
            </w:pPr>
            <w:r w:rsidRPr="00C92D70">
              <w:rPr>
                <w:sz w:val="20"/>
                <w:szCs w:val="20"/>
              </w:rPr>
              <w:t>Предприятия общественного питания</w:t>
            </w:r>
          </w:p>
        </w:tc>
        <w:tc>
          <w:tcPr>
            <w:tcW w:w="2032" w:type="dxa"/>
            <w:tcBorders>
              <w:top w:val="nil"/>
              <w:left w:val="single" w:sz="4" w:space="0" w:color="auto"/>
              <w:bottom w:val="single" w:sz="4" w:space="0" w:color="auto"/>
              <w:right w:val="single" w:sz="4" w:space="0" w:color="auto"/>
            </w:tcBorders>
            <w:vAlign w:val="center"/>
          </w:tcPr>
          <w:p w:rsidR="007C08D3" w:rsidRPr="00C92D70" w:rsidRDefault="007C08D3" w:rsidP="00B439D9">
            <w:pPr>
              <w:pStyle w:val="aa"/>
              <w:rPr>
                <w:sz w:val="20"/>
                <w:szCs w:val="20"/>
              </w:rPr>
            </w:pPr>
          </w:p>
        </w:tc>
        <w:tc>
          <w:tcPr>
            <w:tcW w:w="2637" w:type="dxa"/>
            <w:gridSpan w:val="3"/>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p w:rsidR="007C08D3" w:rsidRPr="00C92D70" w:rsidRDefault="007C08D3" w:rsidP="00B439D9">
            <w:pPr>
              <w:pStyle w:val="aa"/>
              <w:rPr>
                <w:sz w:val="20"/>
                <w:szCs w:val="20"/>
              </w:rPr>
            </w:pPr>
            <w:r w:rsidRPr="00C92D70">
              <w:rPr>
                <w:sz w:val="20"/>
                <w:szCs w:val="20"/>
              </w:rPr>
              <w:t>(кафе, бары)</w:t>
            </w:r>
          </w:p>
        </w:tc>
        <w:tc>
          <w:tcPr>
            <w:tcW w:w="2004"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p w:rsidR="007C08D3" w:rsidRPr="00C92D70" w:rsidRDefault="007C08D3" w:rsidP="00B439D9">
            <w:pPr>
              <w:pStyle w:val="aa"/>
              <w:rPr>
                <w:sz w:val="20"/>
                <w:szCs w:val="20"/>
              </w:rPr>
            </w:pPr>
            <w:r w:rsidRPr="00C92D70">
              <w:rPr>
                <w:sz w:val="20"/>
                <w:szCs w:val="20"/>
              </w:rPr>
              <w:t>(кафе, столовые, рестораны)</w:t>
            </w:r>
          </w:p>
        </w:tc>
      </w:tr>
      <w:tr w:rsidR="007C08D3" w:rsidRPr="00C92D70" w:rsidTr="00B439D9">
        <w:trPr>
          <w:trHeight w:val="20"/>
          <w:jc w:val="center"/>
        </w:trPr>
        <w:tc>
          <w:tcPr>
            <w:tcW w:w="3009" w:type="dxa"/>
            <w:gridSpan w:val="2"/>
            <w:tcBorders>
              <w:top w:val="nil"/>
              <w:left w:val="single" w:sz="4" w:space="0" w:color="auto"/>
              <w:bottom w:val="single" w:sz="4" w:space="0" w:color="auto"/>
              <w:right w:val="nil"/>
            </w:tcBorders>
            <w:vAlign w:val="center"/>
          </w:tcPr>
          <w:p w:rsidR="007C08D3" w:rsidRPr="00C92D70" w:rsidRDefault="007C08D3" w:rsidP="00B439D9">
            <w:pPr>
              <w:pStyle w:val="ac"/>
              <w:rPr>
                <w:sz w:val="20"/>
                <w:szCs w:val="20"/>
              </w:rPr>
            </w:pPr>
            <w:r w:rsidRPr="00C92D70">
              <w:rPr>
                <w:sz w:val="20"/>
                <w:szCs w:val="20"/>
              </w:rPr>
              <w:t>Предприятия бытового обслуживания</w:t>
            </w:r>
          </w:p>
        </w:tc>
        <w:tc>
          <w:tcPr>
            <w:tcW w:w="2032" w:type="dxa"/>
            <w:tcBorders>
              <w:top w:val="nil"/>
              <w:left w:val="single" w:sz="4" w:space="0" w:color="auto"/>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p w:rsidR="007C08D3" w:rsidRPr="00C92D70" w:rsidRDefault="007C08D3" w:rsidP="00B439D9">
            <w:pPr>
              <w:pStyle w:val="aa"/>
              <w:rPr>
                <w:sz w:val="20"/>
                <w:szCs w:val="20"/>
              </w:rPr>
            </w:pPr>
            <w:r w:rsidRPr="00C92D70">
              <w:rPr>
                <w:sz w:val="20"/>
                <w:szCs w:val="20"/>
              </w:rPr>
              <w:t>(мастерские, парикмахерские, ателье)</w:t>
            </w:r>
          </w:p>
        </w:tc>
        <w:tc>
          <w:tcPr>
            <w:tcW w:w="2637" w:type="dxa"/>
            <w:gridSpan w:val="3"/>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p w:rsidR="007C08D3" w:rsidRPr="00C92D70" w:rsidRDefault="007C08D3" w:rsidP="00B439D9">
            <w:pPr>
              <w:pStyle w:val="aa"/>
              <w:rPr>
                <w:sz w:val="20"/>
                <w:szCs w:val="20"/>
              </w:rPr>
            </w:pPr>
            <w:r w:rsidRPr="00C92D70">
              <w:rPr>
                <w:sz w:val="20"/>
                <w:szCs w:val="20"/>
              </w:rPr>
              <w:t>(мастерские, парикмахерские, ателье)</w:t>
            </w:r>
          </w:p>
        </w:tc>
        <w:tc>
          <w:tcPr>
            <w:tcW w:w="2004"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p w:rsidR="007C08D3" w:rsidRPr="00C92D70" w:rsidRDefault="007C08D3" w:rsidP="00B439D9">
            <w:pPr>
              <w:pStyle w:val="aa"/>
              <w:rPr>
                <w:sz w:val="20"/>
                <w:szCs w:val="20"/>
              </w:rPr>
            </w:pPr>
            <w:r w:rsidRPr="00C92D70">
              <w:rPr>
                <w:sz w:val="20"/>
                <w:szCs w:val="20"/>
              </w:rPr>
              <w:t>(дома быта)</w:t>
            </w:r>
          </w:p>
        </w:tc>
      </w:tr>
      <w:tr w:rsidR="007C08D3" w:rsidRPr="00C92D70" w:rsidTr="00B439D9">
        <w:trPr>
          <w:trHeight w:val="20"/>
          <w:jc w:val="center"/>
        </w:trPr>
        <w:tc>
          <w:tcPr>
            <w:tcW w:w="3009" w:type="dxa"/>
            <w:gridSpan w:val="2"/>
            <w:tcBorders>
              <w:top w:val="nil"/>
              <w:left w:val="single" w:sz="4" w:space="0" w:color="auto"/>
              <w:bottom w:val="single" w:sz="4" w:space="0" w:color="auto"/>
              <w:right w:val="single" w:sz="4" w:space="0" w:color="auto"/>
            </w:tcBorders>
            <w:vAlign w:val="center"/>
          </w:tcPr>
          <w:p w:rsidR="007C08D3" w:rsidRPr="00C92D70" w:rsidRDefault="007C08D3" w:rsidP="00B439D9">
            <w:pPr>
              <w:pStyle w:val="ac"/>
              <w:rPr>
                <w:sz w:val="20"/>
                <w:szCs w:val="20"/>
              </w:rPr>
            </w:pPr>
            <w:r w:rsidRPr="00C92D70">
              <w:rPr>
                <w:sz w:val="20"/>
                <w:szCs w:val="20"/>
              </w:rPr>
              <w:t>Прачечные</w:t>
            </w:r>
          </w:p>
        </w:tc>
        <w:tc>
          <w:tcPr>
            <w:tcW w:w="2032"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 </w:t>
            </w:r>
          </w:p>
        </w:tc>
        <w:tc>
          <w:tcPr>
            <w:tcW w:w="2637" w:type="dxa"/>
            <w:gridSpan w:val="3"/>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r w:rsidRPr="00C92D70">
              <w:rPr>
                <w:sz w:val="20"/>
                <w:szCs w:val="20"/>
              </w:rPr>
              <w:br/>
              <w:t xml:space="preserve"> (пункт приема)</w:t>
            </w:r>
          </w:p>
        </w:tc>
        <w:tc>
          <w:tcPr>
            <w:tcW w:w="2004"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r>
      <w:tr w:rsidR="007C08D3" w:rsidRPr="00C92D70" w:rsidTr="00B439D9">
        <w:trPr>
          <w:trHeight w:val="20"/>
          <w:jc w:val="center"/>
        </w:trPr>
        <w:tc>
          <w:tcPr>
            <w:tcW w:w="3009" w:type="dxa"/>
            <w:gridSpan w:val="2"/>
            <w:tcBorders>
              <w:top w:val="nil"/>
              <w:left w:val="single" w:sz="4" w:space="0" w:color="auto"/>
              <w:bottom w:val="single" w:sz="4" w:space="0" w:color="auto"/>
              <w:right w:val="single" w:sz="4" w:space="0" w:color="auto"/>
            </w:tcBorders>
            <w:vAlign w:val="center"/>
          </w:tcPr>
          <w:p w:rsidR="007C08D3" w:rsidRPr="00C92D70" w:rsidRDefault="007C08D3" w:rsidP="00B439D9">
            <w:pPr>
              <w:pStyle w:val="ac"/>
              <w:rPr>
                <w:sz w:val="20"/>
                <w:szCs w:val="20"/>
              </w:rPr>
            </w:pPr>
            <w:r w:rsidRPr="00C92D70">
              <w:rPr>
                <w:sz w:val="20"/>
                <w:szCs w:val="20"/>
              </w:rPr>
              <w:t>Химчистки</w:t>
            </w:r>
          </w:p>
        </w:tc>
        <w:tc>
          <w:tcPr>
            <w:tcW w:w="2032"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 </w:t>
            </w:r>
          </w:p>
        </w:tc>
        <w:tc>
          <w:tcPr>
            <w:tcW w:w="2637" w:type="dxa"/>
            <w:gridSpan w:val="3"/>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r w:rsidRPr="00C92D70">
              <w:rPr>
                <w:sz w:val="20"/>
                <w:szCs w:val="20"/>
              </w:rPr>
              <w:br/>
              <w:t xml:space="preserve"> (пункт приема)</w:t>
            </w:r>
          </w:p>
        </w:tc>
        <w:tc>
          <w:tcPr>
            <w:tcW w:w="2004"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r>
      <w:tr w:rsidR="007C08D3" w:rsidRPr="00C92D70" w:rsidTr="00B439D9">
        <w:trPr>
          <w:trHeight w:val="20"/>
          <w:jc w:val="center"/>
        </w:trPr>
        <w:tc>
          <w:tcPr>
            <w:tcW w:w="3009" w:type="dxa"/>
            <w:gridSpan w:val="2"/>
            <w:tcBorders>
              <w:top w:val="nil"/>
              <w:left w:val="single" w:sz="4" w:space="0" w:color="auto"/>
              <w:bottom w:val="single" w:sz="4" w:space="0" w:color="auto"/>
              <w:right w:val="single" w:sz="4" w:space="0" w:color="auto"/>
            </w:tcBorders>
            <w:vAlign w:val="center"/>
          </w:tcPr>
          <w:p w:rsidR="007C08D3" w:rsidRPr="00C92D70" w:rsidRDefault="007C08D3" w:rsidP="00B439D9">
            <w:pPr>
              <w:pStyle w:val="ac"/>
              <w:rPr>
                <w:sz w:val="20"/>
                <w:szCs w:val="20"/>
              </w:rPr>
            </w:pPr>
            <w:r w:rsidRPr="00C92D70">
              <w:rPr>
                <w:sz w:val="20"/>
                <w:szCs w:val="20"/>
              </w:rPr>
              <w:t>Бани</w:t>
            </w:r>
          </w:p>
        </w:tc>
        <w:tc>
          <w:tcPr>
            <w:tcW w:w="2032"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 </w:t>
            </w:r>
          </w:p>
        </w:tc>
        <w:tc>
          <w:tcPr>
            <w:tcW w:w="2637" w:type="dxa"/>
            <w:gridSpan w:val="3"/>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 </w:t>
            </w:r>
          </w:p>
        </w:tc>
        <w:tc>
          <w:tcPr>
            <w:tcW w:w="2004"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r>
      <w:tr w:rsidR="007C08D3" w:rsidRPr="00C92D70" w:rsidTr="00B439D9">
        <w:trPr>
          <w:trHeight w:val="20"/>
          <w:jc w:val="center"/>
        </w:trPr>
        <w:tc>
          <w:tcPr>
            <w:tcW w:w="3009" w:type="dxa"/>
            <w:gridSpan w:val="2"/>
            <w:tcBorders>
              <w:top w:val="nil"/>
              <w:left w:val="single" w:sz="4" w:space="0" w:color="auto"/>
              <w:bottom w:val="single" w:sz="4" w:space="0" w:color="auto"/>
              <w:right w:val="single" w:sz="4" w:space="0" w:color="auto"/>
            </w:tcBorders>
            <w:vAlign w:val="center"/>
          </w:tcPr>
          <w:p w:rsidR="007C08D3" w:rsidRPr="00C92D70" w:rsidRDefault="007C08D3" w:rsidP="00B439D9">
            <w:pPr>
              <w:pStyle w:val="ac"/>
              <w:rPr>
                <w:sz w:val="20"/>
                <w:szCs w:val="20"/>
              </w:rPr>
            </w:pPr>
            <w:r w:rsidRPr="00C92D70">
              <w:rPr>
                <w:sz w:val="20"/>
                <w:szCs w:val="20"/>
              </w:rPr>
              <w:t>Отделения почтовой связи</w:t>
            </w:r>
          </w:p>
        </w:tc>
        <w:tc>
          <w:tcPr>
            <w:tcW w:w="2032"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p>
        </w:tc>
        <w:tc>
          <w:tcPr>
            <w:tcW w:w="2637" w:type="dxa"/>
            <w:gridSpan w:val="3"/>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c>
          <w:tcPr>
            <w:tcW w:w="2004" w:type="dxa"/>
            <w:tcBorders>
              <w:top w:val="nil"/>
              <w:left w:val="nil"/>
              <w:bottom w:val="single" w:sz="4" w:space="0" w:color="auto"/>
              <w:right w:val="single" w:sz="4" w:space="0" w:color="auto"/>
            </w:tcBorders>
            <w:vAlign w:val="center"/>
          </w:tcPr>
          <w:p w:rsidR="007C08D3" w:rsidRPr="00C92D70" w:rsidRDefault="007C08D3" w:rsidP="00B439D9">
            <w:pPr>
              <w:pStyle w:val="aa"/>
              <w:rPr>
                <w:sz w:val="20"/>
                <w:szCs w:val="20"/>
              </w:rPr>
            </w:pPr>
            <w:r w:rsidRPr="00C92D70">
              <w:rPr>
                <w:sz w:val="20"/>
                <w:szCs w:val="20"/>
              </w:rPr>
              <w:t>+</w:t>
            </w:r>
          </w:p>
        </w:tc>
      </w:tr>
      <w:tr w:rsidR="007C08D3" w:rsidRPr="00C92D70" w:rsidTr="00B439D9">
        <w:trPr>
          <w:trHeight w:val="20"/>
          <w:jc w:val="center"/>
        </w:trPr>
        <w:tc>
          <w:tcPr>
            <w:tcW w:w="9682" w:type="dxa"/>
            <w:gridSpan w:val="7"/>
            <w:tcBorders>
              <w:top w:val="nil"/>
              <w:left w:val="nil"/>
              <w:bottom w:val="nil"/>
              <w:right w:val="nil"/>
            </w:tcBorders>
            <w:vAlign w:val="center"/>
          </w:tcPr>
          <w:p w:rsidR="007C08D3" w:rsidRPr="00C92D70" w:rsidRDefault="007C08D3" w:rsidP="00B439D9">
            <w:pPr>
              <w:pStyle w:val="ac"/>
              <w:rPr>
                <w:sz w:val="20"/>
                <w:szCs w:val="20"/>
              </w:rPr>
            </w:pPr>
            <w:r w:rsidRPr="00C92D70">
              <w:rPr>
                <w:sz w:val="20"/>
                <w:szCs w:val="20"/>
              </w:rPr>
              <w:t>Примечание: «*» - целесообразно кооперировать в едином блоке, встроенном в жилой дом, и,  объединённым  с другими обслужи</w:t>
            </w:r>
            <w:r w:rsidRPr="00C92D70">
              <w:rPr>
                <w:sz w:val="20"/>
                <w:szCs w:val="20"/>
              </w:rPr>
              <w:softHyphen/>
              <w:t>ваемыми жилыми домами пешеходны</w:t>
            </w:r>
            <w:r w:rsidRPr="00C92D70">
              <w:rPr>
                <w:sz w:val="20"/>
                <w:szCs w:val="20"/>
              </w:rPr>
              <w:softHyphen/>
              <w:t>ми дорожками, образуя единое композиционное целое (доступность не должна пре</w:t>
            </w:r>
            <w:r w:rsidRPr="00C92D70">
              <w:rPr>
                <w:sz w:val="20"/>
                <w:szCs w:val="20"/>
              </w:rPr>
              <w:softHyphen/>
              <w:t>вышать 150 - 200 м).</w:t>
            </w:r>
          </w:p>
        </w:tc>
      </w:tr>
    </w:tbl>
    <w:p w:rsidR="007C08D3" w:rsidRPr="00C92D70" w:rsidRDefault="007C08D3" w:rsidP="0016766B">
      <w:pPr>
        <w:pStyle w:val="a4"/>
      </w:pPr>
      <w:r w:rsidRPr="00C92D70">
        <w:t>Необходимость размещения общеобразовательных организаций в микрорайонах объясняется в первую очередь тем, что в пределах микрорайона ребенок должен передвигаться, не пересекая проезжую часть магистральных улиц.</w:t>
      </w:r>
    </w:p>
    <w:p w:rsidR="007C08D3" w:rsidRPr="00C92D70" w:rsidRDefault="007C08D3" w:rsidP="0016766B">
      <w:pPr>
        <w:pStyle w:val="a4"/>
      </w:pPr>
      <w:r w:rsidRPr="00C92D70">
        <w:t>На территории Красноярского края проживают представители восьми этносов коренных малочисленных народов Крайнего Севера.</w:t>
      </w:r>
    </w:p>
    <w:p w:rsidR="007C08D3" w:rsidRPr="00C92D70" w:rsidRDefault="007C08D3" w:rsidP="0016766B">
      <w:pPr>
        <w:pStyle w:val="a4"/>
      </w:pPr>
      <w:r w:rsidRPr="00C92D70">
        <w:t>Положение малочисленных народов определяется следующими основными факторами: суровые климатические условия их проживания и географическая удаленность от объектов социальной инфраструктуры. Нормы обеспеченности малочисленных народов объектами социальной инфраструктуры должны определяться согласно региональным целевым программам.</w:t>
      </w:r>
    </w:p>
    <w:p w:rsidR="007C08D3" w:rsidRPr="00C92D70" w:rsidRDefault="007C08D3" w:rsidP="0016766B">
      <w:pPr>
        <w:pStyle w:val="a4"/>
      </w:pPr>
      <w:r w:rsidRPr="00C92D70">
        <w:t>Объекты социальной сферы необходимо размещать с учетом следующих факторов:</w:t>
      </w:r>
    </w:p>
    <w:p w:rsidR="007C08D3" w:rsidRPr="00C92D70" w:rsidRDefault="007C08D3" w:rsidP="0016766B">
      <w:pPr>
        <w:pStyle w:val="List"/>
        <w:spacing w:after="0"/>
      </w:pPr>
      <w:r w:rsidRPr="00C92D70">
        <w:t>приближения их к местам жительства и работы;</w:t>
      </w:r>
    </w:p>
    <w:p w:rsidR="007C08D3" w:rsidRPr="00C92D70" w:rsidRDefault="007C08D3" w:rsidP="0016766B">
      <w:pPr>
        <w:pStyle w:val="List"/>
        <w:spacing w:after="0"/>
      </w:pPr>
      <w:r w:rsidRPr="00C92D70">
        <w:t>предельно допустимого времени, которое человек может находиться на открытом воздухе без вреда для здоровья;</w:t>
      </w:r>
    </w:p>
    <w:p w:rsidR="007C08D3" w:rsidRPr="00C92D70" w:rsidRDefault="007C08D3" w:rsidP="0016766B">
      <w:pPr>
        <w:pStyle w:val="List"/>
        <w:spacing w:after="0"/>
      </w:pPr>
      <w:r w:rsidRPr="00C92D70">
        <w:t>увязки с сетью общественного пассажирского транспорта.</w:t>
      </w:r>
    </w:p>
    <w:p w:rsidR="007C08D3" w:rsidRPr="00C92D70" w:rsidRDefault="007C08D3" w:rsidP="0016766B">
      <w:pPr>
        <w:pStyle w:val="a4"/>
        <w:rPr>
          <w:rFonts w:eastAsia="TimesNewRomanPSMT"/>
        </w:rPr>
      </w:pPr>
      <w:r w:rsidRPr="00C92D70">
        <w:t>Исходя из предельно допустимого времени, которое человек может находиться на открытом воздухе при различных природно-климатических условиях (</w:t>
      </w:r>
      <w:r w:rsidRPr="00C92D70">
        <w:rPr>
          <w:rFonts w:eastAsia="TimesNewRomanPSMT"/>
        </w:rPr>
        <w:t>неблагоприятных,  относительно неблагоприятных и умеренных)</w:t>
      </w:r>
      <w:r w:rsidRPr="00C92D70">
        <w:t>, определено расстояние, которое он может преодолеть без вреда для здоровья</w:t>
      </w:r>
      <w:r w:rsidRPr="00C92D70">
        <w:rPr>
          <w:rFonts w:eastAsia="TimesNewRomanPSMT"/>
        </w:rPr>
        <w:t xml:space="preserve">. </w:t>
      </w:r>
    </w:p>
    <w:p w:rsidR="007C08D3" w:rsidRPr="00C92D70" w:rsidRDefault="007C08D3" w:rsidP="0016766B">
      <w:pPr>
        <w:pStyle w:val="a4"/>
      </w:pPr>
      <w:r w:rsidRPr="00C92D70">
        <w:t>В зависимости от степени необходимости предлагается увеличивать и уменьшать расстояния до учреждений и предприятий обслуживания (</w:t>
      </w:r>
      <w:r>
        <w:t>Таблица 15</w:t>
      </w:r>
      <w:r w:rsidRPr="00C92D70">
        <w:t>).</w:t>
      </w:r>
    </w:p>
    <w:p w:rsidR="007C08D3" w:rsidRPr="00C92D70" w:rsidRDefault="007C08D3" w:rsidP="0016766B">
      <w:pPr>
        <w:pStyle w:val="a4"/>
      </w:pPr>
    </w:p>
    <w:p w:rsidR="007C08D3" w:rsidRPr="00C92D70" w:rsidRDefault="007C08D3" w:rsidP="00FF2E5A">
      <w:pPr>
        <w:pStyle w:val="Caption"/>
        <w:jc w:val="right"/>
        <w:rPr>
          <w:sz w:val="24"/>
          <w:szCs w:val="24"/>
        </w:rPr>
      </w:pPr>
      <w:bookmarkStart w:id="97" w:name="_Ref375758025"/>
      <w:r w:rsidRPr="00C92D70">
        <w:rPr>
          <w:sz w:val="24"/>
          <w:szCs w:val="24"/>
        </w:rPr>
        <w:t xml:space="preserve">Таблица </w:t>
      </w:r>
      <w:bookmarkEnd w:id="97"/>
      <w:r>
        <w:rPr>
          <w:sz w:val="24"/>
          <w:szCs w:val="24"/>
        </w:rPr>
        <w:t>15</w:t>
      </w:r>
    </w:p>
    <w:p w:rsidR="007C08D3" w:rsidRPr="00C92D70" w:rsidRDefault="007C08D3" w:rsidP="00FF2E5A">
      <w:pPr>
        <w:pStyle w:val="Caption"/>
        <w:rPr>
          <w:sz w:val="24"/>
          <w:szCs w:val="24"/>
        </w:rPr>
      </w:pPr>
      <w:r w:rsidRPr="00C92D70">
        <w:rPr>
          <w:sz w:val="24"/>
          <w:szCs w:val="24"/>
        </w:rPr>
        <w:t>Доступность учреждений и предприятий обслуживания, 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15"/>
        <w:gridCol w:w="2058"/>
        <w:gridCol w:w="2058"/>
        <w:gridCol w:w="2058"/>
      </w:tblGrid>
      <w:tr w:rsidR="007C08D3" w:rsidRPr="00C92D70" w:rsidTr="00B439D9">
        <w:trPr>
          <w:jc w:val="center"/>
        </w:trPr>
        <w:tc>
          <w:tcPr>
            <w:tcW w:w="2315" w:type="dxa"/>
            <w:vAlign w:val="center"/>
          </w:tcPr>
          <w:p w:rsidR="007C08D3" w:rsidRPr="00C92D70" w:rsidRDefault="007C08D3" w:rsidP="00B439D9">
            <w:pPr>
              <w:pStyle w:val="a9"/>
              <w:rPr>
                <w:sz w:val="20"/>
                <w:szCs w:val="20"/>
              </w:rPr>
            </w:pPr>
            <w:r w:rsidRPr="00C92D70">
              <w:rPr>
                <w:sz w:val="20"/>
                <w:szCs w:val="20"/>
              </w:rPr>
              <w:t>Природные условия</w:t>
            </w:r>
          </w:p>
        </w:tc>
        <w:tc>
          <w:tcPr>
            <w:tcW w:w="2058" w:type="dxa"/>
            <w:vAlign w:val="center"/>
          </w:tcPr>
          <w:p w:rsidR="007C08D3" w:rsidRPr="00C92D70" w:rsidRDefault="007C08D3" w:rsidP="00B439D9">
            <w:pPr>
              <w:pStyle w:val="a9"/>
              <w:rPr>
                <w:sz w:val="20"/>
                <w:szCs w:val="20"/>
              </w:rPr>
            </w:pPr>
            <w:r w:rsidRPr="00C92D70">
              <w:rPr>
                <w:sz w:val="20"/>
                <w:szCs w:val="20"/>
                <w:lang w:val="en-US"/>
              </w:rPr>
              <w:t xml:space="preserve">I </w:t>
            </w:r>
            <w:r w:rsidRPr="00C92D70">
              <w:rPr>
                <w:sz w:val="20"/>
                <w:szCs w:val="20"/>
              </w:rPr>
              <w:t>степень необходимости</w:t>
            </w:r>
          </w:p>
        </w:tc>
        <w:tc>
          <w:tcPr>
            <w:tcW w:w="2058" w:type="dxa"/>
            <w:vAlign w:val="center"/>
          </w:tcPr>
          <w:p w:rsidR="007C08D3" w:rsidRPr="00C92D70" w:rsidRDefault="007C08D3" w:rsidP="00B439D9">
            <w:pPr>
              <w:pStyle w:val="a9"/>
              <w:rPr>
                <w:sz w:val="20"/>
                <w:szCs w:val="20"/>
              </w:rPr>
            </w:pPr>
            <w:r w:rsidRPr="00C92D70">
              <w:rPr>
                <w:sz w:val="20"/>
                <w:szCs w:val="20"/>
                <w:lang w:val="en-US"/>
              </w:rPr>
              <w:t xml:space="preserve">II </w:t>
            </w:r>
            <w:r w:rsidRPr="00C92D70">
              <w:rPr>
                <w:sz w:val="20"/>
                <w:szCs w:val="20"/>
              </w:rPr>
              <w:t>степень необходимости</w:t>
            </w:r>
          </w:p>
        </w:tc>
        <w:tc>
          <w:tcPr>
            <w:tcW w:w="2058" w:type="dxa"/>
            <w:vAlign w:val="center"/>
          </w:tcPr>
          <w:p w:rsidR="007C08D3" w:rsidRPr="00C92D70" w:rsidRDefault="007C08D3" w:rsidP="00B439D9">
            <w:pPr>
              <w:pStyle w:val="a9"/>
              <w:rPr>
                <w:sz w:val="20"/>
                <w:szCs w:val="20"/>
              </w:rPr>
            </w:pPr>
            <w:r w:rsidRPr="00C92D70">
              <w:rPr>
                <w:sz w:val="20"/>
                <w:szCs w:val="20"/>
                <w:lang w:val="en-US"/>
              </w:rPr>
              <w:t xml:space="preserve">III </w:t>
            </w:r>
            <w:r w:rsidRPr="00C92D70">
              <w:rPr>
                <w:sz w:val="20"/>
                <w:szCs w:val="20"/>
              </w:rPr>
              <w:t>степень необходимости</w:t>
            </w:r>
          </w:p>
        </w:tc>
      </w:tr>
      <w:tr w:rsidR="007C08D3" w:rsidRPr="00C92D70" w:rsidTr="00B439D9">
        <w:trPr>
          <w:jc w:val="center"/>
        </w:trPr>
        <w:tc>
          <w:tcPr>
            <w:tcW w:w="2315" w:type="dxa"/>
            <w:vAlign w:val="center"/>
          </w:tcPr>
          <w:p w:rsidR="007C08D3" w:rsidRPr="00C92D70" w:rsidRDefault="007C08D3" w:rsidP="00B439D9">
            <w:pPr>
              <w:pStyle w:val="aa"/>
              <w:rPr>
                <w:sz w:val="20"/>
                <w:szCs w:val="20"/>
              </w:rPr>
            </w:pPr>
            <w:r w:rsidRPr="00C92D70">
              <w:rPr>
                <w:sz w:val="20"/>
                <w:szCs w:val="20"/>
              </w:rPr>
              <w:t>Неблагоприятные</w:t>
            </w:r>
          </w:p>
        </w:tc>
        <w:tc>
          <w:tcPr>
            <w:tcW w:w="2058" w:type="dxa"/>
            <w:vAlign w:val="center"/>
          </w:tcPr>
          <w:p w:rsidR="007C08D3" w:rsidRPr="00C92D70" w:rsidRDefault="007C08D3" w:rsidP="00B439D9">
            <w:pPr>
              <w:pStyle w:val="aa"/>
              <w:rPr>
                <w:sz w:val="20"/>
                <w:szCs w:val="20"/>
                <w:lang w:eastAsia="en-US"/>
              </w:rPr>
            </w:pPr>
            <w:r w:rsidRPr="00C92D70">
              <w:rPr>
                <w:sz w:val="20"/>
                <w:szCs w:val="20"/>
                <w:lang w:eastAsia="en-US"/>
              </w:rPr>
              <w:t>100</w:t>
            </w:r>
          </w:p>
        </w:tc>
        <w:tc>
          <w:tcPr>
            <w:tcW w:w="2058" w:type="dxa"/>
            <w:vAlign w:val="center"/>
          </w:tcPr>
          <w:p w:rsidR="007C08D3" w:rsidRPr="00C92D70" w:rsidRDefault="007C08D3" w:rsidP="00B439D9">
            <w:pPr>
              <w:pStyle w:val="aa"/>
              <w:rPr>
                <w:sz w:val="20"/>
                <w:szCs w:val="20"/>
                <w:lang w:eastAsia="en-US"/>
              </w:rPr>
            </w:pPr>
            <w:r w:rsidRPr="00C92D70">
              <w:rPr>
                <w:sz w:val="20"/>
                <w:szCs w:val="20"/>
                <w:lang w:eastAsia="en-US"/>
              </w:rPr>
              <w:t>200</w:t>
            </w:r>
          </w:p>
        </w:tc>
        <w:tc>
          <w:tcPr>
            <w:tcW w:w="2058" w:type="dxa"/>
            <w:vAlign w:val="center"/>
          </w:tcPr>
          <w:p w:rsidR="007C08D3" w:rsidRPr="00C92D70" w:rsidRDefault="007C08D3" w:rsidP="00B439D9">
            <w:pPr>
              <w:pStyle w:val="aa"/>
              <w:rPr>
                <w:sz w:val="20"/>
                <w:szCs w:val="20"/>
                <w:lang w:eastAsia="en-US"/>
              </w:rPr>
            </w:pPr>
            <w:r w:rsidRPr="00C92D70">
              <w:rPr>
                <w:sz w:val="20"/>
                <w:szCs w:val="20"/>
                <w:lang w:eastAsia="en-US"/>
              </w:rPr>
              <w:t>300</w:t>
            </w:r>
          </w:p>
        </w:tc>
      </w:tr>
      <w:tr w:rsidR="007C08D3" w:rsidRPr="00C92D70" w:rsidTr="00B439D9">
        <w:trPr>
          <w:jc w:val="center"/>
        </w:trPr>
        <w:tc>
          <w:tcPr>
            <w:tcW w:w="2315" w:type="dxa"/>
            <w:vAlign w:val="center"/>
          </w:tcPr>
          <w:p w:rsidR="007C08D3" w:rsidRPr="00C92D70" w:rsidRDefault="007C08D3" w:rsidP="00B439D9">
            <w:pPr>
              <w:pStyle w:val="aa"/>
              <w:rPr>
                <w:sz w:val="20"/>
                <w:szCs w:val="20"/>
              </w:rPr>
            </w:pPr>
            <w:r w:rsidRPr="00C92D70">
              <w:rPr>
                <w:sz w:val="20"/>
                <w:szCs w:val="20"/>
              </w:rPr>
              <w:t>Относительно-благоприятные</w:t>
            </w:r>
          </w:p>
        </w:tc>
        <w:tc>
          <w:tcPr>
            <w:tcW w:w="2058" w:type="dxa"/>
            <w:vAlign w:val="center"/>
          </w:tcPr>
          <w:p w:rsidR="007C08D3" w:rsidRPr="00C92D70" w:rsidRDefault="007C08D3" w:rsidP="00B439D9">
            <w:pPr>
              <w:pStyle w:val="aa"/>
              <w:rPr>
                <w:sz w:val="20"/>
                <w:szCs w:val="20"/>
                <w:lang w:eastAsia="en-US"/>
              </w:rPr>
            </w:pPr>
            <w:r w:rsidRPr="00C92D70">
              <w:rPr>
                <w:sz w:val="20"/>
                <w:szCs w:val="20"/>
                <w:lang w:eastAsia="en-US"/>
              </w:rPr>
              <w:t>300</w:t>
            </w:r>
          </w:p>
        </w:tc>
        <w:tc>
          <w:tcPr>
            <w:tcW w:w="2058" w:type="dxa"/>
            <w:vAlign w:val="center"/>
          </w:tcPr>
          <w:p w:rsidR="007C08D3" w:rsidRPr="00C92D70" w:rsidRDefault="007C08D3" w:rsidP="00B439D9">
            <w:pPr>
              <w:pStyle w:val="aa"/>
              <w:rPr>
                <w:sz w:val="20"/>
                <w:szCs w:val="20"/>
                <w:lang w:eastAsia="en-US"/>
              </w:rPr>
            </w:pPr>
            <w:r w:rsidRPr="00C92D70">
              <w:rPr>
                <w:sz w:val="20"/>
                <w:szCs w:val="20"/>
                <w:lang w:eastAsia="en-US"/>
              </w:rPr>
              <w:t>450</w:t>
            </w:r>
          </w:p>
        </w:tc>
        <w:tc>
          <w:tcPr>
            <w:tcW w:w="2058" w:type="dxa"/>
            <w:vAlign w:val="center"/>
          </w:tcPr>
          <w:p w:rsidR="007C08D3" w:rsidRPr="00C92D70" w:rsidRDefault="007C08D3" w:rsidP="00B439D9">
            <w:pPr>
              <w:pStyle w:val="aa"/>
              <w:rPr>
                <w:sz w:val="20"/>
                <w:szCs w:val="20"/>
                <w:lang w:eastAsia="en-US"/>
              </w:rPr>
            </w:pPr>
            <w:r w:rsidRPr="00C92D70">
              <w:rPr>
                <w:sz w:val="20"/>
                <w:szCs w:val="20"/>
                <w:lang w:eastAsia="en-US"/>
              </w:rPr>
              <w:t>600</w:t>
            </w:r>
          </w:p>
        </w:tc>
      </w:tr>
      <w:tr w:rsidR="007C08D3" w:rsidRPr="00C92D70" w:rsidTr="00B439D9">
        <w:trPr>
          <w:jc w:val="center"/>
        </w:trPr>
        <w:tc>
          <w:tcPr>
            <w:tcW w:w="2315" w:type="dxa"/>
            <w:vAlign w:val="center"/>
          </w:tcPr>
          <w:p w:rsidR="007C08D3" w:rsidRPr="00C92D70" w:rsidRDefault="007C08D3" w:rsidP="00B439D9">
            <w:pPr>
              <w:pStyle w:val="aa"/>
              <w:rPr>
                <w:sz w:val="20"/>
                <w:szCs w:val="20"/>
              </w:rPr>
            </w:pPr>
            <w:r w:rsidRPr="00C92D70">
              <w:rPr>
                <w:sz w:val="20"/>
                <w:szCs w:val="20"/>
              </w:rPr>
              <w:t>Умеренные</w:t>
            </w:r>
          </w:p>
        </w:tc>
        <w:tc>
          <w:tcPr>
            <w:tcW w:w="2058" w:type="dxa"/>
            <w:vAlign w:val="center"/>
          </w:tcPr>
          <w:p w:rsidR="007C08D3" w:rsidRPr="00C92D70" w:rsidRDefault="007C08D3" w:rsidP="00B439D9">
            <w:pPr>
              <w:pStyle w:val="aa"/>
              <w:rPr>
                <w:sz w:val="20"/>
                <w:szCs w:val="20"/>
                <w:lang w:eastAsia="en-US"/>
              </w:rPr>
            </w:pPr>
            <w:r w:rsidRPr="00C92D70">
              <w:rPr>
                <w:sz w:val="20"/>
                <w:szCs w:val="20"/>
                <w:lang w:eastAsia="en-US"/>
              </w:rPr>
              <w:t>600</w:t>
            </w:r>
          </w:p>
        </w:tc>
        <w:tc>
          <w:tcPr>
            <w:tcW w:w="2058" w:type="dxa"/>
            <w:vAlign w:val="center"/>
          </w:tcPr>
          <w:p w:rsidR="007C08D3" w:rsidRPr="00C92D70" w:rsidRDefault="007C08D3" w:rsidP="00B439D9">
            <w:pPr>
              <w:pStyle w:val="aa"/>
              <w:rPr>
                <w:sz w:val="20"/>
                <w:szCs w:val="20"/>
                <w:lang w:eastAsia="en-US"/>
              </w:rPr>
            </w:pPr>
            <w:r w:rsidRPr="00C92D70">
              <w:rPr>
                <w:sz w:val="20"/>
                <w:szCs w:val="20"/>
                <w:lang w:eastAsia="en-US"/>
              </w:rPr>
              <w:t>1300</w:t>
            </w:r>
          </w:p>
        </w:tc>
        <w:tc>
          <w:tcPr>
            <w:tcW w:w="2058" w:type="dxa"/>
            <w:vAlign w:val="center"/>
          </w:tcPr>
          <w:p w:rsidR="007C08D3" w:rsidRPr="00C92D70" w:rsidRDefault="007C08D3" w:rsidP="00B439D9">
            <w:pPr>
              <w:pStyle w:val="aa"/>
              <w:rPr>
                <w:sz w:val="20"/>
                <w:szCs w:val="20"/>
                <w:lang w:eastAsia="en-US"/>
              </w:rPr>
            </w:pPr>
            <w:r w:rsidRPr="00C92D70">
              <w:rPr>
                <w:sz w:val="20"/>
                <w:szCs w:val="20"/>
                <w:lang w:eastAsia="en-US"/>
              </w:rPr>
              <w:t>2000</w:t>
            </w:r>
          </w:p>
        </w:tc>
      </w:tr>
    </w:tbl>
    <w:p w:rsidR="007C08D3" w:rsidRPr="00C92D70" w:rsidRDefault="007C08D3" w:rsidP="00FF2E5A">
      <w:pPr>
        <w:pStyle w:val="a4"/>
      </w:pPr>
      <w:r w:rsidRPr="00C92D70">
        <w:t>Путь человека не всегда проходит по прямой линии, а чаще всего это кривая траектория. Необходимо выразить доступность учреждений и предприятий обслуживания во временных параметрах (</w:t>
      </w:r>
      <w:r>
        <w:t>Таблица 16</w:t>
      </w:r>
      <w:r w:rsidRPr="00C92D70">
        <w:t>).</w:t>
      </w:r>
    </w:p>
    <w:p w:rsidR="007C08D3" w:rsidRPr="00C92D70" w:rsidRDefault="007C08D3" w:rsidP="00FF2E5A">
      <w:pPr>
        <w:pStyle w:val="Caption"/>
        <w:jc w:val="right"/>
        <w:rPr>
          <w:sz w:val="24"/>
          <w:szCs w:val="24"/>
        </w:rPr>
      </w:pPr>
      <w:bookmarkStart w:id="98" w:name="_Ref375758038"/>
      <w:r w:rsidRPr="00C92D70">
        <w:rPr>
          <w:sz w:val="24"/>
          <w:szCs w:val="24"/>
        </w:rPr>
        <w:t xml:space="preserve">Таблица </w:t>
      </w:r>
      <w:bookmarkEnd w:id="98"/>
      <w:r>
        <w:rPr>
          <w:sz w:val="24"/>
          <w:szCs w:val="24"/>
        </w:rPr>
        <w:t>16</w:t>
      </w:r>
    </w:p>
    <w:p w:rsidR="007C08D3" w:rsidRPr="00C92D70" w:rsidRDefault="007C08D3" w:rsidP="00FF2E5A">
      <w:pPr>
        <w:pStyle w:val="Caption"/>
        <w:rPr>
          <w:sz w:val="24"/>
          <w:szCs w:val="24"/>
        </w:rPr>
      </w:pPr>
      <w:r w:rsidRPr="00C92D70">
        <w:rPr>
          <w:sz w:val="24"/>
          <w:szCs w:val="24"/>
        </w:rPr>
        <w:t>Временная доступность учреждений и предприятий обслуживания, мин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15"/>
        <w:gridCol w:w="2058"/>
        <w:gridCol w:w="2058"/>
        <w:gridCol w:w="2058"/>
      </w:tblGrid>
      <w:tr w:rsidR="007C08D3" w:rsidRPr="00C92D70" w:rsidTr="00B439D9">
        <w:trPr>
          <w:jc w:val="center"/>
        </w:trPr>
        <w:tc>
          <w:tcPr>
            <w:tcW w:w="2315" w:type="dxa"/>
            <w:vAlign w:val="center"/>
          </w:tcPr>
          <w:p w:rsidR="007C08D3" w:rsidRPr="00C92D70" w:rsidRDefault="007C08D3" w:rsidP="00B439D9">
            <w:pPr>
              <w:jc w:val="center"/>
              <w:rPr>
                <w:b/>
                <w:bCs/>
                <w:sz w:val="20"/>
                <w:szCs w:val="20"/>
              </w:rPr>
            </w:pPr>
            <w:r w:rsidRPr="00C92D70">
              <w:rPr>
                <w:b/>
                <w:bCs/>
                <w:sz w:val="20"/>
                <w:szCs w:val="20"/>
              </w:rPr>
              <w:t>Природные условия</w:t>
            </w:r>
          </w:p>
        </w:tc>
        <w:tc>
          <w:tcPr>
            <w:tcW w:w="2058" w:type="dxa"/>
            <w:vAlign w:val="center"/>
          </w:tcPr>
          <w:p w:rsidR="007C08D3" w:rsidRPr="00C92D70" w:rsidRDefault="007C08D3" w:rsidP="00B439D9">
            <w:pPr>
              <w:jc w:val="center"/>
              <w:rPr>
                <w:b/>
                <w:bCs/>
                <w:sz w:val="20"/>
                <w:szCs w:val="20"/>
              </w:rPr>
            </w:pPr>
            <w:r w:rsidRPr="00C92D70">
              <w:rPr>
                <w:b/>
                <w:bCs/>
                <w:sz w:val="20"/>
                <w:szCs w:val="20"/>
                <w:lang w:val="en-US"/>
              </w:rPr>
              <w:t xml:space="preserve">I </w:t>
            </w:r>
            <w:r w:rsidRPr="00C92D70">
              <w:rPr>
                <w:b/>
                <w:bCs/>
                <w:sz w:val="20"/>
                <w:szCs w:val="20"/>
              </w:rPr>
              <w:t>степень необходимости</w:t>
            </w:r>
          </w:p>
        </w:tc>
        <w:tc>
          <w:tcPr>
            <w:tcW w:w="2058" w:type="dxa"/>
            <w:vAlign w:val="center"/>
          </w:tcPr>
          <w:p w:rsidR="007C08D3" w:rsidRPr="00C92D70" w:rsidRDefault="007C08D3" w:rsidP="00B439D9">
            <w:pPr>
              <w:jc w:val="center"/>
              <w:rPr>
                <w:b/>
                <w:bCs/>
                <w:sz w:val="20"/>
                <w:szCs w:val="20"/>
              </w:rPr>
            </w:pPr>
            <w:r w:rsidRPr="00C92D70">
              <w:rPr>
                <w:b/>
                <w:bCs/>
                <w:sz w:val="20"/>
                <w:szCs w:val="20"/>
                <w:lang w:val="en-US"/>
              </w:rPr>
              <w:t xml:space="preserve">II </w:t>
            </w:r>
            <w:r w:rsidRPr="00C92D70">
              <w:rPr>
                <w:b/>
                <w:bCs/>
                <w:sz w:val="20"/>
                <w:szCs w:val="20"/>
              </w:rPr>
              <w:t>степень необходимости</w:t>
            </w:r>
          </w:p>
        </w:tc>
        <w:tc>
          <w:tcPr>
            <w:tcW w:w="2058" w:type="dxa"/>
            <w:vAlign w:val="center"/>
          </w:tcPr>
          <w:p w:rsidR="007C08D3" w:rsidRPr="00C92D70" w:rsidRDefault="007C08D3" w:rsidP="00B439D9">
            <w:pPr>
              <w:jc w:val="center"/>
              <w:rPr>
                <w:b/>
                <w:bCs/>
                <w:sz w:val="20"/>
                <w:szCs w:val="20"/>
              </w:rPr>
            </w:pPr>
            <w:r w:rsidRPr="00C92D70">
              <w:rPr>
                <w:b/>
                <w:bCs/>
                <w:sz w:val="20"/>
                <w:szCs w:val="20"/>
                <w:lang w:val="en-US"/>
              </w:rPr>
              <w:t xml:space="preserve">III </w:t>
            </w:r>
            <w:r w:rsidRPr="00C92D70">
              <w:rPr>
                <w:b/>
                <w:bCs/>
                <w:sz w:val="20"/>
                <w:szCs w:val="20"/>
              </w:rPr>
              <w:t>степень необходимости</w:t>
            </w:r>
          </w:p>
        </w:tc>
      </w:tr>
      <w:tr w:rsidR="007C08D3" w:rsidRPr="00C92D70" w:rsidTr="00B439D9">
        <w:trPr>
          <w:jc w:val="center"/>
        </w:trPr>
        <w:tc>
          <w:tcPr>
            <w:tcW w:w="2315" w:type="dxa"/>
            <w:vAlign w:val="center"/>
          </w:tcPr>
          <w:p w:rsidR="007C08D3" w:rsidRPr="00C92D70" w:rsidRDefault="007C08D3" w:rsidP="00B439D9">
            <w:pPr>
              <w:jc w:val="center"/>
              <w:rPr>
                <w:sz w:val="20"/>
                <w:szCs w:val="20"/>
              </w:rPr>
            </w:pPr>
            <w:r w:rsidRPr="00C92D70">
              <w:rPr>
                <w:sz w:val="20"/>
                <w:szCs w:val="20"/>
              </w:rPr>
              <w:t>Неблагоприятные</w:t>
            </w:r>
          </w:p>
        </w:tc>
        <w:tc>
          <w:tcPr>
            <w:tcW w:w="2058" w:type="dxa"/>
            <w:vAlign w:val="center"/>
          </w:tcPr>
          <w:p w:rsidR="007C08D3" w:rsidRPr="00C92D70" w:rsidRDefault="007C08D3" w:rsidP="00B439D9">
            <w:pPr>
              <w:pStyle w:val="ConsPlusCell"/>
              <w:jc w:val="center"/>
              <w:rPr>
                <w:rFonts w:ascii="Times New Roman" w:hAnsi="Times New Roman" w:cs="Times New Roman"/>
                <w:sz w:val="20"/>
                <w:szCs w:val="20"/>
                <w:lang w:eastAsia="en-US"/>
              </w:rPr>
            </w:pPr>
            <w:r w:rsidRPr="00C92D70">
              <w:rPr>
                <w:rFonts w:ascii="Times New Roman" w:hAnsi="Times New Roman" w:cs="Times New Roman"/>
                <w:sz w:val="20"/>
                <w:szCs w:val="20"/>
                <w:lang w:eastAsia="en-US"/>
              </w:rPr>
              <w:t>2</w:t>
            </w:r>
          </w:p>
        </w:tc>
        <w:tc>
          <w:tcPr>
            <w:tcW w:w="2058" w:type="dxa"/>
            <w:vAlign w:val="center"/>
          </w:tcPr>
          <w:p w:rsidR="007C08D3" w:rsidRPr="00C92D70" w:rsidRDefault="007C08D3" w:rsidP="00B439D9">
            <w:pPr>
              <w:pStyle w:val="ConsPlusCell"/>
              <w:jc w:val="center"/>
              <w:rPr>
                <w:rFonts w:ascii="Times New Roman" w:hAnsi="Times New Roman" w:cs="Times New Roman"/>
                <w:sz w:val="20"/>
                <w:szCs w:val="20"/>
                <w:lang w:eastAsia="en-US"/>
              </w:rPr>
            </w:pPr>
            <w:r w:rsidRPr="00C92D70">
              <w:rPr>
                <w:rFonts w:ascii="Times New Roman" w:hAnsi="Times New Roman" w:cs="Times New Roman"/>
                <w:sz w:val="20"/>
                <w:szCs w:val="20"/>
                <w:lang w:eastAsia="en-US"/>
              </w:rPr>
              <w:t>от 2 до 5</w:t>
            </w:r>
          </w:p>
        </w:tc>
        <w:tc>
          <w:tcPr>
            <w:tcW w:w="2058" w:type="dxa"/>
            <w:vAlign w:val="center"/>
          </w:tcPr>
          <w:p w:rsidR="007C08D3" w:rsidRPr="00C92D70" w:rsidRDefault="007C08D3" w:rsidP="00B439D9">
            <w:pPr>
              <w:pStyle w:val="ConsPlusCell"/>
              <w:jc w:val="center"/>
              <w:rPr>
                <w:rFonts w:ascii="Times New Roman" w:hAnsi="Times New Roman" w:cs="Times New Roman"/>
                <w:sz w:val="20"/>
                <w:szCs w:val="20"/>
                <w:lang w:eastAsia="en-US"/>
              </w:rPr>
            </w:pPr>
            <w:r w:rsidRPr="00C92D70">
              <w:rPr>
                <w:rFonts w:ascii="Times New Roman" w:hAnsi="Times New Roman" w:cs="Times New Roman"/>
                <w:sz w:val="20"/>
                <w:szCs w:val="20"/>
                <w:lang w:eastAsia="en-US"/>
              </w:rPr>
              <w:t>5</w:t>
            </w:r>
          </w:p>
        </w:tc>
      </w:tr>
      <w:tr w:rsidR="007C08D3" w:rsidRPr="00C92D70" w:rsidTr="00B439D9">
        <w:trPr>
          <w:jc w:val="center"/>
        </w:trPr>
        <w:tc>
          <w:tcPr>
            <w:tcW w:w="2315" w:type="dxa"/>
            <w:vAlign w:val="center"/>
          </w:tcPr>
          <w:p w:rsidR="007C08D3" w:rsidRPr="00C92D70" w:rsidRDefault="007C08D3" w:rsidP="00B439D9">
            <w:pPr>
              <w:jc w:val="center"/>
              <w:rPr>
                <w:sz w:val="20"/>
                <w:szCs w:val="20"/>
              </w:rPr>
            </w:pPr>
            <w:r w:rsidRPr="00C92D70">
              <w:rPr>
                <w:sz w:val="20"/>
                <w:szCs w:val="20"/>
              </w:rPr>
              <w:t>Относительно-благоприятные</w:t>
            </w:r>
          </w:p>
        </w:tc>
        <w:tc>
          <w:tcPr>
            <w:tcW w:w="2058" w:type="dxa"/>
            <w:vAlign w:val="center"/>
          </w:tcPr>
          <w:p w:rsidR="007C08D3" w:rsidRPr="00C92D70" w:rsidRDefault="007C08D3" w:rsidP="00B439D9">
            <w:pPr>
              <w:pStyle w:val="ConsPlusCell"/>
              <w:jc w:val="center"/>
              <w:rPr>
                <w:rFonts w:ascii="Times New Roman" w:hAnsi="Times New Roman" w:cs="Times New Roman"/>
                <w:sz w:val="20"/>
                <w:szCs w:val="20"/>
                <w:lang w:eastAsia="en-US"/>
              </w:rPr>
            </w:pPr>
            <w:r w:rsidRPr="00C92D70">
              <w:rPr>
                <w:rFonts w:ascii="Times New Roman" w:hAnsi="Times New Roman" w:cs="Times New Roman"/>
                <w:sz w:val="20"/>
                <w:szCs w:val="20"/>
                <w:lang w:eastAsia="en-US"/>
              </w:rPr>
              <w:t>5</w:t>
            </w:r>
          </w:p>
        </w:tc>
        <w:tc>
          <w:tcPr>
            <w:tcW w:w="2058" w:type="dxa"/>
            <w:vAlign w:val="center"/>
          </w:tcPr>
          <w:p w:rsidR="007C08D3" w:rsidRPr="00C92D70" w:rsidRDefault="007C08D3" w:rsidP="00B439D9">
            <w:pPr>
              <w:pStyle w:val="ConsPlusCell"/>
              <w:jc w:val="center"/>
              <w:rPr>
                <w:rFonts w:ascii="Times New Roman" w:hAnsi="Times New Roman" w:cs="Times New Roman"/>
                <w:sz w:val="20"/>
                <w:szCs w:val="20"/>
                <w:lang w:eastAsia="en-US"/>
              </w:rPr>
            </w:pPr>
            <w:r w:rsidRPr="00C92D70">
              <w:rPr>
                <w:rFonts w:ascii="Times New Roman" w:hAnsi="Times New Roman" w:cs="Times New Roman"/>
                <w:sz w:val="20"/>
                <w:szCs w:val="20"/>
                <w:lang w:eastAsia="en-US"/>
              </w:rPr>
              <w:t>от 5 до 10</w:t>
            </w:r>
          </w:p>
        </w:tc>
        <w:tc>
          <w:tcPr>
            <w:tcW w:w="2058" w:type="dxa"/>
            <w:vAlign w:val="center"/>
          </w:tcPr>
          <w:p w:rsidR="007C08D3" w:rsidRPr="00C92D70" w:rsidRDefault="007C08D3" w:rsidP="00B439D9">
            <w:pPr>
              <w:pStyle w:val="ConsPlusCell"/>
              <w:jc w:val="center"/>
              <w:rPr>
                <w:rFonts w:ascii="Times New Roman" w:hAnsi="Times New Roman" w:cs="Times New Roman"/>
                <w:sz w:val="20"/>
                <w:szCs w:val="20"/>
                <w:lang w:eastAsia="en-US"/>
              </w:rPr>
            </w:pPr>
            <w:r w:rsidRPr="00C92D70">
              <w:rPr>
                <w:rFonts w:ascii="Times New Roman" w:hAnsi="Times New Roman" w:cs="Times New Roman"/>
                <w:sz w:val="20"/>
                <w:szCs w:val="20"/>
                <w:lang w:eastAsia="en-US"/>
              </w:rPr>
              <w:t>10</w:t>
            </w:r>
          </w:p>
        </w:tc>
      </w:tr>
      <w:tr w:rsidR="007C08D3" w:rsidRPr="00C92D70" w:rsidTr="00B439D9">
        <w:trPr>
          <w:jc w:val="center"/>
        </w:trPr>
        <w:tc>
          <w:tcPr>
            <w:tcW w:w="2315" w:type="dxa"/>
            <w:vAlign w:val="center"/>
          </w:tcPr>
          <w:p w:rsidR="007C08D3" w:rsidRPr="00C92D70" w:rsidRDefault="007C08D3" w:rsidP="00B439D9">
            <w:pPr>
              <w:jc w:val="center"/>
              <w:rPr>
                <w:sz w:val="20"/>
                <w:szCs w:val="20"/>
              </w:rPr>
            </w:pPr>
            <w:r w:rsidRPr="00C92D70">
              <w:rPr>
                <w:sz w:val="20"/>
                <w:szCs w:val="20"/>
              </w:rPr>
              <w:t>Умеренные</w:t>
            </w:r>
          </w:p>
        </w:tc>
        <w:tc>
          <w:tcPr>
            <w:tcW w:w="2058" w:type="dxa"/>
            <w:vAlign w:val="center"/>
          </w:tcPr>
          <w:p w:rsidR="007C08D3" w:rsidRPr="00C92D70" w:rsidRDefault="007C08D3" w:rsidP="00B439D9">
            <w:pPr>
              <w:pStyle w:val="ConsPlusCell"/>
              <w:jc w:val="center"/>
              <w:rPr>
                <w:rFonts w:ascii="Times New Roman" w:hAnsi="Times New Roman" w:cs="Times New Roman"/>
                <w:sz w:val="20"/>
                <w:szCs w:val="20"/>
                <w:lang w:eastAsia="en-US"/>
              </w:rPr>
            </w:pPr>
            <w:r w:rsidRPr="00C92D70">
              <w:rPr>
                <w:rFonts w:ascii="Times New Roman" w:hAnsi="Times New Roman" w:cs="Times New Roman"/>
                <w:sz w:val="20"/>
                <w:szCs w:val="20"/>
                <w:lang w:eastAsia="en-US"/>
              </w:rPr>
              <w:t>10</w:t>
            </w:r>
          </w:p>
        </w:tc>
        <w:tc>
          <w:tcPr>
            <w:tcW w:w="2058" w:type="dxa"/>
            <w:vAlign w:val="center"/>
          </w:tcPr>
          <w:p w:rsidR="007C08D3" w:rsidRPr="00C92D70" w:rsidRDefault="007C08D3" w:rsidP="00B439D9">
            <w:pPr>
              <w:pStyle w:val="ConsPlusCell"/>
              <w:jc w:val="center"/>
              <w:rPr>
                <w:rFonts w:ascii="Times New Roman" w:hAnsi="Times New Roman" w:cs="Times New Roman"/>
                <w:sz w:val="20"/>
                <w:szCs w:val="20"/>
                <w:lang w:eastAsia="en-US"/>
              </w:rPr>
            </w:pPr>
            <w:r w:rsidRPr="00C92D70">
              <w:rPr>
                <w:rFonts w:ascii="Times New Roman" w:hAnsi="Times New Roman" w:cs="Times New Roman"/>
                <w:sz w:val="20"/>
                <w:szCs w:val="20"/>
                <w:lang w:eastAsia="en-US"/>
              </w:rPr>
              <w:t>от 10 до 30</w:t>
            </w:r>
          </w:p>
        </w:tc>
        <w:tc>
          <w:tcPr>
            <w:tcW w:w="2058" w:type="dxa"/>
            <w:vAlign w:val="center"/>
          </w:tcPr>
          <w:p w:rsidR="007C08D3" w:rsidRPr="00C92D70" w:rsidRDefault="007C08D3" w:rsidP="00B439D9">
            <w:pPr>
              <w:pStyle w:val="ConsPlusCell"/>
              <w:jc w:val="center"/>
              <w:rPr>
                <w:rFonts w:ascii="Times New Roman" w:hAnsi="Times New Roman" w:cs="Times New Roman"/>
                <w:sz w:val="20"/>
                <w:szCs w:val="20"/>
                <w:lang w:eastAsia="en-US"/>
              </w:rPr>
            </w:pPr>
            <w:r w:rsidRPr="00C92D70">
              <w:rPr>
                <w:rFonts w:ascii="Times New Roman" w:hAnsi="Times New Roman" w:cs="Times New Roman"/>
                <w:sz w:val="20"/>
                <w:szCs w:val="20"/>
                <w:lang w:eastAsia="en-US"/>
              </w:rPr>
              <w:t>30</w:t>
            </w:r>
          </w:p>
        </w:tc>
      </w:tr>
    </w:tbl>
    <w:p w:rsidR="007C08D3" w:rsidRPr="00C92D70" w:rsidRDefault="007C08D3" w:rsidP="00FF2E5A">
      <w:pPr>
        <w:pStyle w:val="a4"/>
      </w:pPr>
      <w:r w:rsidRPr="00C92D70">
        <w:t>Совместив максимальные значения радиусов обслуживания учреждений и предприятий обслуживания, установленные федеральными нормативными документами, со значениями безопасного времени, в течении которого человек может находиться на открытом воздухе при различных природно-климатических условиях без вреда для здоровья, была установлена доступность объектов различной степени необходимости во временном и пространственном выражении (</w:t>
      </w:r>
      <w:r>
        <w:t>Таблица 17</w:t>
      </w:r>
      <w:r w:rsidRPr="00C92D70">
        <w:t xml:space="preserve">). </w:t>
      </w:r>
    </w:p>
    <w:p w:rsidR="007C08D3" w:rsidRPr="00C92D70" w:rsidRDefault="007C08D3" w:rsidP="00FF2E5A">
      <w:pPr>
        <w:pStyle w:val="Caption"/>
        <w:jc w:val="right"/>
        <w:rPr>
          <w:sz w:val="24"/>
          <w:szCs w:val="24"/>
        </w:rPr>
      </w:pPr>
      <w:bookmarkStart w:id="99" w:name="_Ref375758049"/>
      <w:r w:rsidRPr="00C92D70">
        <w:rPr>
          <w:sz w:val="24"/>
          <w:szCs w:val="24"/>
        </w:rPr>
        <w:t xml:space="preserve">Таблица </w:t>
      </w:r>
      <w:bookmarkEnd w:id="99"/>
      <w:r>
        <w:rPr>
          <w:sz w:val="24"/>
          <w:szCs w:val="24"/>
        </w:rPr>
        <w:t>17</w:t>
      </w:r>
    </w:p>
    <w:p w:rsidR="007C08D3" w:rsidRPr="00C92D70" w:rsidRDefault="007C08D3" w:rsidP="00FF2E5A">
      <w:pPr>
        <w:pStyle w:val="Caption"/>
        <w:rPr>
          <w:sz w:val="24"/>
          <w:szCs w:val="24"/>
        </w:rPr>
      </w:pPr>
      <w:r w:rsidRPr="00C92D70">
        <w:rPr>
          <w:sz w:val="24"/>
          <w:szCs w:val="24"/>
        </w:rPr>
        <w:t>Пешеходная доступность учреждений и предприятий обслуживания</w:t>
      </w:r>
    </w:p>
    <w:tbl>
      <w:tblPr>
        <w:tblW w:w="9520" w:type="dxa"/>
        <w:jc w:val="center"/>
        <w:tblLook w:val="00A0"/>
      </w:tblPr>
      <w:tblGrid>
        <w:gridCol w:w="877"/>
        <w:gridCol w:w="2374"/>
        <w:gridCol w:w="1386"/>
        <w:gridCol w:w="2095"/>
        <w:gridCol w:w="1828"/>
        <w:gridCol w:w="1566"/>
      </w:tblGrid>
      <w:tr w:rsidR="007C08D3" w:rsidRPr="00C92D70" w:rsidTr="00B439D9">
        <w:trPr>
          <w:trHeight w:val="675"/>
          <w:tblHeader/>
          <w:jc w:val="center"/>
        </w:trPr>
        <w:tc>
          <w:tcPr>
            <w:tcW w:w="517" w:type="dxa"/>
            <w:vMerge w:val="restart"/>
            <w:tcBorders>
              <w:top w:val="single" w:sz="4" w:space="0" w:color="auto"/>
              <w:left w:val="single" w:sz="4" w:space="0" w:color="auto"/>
              <w:bottom w:val="single" w:sz="4" w:space="0" w:color="000000"/>
              <w:right w:val="single" w:sz="4" w:space="0" w:color="auto"/>
            </w:tcBorders>
            <w:vAlign w:val="center"/>
          </w:tcPr>
          <w:p w:rsidR="007C08D3" w:rsidRPr="00C92D70" w:rsidRDefault="007C08D3" w:rsidP="00B439D9">
            <w:pPr>
              <w:jc w:val="center"/>
              <w:rPr>
                <w:b/>
                <w:sz w:val="20"/>
                <w:szCs w:val="20"/>
              </w:rPr>
            </w:pPr>
            <w:r w:rsidRPr="00C92D70">
              <w:rPr>
                <w:b/>
                <w:sz w:val="20"/>
                <w:szCs w:val="20"/>
              </w:rPr>
              <w:t>№ п/п</w:t>
            </w:r>
          </w:p>
        </w:tc>
        <w:tc>
          <w:tcPr>
            <w:tcW w:w="2470" w:type="dxa"/>
            <w:vMerge w:val="restart"/>
            <w:tcBorders>
              <w:top w:val="single" w:sz="4" w:space="0" w:color="auto"/>
              <w:left w:val="single" w:sz="4" w:space="0" w:color="auto"/>
              <w:bottom w:val="single" w:sz="4" w:space="0" w:color="auto"/>
              <w:right w:val="single" w:sz="4" w:space="0" w:color="auto"/>
            </w:tcBorders>
            <w:vAlign w:val="center"/>
          </w:tcPr>
          <w:p w:rsidR="007C08D3" w:rsidRPr="00C92D70" w:rsidRDefault="007C08D3" w:rsidP="00B439D9">
            <w:pPr>
              <w:jc w:val="center"/>
              <w:rPr>
                <w:b/>
                <w:sz w:val="20"/>
                <w:szCs w:val="20"/>
              </w:rPr>
            </w:pPr>
            <w:r w:rsidRPr="00C92D70">
              <w:rPr>
                <w:b/>
                <w:sz w:val="20"/>
                <w:szCs w:val="20"/>
              </w:rPr>
              <w:t>Наименование учреждения, предприятия, сооружения</w:t>
            </w:r>
          </w:p>
        </w:tc>
        <w:tc>
          <w:tcPr>
            <w:tcW w:w="1664" w:type="dxa"/>
            <w:vMerge w:val="restart"/>
            <w:tcBorders>
              <w:top w:val="single" w:sz="4" w:space="0" w:color="auto"/>
              <w:left w:val="single" w:sz="4" w:space="0" w:color="auto"/>
              <w:bottom w:val="single" w:sz="4" w:space="0" w:color="auto"/>
              <w:right w:val="single" w:sz="4" w:space="0" w:color="auto"/>
            </w:tcBorders>
            <w:vAlign w:val="center"/>
          </w:tcPr>
          <w:p w:rsidR="007C08D3" w:rsidRPr="00C92D70" w:rsidRDefault="007C08D3" w:rsidP="00B439D9">
            <w:pPr>
              <w:jc w:val="center"/>
              <w:rPr>
                <w:b/>
                <w:sz w:val="20"/>
                <w:szCs w:val="20"/>
              </w:rPr>
            </w:pPr>
            <w:r w:rsidRPr="00C92D70">
              <w:rPr>
                <w:b/>
                <w:sz w:val="20"/>
                <w:szCs w:val="20"/>
              </w:rPr>
              <w:t>Степень необходимости</w:t>
            </w:r>
          </w:p>
        </w:tc>
        <w:tc>
          <w:tcPr>
            <w:tcW w:w="4869" w:type="dxa"/>
            <w:gridSpan w:val="3"/>
            <w:tcBorders>
              <w:top w:val="single" w:sz="4" w:space="0" w:color="auto"/>
              <w:left w:val="nil"/>
              <w:bottom w:val="single" w:sz="4" w:space="0" w:color="auto"/>
              <w:right w:val="single" w:sz="4" w:space="0" w:color="auto"/>
            </w:tcBorders>
            <w:vAlign w:val="center"/>
          </w:tcPr>
          <w:p w:rsidR="007C08D3" w:rsidRPr="00C92D70" w:rsidRDefault="007C08D3" w:rsidP="00B439D9">
            <w:pPr>
              <w:jc w:val="center"/>
              <w:rPr>
                <w:b/>
                <w:sz w:val="20"/>
                <w:szCs w:val="20"/>
              </w:rPr>
            </w:pPr>
            <w:r w:rsidRPr="00C92D70">
              <w:rPr>
                <w:b/>
                <w:sz w:val="20"/>
                <w:szCs w:val="20"/>
              </w:rPr>
              <w:t>Доступность объектов для зон с природными условиями, м/мин</w:t>
            </w:r>
          </w:p>
        </w:tc>
      </w:tr>
      <w:tr w:rsidR="007C08D3" w:rsidRPr="00C92D70" w:rsidTr="00B439D9">
        <w:trPr>
          <w:trHeight w:val="600"/>
          <w:tblHeader/>
          <w:jc w:val="center"/>
        </w:trPr>
        <w:tc>
          <w:tcPr>
            <w:tcW w:w="517" w:type="dxa"/>
            <w:vMerge/>
            <w:tcBorders>
              <w:top w:val="single" w:sz="4" w:space="0" w:color="auto"/>
              <w:left w:val="single" w:sz="4" w:space="0" w:color="auto"/>
              <w:bottom w:val="single" w:sz="4" w:space="0" w:color="000000"/>
              <w:right w:val="single" w:sz="4" w:space="0" w:color="auto"/>
            </w:tcBorders>
            <w:vAlign w:val="center"/>
          </w:tcPr>
          <w:p w:rsidR="007C08D3" w:rsidRPr="00C92D70" w:rsidRDefault="007C08D3" w:rsidP="00B439D9">
            <w:pPr>
              <w:rPr>
                <w:b/>
                <w:sz w:val="20"/>
                <w:szCs w:val="20"/>
              </w:rPr>
            </w:pPr>
          </w:p>
        </w:tc>
        <w:tc>
          <w:tcPr>
            <w:tcW w:w="2470" w:type="dxa"/>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B439D9">
            <w:pPr>
              <w:rPr>
                <w:b/>
                <w:sz w:val="20"/>
                <w:szCs w:val="20"/>
              </w:rPr>
            </w:pPr>
          </w:p>
        </w:tc>
        <w:tc>
          <w:tcPr>
            <w:tcW w:w="1664" w:type="dxa"/>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B439D9">
            <w:pPr>
              <w:rPr>
                <w:b/>
                <w:sz w:val="20"/>
                <w:szCs w:val="20"/>
              </w:rPr>
            </w:pPr>
          </w:p>
        </w:tc>
        <w:tc>
          <w:tcPr>
            <w:tcW w:w="1857" w:type="dxa"/>
            <w:tcBorders>
              <w:top w:val="nil"/>
              <w:left w:val="nil"/>
              <w:bottom w:val="single" w:sz="4" w:space="0" w:color="auto"/>
              <w:right w:val="single" w:sz="4" w:space="0" w:color="auto"/>
            </w:tcBorders>
            <w:vAlign w:val="center"/>
          </w:tcPr>
          <w:p w:rsidR="007C08D3" w:rsidRPr="00C92D70" w:rsidRDefault="007C08D3" w:rsidP="00B439D9">
            <w:pPr>
              <w:jc w:val="center"/>
              <w:rPr>
                <w:b/>
                <w:sz w:val="20"/>
                <w:szCs w:val="20"/>
              </w:rPr>
            </w:pPr>
            <w:r w:rsidRPr="00C92D70">
              <w:rPr>
                <w:b/>
                <w:sz w:val="20"/>
                <w:szCs w:val="20"/>
              </w:rPr>
              <w:t>неблагоприятные</w:t>
            </w:r>
          </w:p>
        </w:tc>
        <w:tc>
          <w:tcPr>
            <w:tcW w:w="1760" w:type="dxa"/>
            <w:tcBorders>
              <w:top w:val="nil"/>
              <w:left w:val="nil"/>
              <w:bottom w:val="single" w:sz="4" w:space="0" w:color="auto"/>
              <w:right w:val="single" w:sz="4" w:space="0" w:color="auto"/>
            </w:tcBorders>
            <w:vAlign w:val="center"/>
          </w:tcPr>
          <w:p w:rsidR="007C08D3" w:rsidRPr="00C92D70" w:rsidRDefault="007C08D3" w:rsidP="00B439D9">
            <w:pPr>
              <w:jc w:val="center"/>
              <w:rPr>
                <w:b/>
                <w:sz w:val="20"/>
                <w:szCs w:val="20"/>
              </w:rPr>
            </w:pPr>
            <w:r w:rsidRPr="00C92D70">
              <w:rPr>
                <w:b/>
                <w:sz w:val="20"/>
                <w:szCs w:val="20"/>
              </w:rPr>
              <w:t>относительно-благоприятные</w:t>
            </w:r>
          </w:p>
        </w:tc>
        <w:tc>
          <w:tcPr>
            <w:tcW w:w="1252" w:type="dxa"/>
            <w:tcBorders>
              <w:top w:val="nil"/>
              <w:left w:val="nil"/>
              <w:bottom w:val="single" w:sz="4" w:space="0" w:color="auto"/>
              <w:right w:val="single" w:sz="4" w:space="0" w:color="auto"/>
            </w:tcBorders>
            <w:vAlign w:val="center"/>
          </w:tcPr>
          <w:p w:rsidR="007C08D3" w:rsidRPr="00C92D70" w:rsidRDefault="007C08D3" w:rsidP="00B439D9">
            <w:pPr>
              <w:jc w:val="center"/>
              <w:rPr>
                <w:b/>
                <w:sz w:val="20"/>
                <w:szCs w:val="20"/>
              </w:rPr>
            </w:pPr>
            <w:r w:rsidRPr="00C92D70">
              <w:rPr>
                <w:b/>
                <w:sz w:val="20"/>
                <w:szCs w:val="20"/>
              </w:rPr>
              <w:t>умеренные</w:t>
            </w:r>
          </w:p>
        </w:tc>
      </w:tr>
      <w:tr w:rsidR="007C08D3" w:rsidRPr="00C92D70" w:rsidTr="00B439D9">
        <w:trPr>
          <w:trHeight w:val="660"/>
          <w:jc w:val="center"/>
        </w:trPr>
        <w:tc>
          <w:tcPr>
            <w:tcW w:w="517" w:type="dxa"/>
            <w:tcBorders>
              <w:top w:val="nil"/>
              <w:left w:val="single" w:sz="4" w:space="0" w:color="auto"/>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1</w:t>
            </w:r>
          </w:p>
        </w:tc>
        <w:tc>
          <w:tcPr>
            <w:tcW w:w="2470" w:type="dxa"/>
            <w:tcBorders>
              <w:top w:val="nil"/>
              <w:left w:val="nil"/>
              <w:bottom w:val="single" w:sz="4" w:space="0" w:color="auto"/>
              <w:right w:val="single" w:sz="4" w:space="0" w:color="auto"/>
            </w:tcBorders>
            <w:vAlign w:val="center"/>
          </w:tcPr>
          <w:p w:rsidR="007C08D3" w:rsidRPr="00C92D70" w:rsidRDefault="007C08D3" w:rsidP="00B439D9">
            <w:pPr>
              <w:rPr>
                <w:sz w:val="20"/>
                <w:szCs w:val="20"/>
              </w:rPr>
            </w:pPr>
            <w:r w:rsidRPr="00C92D70">
              <w:rPr>
                <w:sz w:val="20"/>
                <w:szCs w:val="20"/>
              </w:rPr>
              <w:t>Учреждения дошкольного образования</w:t>
            </w:r>
          </w:p>
        </w:tc>
        <w:tc>
          <w:tcPr>
            <w:tcW w:w="1664"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lang w:val="en-US"/>
              </w:rPr>
            </w:pPr>
            <w:r w:rsidRPr="00C92D70">
              <w:rPr>
                <w:sz w:val="20"/>
                <w:szCs w:val="20"/>
                <w:lang w:val="en-US"/>
              </w:rPr>
              <w:t>I</w:t>
            </w:r>
          </w:p>
        </w:tc>
        <w:tc>
          <w:tcPr>
            <w:tcW w:w="1857"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100/2</w:t>
            </w:r>
          </w:p>
        </w:tc>
        <w:tc>
          <w:tcPr>
            <w:tcW w:w="1760"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300/5</w:t>
            </w:r>
          </w:p>
        </w:tc>
        <w:tc>
          <w:tcPr>
            <w:tcW w:w="1252"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600/10</w:t>
            </w:r>
          </w:p>
        </w:tc>
      </w:tr>
      <w:tr w:rsidR="007C08D3" w:rsidRPr="00C92D70" w:rsidTr="00B439D9">
        <w:trPr>
          <w:trHeight w:val="600"/>
          <w:jc w:val="center"/>
        </w:trPr>
        <w:tc>
          <w:tcPr>
            <w:tcW w:w="517" w:type="dxa"/>
            <w:tcBorders>
              <w:top w:val="nil"/>
              <w:left w:val="single" w:sz="4" w:space="0" w:color="auto"/>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2</w:t>
            </w:r>
          </w:p>
        </w:tc>
        <w:tc>
          <w:tcPr>
            <w:tcW w:w="2470" w:type="dxa"/>
            <w:tcBorders>
              <w:top w:val="nil"/>
              <w:left w:val="nil"/>
              <w:bottom w:val="single" w:sz="4" w:space="0" w:color="auto"/>
              <w:right w:val="single" w:sz="4" w:space="0" w:color="auto"/>
            </w:tcBorders>
            <w:vAlign w:val="center"/>
          </w:tcPr>
          <w:p w:rsidR="007C08D3" w:rsidRPr="00C92D70" w:rsidRDefault="007C08D3" w:rsidP="00B439D9">
            <w:pPr>
              <w:rPr>
                <w:sz w:val="20"/>
                <w:szCs w:val="20"/>
              </w:rPr>
            </w:pPr>
            <w:r w:rsidRPr="00C92D70">
              <w:rPr>
                <w:sz w:val="20"/>
                <w:szCs w:val="20"/>
              </w:rPr>
              <w:t>Общеобразовательные учреждения</w:t>
            </w:r>
          </w:p>
        </w:tc>
        <w:tc>
          <w:tcPr>
            <w:tcW w:w="1664"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lang w:val="en-US"/>
              </w:rPr>
            </w:pPr>
            <w:r w:rsidRPr="00C92D70">
              <w:rPr>
                <w:sz w:val="20"/>
                <w:szCs w:val="20"/>
                <w:lang w:val="en-US"/>
              </w:rPr>
              <w:t>I</w:t>
            </w:r>
          </w:p>
        </w:tc>
        <w:tc>
          <w:tcPr>
            <w:tcW w:w="1857"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100/2</w:t>
            </w:r>
          </w:p>
        </w:tc>
        <w:tc>
          <w:tcPr>
            <w:tcW w:w="1760"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300/5</w:t>
            </w:r>
          </w:p>
        </w:tc>
        <w:tc>
          <w:tcPr>
            <w:tcW w:w="1252"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600/10</w:t>
            </w:r>
          </w:p>
        </w:tc>
      </w:tr>
      <w:tr w:rsidR="007C08D3" w:rsidRPr="00C92D70" w:rsidTr="00B439D9">
        <w:trPr>
          <w:trHeight w:val="300"/>
          <w:jc w:val="center"/>
        </w:trPr>
        <w:tc>
          <w:tcPr>
            <w:tcW w:w="517" w:type="dxa"/>
            <w:tcBorders>
              <w:top w:val="nil"/>
              <w:left w:val="single" w:sz="4" w:space="0" w:color="auto"/>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3</w:t>
            </w:r>
          </w:p>
        </w:tc>
        <w:tc>
          <w:tcPr>
            <w:tcW w:w="2470" w:type="dxa"/>
            <w:tcBorders>
              <w:top w:val="nil"/>
              <w:left w:val="nil"/>
              <w:bottom w:val="single" w:sz="4" w:space="0" w:color="auto"/>
              <w:right w:val="single" w:sz="4" w:space="0" w:color="auto"/>
            </w:tcBorders>
            <w:vAlign w:val="center"/>
          </w:tcPr>
          <w:p w:rsidR="007C08D3" w:rsidRPr="00C92D70" w:rsidRDefault="007C08D3" w:rsidP="00B439D9">
            <w:pPr>
              <w:rPr>
                <w:sz w:val="20"/>
                <w:szCs w:val="20"/>
              </w:rPr>
            </w:pPr>
            <w:r w:rsidRPr="00C92D70">
              <w:rPr>
                <w:bCs/>
                <w:sz w:val="20"/>
                <w:szCs w:val="20"/>
              </w:rPr>
              <w:t>Лечебно-профилактические медицинские организации, оказывающие медицинскую помощь в амбулаторных условиях в городских населенных пунктах</w:t>
            </w:r>
          </w:p>
        </w:tc>
        <w:tc>
          <w:tcPr>
            <w:tcW w:w="1664" w:type="dxa"/>
            <w:tcBorders>
              <w:top w:val="nil"/>
              <w:left w:val="single" w:sz="4" w:space="0" w:color="auto"/>
              <w:bottom w:val="single" w:sz="4" w:space="0" w:color="000000"/>
              <w:right w:val="single" w:sz="4" w:space="0" w:color="auto"/>
            </w:tcBorders>
            <w:vAlign w:val="center"/>
          </w:tcPr>
          <w:p w:rsidR="007C08D3" w:rsidRPr="00C92D70" w:rsidRDefault="007C08D3" w:rsidP="00B439D9">
            <w:pPr>
              <w:jc w:val="center"/>
              <w:rPr>
                <w:sz w:val="20"/>
                <w:szCs w:val="20"/>
                <w:lang w:val="en-US"/>
              </w:rPr>
            </w:pPr>
            <w:r w:rsidRPr="00C92D70">
              <w:rPr>
                <w:sz w:val="20"/>
                <w:szCs w:val="20"/>
                <w:lang w:val="en-US"/>
              </w:rPr>
              <w:t>II</w:t>
            </w:r>
          </w:p>
        </w:tc>
        <w:tc>
          <w:tcPr>
            <w:tcW w:w="1857"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200/2-5</w:t>
            </w:r>
          </w:p>
        </w:tc>
        <w:tc>
          <w:tcPr>
            <w:tcW w:w="1760"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450/5-10</w:t>
            </w:r>
          </w:p>
        </w:tc>
        <w:tc>
          <w:tcPr>
            <w:tcW w:w="1252"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1000/10-20</w:t>
            </w:r>
          </w:p>
        </w:tc>
      </w:tr>
      <w:tr w:rsidR="007C08D3" w:rsidRPr="00C92D70" w:rsidTr="00B439D9">
        <w:trPr>
          <w:trHeight w:val="300"/>
          <w:jc w:val="center"/>
        </w:trPr>
        <w:tc>
          <w:tcPr>
            <w:tcW w:w="517" w:type="dxa"/>
            <w:tcBorders>
              <w:top w:val="nil"/>
              <w:left w:val="single" w:sz="4" w:space="0" w:color="auto"/>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4</w:t>
            </w:r>
          </w:p>
        </w:tc>
        <w:tc>
          <w:tcPr>
            <w:tcW w:w="2470" w:type="dxa"/>
            <w:tcBorders>
              <w:top w:val="nil"/>
              <w:left w:val="nil"/>
              <w:bottom w:val="single" w:sz="4" w:space="0" w:color="auto"/>
              <w:right w:val="single" w:sz="4" w:space="0" w:color="auto"/>
            </w:tcBorders>
            <w:vAlign w:val="center"/>
          </w:tcPr>
          <w:p w:rsidR="007C08D3" w:rsidRPr="00C92D70" w:rsidRDefault="007C08D3" w:rsidP="00B439D9">
            <w:pPr>
              <w:rPr>
                <w:sz w:val="20"/>
                <w:szCs w:val="20"/>
              </w:rPr>
            </w:pPr>
            <w:r w:rsidRPr="00C92D70">
              <w:rPr>
                <w:sz w:val="20"/>
                <w:szCs w:val="20"/>
              </w:rPr>
              <w:t>Аптечные организации в городских населенных пунктах</w:t>
            </w:r>
          </w:p>
        </w:tc>
        <w:tc>
          <w:tcPr>
            <w:tcW w:w="1664" w:type="dxa"/>
            <w:tcBorders>
              <w:top w:val="nil"/>
              <w:left w:val="single" w:sz="4" w:space="0" w:color="auto"/>
              <w:bottom w:val="single" w:sz="4" w:space="0" w:color="000000"/>
              <w:right w:val="single" w:sz="4" w:space="0" w:color="auto"/>
            </w:tcBorders>
            <w:vAlign w:val="center"/>
          </w:tcPr>
          <w:p w:rsidR="007C08D3" w:rsidRPr="00C92D70" w:rsidRDefault="007C08D3" w:rsidP="00B439D9">
            <w:pPr>
              <w:jc w:val="center"/>
              <w:rPr>
                <w:sz w:val="20"/>
                <w:szCs w:val="20"/>
                <w:lang w:val="en-US"/>
              </w:rPr>
            </w:pPr>
            <w:r w:rsidRPr="00C92D70">
              <w:rPr>
                <w:sz w:val="20"/>
                <w:szCs w:val="20"/>
                <w:lang w:val="en-US"/>
              </w:rPr>
              <w:t>I</w:t>
            </w:r>
          </w:p>
        </w:tc>
        <w:tc>
          <w:tcPr>
            <w:tcW w:w="1857"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100/2</w:t>
            </w:r>
          </w:p>
        </w:tc>
        <w:tc>
          <w:tcPr>
            <w:tcW w:w="1760"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300/5</w:t>
            </w:r>
          </w:p>
        </w:tc>
        <w:tc>
          <w:tcPr>
            <w:tcW w:w="1252"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600/10</w:t>
            </w:r>
          </w:p>
        </w:tc>
      </w:tr>
      <w:tr w:rsidR="007C08D3" w:rsidRPr="00C92D70" w:rsidTr="00B439D9">
        <w:trPr>
          <w:trHeight w:val="600"/>
          <w:jc w:val="center"/>
        </w:trPr>
        <w:tc>
          <w:tcPr>
            <w:tcW w:w="517" w:type="dxa"/>
            <w:tcBorders>
              <w:top w:val="nil"/>
              <w:left w:val="single" w:sz="4" w:space="0" w:color="auto"/>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5</w:t>
            </w:r>
          </w:p>
        </w:tc>
        <w:tc>
          <w:tcPr>
            <w:tcW w:w="2470" w:type="dxa"/>
            <w:tcBorders>
              <w:top w:val="nil"/>
              <w:left w:val="nil"/>
              <w:bottom w:val="single" w:sz="4" w:space="0" w:color="auto"/>
              <w:right w:val="single" w:sz="4" w:space="0" w:color="auto"/>
            </w:tcBorders>
            <w:vAlign w:val="center"/>
          </w:tcPr>
          <w:p w:rsidR="007C08D3" w:rsidRPr="00C92D70" w:rsidRDefault="007C08D3" w:rsidP="00B439D9">
            <w:pPr>
              <w:rPr>
                <w:sz w:val="20"/>
                <w:szCs w:val="20"/>
              </w:rPr>
            </w:pPr>
            <w:r w:rsidRPr="00C92D70">
              <w:rPr>
                <w:sz w:val="20"/>
                <w:szCs w:val="20"/>
              </w:rPr>
              <w:t>Физкультурно-спортивные залы в городских населенных пунктах</w:t>
            </w:r>
          </w:p>
        </w:tc>
        <w:tc>
          <w:tcPr>
            <w:tcW w:w="1664" w:type="dxa"/>
            <w:tcBorders>
              <w:top w:val="nil"/>
              <w:left w:val="single" w:sz="4" w:space="0" w:color="auto"/>
              <w:bottom w:val="single" w:sz="4" w:space="0" w:color="000000"/>
              <w:right w:val="single" w:sz="4" w:space="0" w:color="auto"/>
            </w:tcBorders>
            <w:vAlign w:val="center"/>
          </w:tcPr>
          <w:p w:rsidR="007C08D3" w:rsidRPr="00C92D70" w:rsidRDefault="007C08D3" w:rsidP="00B439D9">
            <w:pPr>
              <w:jc w:val="center"/>
              <w:rPr>
                <w:sz w:val="20"/>
                <w:szCs w:val="20"/>
                <w:lang w:val="en-US"/>
              </w:rPr>
            </w:pPr>
            <w:r w:rsidRPr="00C92D70">
              <w:rPr>
                <w:sz w:val="20"/>
                <w:szCs w:val="20"/>
                <w:lang w:val="en-US"/>
              </w:rPr>
              <w:t>II</w:t>
            </w:r>
          </w:p>
        </w:tc>
        <w:tc>
          <w:tcPr>
            <w:tcW w:w="1857"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200/2-5</w:t>
            </w:r>
          </w:p>
        </w:tc>
        <w:tc>
          <w:tcPr>
            <w:tcW w:w="1760"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450/5-10</w:t>
            </w:r>
          </w:p>
        </w:tc>
        <w:tc>
          <w:tcPr>
            <w:tcW w:w="1252"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1300/10-30</w:t>
            </w:r>
          </w:p>
        </w:tc>
      </w:tr>
      <w:tr w:rsidR="007C08D3" w:rsidRPr="00C92D70" w:rsidTr="00B439D9">
        <w:trPr>
          <w:trHeight w:val="300"/>
          <w:jc w:val="center"/>
        </w:trPr>
        <w:tc>
          <w:tcPr>
            <w:tcW w:w="517" w:type="dxa"/>
            <w:tcBorders>
              <w:top w:val="nil"/>
              <w:left w:val="single" w:sz="4" w:space="0" w:color="auto"/>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6</w:t>
            </w:r>
          </w:p>
        </w:tc>
        <w:tc>
          <w:tcPr>
            <w:tcW w:w="2470" w:type="dxa"/>
            <w:tcBorders>
              <w:top w:val="nil"/>
              <w:left w:val="nil"/>
              <w:bottom w:val="single" w:sz="4" w:space="0" w:color="auto"/>
              <w:right w:val="single" w:sz="4" w:space="0" w:color="auto"/>
            </w:tcBorders>
            <w:vAlign w:val="center"/>
          </w:tcPr>
          <w:p w:rsidR="007C08D3" w:rsidRPr="00C92D70" w:rsidRDefault="007C08D3" w:rsidP="00B439D9">
            <w:pPr>
              <w:rPr>
                <w:sz w:val="20"/>
                <w:szCs w:val="20"/>
              </w:rPr>
            </w:pPr>
            <w:r w:rsidRPr="00C92D70">
              <w:rPr>
                <w:sz w:val="20"/>
                <w:szCs w:val="20"/>
              </w:rPr>
              <w:t>Отделения связи</w:t>
            </w:r>
          </w:p>
        </w:tc>
        <w:tc>
          <w:tcPr>
            <w:tcW w:w="1664"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lang w:val="en-US"/>
              </w:rPr>
              <w:t>II</w:t>
            </w:r>
          </w:p>
        </w:tc>
        <w:tc>
          <w:tcPr>
            <w:tcW w:w="1857"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200/2-5</w:t>
            </w:r>
          </w:p>
        </w:tc>
        <w:tc>
          <w:tcPr>
            <w:tcW w:w="1760"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450/5-10</w:t>
            </w:r>
          </w:p>
        </w:tc>
        <w:tc>
          <w:tcPr>
            <w:tcW w:w="1252"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500/10</w:t>
            </w:r>
          </w:p>
        </w:tc>
      </w:tr>
      <w:tr w:rsidR="007C08D3" w:rsidRPr="00C92D70" w:rsidTr="00B439D9">
        <w:trPr>
          <w:trHeight w:val="600"/>
          <w:jc w:val="center"/>
        </w:trPr>
        <w:tc>
          <w:tcPr>
            <w:tcW w:w="517" w:type="dxa"/>
            <w:tcBorders>
              <w:top w:val="nil"/>
              <w:left w:val="single" w:sz="4" w:space="0" w:color="auto"/>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7</w:t>
            </w:r>
          </w:p>
        </w:tc>
        <w:tc>
          <w:tcPr>
            <w:tcW w:w="2470" w:type="dxa"/>
            <w:tcBorders>
              <w:top w:val="nil"/>
              <w:left w:val="nil"/>
              <w:bottom w:val="single" w:sz="4" w:space="0" w:color="auto"/>
              <w:right w:val="single" w:sz="4" w:space="0" w:color="auto"/>
            </w:tcBorders>
            <w:vAlign w:val="center"/>
          </w:tcPr>
          <w:p w:rsidR="007C08D3" w:rsidRPr="00C92D70" w:rsidRDefault="007C08D3" w:rsidP="00B439D9">
            <w:pPr>
              <w:rPr>
                <w:sz w:val="20"/>
                <w:szCs w:val="20"/>
              </w:rPr>
            </w:pPr>
            <w:r w:rsidRPr="00C92D70">
              <w:rPr>
                <w:sz w:val="20"/>
                <w:szCs w:val="20"/>
              </w:rPr>
              <w:t>Предприятия бытового обслуживания</w:t>
            </w:r>
          </w:p>
        </w:tc>
        <w:tc>
          <w:tcPr>
            <w:tcW w:w="1664"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lang w:val="en-US"/>
              </w:rPr>
              <w:t>II</w:t>
            </w:r>
          </w:p>
        </w:tc>
        <w:tc>
          <w:tcPr>
            <w:tcW w:w="1857"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200/2-5</w:t>
            </w:r>
          </w:p>
        </w:tc>
        <w:tc>
          <w:tcPr>
            <w:tcW w:w="1760"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450/5-10</w:t>
            </w:r>
          </w:p>
        </w:tc>
        <w:tc>
          <w:tcPr>
            <w:tcW w:w="1252"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1300/10-30</w:t>
            </w:r>
          </w:p>
        </w:tc>
      </w:tr>
      <w:tr w:rsidR="007C08D3" w:rsidRPr="00C92D70" w:rsidTr="00B439D9">
        <w:trPr>
          <w:trHeight w:val="600"/>
          <w:jc w:val="center"/>
        </w:trPr>
        <w:tc>
          <w:tcPr>
            <w:tcW w:w="517" w:type="dxa"/>
            <w:tcBorders>
              <w:top w:val="nil"/>
              <w:left w:val="single" w:sz="4" w:space="0" w:color="auto"/>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8</w:t>
            </w:r>
          </w:p>
        </w:tc>
        <w:tc>
          <w:tcPr>
            <w:tcW w:w="2470" w:type="dxa"/>
            <w:tcBorders>
              <w:top w:val="nil"/>
              <w:left w:val="nil"/>
              <w:bottom w:val="single" w:sz="4" w:space="0" w:color="auto"/>
              <w:right w:val="single" w:sz="4" w:space="0" w:color="auto"/>
            </w:tcBorders>
            <w:vAlign w:val="center"/>
          </w:tcPr>
          <w:p w:rsidR="007C08D3" w:rsidRPr="00C92D70" w:rsidRDefault="007C08D3" w:rsidP="00B439D9">
            <w:pPr>
              <w:rPr>
                <w:sz w:val="20"/>
                <w:szCs w:val="20"/>
              </w:rPr>
            </w:pPr>
            <w:r w:rsidRPr="00C92D70">
              <w:rPr>
                <w:sz w:val="20"/>
                <w:szCs w:val="20"/>
              </w:rPr>
              <w:t>Предприятия общественного питания</w:t>
            </w:r>
          </w:p>
        </w:tc>
        <w:tc>
          <w:tcPr>
            <w:tcW w:w="1664"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lang w:val="en-US"/>
              </w:rPr>
              <w:t>II</w:t>
            </w:r>
          </w:p>
        </w:tc>
        <w:tc>
          <w:tcPr>
            <w:tcW w:w="1857"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200/2-5</w:t>
            </w:r>
          </w:p>
        </w:tc>
        <w:tc>
          <w:tcPr>
            <w:tcW w:w="1760"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450/5-10</w:t>
            </w:r>
          </w:p>
        </w:tc>
        <w:tc>
          <w:tcPr>
            <w:tcW w:w="1252"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1300/10-30</w:t>
            </w:r>
          </w:p>
        </w:tc>
      </w:tr>
      <w:tr w:rsidR="007C08D3" w:rsidRPr="00C92D70" w:rsidTr="00B439D9">
        <w:trPr>
          <w:trHeight w:val="300"/>
          <w:jc w:val="center"/>
        </w:trPr>
        <w:tc>
          <w:tcPr>
            <w:tcW w:w="517" w:type="dxa"/>
            <w:tcBorders>
              <w:top w:val="nil"/>
              <w:left w:val="single" w:sz="4" w:space="0" w:color="auto"/>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9</w:t>
            </w:r>
          </w:p>
        </w:tc>
        <w:tc>
          <w:tcPr>
            <w:tcW w:w="2470" w:type="dxa"/>
            <w:tcBorders>
              <w:top w:val="nil"/>
              <w:left w:val="nil"/>
              <w:bottom w:val="single" w:sz="4" w:space="0" w:color="auto"/>
              <w:right w:val="single" w:sz="4" w:space="0" w:color="auto"/>
            </w:tcBorders>
            <w:vAlign w:val="center"/>
          </w:tcPr>
          <w:p w:rsidR="007C08D3" w:rsidRPr="00C92D70" w:rsidRDefault="007C08D3" w:rsidP="00B439D9">
            <w:pPr>
              <w:rPr>
                <w:sz w:val="20"/>
                <w:szCs w:val="20"/>
              </w:rPr>
            </w:pPr>
            <w:r w:rsidRPr="00C92D70">
              <w:rPr>
                <w:sz w:val="20"/>
                <w:szCs w:val="20"/>
              </w:rPr>
              <w:t>Торговые предприятия</w:t>
            </w:r>
          </w:p>
        </w:tc>
        <w:tc>
          <w:tcPr>
            <w:tcW w:w="1664"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lang w:val="en-US"/>
              </w:rPr>
              <w:t>I</w:t>
            </w:r>
          </w:p>
        </w:tc>
        <w:tc>
          <w:tcPr>
            <w:tcW w:w="1857"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100/2</w:t>
            </w:r>
          </w:p>
        </w:tc>
        <w:tc>
          <w:tcPr>
            <w:tcW w:w="1760"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300/5</w:t>
            </w:r>
          </w:p>
        </w:tc>
        <w:tc>
          <w:tcPr>
            <w:tcW w:w="1252" w:type="dxa"/>
            <w:tcBorders>
              <w:top w:val="nil"/>
              <w:left w:val="nil"/>
              <w:bottom w:val="single" w:sz="4" w:space="0" w:color="auto"/>
              <w:right w:val="single" w:sz="4" w:space="0" w:color="auto"/>
            </w:tcBorders>
            <w:vAlign w:val="center"/>
          </w:tcPr>
          <w:p w:rsidR="007C08D3" w:rsidRPr="00C92D70" w:rsidRDefault="007C08D3" w:rsidP="00B439D9">
            <w:pPr>
              <w:jc w:val="center"/>
              <w:rPr>
                <w:sz w:val="20"/>
                <w:szCs w:val="20"/>
              </w:rPr>
            </w:pPr>
            <w:r w:rsidRPr="00C92D70">
              <w:rPr>
                <w:sz w:val="20"/>
                <w:szCs w:val="20"/>
              </w:rPr>
              <w:t>600/10</w:t>
            </w:r>
          </w:p>
        </w:tc>
      </w:tr>
    </w:tbl>
    <w:p w:rsidR="007C08D3" w:rsidRPr="00C92D70" w:rsidRDefault="007C08D3" w:rsidP="00FF2E5A">
      <w:pPr>
        <w:pStyle w:val="a4"/>
      </w:pPr>
      <w:r w:rsidRPr="00C92D70">
        <w:t>Данные показатели не являются непосредственно радиусами обслуживания населения учреждениями и предприятиями обслуживания в жилой застройке. Их необходимо учитывать при организации системы объектов обслуживания, например, размещение теплых остановочных пунктов.</w:t>
      </w:r>
    </w:p>
    <w:p w:rsidR="007C08D3" w:rsidRPr="00C92D70" w:rsidRDefault="007C08D3" w:rsidP="00FF2E5A">
      <w:pPr>
        <w:pStyle w:val="a4"/>
      </w:pPr>
      <w:r w:rsidRPr="00C92D70">
        <w:t>Планируемая (существующая) жилая застройка обеспечена объектами социально-бытового обслуживания, если жилые дома расположены в пределах зоны доступности и вместимость соответствующего объекта в пересчете на численность жителей не ниже расчетного минимального показателя Нормативов.</w:t>
      </w:r>
    </w:p>
    <w:p w:rsidR="007C08D3" w:rsidRPr="006B36C2" w:rsidRDefault="007C08D3" w:rsidP="00DF2384">
      <w:pPr>
        <w:pStyle w:val="Heading2"/>
        <w:numPr>
          <w:ilvl w:val="1"/>
          <w:numId w:val="24"/>
        </w:numPr>
        <w:jc w:val="center"/>
      </w:pPr>
      <w:bookmarkStart w:id="100" w:name="_Toc396406151"/>
      <w:r w:rsidRPr="00C92D70">
        <w:t>Нормативы обеспеченности формирования муниципального архива</w:t>
      </w:r>
      <w:bookmarkEnd w:id="100"/>
    </w:p>
    <w:p w:rsidR="007C08D3" w:rsidRPr="00C92D70" w:rsidRDefault="007C08D3" w:rsidP="00FF2E5A">
      <w:pPr>
        <w:pStyle w:val="a4"/>
      </w:pPr>
      <w:r w:rsidRPr="00C92D70">
        <w:t>Норматив обеспеченности муниципальными архивами и размеры их земельных участков устанавливаются заданием на проектирование.</w:t>
      </w:r>
    </w:p>
    <w:p w:rsidR="007C08D3" w:rsidRPr="00C92D70" w:rsidRDefault="007C08D3" w:rsidP="00A34F7C">
      <w:pPr>
        <w:pStyle w:val="Heading1"/>
        <w:numPr>
          <w:ilvl w:val="0"/>
          <w:numId w:val="24"/>
        </w:numPr>
      </w:pPr>
      <w:bookmarkStart w:id="101" w:name="_Toc393384051"/>
      <w:r w:rsidRPr="00C92D70">
        <w:t>Нормативы обеспеченности организации в границах муниципального района электро- и газоснабжения поселений</w:t>
      </w:r>
      <w:bookmarkEnd w:id="101"/>
    </w:p>
    <w:p w:rsidR="007C08D3" w:rsidRPr="006B36C2" w:rsidRDefault="007C08D3" w:rsidP="00DF2384">
      <w:pPr>
        <w:pStyle w:val="Heading2"/>
        <w:numPr>
          <w:ilvl w:val="1"/>
          <w:numId w:val="24"/>
        </w:numPr>
        <w:jc w:val="center"/>
      </w:pPr>
      <w:bookmarkStart w:id="102" w:name="_Toc393384052"/>
      <w:r w:rsidRPr="00C92D70">
        <w:t>Объекты газоснабжения</w:t>
      </w:r>
      <w:bookmarkEnd w:id="102"/>
    </w:p>
    <w:p w:rsidR="007C08D3" w:rsidRPr="00C92D70" w:rsidRDefault="007C08D3" w:rsidP="00D23393">
      <w:pPr>
        <w:pStyle w:val="a4"/>
      </w:pPr>
      <w:r w:rsidRPr="00C92D70">
        <w:t>Нормативы обеспеченности сжиженным углеводородным газом (в килограммах на одного человека в месяц) следует принимать, исходя из расходов газа:</w:t>
      </w:r>
    </w:p>
    <w:p w:rsidR="007C08D3" w:rsidRPr="00C92D70" w:rsidRDefault="007C08D3" w:rsidP="005C00B6">
      <w:pPr>
        <w:pStyle w:val="List"/>
      </w:pPr>
      <w:r w:rsidRPr="00C92D70">
        <w:t>газоснабжение привозным газом через групповые емкости  – 5,1 кг на 1 человека в месяц.</w:t>
      </w:r>
    </w:p>
    <w:p w:rsidR="007C08D3" w:rsidRPr="00C92D70" w:rsidRDefault="007C08D3" w:rsidP="00D23393">
      <w:pPr>
        <w:pStyle w:val="a4"/>
      </w:pPr>
      <w:r w:rsidRPr="00C92D70">
        <w:t xml:space="preserve">На территории Красноярского края запланировано несколько зон размещения перспективных магистральных газопроводов высокого давления (МГВД): </w:t>
      </w:r>
    </w:p>
    <w:p w:rsidR="007C08D3" w:rsidRPr="0016766B" w:rsidRDefault="007C08D3" w:rsidP="00DF2384">
      <w:pPr>
        <w:pStyle w:val="Heading2"/>
        <w:numPr>
          <w:ilvl w:val="1"/>
          <w:numId w:val="24"/>
        </w:numPr>
        <w:jc w:val="center"/>
      </w:pPr>
      <w:bookmarkStart w:id="103" w:name="_Toc393384053"/>
      <w:r w:rsidRPr="00C92D70">
        <w:t>Объекты электроснабжения</w:t>
      </w:r>
      <w:bookmarkEnd w:id="103"/>
    </w:p>
    <w:p w:rsidR="007C08D3" w:rsidRPr="00C92D70" w:rsidRDefault="007C08D3" w:rsidP="0016766B">
      <w:pPr>
        <w:pStyle w:val="S5"/>
        <w:spacing w:before="0" w:after="0"/>
      </w:pPr>
      <w:r w:rsidRPr="00C92D70">
        <w:t>Электроснабжение городов и сельских населенных пунктов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w:t>
      </w:r>
    </w:p>
    <w:p w:rsidR="007C08D3" w:rsidRPr="0033098B" w:rsidRDefault="007C08D3" w:rsidP="0033098B">
      <w:pPr>
        <w:pStyle w:val="S5"/>
        <w:spacing w:before="0" w:after="0"/>
      </w:pPr>
      <w:r w:rsidRPr="00C92D70">
        <w:t>Электроснабжение городов, как правило, должно осуществляться не менее чем от двух независимых источников электроэнергии.</w:t>
      </w:r>
    </w:p>
    <w:p w:rsidR="007C08D3" w:rsidRPr="00DF2384" w:rsidRDefault="007C08D3" w:rsidP="00A34F7C">
      <w:pPr>
        <w:pStyle w:val="Caption"/>
        <w:jc w:val="right"/>
      </w:pPr>
      <w:r w:rsidRPr="00C92D70">
        <w:t xml:space="preserve">Таблица </w:t>
      </w:r>
      <w:r>
        <w:t>18</w:t>
      </w:r>
    </w:p>
    <w:p w:rsidR="007C08D3" w:rsidRPr="00C92D70" w:rsidRDefault="007C08D3" w:rsidP="00A34F7C">
      <w:pPr>
        <w:pStyle w:val="Caption"/>
      </w:pPr>
      <w:r w:rsidRPr="00C92D70">
        <w:t>Укрупненные показатели электропотребления</w:t>
      </w:r>
    </w:p>
    <w:tbl>
      <w:tblPr>
        <w:tblW w:w="0" w:type="auto"/>
        <w:jc w:val="center"/>
        <w:tblCellMar>
          <w:left w:w="0" w:type="dxa"/>
          <w:right w:w="0" w:type="dxa"/>
        </w:tblCellMar>
        <w:tblLook w:val="00A0"/>
      </w:tblPr>
      <w:tblGrid>
        <w:gridCol w:w="4972"/>
        <w:gridCol w:w="2661"/>
        <w:gridCol w:w="2164"/>
      </w:tblGrid>
      <w:tr w:rsidR="007C08D3" w:rsidRPr="00C92D70" w:rsidTr="00653885">
        <w:trPr>
          <w:trHeight w:val="20"/>
          <w:tblHeader/>
          <w:jc w:val="center"/>
        </w:trPr>
        <w:tc>
          <w:tcPr>
            <w:tcW w:w="4972" w:type="dxa"/>
            <w:tcBorders>
              <w:top w:val="single" w:sz="6" w:space="0" w:color="000000"/>
              <w:left w:val="single" w:sz="6" w:space="0" w:color="000000"/>
              <w:bottom w:val="single" w:sz="4" w:space="0" w:color="auto"/>
              <w:right w:val="single" w:sz="6" w:space="0" w:color="000000"/>
            </w:tcBorders>
            <w:shd w:val="clear" w:color="auto" w:fill="FFFFFF"/>
            <w:tcMar>
              <w:top w:w="0" w:type="dxa"/>
              <w:left w:w="74" w:type="dxa"/>
              <w:bottom w:w="0" w:type="dxa"/>
              <w:right w:w="74" w:type="dxa"/>
            </w:tcMar>
          </w:tcPr>
          <w:p w:rsidR="007C08D3" w:rsidRPr="00C92D70" w:rsidRDefault="007C08D3" w:rsidP="00653885">
            <w:pPr>
              <w:jc w:val="center"/>
              <w:textAlignment w:val="baseline"/>
              <w:rPr>
                <w:b/>
                <w:sz w:val="20"/>
                <w:szCs w:val="20"/>
              </w:rPr>
            </w:pPr>
            <w:r w:rsidRPr="00C92D70">
              <w:rPr>
                <w:b/>
                <w:sz w:val="20"/>
                <w:szCs w:val="20"/>
              </w:rPr>
              <w:t>Степень благоустройства поселений </w:t>
            </w:r>
          </w:p>
        </w:tc>
        <w:tc>
          <w:tcPr>
            <w:tcW w:w="2366" w:type="dxa"/>
            <w:tcBorders>
              <w:top w:val="single" w:sz="6" w:space="0" w:color="000000"/>
              <w:left w:val="single" w:sz="6" w:space="0" w:color="000000"/>
              <w:bottom w:val="single" w:sz="4" w:space="0" w:color="auto"/>
              <w:right w:val="single" w:sz="6" w:space="0" w:color="000000"/>
            </w:tcBorders>
            <w:shd w:val="clear" w:color="auto" w:fill="FFFFFF"/>
            <w:tcMar>
              <w:top w:w="0" w:type="dxa"/>
              <w:left w:w="74" w:type="dxa"/>
              <w:bottom w:w="0" w:type="dxa"/>
              <w:right w:w="74" w:type="dxa"/>
            </w:tcMar>
          </w:tcPr>
          <w:p w:rsidR="007C08D3" w:rsidRPr="00C92D70" w:rsidRDefault="007C08D3" w:rsidP="00653885">
            <w:pPr>
              <w:jc w:val="center"/>
              <w:textAlignment w:val="baseline"/>
              <w:rPr>
                <w:b/>
                <w:sz w:val="20"/>
                <w:szCs w:val="20"/>
              </w:rPr>
            </w:pPr>
            <w:r w:rsidRPr="00C92D70">
              <w:rPr>
                <w:b/>
                <w:sz w:val="20"/>
                <w:szCs w:val="20"/>
              </w:rPr>
              <w:t>Электропотребление, кВт·ч /год на 1 чел.</w:t>
            </w:r>
          </w:p>
        </w:tc>
        <w:tc>
          <w:tcPr>
            <w:tcW w:w="2164" w:type="dxa"/>
            <w:tcBorders>
              <w:top w:val="single" w:sz="6" w:space="0" w:color="000000"/>
              <w:left w:val="single" w:sz="6" w:space="0" w:color="000000"/>
              <w:bottom w:val="single" w:sz="4" w:space="0" w:color="auto"/>
              <w:right w:val="single" w:sz="6" w:space="0" w:color="000000"/>
            </w:tcBorders>
            <w:shd w:val="clear" w:color="auto" w:fill="FFFFFF"/>
            <w:tcMar>
              <w:top w:w="0" w:type="dxa"/>
              <w:left w:w="74" w:type="dxa"/>
              <w:bottom w:w="0" w:type="dxa"/>
              <w:right w:w="74" w:type="dxa"/>
            </w:tcMar>
          </w:tcPr>
          <w:p w:rsidR="007C08D3" w:rsidRPr="00C92D70" w:rsidRDefault="007C08D3" w:rsidP="00653885">
            <w:pPr>
              <w:jc w:val="center"/>
              <w:textAlignment w:val="baseline"/>
              <w:rPr>
                <w:b/>
                <w:sz w:val="20"/>
                <w:szCs w:val="20"/>
              </w:rPr>
            </w:pPr>
            <w:r w:rsidRPr="00C92D70">
              <w:rPr>
                <w:b/>
                <w:sz w:val="20"/>
                <w:szCs w:val="20"/>
              </w:rPr>
              <w:t>Использование максимума электрической нагрузки, ч/год</w:t>
            </w:r>
          </w:p>
        </w:tc>
      </w:tr>
      <w:tr w:rsidR="007C08D3" w:rsidRPr="00C92D70" w:rsidTr="00653885">
        <w:trPr>
          <w:trHeight w:val="20"/>
          <w:jc w:val="center"/>
        </w:trPr>
        <w:tc>
          <w:tcPr>
            <w:tcW w:w="4972"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textAlignment w:val="baseline"/>
              <w:rPr>
                <w:sz w:val="20"/>
                <w:szCs w:val="20"/>
              </w:rPr>
            </w:pPr>
            <w:r w:rsidRPr="00C92D70">
              <w:rPr>
                <w:sz w:val="20"/>
                <w:szCs w:val="20"/>
              </w:rPr>
              <w:t>Города, не оборудованные стационарными электроплитами:</w:t>
            </w:r>
          </w:p>
        </w:tc>
        <w:tc>
          <w:tcPr>
            <w:tcW w:w="2366"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jc w:val="center"/>
              <w:textAlignment w:val="baseline"/>
              <w:rPr>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textAlignment w:val="baseline"/>
              <w:rPr>
                <w:sz w:val="20"/>
                <w:szCs w:val="20"/>
              </w:rPr>
            </w:pPr>
          </w:p>
        </w:tc>
      </w:tr>
      <w:tr w:rsidR="007C08D3" w:rsidRPr="00C92D70" w:rsidTr="00653885">
        <w:trPr>
          <w:trHeight w:val="20"/>
          <w:jc w:val="center"/>
        </w:trPr>
        <w:tc>
          <w:tcPr>
            <w:tcW w:w="4972"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textAlignment w:val="baseline"/>
              <w:rPr>
                <w:sz w:val="20"/>
                <w:szCs w:val="20"/>
              </w:rPr>
            </w:pPr>
            <w:r w:rsidRPr="00C92D70">
              <w:rPr>
                <w:sz w:val="20"/>
                <w:szCs w:val="20"/>
              </w:rPr>
              <w:t>без кондиционеров</w:t>
            </w:r>
          </w:p>
        </w:tc>
        <w:tc>
          <w:tcPr>
            <w:tcW w:w="2366"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vAlign w:val="bottom"/>
          </w:tcPr>
          <w:p w:rsidR="007C08D3" w:rsidRPr="00C92D70" w:rsidRDefault="007C08D3" w:rsidP="00653885">
            <w:pPr>
              <w:jc w:val="center"/>
              <w:rPr>
                <w:sz w:val="20"/>
                <w:szCs w:val="20"/>
              </w:rPr>
            </w:pPr>
            <w:r w:rsidRPr="00C92D70">
              <w:rPr>
                <w:sz w:val="20"/>
                <w:szCs w:val="20"/>
              </w:rPr>
              <w:t>1360</w:t>
            </w:r>
          </w:p>
        </w:tc>
        <w:tc>
          <w:tcPr>
            <w:tcW w:w="2164"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jc w:val="center"/>
              <w:textAlignment w:val="baseline"/>
              <w:rPr>
                <w:sz w:val="20"/>
                <w:szCs w:val="20"/>
              </w:rPr>
            </w:pPr>
            <w:r w:rsidRPr="00C92D70">
              <w:rPr>
                <w:sz w:val="20"/>
                <w:szCs w:val="20"/>
              </w:rPr>
              <w:t>5200 </w:t>
            </w:r>
          </w:p>
        </w:tc>
      </w:tr>
      <w:tr w:rsidR="007C08D3" w:rsidRPr="00C92D70" w:rsidTr="00653885">
        <w:trPr>
          <w:trHeight w:val="20"/>
          <w:jc w:val="center"/>
        </w:trPr>
        <w:tc>
          <w:tcPr>
            <w:tcW w:w="4972"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textAlignment w:val="baseline"/>
              <w:rPr>
                <w:sz w:val="20"/>
                <w:szCs w:val="20"/>
              </w:rPr>
            </w:pPr>
            <w:r w:rsidRPr="00C92D70">
              <w:rPr>
                <w:sz w:val="20"/>
                <w:szCs w:val="20"/>
              </w:rPr>
              <w:t>с кондиционерами</w:t>
            </w:r>
          </w:p>
        </w:tc>
        <w:tc>
          <w:tcPr>
            <w:tcW w:w="2366"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vAlign w:val="bottom"/>
          </w:tcPr>
          <w:p w:rsidR="007C08D3" w:rsidRPr="00C92D70" w:rsidRDefault="007C08D3" w:rsidP="00653885">
            <w:pPr>
              <w:jc w:val="center"/>
              <w:rPr>
                <w:sz w:val="20"/>
                <w:szCs w:val="20"/>
              </w:rPr>
            </w:pPr>
            <w:r w:rsidRPr="00C92D70">
              <w:rPr>
                <w:sz w:val="20"/>
                <w:szCs w:val="20"/>
              </w:rPr>
              <w:t>1600</w:t>
            </w:r>
          </w:p>
        </w:tc>
        <w:tc>
          <w:tcPr>
            <w:tcW w:w="2164"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jc w:val="center"/>
              <w:textAlignment w:val="baseline"/>
              <w:rPr>
                <w:sz w:val="20"/>
                <w:szCs w:val="20"/>
              </w:rPr>
            </w:pPr>
            <w:r w:rsidRPr="00C92D70">
              <w:rPr>
                <w:sz w:val="20"/>
                <w:szCs w:val="20"/>
              </w:rPr>
              <w:t>5700 </w:t>
            </w:r>
          </w:p>
        </w:tc>
      </w:tr>
      <w:tr w:rsidR="007C08D3" w:rsidRPr="00C92D70" w:rsidTr="00653885">
        <w:trPr>
          <w:trHeight w:val="20"/>
          <w:jc w:val="center"/>
        </w:trPr>
        <w:tc>
          <w:tcPr>
            <w:tcW w:w="4972"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textAlignment w:val="baseline"/>
              <w:rPr>
                <w:sz w:val="20"/>
                <w:szCs w:val="20"/>
              </w:rPr>
            </w:pPr>
            <w:r w:rsidRPr="00C92D70">
              <w:rPr>
                <w:sz w:val="20"/>
                <w:szCs w:val="20"/>
              </w:rPr>
              <w:t>Города, оборудованные стационарными электроплитами (100% охвата):</w:t>
            </w:r>
          </w:p>
        </w:tc>
        <w:tc>
          <w:tcPr>
            <w:tcW w:w="2366"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vAlign w:val="bottom"/>
          </w:tcPr>
          <w:p w:rsidR="007C08D3" w:rsidRPr="00C92D70" w:rsidRDefault="007C08D3" w:rsidP="00653885">
            <w:pPr>
              <w:jc w:val="center"/>
              <w:rPr>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textAlignment w:val="baseline"/>
              <w:rPr>
                <w:sz w:val="20"/>
                <w:szCs w:val="20"/>
              </w:rPr>
            </w:pPr>
          </w:p>
        </w:tc>
      </w:tr>
      <w:tr w:rsidR="007C08D3" w:rsidRPr="00C92D70" w:rsidTr="00653885">
        <w:trPr>
          <w:trHeight w:val="20"/>
          <w:jc w:val="center"/>
        </w:trPr>
        <w:tc>
          <w:tcPr>
            <w:tcW w:w="4972"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textAlignment w:val="baseline"/>
              <w:rPr>
                <w:sz w:val="20"/>
                <w:szCs w:val="20"/>
              </w:rPr>
            </w:pPr>
            <w:r w:rsidRPr="00C92D70">
              <w:rPr>
                <w:sz w:val="20"/>
                <w:szCs w:val="20"/>
              </w:rPr>
              <w:t>без кондиционеров</w:t>
            </w:r>
          </w:p>
        </w:tc>
        <w:tc>
          <w:tcPr>
            <w:tcW w:w="2366"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vAlign w:val="bottom"/>
          </w:tcPr>
          <w:p w:rsidR="007C08D3" w:rsidRPr="00C92D70" w:rsidRDefault="007C08D3" w:rsidP="00653885">
            <w:pPr>
              <w:jc w:val="center"/>
              <w:rPr>
                <w:sz w:val="20"/>
                <w:szCs w:val="20"/>
              </w:rPr>
            </w:pPr>
            <w:r w:rsidRPr="00C92D70">
              <w:rPr>
                <w:sz w:val="20"/>
                <w:szCs w:val="20"/>
              </w:rPr>
              <w:t>1680</w:t>
            </w:r>
          </w:p>
        </w:tc>
        <w:tc>
          <w:tcPr>
            <w:tcW w:w="2164"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jc w:val="center"/>
              <w:textAlignment w:val="baseline"/>
              <w:rPr>
                <w:sz w:val="20"/>
                <w:szCs w:val="20"/>
              </w:rPr>
            </w:pPr>
            <w:r w:rsidRPr="00C92D70">
              <w:rPr>
                <w:sz w:val="20"/>
                <w:szCs w:val="20"/>
              </w:rPr>
              <w:t>5300 </w:t>
            </w:r>
          </w:p>
        </w:tc>
      </w:tr>
      <w:tr w:rsidR="007C08D3" w:rsidRPr="00C92D70" w:rsidTr="00653885">
        <w:trPr>
          <w:trHeight w:val="20"/>
          <w:jc w:val="center"/>
        </w:trPr>
        <w:tc>
          <w:tcPr>
            <w:tcW w:w="4972"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textAlignment w:val="baseline"/>
              <w:rPr>
                <w:sz w:val="20"/>
                <w:szCs w:val="20"/>
              </w:rPr>
            </w:pPr>
            <w:r w:rsidRPr="00C92D70">
              <w:rPr>
                <w:sz w:val="20"/>
                <w:szCs w:val="20"/>
              </w:rPr>
              <w:t>с кондиционерами</w:t>
            </w:r>
          </w:p>
        </w:tc>
        <w:tc>
          <w:tcPr>
            <w:tcW w:w="2366"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vAlign w:val="bottom"/>
          </w:tcPr>
          <w:p w:rsidR="007C08D3" w:rsidRPr="00C92D70" w:rsidRDefault="007C08D3" w:rsidP="00653885">
            <w:pPr>
              <w:jc w:val="center"/>
              <w:rPr>
                <w:sz w:val="20"/>
                <w:szCs w:val="20"/>
              </w:rPr>
            </w:pPr>
            <w:r w:rsidRPr="00C92D70">
              <w:rPr>
                <w:sz w:val="20"/>
                <w:szCs w:val="20"/>
              </w:rPr>
              <w:t>1920</w:t>
            </w:r>
          </w:p>
        </w:tc>
        <w:tc>
          <w:tcPr>
            <w:tcW w:w="2164"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jc w:val="center"/>
              <w:textAlignment w:val="baseline"/>
              <w:rPr>
                <w:sz w:val="20"/>
                <w:szCs w:val="20"/>
              </w:rPr>
            </w:pPr>
            <w:r w:rsidRPr="00C92D70">
              <w:rPr>
                <w:sz w:val="20"/>
                <w:szCs w:val="20"/>
              </w:rPr>
              <w:t>5800 </w:t>
            </w:r>
          </w:p>
        </w:tc>
      </w:tr>
      <w:tr w:rsidR="007C08D3" w:rsidRPr="00C92D70" w:rsidTr="00653885">
        <w:trPr>
          <w:trHeight w:val="20"/>
          <w:jc w:val="center"/>
        </w:trPr>
        <w:tc>
          <w:tcPr>
            <w:tcW w:w="4972"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textAlignment w:val="baseline"/>
              <w:rPr>
                <w:sz w:val="20"/>
                <w:szCs w:val="20"/>
              </w:rPr>
            </w:pPr>
            <w:r w:rsidRPr="00C92D70">
              <w:rPr>
                <w:sz w:val="20"/>
                <w:szCs w:val="20"/>
              </w:rPr>
              <w:t>Поселки и сельские поселения (без кондиционеров):</w:t>
            </w:r>
          </w:p>
        </w:tc>
        <w:tc>
          <w:tcPr>
            <w:tcW w:w="2366"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jc w:val="center"/>
              <w:textAlignment w:val="baseline"/>
              <w:rPr>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textAlignment w:val="baseline"/>
              <w:rPr>
                <w:sz w:val="20"/>
                <w:szCs w:val="20"/>
              </w:rPr>
            </w:pPr>
          </w:p>
        </w:tc>
      </w:tr>
      <w:tr w:rsidR="007C08D3" w:rsidRPr="00C92D70" w:rsidTr="00653885">
        <w:trPr>
          <w:trHeight w:val="20"/>
          <w:jc w:val="center"/>
        </w:trPr>
        <w:tc>
          <w:tcPr>
            <w:tcW w:w="4972"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textAlignment w:val="baseline"/>
              <w:rPr>
                <w:sz w:val="20"/>
                <w:szCs w:val="20"/>
              </w:rPr>
            </w:pPr>
            <w:r w:rsidRPr="00C92D70">
              <w:rPr>
                <w:sz w:val="20"/>
                <w:szCs w:val="20"/>
              </w:rPr>
              <w:t>не оборудованные стационарными электроплитами</w:t>
            </w:r>
          </w:p>
        </w:tc>
        <w:tc>
          <w:tcPr>
            <w:tcW w:w="2366"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jc w:val="center"/>
              <w:textAlignment w:val="baseline"/>
              <w:rPr>
                <w:sz w:val="20"/>
                <w:szCs w:val="20"/>
              </w:rPr>
            </w:pPr>
            <w:r w:rsidRPr="00C92D70">
              <w:rPr>
                <w:sz w:val="20"/>
                <w:szCs w:val="20"/>
              </w:rPr>
              <w:t>950</w:t>
            </w:r>
          </w:p>
        </w:tc>
        <w:tc>
          <w:tcPr>
            <w:tcW w:w="2164"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jc w:val="center"/>
              <w:textAlignment w:val="baseline"/>
              <w:rPr>
                <w:sz w:val="20"/>
                <w:szCs w:val="20"/>
              </w:rPr>
            </w:pPr>
            <w:r w:rsidRPr="00C92D70">
              <w:rPr>
                <w:sz w:val="20"/>
                <w:szCs w:val="20"/>
              </w:rPr>
              <w:t>4100 </w:t>
            </w:r>
          </w:p>
        </w:tc>
      </w:tr>
      <w:tr w:rsidR="007C08D3" w:rsidRPr="00C92D70" w:rsidTr="00653885">
        <w:trPr>
          <w:trHeight w:val="20"/>
          <w:jc w:val="center"/>
        </w:trPr>
        <w:tc>
          <w:tcPr>
            <w:tcW w:w="4972"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textAlignment w:val="baseline"/>
              <w:rPr>
                <w:sz w:val="20"/>
                <w:szCs w:val="20"/>
              </w:rPr>
            </w:pPr>
            <w:r w:rsidRPr="00C92D70">
              <w:rPr>
                <w:sz w:val="20"/>
                <w:szCs w:val="20"/>
              </w:rPr>
              <w:t>оборудованные стационарными электроплитами (100% охвата)</w:t>
            </w:r>
          </w:p>
        </w:tc>
        <w:tc>
          <w:tcPr>
            <w:tcW w:w="2366"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jc w:val="center"/>
              <w:textAlignment w:val="baseline"/>
              <w:rPr>
                <w:sz w:val="20"/>
                <w:szCs w:val="20"/>
              </w:rPr>
            </w:pPr>
            <w:r w:rsidRPr="00C92D70">
              <w:rPr>
                <w:sz w:val="20"/>
                <w:szCs w:val="20"/>
              </w:rPr>
              <w:t>1350</w:t>
            </w:r>
          </w:p>
        </w:tc>
        <w:tc>
          <w:tcPr>
            <w:tcW w:w="2164" w:type="dxa"/>
            <w:tcBorders>
              <w:top w:val="single" w:sz="4" w:space="0" w:color="auto"/>
              <w:left w:val="single" w:sz="4" w:space="0" w:color="auto"/>
              <w:bottom w:val="single" w:sz="4" w:space="0" w:color="auto"/>
              <w:right w:val="single" w:sz="4" w:space="0" w:color="auto"/>
            </w:tcBorders>
            <w:shd w:val="clear" w:color="auto" w:fill="FFFFFF"/>
            <w:tcMar>
              <w:top w:w="0" w:type="dxa"/>
              <w:left w:w="74" w:type="dxa"/>
              <w:bottom w:w="0" w:type="dxa"/>
              <w:right w:w="74" w:type="dxa"/>
            </w:tcMar>
          </w:tcPr>
          <w:p w:rsidR="007C08D3" w:rsidRPr="00C92D70" w:rsidRDefault="007C08D3" w:rsidP="00653885">
            <w:pPr>
              <w:jc w:val="center"/>
              <w:textAlignment w:val="baseline"/>
              <w:rPr>
                <w:sz w:val="20"/>
                <w:szCs w:val="20"/>
              </w:rPr>
            </w:pPr>
            <w:r w:rsidRPr="00C92D70">
              <w:rPr>
                <w:sz w:val="20"/>
                <w:szCs w:val="20"/>
              </w:rPr>
              <w:t>4400 </w:t>
            </w:r>
          </w:p>
        </w:tc>
      </w:tr>
      <w:tr w:rsidR="007C08D3" w:rsidRPr="00C92D70" w:rsidTr="00653885">
        <w:trPr>
          <w:trHeight w:val="20"/>
          <w:jc w:val="center"/>
        </w:trPr>
        <w:tc>
          <w:tcPr>
            <w:tcW w:w="9502" w:type="dxa"/>
            <w:gridSpan w:val="3"/>
            <w:tcBorders>
              <w:top w:val="single" w:sz="4" w:space="0" w:color="auto"/>
              <w:left w:val="single" w:sz="6" w:space="0" w:color="000000"/>
              <w:bottom w:val="single" w:sz="6" w:space="0" w:color="000000"/>
              <w:right w:val="single" w:sz="6" w:space="0" w:color="000000"/>
            </w:tcBorders>
            <w:shd w:val="clear" w:color="auto" w:fill="FFFFFF"/>
            <w:tcMar>
              <w:top w:w="0" w:type="dxa"/>
              <w:left w:w="74" w:type="dxa"/>
              <w:bottom w:w="0" w:type="dxa"/>
              <w:right w:w="74" w:type="dxa"/>
            </w:tcMar>
          </w:tcPr>
          <w:p w:rsidR="007C08D3" w:rsidRPr="00C92D70" w:rsidRDefault="007C08D3" w:rsidP="00653885">
            <w:pPr>
              <w:textAlignment w:val="baseline"/>
              <w:rPr>
                <w:sz w:val="20"/>
                <w:szCs w:val="20"/>
              </w:rPr>
            </w:pPr>
            <w:r w:rsidRPr="00C92D70">
              <w:rPr>
                <w:sz w:val="20"/>
                <w:szCs w:val="20"/>
              </w:rPr>
              <w:t>     Примечание:</w:t>
            </w:r>
            <w:r w:rsidRPr="00C92D70">
              <w:rPr>
                <w:sz w:val="20"/>
                <w:szCs w:val="20"/>
              </w:rPr>
              <w:br/>
              <w:t>Укрупненные показатели электропотребления приводятся для малых городов численностью до 50 тысяч человек.     </w:t>
            </w:r>
            <w:r w:rsidRPr="00C92D70">
              <w:rPr>
                <w:sz w:val="20"/>
                <w:szCs w:val="20"/>
              </w:rPr>
              <w:b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tc>
      </w:tr>
    </w:tbl>
    <w:p w:rsidR="007C08D3" w:rsidRPr="00C92D70" w:rsidRDefault="007C08D3" w:rsidP="00A34F7C">
      <w:pPr>
        <w:pStyle w:val="Heading1"/>
        <w:numPr>
          <w:ilvl w:val="0"/>
          <w:numId w:val="24"/>
        </w:numPr>
      </w:pPr>
      <w:bookmarkStart w:id="104" w:name="_Toc393384054"/>
      <w:bookmarkEnd w:id="95"/>
      <w:r w:rsidRPr="00C92D70">
        <w:t>Нормативы обеспеченности организации в границах муниципального района дорожной деятельности в отношении автомобильных дорог местного значения вне границ населенных пунктов в соответствии с законодательством РФ</w:t>
      </w:r>
      <w:bookmarkEnd w:id="104"/>
    </w:p>
    <w:p w:rsidR="007C08D3" w:rsidRPr="00C92D70" w:rsidRDefault="007C08D3" w:rsidP="003931FB">
      <w:pPr>
        <w:pStyle w:val="a4"/>
        <w:rPr>
          <w:rFonts w:eastAsia="TimesNewRomanPSMT"/>
        </w:rPr>
      </w:pPr>
      <w:r>
        <w:rPr>
          <w:rFonts w:eastAsia="TimesNewRomanPSMT"/>
        </w:rPr>
        <w:t>Т</w:t>
      </w:r>
      <w:r w:rsidRPr="00C92D70">
        <w:rPr>
          <w:rFonts w:eastAsia="TimesNewRomanPSMT"/>
        </w:rPr>
        <w:t>ерритория края расположена в различных климатических зонах. Каждая зона имеет свои особенности в строительстве и проектировании, поддерживающие благоприятные условия жизнедеятельности населения. В зависимости от строительно-климатического районирования изменяются нормы проектирования улично-дорожной сети. Таким образом, для каждого климатического подрайона характерны свои особенности – дальность пешеходного подхода до объектов, расстояние между автобусными остановками.</w:t>
      </w:r>
    </w:p>
    <w:p w:rsidR="007C08D3" w:rsidRPr="00C92D70" w:rsidRDefault="007C08D3" w:rsidP="00E04094">
      <w:pPr>
        <w:pStyle w:val="a4"/>
      </w:pPr>
      <w:r w:rsidRPr="00C92D70">
        <w:rPr>
          <w:rFonts w:eastAsia="TimesNewRomanPSMT"/>
        </w:rPr>
        <w:t>Особенностью территории</w:t>
      </w:r>
      <w:r>
        <w:rPr>
          <w:rFonts w:eastAsia="TimesNewRomanPSMT"/>
        </w:rPr>
        <w:t xml:space="preserve"> Абанского района</w:t>
      </w:r>
      <w:r w:rsidRPr="00C92D70">
        <w:rPr>
          <w:rFonts w:eastAsia="TimesNewRomanPSMT"/>
        </w:rPr>
        <w:t xml:space="preserve"> является достаточно большой объем снегоприноса и, как  следствие, необходимы дополнительные территории для складирования снега – это касается и тротуаров и проезжей части улично-дорожной сети. </w:t>
      </w:r>
    </w:p>
    <w:p w:rsidR="007C08D3" w:rsidRPr="00C92D70" w:rsidRDefault="007C08D3" w:rsidP="003931FB">
      <w:pPr>
        <w:rPr>
          <w:b/>
        </w:rPr>
      </w:pPr>
      <w:r w:rsidRPr="00C92D70">
        <w:rPr>
          <w:b/>
        </w:rPr>
        <w:t>Зоны транспортной инфраструктуры</w:t>
      </w:r>
    </w:p>
    <w:p w:rsidR="007C08D3" w:rsidRPr="00C92D70" w:rsidRDefault="007C08D3" w:rsidP="003931FB">
      <w:pPr>
        <w:pStyle w:val="a4"/>
      </w:pPr>
      <w:r w:rsidRPr="00C92D70">
        <w:t>Сооружения и коммуникации транспортной инфраструктуры могут располагаться в составе всех территориальных зон.</w:t>
      </w:r>
    </w:p>
    <w:p w:rsidR="007C08D3" w:rsidRPr="00C92D70" w:rsidRDefault="007C08D3" w:rsidP="003931FB">
      <w:pPr>
        <w:pStyle w:val="a4"/>
      </w:pPr>
      <w:r w:rsidRPr="00C92D70">
        <w:t>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речного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w:t>
      </w:r>
    </w:p>
    <w:p w:rsidR="007C08D3" w:rsidRPr="00C92D70" w:rsidRDefault="007C08D3" w:rsidP="003931FB">
      <w:pPr>
        <w:pStyle w:val="a4"/>
      </w:pPr>
      <w:r w:rsidRPr="00C92D70">
        <w:t xml:space="preserve">В целях устойчивого развития </w:t>
      </w:r>
      <w:r>
        <w:t xml:space="preserve">Абанского района </w:t>
      </w:r>
      <w:r w:rsidRPr="00C92D70">
        <w:t>решение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w:t>
      </w:r>
    </w:p>
    <w:p w:rsidR="007C08D3" w:rsidRPr="00C92D70" w:rsidRDefault="007C08D3" w:rsidP="003931FB">
      <w:pPr>
        <w:pStyle w:val="a4"/>
      </w:pPr>
      <w:r w:rsidRPr="00C92D70">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7C08D3" w:rsidRPr="00C92D70" w:rsidRDefault="007C08D3" w:rsidP="003931FB">
      <w:pPr>
        <w:pStyle w:val="a4"/>
      </w:pPr>
      <w:r w:rsidRPr="00C92D70">
        <w:t>При проектировании новых дорог и улиц выбор трассы следует осуществлять с учетом направления господствующих ветров в целях обеспечения их естественного проветривания и уменьшения заноса снегом.</w:t>
      </w:r>
    </w:p>
    <w:p w:rsidR="007C08D3" w:rsidRPr="00C92D70" w:rsidRDefault="007C08D3" w:rsidP="003931FB">
      <w:pPr>
        <w:pStyle w:val="a4"/>
      </w:pPr>
      <w:r w:rsidRPr="00C92D70">
        <w:t>Конструкция дорожной одежды должна обеспечивать установленную скорость движения транспорта в соответствии с категорией дороги.</w:t>
      </w:r>
    </w:p>
    <w:p w:rsidR="007C08D3" w:rsidRPr="00C92D70" w:rsidRDefault="007C08D3" w:rsidP="003931FB">
      <w:pPr>
        <w:pStyle w:val="a4"/>
        <w:sectPr w:rsidR="007C08D3" w:rsidRPr="00C92D70" w:rsidSect="00E106B8">
          <w:footerReference w:type="default" r:id="rId10"/>
          <w:pgSz w:w="11906" w:h="16838" w:code="9"/>
          <w:pgMar w:top="720" w:right="720" w:bottom="720" w:left="1276" w:header="709" w:footer="709" w:gutter="0"/>
          <w:cols w:space="708"/>
          <w:docGrid w:linePitch="360"/>
        </w:sectPr>
      </w:pPr>
      <w:bookmarkStart w:id="105" w:name="_Toc393384062"/>
    </w:p>
    <w:p w:rsidR="007C08D3" w:rsidRPr="00C92D70" w:rsidRDefault="007C08D3" w:rsidP="00C915A5">
      <w:pPr>
        <w:pStyle w:val="Heading2"/>
        <w:numPr>
          <w:ilvl w:val="1"/>
          <w:numId w:val="29"/>
        </w:numPr>
        <w:jc w:val="center"/>
      </w:pPr>
      <w:bookmarkStart w:id="106" w:name="_Toc396401952"/>
      <w:r w:rsidRPr="00C92D70">
        <w:t>Параметры отводимых территорий под размещаемые автомобильные дороги</w:t>
      </w:r>
      <w:bookmarkEnd w:id="106"/>
    </w:p>
    <w:p w:rsidR="007C08D3" w:rsidRPr="00C92D70" w:rsidRDefault="007C08D3" w:rsidP="003931FB">
      <w:pPr>
        <w:pStyle w:val="S5"/>
      </w:pPr>
      <w:r w:rsidRPr="00C92D70">
        <w:t>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согласно Постановления Правительства РФ от 02 сентября 2009г. № 717 «О нормах отвода земель для размещения автомобильных дорог и (или) объектов дорожного сервиса». Параметры отводимых территорий под размещаемые автомобильные дороги представлены ниже (</w:t>
      </w:r>
      <w:r>
        <w:t>Таблица 19</w:t>
      </w:r>
      <w:r w:rsidRPr="00C92D70">
        <w:t>).</w:t>
      </w:r>
    </w:p>
    <w:p w:rsidR="007C08D3" w:rsidRPr="00C92D70" w:rsidRDefault="007C08D3" w:rsidP="003931FB">
      <w:pPr>
        <w:pStyle w:val="Caption"/>
        <w:jc w:val="right"/>
      </w:pPr>
      <w:bookmarkStart w:id="107" w:name="_Ref375138376"/>
      <w:r w:rsidRPr="00C92D70">
        <w:t xml:space="preserve">Таблица </w:t>
      </w:r>
      <w:bookmarkEnd w:id="107"/>
      <w:r>
        <w:t>19</w:t>
      </w:r>
    </w:p>
    <w:p w:rsidR="007C08D3" w:rsidRPr="00C92D70" w:rsidRDefault="007C08D3" w:rsidP="003931FB">
      <w:pPr>
        <w:pStyle w:val="Caption"/>
      </w:pPr>
      <w:r w:rsidRPr="00C92D70">
        <w:t>Параметры отводимых территорий под размещаемые автомобильные дороги</w:t>
      </w:r>
    </w:p>
    <w:tbl>
      <w:tblPr>
        <w:tblW w:w="10223" w:type="dxa"/>
        <w:tblInd w:w="91" w:type="dxa"/>
        <w:tblLook w:val="00A0"/>
      </w:tblPr>
      <w:tblGrid>
        <w:gridCol w:w="1034"/>
        <w:gridCol w:w="1528"/>
        <w:gridCol w:w="627"/>
        <w:gridCol w:w="837"/>
        <w:gridCol w:w="1216"/>
        <w:gridCol w:w="1110"/>
        <w:gridCol w:w="2031"/>
        <w:gridCol w:w="1840"/>
      </w:tblGrid>
      <w:tr w:rsidR="007C08D3" w:rsidRPr="00C92D70" w:rsidTr="003F4DBB">
        <w:trPr>
          <w:trHeight w:val="555"/>
          <w:tblHeader/>
        </w:trPr>
        <w:tc>
          <w:tcPr>
            <w:tcW w:w="507" w:type="dxa"/>
            <w:tcBorders>
              <w:top w:val="single" w:sz="4" w:space="0" w:color="auto"/>
              <w:left w:val="single" w:sz="4" w:space="0" w:color="auto"/>
              <w:bottom w:val="single" w:sz="4" w:space="0" w:color="auto"/>
              <w:right w:val="single" w:sz="4" w:space="0" w:color="auto"/>
            </w:tcBorders>
            <w:noWrap/>
            <w:vAlign w:val="center"/>
          </w:tcPr>
          <w:p w:rsidR="007C08D3" w:rsidRPr="00C92D70" w:rsidRDefault="007C08D3" w:rsidP="003F4DBB">
            <w:pPr>
              <w:pStyle w:val="a9"/>
              <w:rPr>
                <w:sz w:val="20"/>
                <w:szCs w:val="20"/>
              </w:rPr>
            </w:pPr>
            <w:r w:rsidRPr="00C92D70">
              <w:rPr>
                <w:sz w:val="20"/>
                <w:szCs w:val="20"/>
              </w:rPr>
              <w:t>№ п.п</w:t>
            </w:r>
          </w:p>
        </w:tc>
        <w:tc>
          <w:tcPr>
            <w:tcW w:w="5849" w:type="dxa"/>
            <w:gridSpan w:val="4"/>
            <w:tcBorders>
              <w:top w:val="single" w:sz="4" w:space="0" w:color="auto"/>
              <w:left w:val="nil"/>
              <w:bottom w:val="single" w:sz="4" w:space="0" w:color="auto"/>
              <w:right w:val="single" w:sz="4" w:space="0" w:color="auto"/>
            </w:tcBorders>
            <w:vAlign w:val="center"/>
          </w:tcPr>
          <w:p w:rsidR="007C08D3" w:rsidRPr="00C92D70" w:rsidRDefault="007C08D3" w:rsidP="003F4DBB">
            <w:pPr>
              <w:pStyle w:val="a9"/>
              <w:rPr>
                <w:sz w:val="20"/>
                <w:szCs w:val="20"/>
              </w:rPr>
            </w:pPr>
            <w:r w:rsidRPr="00C92D70">
              <w:rPr>
                <w:sz w:val="20"/>
                <w:szCs w:val="20"/>
              </w:rPr>
              <w:t>Определяемый норматив</w:t>
            </w:r>
          </w:p>
        </w:tc>
        <w:tc>
          <w:tcPr>
            <w:tcW w:w="761" w:type="dxa"/>
            <w:tcBorders>
              <w:top w:val="single" w:sz="4" w:space="0" w:color="auto"/>
              <w:left w:val="nil"/>
              <w:bottom w:val="single" w:sz="4" w:space="0" w:color="auto"/>
              <w:right w:val="single" w:sz="4" w:space="0" w:color="auto"/>
            </w:tcBorders>
            <w:vAlign w:val="center"/>
          </w:tcPr>
          <w:p w:rsidR="007C08D3" w:rsidRPr="00C92D70" w:rsidRDefault="007C08D3" w:rsidP="003F4DBB">
            <w:pPr>
              <w:pStyle w:val="a9"/>
              <w:rPr>
                <w:sz w:val="20"/>
                <w:szCs w:val="20"/>
              </w:rPr>
            </w:pPr>
            <w:r w:rsidRPr="00C92D70">
              <w:rPr>
                <w:sz w:val="20"/>
                <w:szCs w:val="20"/>
              </w:rPr>
              <w:t>ед. изм</w:t>
            </w:r>
          </w:p>
        </w:tc>
        <w:tc>
          <w:tcPr>
            <w:tcW w:w="1685" w:type="dxa"/>
            <w:tcBorders>
              <w:top w:val="single" w:sz="4" w:space="0" w:color="auto"/>
              <w:left w:val="nil"/>
              <w:bottom w:val="single" w:sz="4" w:space="0" w:color="auto"/>
              <w:right w:val="single" w:sz="4" w:space="0" w:color="auto"/>
            </w:tcBorders>
            <w:vAlign w:val="center"/>
          </w:tcPr>
          <w:p w:rsidR="007C08D3" w:rsidRPr="00C92D70" w:rsidRDefault="007C08D3" w:rsidP="003F4DBB">
            <w:pPr>
              <w:pStyle w:val="a9"/>
              <w:rPr>
                <w:sz w:val="20"/>
                <w:szCs w:val="20"/>
              </w:rPr>
            </w:pPr>
            <w:r w:rsidRPr="00C92D70">
              <w:rPr>
                <w:sz w:val="20"/>
                <w:szCs w:val="20"/>
              </w:rPr>
              <w:t>Нормативная ссылка</w:t>
            </w:r>
          </w:p>
        </w:tc>
        <w:tc>
          <w:tcPr>
            <w:tcW w:w="1421" w:type="dxa"/>
            <w:tcBorders>
              <w:top w:val="single" w:sz="4" w:space="0" w:color="auto"/>
              <w:left w:val="nil"/>
              <w:bottom w:val="single" w:sz="4" w:space="0" w:color="auto"/>
              <w:right w:val="single" w:sz="4" w:space="0" w:color="auto"/>
            </w:tcBorders>
            <w:vAlign w:val="center"/>
          </w:tcPr>
          <w:p w:rsidR="007C08D3" w:rsidRPr="00C92D70" w:rsidRDefault="007C08D3" w:rsidP="003F4DBB">
            <w:pPr>
              <w:pStyle w:val="a9"/>
              <w:rPr>
                <w:sz w:val="20"/>
                <w:szCs w:val="20"/>
              </w:rPr>
            </w:pPr>
            <w:r w:rsidRPr="00C92D70">
              <w:rPr>
                <w:sz w:val="20"/>
                <w:szCs w:val="20"/>
              </w:rPr>
              <w:t>Показатель</w:t>
            </w:r>
          </w:p>
        </w:tc>
      </w:tr>
      <w:tr w:rsidR="007C08D3" w:rsidRPr="00C92D70" w:rsidTr="003F4DBB">
        <w:trPr>
          <w:trHeight w:val="405"/>
        </w:trPr>
        <w:tc>
          <w:tcPr>
            <w:tcW w:w="507" w:type="dxa"/>
            <w:vMerge w:val="restart"/>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r w:rsidRPr="00C92D70">
              <w:rPr>
                <w:sz w:val="20"/>
                <w:szCs w:val="20"/>
              </w:rPr>
              <w:t>1.1</w:t>
            </w:r>
          </w:p>
        </w:tc>
        <w:tc>
          <w:tcPr>
            <w:tcW w:w="1615" w:type="dxa"/>
            <w:vMerge w:val="restart"/>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r w:rsidRPr="00C92D70">
              <w:rPr>
                <w:sz w:val="20"/>
                <w:szCs w:val="20"/>
              </w:rPr>
              <w:t xml:space="preserve">Общая площадь отвода земель для сооружений и коммуникаций внешнего транспорта </w:t>
            </w:r>
          </w:p>
        </w:tc>
        <w:tc>
          <w:tcPr>
            <w:tcW w:w="951" w:type="dxa"/>
            <w:vMerge w:val="restart"/>
            <w:tcBorders>
              <w:top w:val="nil"/>
              <w:left w:val="single" w:sz="4" w:space="0" w:color="auto"/>
              <w:bottom w:val="single" w:sz="4" w:space="0" w:color="auto"/>
              <w:right w:val="single" w:sz="4" w:space="0" w:color="auto"/>
            </w:tcBorders>
            <w:textDirection w:val="btLr"/>
            <w:vAlign w:val="center"/>
          </w:tcPr>
          <w:p w:rsidR="007C08D3" w:rsidRPr="00C92D70" w:rsidRDefault="007C08D3" w:rsidP="003F4DBB">
            <w:pPr>
              <w:pStyle w:val="aa"/>
              <w:rPr>
                <w:sz w:val="20"/>
                <w:szCs w:val="20"/>
              </w:rPr>
            </w:pPr>
            <w:r w:rsidRPr="00C92D70">
              <w:rPr>
                <w:sz w:val="20"/>
                <w:szCs w:val="20"/>
              </w:rPr>
              <w:t>На особо ценных угодьях земель сельскохозяйственного назначения</w:t>
            </w:r>
          </w:p>
        </w:tc>
        <w:tc>
          <w:tcPr>
            <w:tcW w:w="1603" w:type="dxa"/>
            <w:vMerge w:val="restart"/>
            <w:tcBorders>
              <w:top w:val="nil"/>
              <w:left w:val="single" w:sz="4" w:space="0" w:color="auto"/>
              <w:bottom w:val="single" w:sz="4" w:space="0" w:color="auto"/>
              <w:right w:val="single" w:sz="4" w:space="0" w:color="auto"/>
            </w:tcBorders>
            <w:textDirection w:val="btLr"/>
            <w:vAlign w:val="center"/>
          </w:tcPr>
          <w:p w:rsidR="007C08D3" w:rsidRPr="00C92D70" w:rsidRDefault="007C08D3" w:rsidP="003F4DBB">
            <w:pPr>
              <w:pStyle w:val="ac"/>
              <w:jc w:val="center"/>
              <w:rPr>
                <w:sz w:val="20"/>
                <w:szCs w:val="20"/>
              </w:rPr>
            </w:pPr>
            <w:r w:rsidRPr="00C92D70">
              <w:rPr>
                <w:sz w:val="20"/>
                <w:szCs w:val="20"/>
              </w:rPr>
              <w:t>при поперечном уклоне местности ≤ 1: 20 для а/д категории:</w:t>
            </w: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 8 полос</w:t>
            </w:r>
          </w:p>
        </w:tc>
        <w:tc>
          <w:tcPr>
            <w:tcW w:w="761" w:type="dxa"/>
            <w:vMerge w:val="restart"/>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r w:rsidRPr="00C92D70">
              <w:rPr>
                <w:sz w:val="20"/>
                <w:szCs w:val="20"/>
              </w:rPr>
              <w:t>га/1 км</w:t>
            </w:r>
          </w:p>
        </w:tc>
        <w:tc>
          <w:tcPr>
            <w:tcW w:w="1685" w:type="dxa"/>
            <w:vMerge w:val="restart"/>
            <w:tcBorders>
              <w:top w:val="nil"/>
              <w:left w:val="single" w:sz="4" w:space="0" w:color="auto"/>
              <w:bottom w:val="single" w:sz="4" w:space="0" w:color="000000"/>
              <w:right w:val="single" w:sz="4" w:space="0" w:color="auto"/>
            </w:tcBorders>
            <w:textDirection w:val="btLr"/>
            <w:vAlign w:val="center"/>
          </w:tcPr>
          <w:p w:rsidR="007C08D3" w:rsidRPr="00C92D70" w:rsidRDefault="007C08D3" w:rsidP="003F4DBB">
            <w:pPr>
              <w:pStyle w:val="aa"/>
              <w:rPr>
                <w:sz w:val="20"/>
                <w:szCs w:val="20"/>
              </w:rPr>
            </w:pPr>
            <w:r w:rsidRPr="00C92D70">
              <w:rPr>
                <w:sz w:val="20"/>
                <w:szCs w:val="20"/>
              </w:rPr>
              <w:t>Постановление Правительства РФ от 2 сентября 2009 г. № 717 "О нормах отвода земель для размещения автомобильных дорог и (или) объектов дорожного сервиса" (c изменениями от 11 марта 2011 г) Приложение 18</w:t>
            </w: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7,5</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 6 полос</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6,8</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 II 4 полосы</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6,1</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II 2 полосы</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4,4</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III 2 полосы</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4</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IV 2 полосы</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2,4</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V 1 полоса</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2,1</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val="restart"/>
            <w:tcBorders>
              <w:top w:val="nil"/>
              <w:left w:val="single" w:sz="4" w:space="0" w:color="auto"/>
              <w:bottom w:val="single" w:sz="4" w:space="0" w:color="auto"/>
              <w:right w:val="single" w:sz="4" w:space="0" w:color="auto"/>
            </w:tcBorders>
            <w:textDirection w:val="btLr"/>
            <w:vAlign w:val="center"/>
          </w:tcPr>
          <w:p w:rsidR="007C08D3" w:rsidRPr="00C92D70" w:rsidRDefault="007C08D3" w:rsidP="003F4DBB">
            <w:pPr>
              <w:pStyle w:val="ac"/>
              <w:jc w:val="center"/>
              <w:rPr>
                <w:sz w:val="20"/>
                <w:szCs w:val="20"/>
              </w:rPr>
            </w:pPr>
            <w:r w:rsidRPr="00C92D70">
              <w:rPr>
                <w:sz w:val="20"/>
                <w:szCs w:val="20"/>
              </w:rPr>
              <w:t>при поперечном уклоне местности  ≥ 1: 20, но ≤ 1:10 для  а/д категории:</w:t>
            </w: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 8 полос</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7,6</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 6 полос</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6,9</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 II 4 полосы</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6,2</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II 2 полосы</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4,5</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III 2 полосы</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4,2</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IV 2 полосы</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2,5</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V 1 полоса</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2,2</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val="restart"/>
            <w:tcBorders>
              <w:top w:val="nil"/>
              <w:left w:val="single" w:sz="4" w:space="0" w:color="auto"/>
              <w:bottom w:val="single" w:sz="4" w:space="0" w:color="auto"/>
              <w:right w:val="single" w:sz="4" w:space="0" w:color="auto"/>
            </w:tcBorders>
            <w:textDirection w:val="btLr"/>
            <w:vAlign w:val="center"/>
          </w:tcPr>
          <w:p w:rsidR="007C08D3" w:rsidRPr="00C92D70" w:rsidRDefault="007C08D3" w:rsidP="003F4DBB">
            <w:pPr>
              <w:pStyle w:val="aa"/>
              <w:rPr>
                <w:sz w:val="20"/>
                <w:szCs w:val="20"/>
              </w:rPr>
            </w:pPr>
            <w:r w:rsidRPr="00C92D70">
              <w:rPr>
                <w:sz w:val="20"/>
                <w:szCs w:val="20"/>
              </w:rPr>
              <w:t>Необходимые</w:t>
            </w:r>
          </w:p>
        </w:tc>
        <w:tc>
          <w:tcPr>
            <w:tcW w:w="1603" w:type="dxa"/>
            <w:vMerge w:val="restart"/>
            <w:tcBorders>
              <w:top w:val="nil"/>
              <w:left w:val="single" w:sz="4" w:space="0" w:color="auto"/>
              <w:bottom w:val="single" w:sz="4" w:space="0" w:color="auto"/>
              <w:right w:val="single" w:sz="4" w:space="0" w:color="auto"/>
            </w:tcBorders>
            <w:textDirection w:val="btLr"/>
            <w:vAlign w:val="center"/>
          </w:tcPr>
          <w:p w:rsidR="007C08D3" w:rsidRPr="00C92D70" w:rsidRDefault="007C08D3" w:rsidP="003F4DBB">
            <w:pPr>
              <w:pStyle w:val="ac"/>
              <w:jc w:val="center"/>
              <w:rPr>
                <w:sz w:val="20"/>
                <w:szCs w:val="20"/>
              </w:rPr>
            </w:pPr>
            <w:r w:rsidRPr="00C92D70">
              <w:rPr>
                <w:sz w:val="20"/>
                <w:szCs w:val="20"/>
              </w:rPr>
              <w:t>при поперечном уклоне местности ≤ 1: 20 для категории а/д:</w:t>
            </w: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 8 полос</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8,1</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 6 полос</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7,2</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 II 4 полосы</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6,5</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II 2 полосы</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4,9</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III 2 полосы</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4,6</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IV 2 полосы</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3,5</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V 1 полоса</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3,3</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val="restart"/>
            <w:tcBorders>
              <w:top w:val="nil"/>
              <w:left w:val="single" w:sz="4" w:space="0" w:color="auto"/>
              <w:bottom w:val="single" w:sz="4" w:space="0" w:color="auto"/>
              <w:right w:val="single" w:sz="4" w:space="0" w:color="auto"/>
            </w:tcBorders>
            <w:textDirection w:val="btLr"/>
            <w:vAlign w:val="center"/>
          </w:tcPr>
          <w:p w:rsidR="007C08D3" w:rsidRPr="00C92D70" w:rsidRDefault="007C08D3" w:rsidP="003F4DBB">
            <w:pPr>
              <w:pStyle w:val="ac"/>
              <w:jc w:val="center"/>
              <w:rPr>
                <w:sz w:val="20"/>
                <w:szCs w:val="20"/>
              </w:rPr>
            </w:pPr>
            <w:r w:rsidRPr="00C92D70">
              <w:rPr>
                <w:sz w:val="20"/>
                <w:szCs w:val="20"/>
              </w:rPr>
              <w:t>при поперечном уклоне местности  ≥ 1: 20, но ≤ 1:10 для категории а/д:</w:t>
            </w: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 8 полос</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8,2</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 6 полос</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7,3</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 II 4 полосы</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6,6</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II 2 полосы</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5</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III 2 полосы</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4,8</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IV 2 полосы</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3,6</w:t>
            </w:r>
          </w:p>
        </w:tc>
      </w:tr>
      <w:tr w:rsidR="007C08D3" w:rsidRPr="00C92D70" w:rsidTr="003F4DBB">
        <w:trPr>
          <w:trHeight w:val="300"/>
        </w:trPr>
        <w:tc>
          <w:tcPr>
            <w:tcW w:w="50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1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95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03"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0" w:type="dxa"/>
            <w:tcBorders>
              <w:top w:val="nil"/>
              <w:left w:val="nil"/>
              <w:bottom w:val="single" w:sz="4" w:space="0" w:color="auto"/>
              <w:right w:val="single" w:sz="4" w:space="0" w:color="auto"/>
            </w:tcBorders>
          </w:tcPr>
          <w:p w:rsidR="007C08D3" w:rsidRPr="00C92D70" w:rsidRDefault="007C08D3" w:rsidP="003F4DBB">
            <w:pPr>
              <w:pStyle w:val="aa"/>
              <w:rPr>
                <w:sz w:val="20"/>
                <w:szCs w:val="20"/>
              </w:rPr>
            </w:pPr>
            <w:r w:rsidRPr="00C92D70">
              <w:rPr>
                <w:sz w:val="20"/>
                <w:szCs w:val="20"/>
              </w:rPr>
              <w:t>V 1 полоса</w:t>
            </w:r>
          </w:p>
        </w:tc>
        <w:tc>
          <w:tcPr>
            <w:tcW w:w="761"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685" w:type="dxa"/>
            <w:vMerge/>
            <w:tcBorders>
              <w:top w:val="nil"/>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1421" w:type="dxa"/>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a"/>
              <w:rPr>
                <w:sz w:val="20"/>
                <w:szCs w:val="20"/>
              </w:rPr>
            </w:pPr>
            <w:r w:rsidRPr="00C92D70">
              <w:rPr>
                <w:sz w:val="20"/>
                <w:szCs w:val="20"/>
              </w:rPr>
              <w:t>3,4</w:t>
            </w:r>
          </w:p>
        </w:tc>
      </w:tr>
      <w:tr w:rsidR="007C08D3" w:rsidRPr="00C92D70" w:rsidTr="003F4DBB">
        <w:trPr>
          <w:trHeight w:val="656"/>
        </w:trPr>
        <w:tc>
          <w:tcPr>
            <w:tcW w:w="507" w:type="dxa"/>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r w:rsidRPr="00C92D70">
              <w:rPr>
                <w:sz w:val="20"/>
                <w:szCs w:val="20"/>
              </w:rPr>
              <w:t>1.2</w:t>
            </w:r>
          </w:p>
        </w:tc>
        <w:tc>
          <w:tcPr>
            <w:tcW w:w="5849" w:type="dxa"/>
            <w:gridSpan w:val="4"/>
            <w:tcBorders>
              <w:top w:val="single" w:sz="4" w:space="0" w:color="auto"/>
              <w:left w:val="nil"/>
              <w:bottom w:val="single" w:sz="4" w:space="0" w:color="auto"/>
              <w:right w:val="single" w:sz="4" w:space="0" w:color="auto"/>
            </w:tcBorders>
            <w:vAlign w:val="center"/>
          </w:tcPr>
          <w:p w:rsidR="007C08D3" w:rsidRPr="00C92D70" w:rsidRDefault="007C08D3" w:rsidP="003F4DBB">
            <w:pPr>
              <w:pStyle w:val="aa"/>
              <w:rPr>
                <w:sz w:val="20"/>
                <w:szCs w:val="20"/>
              </w:rPr>
            </w:pPr>
            <w:r w:rsidRPr="00C92D70">
              <w:rPr>
                <w:sz w:val="20"/>
                <w:szCs w:val="20"/>
              </w:rPr>
              <w:t>Ширина полосы зеленых насаждений для защиты застройки от шума вдоль автомобильных дорог</w:t>
            </w:r>
          </w:p>
        </w:tc>
        <w:tc>
          <w:tcPr>
            <w:tcW w:w="761" w:type="dxa"/>
            <w:tcBorders>
              <w:top w:val="nil"/>
              <w:left w:val="nil"/>
              <w:bottom w:val="single" w:sz="4" w:space="0" w:color="auto"/>
              <w:right w:val="single" w:sz="4" w:space="0" w:color="auto"/>
            </w:tcBorders>
            <w:vAlign w:val="center"/>
          </w:tcPr>
          <w:p w:rsidR="007C08D3" w:rsidRPr="00C92D70" w:rsidRDefault="007C08D3" w:rsidP="003F4DBB">
            <w:pPr>
              <w:pStyle w:val="aa"/>
              <w:rPr>
                <w:sz w:val="20"/>
                <w:szCs w:val="20"/>
              </w:rPr>
            </w:pPr>
            <w:r w:rsidRPr="00C92D70">
              <w:rPr>
                <w:sz w:val="20"/>
                <w:szCs w:val="20"/>
              </w:rPr>
              <w:t>м</w:t>
            </w:r>
          </w:p>
        </w:tc>
        <w:tc>
          <w:tcPr>
            <w:tcW w:w="1685" w:type="dxa"/>
            <w:tcBorders>
              <w:top w:val="nil"/>
              <w:left w:val="nil"/>
              <w:bottom w:val="single" w:sz="4" w:space="0" w:color="auto"/>
              <w:right w:val="single" w:sz="4" w:space="0" w:color="auto"/>
            </w:tcBorders>
            <w:vAlign w:val="center"/>
          </w:tcPr>
          <w:p w:rsidR="007C08D3" w:rsidRPr="00C92D70" w:rsidRDefault="007C08D3" w:rsidP="003F4DBB">
            <w:pPr>
              <w:pStyle w:val="aa"/>
              <w:rPr>
                <w:sz w:val="20"/>
                <w:szCs w:val="20"/>
              </w:rPr>
            </w:pPr>
            <w:r w:rsidRPr="00C92D70">
              <w:rPr>
                <w:sz w:val="20"/>
                <w:szCs w:val="20"/>
              </w:rPr>
              <w:t>СНиП 2.07.01-89* п.6.9</w:t>
            </w:r>
          </w:p>
        </w:tc>
        <w:tc>
          <w:tcPr>
            <w:tcW w:w="1421" w:type="dxa"/>
            <w:tcBorders>
              <w:top w:val="single" w:sz="4" w:space="0" w:color="auto"/>
              <w:left w:val="nil"/>
              <w:bottom w:val="single" w:sz="4" w:space="0" w:color="auto"/>
              <w:right w:val="single" w:sz="4" w:space="0" w:color="auto"/>
            </w:tcBorders>
            <w:noWrap/>
            <w:vAlign w:val="center"/>
          </w:tcPr>
          <w:p w:rsidR="007C08D3" w:rsidRPr="00C92D70" w:rsidRDefault="007C08D3" w:rsidP="003F4DBB">
            <w:pPr>
              <w:pStyle w:val="aa"/>
              <w:rPr>
                <w:sz w:val="20"/>
                <w:szCs w:val="20"/>
              </w:rPr>
            </w:pPr>
            <w:r w:rsidRPr="00C92D70">
              <w:rPr>
                <w:sz w:val="20"/>
                <w:szCs w:val="20"/>
              </w:rPr>
              <w:t>10</w:t>
            </w:r>
          </w:p>
        </w:tc>
      </w:tr>
    </w:tbl>
    <w:p w:rsidR="007C08D3" w:rsidRPr="00C92D70" w:rsidRDefault="007C08D3" w:rsidP="003931FB">
      <w:pPr>
        <w:pStyle w:val="a4"/>
        <w:rPr>
          <w:lang w:val="en-US"/>
        </w:rPr>
      </w:pPr>
    </w:p>
    <w:p w:rsidR="007C08D3" w:rsidRPr="00C92D70" w:rsidRDefault="007C08D3" w:rsidP="003931FB">
      <w:pPr>
        <w:pStyle w:val="Heading2"/>
        <w:numPr>
          <w:ilvl w:val="1"/>
          <w:numId w:val="24"/>
        </w:numPr>
      </w:pPr>
      <w:bookmarkStart w:id="108" w:name="_Toc396401953"/>
      <w:r w:rsidRPr="00C92D70">
        <w:t>Плотность автомобильных дорог общей сети, км / кв. км территории</w:t>
      </w:r>
      <w:bookmarkEnd w:id="108"/>
    </w:p>
    <w:p w:rsidR="007C08D3" w:rsidRPr="00C92D70" w:rsidRDefault="007C08D3" w:rsidP="003931FB">
      <w:pPr>
        <w:pStyle w:val="a4"/>
      </w:pPr>
      <w:r w:rsidRPr="00C92D70">
        <w:t>При планировании развития автомобильных дорог общей сети следует стремиться к показателю их плотности – 0,2 км / кв. км территории.</w:t>
      </w:r>
    </w:p>
    <w:p w:rsidR="007C08D3" w:rsidRPr="00C915A5" w:rsidRDefault="007C08D3" w:rsidP="003931FB">
      <w:r w:rsidRPr="00C915A5">
        <w:t>Требования к проложению автомобильных дорог общей сети и условия выбора схем пересечений и примыканий (СНиП 2.05.02-85* Автомобильные дороги)</w:t>
      </w:r>
    </w:p>
    <w:p w:rsidR="007C08D3" w:rsidRPr="00C92D70" w:rsidRDefault="007C08D3" w:rsidP="003931FB">
      <w:pPr>
        <w:pStyle w:val="a4"/>
      </w:pPr>
      <w:r w:rsidRPr="00C92D70">
        <w:t>Прокладку трассы автомобильных дорог следует выполнять с учетом минимального воздействия на окружающую среду.</w:t>
      </w:r>
    </w:p>
    <w:p w:rsidR="007C08D3" w:rsidRPr="00C92D70" w:rsidRDefault="007C08D3" w:rsidP="003931FB">
      <w:pPr>
        <w:pStyle w:val="a4"/>
      </w:pPr>
      <w:r w:rsidRPr="00C92D70">
        <w:t>На сельскохозяйственных угодьях трассы следует прокладывать по границам полей севооборота или хозяйств.</w:t>
      </w:r>
    </w:p>
    <w:p w:rsidR="007C08D3" w:rsidRPr="00C92D70" w:rsidRDefault="007C08D3" w:rsidP="003931FB">
      <w:pPr>
        <w:pStyle w:val="a4"/>
      </w:pPr>
      <w:r w:rsidRPr="00C92D70">
        <w:t>Не допускается прокладка трасс по зонам особо охраняемых природных территорий.</w:t>
      </w:r>
    </w:p>
    <w:p w:rsidR="007C08D3" w:rsidRPr="00C92D70" w:rsidRDefault="007C08D3" w:rsidP="003931FB">
      <w:pPr>
        <w:pStyle w:val="a4"/>
      </w:pPr>
      <w:r w:rsidRPr="00C92D70">
        <w:t>Вдоль рек, озер и других водных объектов трассы следует прокладывать за пределами, установленных для них защитных зон.</w:t>
      </w:r>
    </w:p>
    <w:p w:rsidR="007C08D3" w:rsidRPr="00C92D70" w:rsidRDefault="007C08D3" w:rsidP="001D47E5">
      <w:pPr>
        <w:pStyle w:val="a4"/>
      </w:pPr>
      <w:r w:rsidRPr="00C92D70">
        <w:t>По лесным массивам трассы следует прокладывать, по возможности, с использованием просек и противопожарных разрывов.</w:t>
      </w:r>
    </w:p>
    <w:p w:rsidR="007C08D3" w:rsidRPr="00C92D70" w:rsidRDefault="007C08D3" w:rsidP="001D47E5">
      <w:pPr>
        <w:pStyle w:val="S5"/>
        <w:spacing w:before="0" w:after="0"/>
      </w:pPr>
      <w:r w:rsidRPr="00C92D70">
        <w:t>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7C08D3" w:rsidRPr="00C92D70" w:rsidRDefault="007C08D3" w:rsidP="001D47E5">
      <w:pPr>
        <w:pStyle w:val="a4"/>
      </w:pPr>
      <w:r w:rsidRPr="00C92D70">
        <w:t>Выбор схем пересечений и примыканий в одном уровне производится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7C08D3" w:rsidRPr="00C92D70" w:rsidRDefault="007C08D3" w:rsidP="001D47E5">
      <w:pPr>
        <w:pStyle w:val="a4"/>
      </w:pPr>
      <w:r w:rsidRPr="00C92D70">
        <w:t>Пересечения и примыкания автомобильных дорог в одном уровне проектируют в виде:</w:t>
      </w:r>
    </w:p>
    <w:p w:rsidR="007C08D3" w:rsidRPr="00C92D70" w:rsidRDefault="007C08D3" w:rsidP="001D47E5">
      <w:pPr>
        <w:pStyle w:val="List"/>
        <w:spacing w:after="0"/>
      </w:pPr>
      <w:r w:rsidRPr="00C92D70">
        <w:t xml:space="preserve"> простых пересечений и примыканий при суммарной перспективной интенсивности движения менее 2000 приведенных ед./сут.;</w:t>
      </w:r>
    </w:p>
    <w:p w:rsidR="007C08D3" w:rsidRPr="00C92D70" w:rsidRDefault="007C08D3" w:rsidP="001D47E5">
      <w:pPr>
        <w:pStyle w:val="List"/>
        <w:spacing w:after="0"/>
      </w:pPr>
      <w:r w:rsidRPr="00C92D70">
        <w:t xml:space="preserve"> канализированных пересечений и примыканий с островками и зонами безопасности при суммарной перспективной интенсивности движения от 2000 до 8000 приведенных ед./сут.;</w:t>
      </w:r>
    </w:p>
    <w:p w:rsidR="007C08D3" w:rsidRPr="00C92D70" w:rsidRDefault="007C08D3" w:rsidP="001D47E5">
      <w:pPr>
        <w:pStyle w:val="List"/>
        <w:spacing w:after="0"/>
      </w:pPr>
      <w:r w:rsidRPr="00C92D70">
        <w:t xml:space="preserve"> кольцевых пересечений 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7C08D3" w:rsidRPr="00C92D70" w:rsidRDefault="007C08D3" w:rsidP="001D47E5">
      <w:pPr>
        <w:pStyle w:val="a4"/>
      </w:pPr>
      <w:r w:rsidRPr="00C92D70">
        <w:t>Круговая проезжая часть должна быть шириной не менее 11,25 м. Диаметр центрального островка принимают согласно расчету, но не менее 60 м.</w:t>
      </w:r>
    </w:p>
    <w:p w:rsidR="007C08D3" w:rsidRPr="00C92D70" w:rsidRDefault="007C08D3" w:rsidP="001D47E5">
      <w:pPr>
        <w:pStyle w:val="a4"/>
      </w:pPr>
      <w:r w:rsidRPr="00C92D70">
        <w:t>В зависимости от размеров, состава и распределения движения по направлениям, а также от местных условий можно применять различные схемы развязок в разных уровнях. Типы транспортных развязок, а также геометрические параметры их соединительных ответвлений следует принимать с учетом обеспечения требуемой пропускной способности.</w:t>
      </w:r>
    </w:p>
    <w:p w:rsidR="007C08D3" w:rsidRPr="00C92D70" w:rsidRDefault="007C08D3" w:rsidP="001D47E5">
      <w:pPr>
        <w:pStyle w:val="a4"/>
      </w:pPr>
      <w:r w:rsidRPr="00C92D70">
        <w:t>Переходно-скоростные полосы предусматривают на пересечениях и примыканиях в одном уровне в местах съездов на дорогах категорий I - III, в том числе к зданиям и сооружениям, располагаемым в придорожной зоне: на дорогах категории I при интенсивности 50 приведенных ед./сут. и более съезжающих или въезжающих на дорогу (соответственно для полосы торможения или разгона); на дорогах категорий II и III при интенсивности 200 приведенных ед./сут. и более.</w:t>
      </w:r>
    </w:p>
    <w:p w:rsidR="007C08D3" w:rsidRPr="00C92D70" w:rsidRDefault="007C08D3" w:rsidP="001D47E5">
      <w:pPr>
        <w:pStyle w:val="a4"/>
      </w:pPr>
      <w:r w:rsidRPr="00C92D70">
        <w:t>На транспортных развязках в разных уровнях переходно-скоростные полосы для съездов, примыкающих к дорогам категорий I - III, являются обязательным элементом независимо от интенсивности движения.</w:t>
      </w:r>
    </w:p>
    <w:p w:rsidR="007C08D3" w:rsidRPr="00C92D70" w:rsidRDefault="007C08D3" w:rsidP="001D47E5">
      <w:pPr>
        <w:pStyle w:val="a4"/>
      </w:pPr>
      <w:r w:rsidRPr="00C92D70">
        <w:t>Переходно-скоростные полосы на дорогах категорий I - IV предусматривают в местах расположения площадок для остановок автобусов, а на дорогах категорий I - III - также у автозаправочных станций и площадок для отдыха (у площадок, не совмещенных с другими сооружениями обслуживания, полосы разгона допускается не устраивать).</w:t>
      </w:r>
    </w:p>
    <w:p w:rsidR="007C08D3" w:rsidRPr="00C92D70" w:rsidRDefault="007C08D3" w:rsidP="003931FB">
      <w:pPr>
        <w:pStyle w:val="a4"/>
      </w:pPr>
      <w:r w:rsidRPr="00C92D70">
        <w:t>Установление и использование придорожных полос территориальных автомобильных дорог общего пользования производится в соответствии с действующим законодательством и нормативами.</w:t>
      </w:r>
    </w:p>
    <w:p w:rsidR="007C08D3" w:rsidRPr="00C92D70" w:rsidRDefault="007C08D3" w:rsidP="003931FB">
      <w:pPr>
        <w:pStyle w:val="a4"/>
      </w:pPr>
      <w:r w:rsidRPr="00C92D70">
        <w:t>Мероприятия по придорожному озеленению автомобильных дорог необходимо проектировать в соответствии с ОДМ 218.011-98 Методические рекомендации по</w:t>
      </w:r>
      <w:r>
        <w:t xml:space="preserve"> озеленению автомобильных дорог (утвержденные Приказом ФДС России от 05.11.1998 № 421).</w:t>
      </w:r>
    </w:p>
    <w:p w:rsidR="007C08D3" w:rsidRPr="00C92D70" w:rsidRDefault="007C08D3" w:rsidP="003931FB">
      <w:pPr>
        <w:pStyle w:val="a4"/>
      </w:pPr>
      <w:r w:rsidRPr="00C92D70">
        <w:t>В случае прокладки дорог общей сети через территорию населенного пункта их следует проектирова</w:t>
      </w:r>
      <w:r>
        <w:t>ть с учетом требований раздела «Сеть улиц и дорог»</w:t>
      </w:r>
      <w:r w:rsidRPr="00C92D70">
        <w:t xml:space="preserve"> РН</w:t>
      </w:r>
      <w:r>
        <w:t>ГП поселений Красноярского края (Постановление Правительства Красноярского края от 23.12.2014 №631-п «Об утверждении региональных нормативов градостроительного проектирования Красноярского края»).</w:t>
      </w:r>
    </w:p>
    <w:p w:rsidR="007C08D3" w:rsidRDefault="007C08D3" w:rsidP="001D47E5">
      <w:pPr>
        <w:pStyle w:val="Heading2"/>
        <w:numPr>
          <w:ilvl w:val="1"/>
          <w:numId w:val="24"/>
        </w:numPr>
        <w:jc w:val="center"/>
      </w:pPr>
      <w:bookmarkStart w:id="109" w:name="_Toc396401954"/>
      <w:r w:rsidRPr="00C92D70">
        <w:t>Затраты времени на передвижение для ежеднев</w:t>
      </w:r>
      <w:r>
        <w:t>но приезжающих на работу в административный центр</w:t>
      </w:r>
      <w:r w:rsidRPr="00C92D70">
        <w:t xml:space="preserve"> из других поселений</w:t>
      </w:r>
      <w:bookmarkEnd w:id="109"/>
    </w:p>
    <w:p w:rsidR="007C08D3" w:rsidRPr="001D47E5" w:rsidRDefault="007C08D3" w:rsidP="001D47E5">
      <w:pPr>
        <w:pStyle w:val="a4"/>
      </w:pPr>
    </w:p>
    <w:p w:rsidR="007C08D3" w:rsidRPr="00C92D70" w:rsidRDefault="007C08D3" w:rsidP="001D47E5">
      <w:pPr>
        <w:pStyle w:val="S5"/>
        <w:spacing w:before="0" w:after="0"/>
      </w:pPr>
      <w:r w:rsidRPr="00C92D70">
        <w:t>Комплексным показателем, отражающим степень компактности территории, уровень развития улично-дорожной и транспортной сети, являются затраты времени на передвижение от мест проживания до мест работы.</w:t>
      </w:r>
    </w:p>
    <w:p w:rsidR="007C08D3" w:rsidRPr="00C92D70" w:rsidRDefault="007C08D3" w:rsidP="001D47E5">
      <w:pPr>
        <w:pStyle w:val="S5"/>
        <w:spacing w:before="0" w:after="0"/>
      </w:pPr>
      <w:r w:rsidRPr="00C92D70">
        <w:t>Максимальные затраты времени  на передвижение от мест проживания до мест работы для 90 % трудящихся представлены ниже (</w:t>
      </w:r>
      <w:r>
        <w:t>Таблица 20</w:t>
      </w:r>
      <w:r w:rsidRPr="00C92D70">
        <w:t>).</w:t>
      </w:r>
    </w:p>
    <w:p w:rsidR="007C08D3" w:rsidRPr="00C92D70" w:rsidRDefault="007C08D3" w:rsidP="003931FB">
      <w:pPr>
        <w:pStyle w:val="Caption"/>
        <w:jc w:val="right"/>
      </w:pPr>
      <w:bookmarkStart w:id="110" w:name="_Ref375130243"/>
      <w:r w:rsidRPr="00C92D70">
        <w:t xml:space="preserve">Таблица </w:t>
      </w:r>
      <w:bookmarkEnd w:id="110"/>
      <w:r>
        <w:t>20</w:t>
      </w:r>
    </w:p>
    <w:p w:rsidR="007C08D3" w:rsidRPr="00C92D70" w:rsidRDefault="007C08D3" w:rsidP="003931FB">
      <w:pPr>
        <w:pStyle w:val="Caption"/>
        <w:rPr>
          <w:sz w:val="24"/>
          <w:szCs w:val="24"/>
        </w:rPr>
      </w:pPr>
      <w:r w:rsidRPr="00C92D70">
        <w:rPr>
          <w:sz w:val="24"/>
          <w:szCs w:val="24"/>
        </w:rPr>
        <w:t>Затраты времени на передвижение, для ежедневно приезжающих на работу в центр из других поселений</w:t>
      </w:r>
    </w:p>
    <w:tbl>
      <w:tblPr>
        <w:tblW w:w="10186" w:type="dxa"/>
        <w:jc w:val="center"/>
        <w:tblInd w:w="-109" w:type="dxa"/>
        <w:tblLook w:val="00A0"/>
      </w:tblPr>
      <w:tblGrid>
        <w:gridCol w:w="3316"/>
        <w:gridCol w:w="1191"/>
        <w:gridCol w:w="1124"/>
        <w:gridCol w:w="2715"/>
        <w:gridCol w:w="1840"/>
      </w:tblGrid>
      <w:tr w:rsidR="007C08D3" w:rsidRPr="00C92D70" w:rsidTr="003F4DBB">
        <w:trPr>
          <w:trHeight w:val="230"/>
          <w:jc w:val="center"/>
        </w:trPr>
        <w:tc>
          <w:tcPr>
            <w:tcW w:w="4918" w:type="dxa"/>
            <w:gridSpan w:val="2"/>
            <w:vMerge w:val="restart"/>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9"/>
              <w:rPr>
                <w:sz w:val="20"/>
                <w:szCs w:val="20"/>
              </w:rPr>
            </w:pPr>
            <w:r w:rsidRPr="00C92D70">
              <w:rPr>
                <w:sz w:val="20"/>
                <w:szCs w:val="20"/>
              </w:rPr>
              <w:t>Определяемый норматив</w:t>
            </w:r>
          </w:p>
        </w:tc>
        <w:tc>
          <w:tcPr>
            <w:tcW w:w="880" w:type="dxa"/>
            <w:vMerge w:val="restart"/>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9"/>
              <w:rPr>
                <w:sz w:val="20"/>
                <w:szCs w:val="20"/>
              </w:rPr>
            </w:pPr>
            <w:r w:rsidRPr="00C92D70">
              <w:rPr>
                <w:sz w:val="20"/>
                <w:szCs w:val="20"/>
              </w:rPr>
              <w:t>ед. изм.</w:t>
            </w:r>
          </w:p>
        </w:tc>
        <w:tc>
          <w:tcPr>
            <w:tcW w:w="2867" w:type="dxa"/>
            <w:vMerge w:val="restart"/>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9"/>
              <w:rPr>
                <w:sz w:val="20"/>
                <w:szCs w:val="20"/>
              </w:rPr>
            </w:pPr>
            <w:r w:rsidRPr="00C92D70">
              <w:rPr>
                <w:sz w:val="20"/>
                <w:szCs w:val="20"/>
              </w:rPr>
              <w:t>Нормативная ссылка</w:t>
            </w:r>
          </w:p>
        </w:tc>
        <w:tc>
          <w:tcPr>
            <w:tcW w:w="1521" w:type="dxa"/>
            <w:vMerge w:val="restart"/>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9"/>
              <w:rPr>
                <w:sz w:val="20"/>
                <w:szCs w:val="20"/>
              </w:rPr>
            </w:pPr>
            <w:r w:rsidRPr="00C92D70">
              <w:rPr>
                <w:sz w:val="20"/>
                <w:szCs w:val="20"/>
              </w:rPr>
              <w:t>Показатель</w:t>
            </w:r>
          </w:p>
        </w:tc>
      </w:tr>
      <w:tr w:rsidR="007C08D3" w:rsidRPr="00C92D70" w:rsidTr="003F4DBB">
        <w:trPr>
          <w:trHeight w:val="264"/>
          <w:jc w:val="center"/>
        </w:trPr>
        <w:tc>
          <w:tcPr>
            <w:tcW w:w="4918" w:type="dxa"/>
            <w:gridSpan w:val="2"/>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rPr>
                <w:sz w:val="20"/>
                <w:szCs w:val="20"/>
              </w:rPr>
            </w:pPr>
          </w:p>
        </w:tc>
        <w:tc>
          <w:tcPr>
            <w:tcW w:w="880" w:type="dxa"/>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2867" w:type="dxa"/>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rPr>
                <w:sz w:val="20"/>
                <w:szCs w:val="20"/>
              </w:rPr>
            </w:pPr>
          </w:p>
        </w:tc>
        <w:tc>
          <w:tcPr>
            <w:tcW w:w="1521" w:type="dxa"/>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rPr>
                <w:sz w:val="20"/>
                <w:szCs w:val="20"/>
              </w:rPr>
            </w:pPr>
          </w:p>
        </w:tc>
      </w:tr>
      <w:tr w:rsidR="007C08D3" w:rsidRPr="00C92D70" w:rsidTr="003F4DBB">
        <w:trPr>
          <w:trHeight w:val="264"/>
          <w:jc w:val="center"/>
        </w:trPr>
        <w:tc>
          <w:tcPr>
            <w:tcW w:w="4918" w:type="dxa"/>
            <w:gridSpan w:val="2"/>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rPr>
                <w:sz w:val="20"/>
                <w:szCs w:val="20"/>
              </w:rPr>
            </w:pPr>
          </w:p>
        </w:tc>
        <w:tc>
          <w:tcPr>
            <w:tcW w:w="880" w:type="dxa"/>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2867" w:type="dxa"/>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rPr>
                <w:sz w:val="20"/>
                <w:szCs w:val="20"/>
              </w:rPr>
            </w:pPr>
          </w:p>
        </w:tc>
        <w:tc>
          <w:tcPr>
            <w:tcW w:w="1521" w:type="dxa"/>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rPr>
                <w:sz w:val="20"/>
                <w:szCs w:val="20"/>
              </w:rPr>
            </w:pPr>
          </w:p>
        </w:tc>
      </w:tr>
      <w:tr w:rsidR="007C08D3" w:rsidRPr="00C92D70" w:rsidTr="003F4DBB">
        <w:trPr>
          <w:trHeight w:val="280"/>
          <w:jc w:val="center"/>
        </w:trPr>
        <w:tc>
          <w:tcPr>
            <w:tcW w:w="3725" w:type="dxa"/>
            <w:vMerge w:val="restart"/>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r w:rsidRPr="00C92D70">
              <w:rPr>
                <w:sz w:val="20"/>
                <w:szCs w:val="20"/>
              </w:rPr>
              <w:t>Затраты времени на передвижение для ежедневно приезжающих на работу в центр из других поселений, для населенных пунктов с численностью населения, тыс. чел.:</w:t>
            </w:r>
          </w:p>
        </w:tc>
        <w:tc>
          <w:tcPr>
            <w:tcW w:w="1193" w:type="dxa"/>
            <w:tcBorders>
              <w:top w:val="nil"/>
              <w:left w:val="nil"/>
              <w:bottom w:val="single" w:sz="4" w:space="0" w:color="auto"/>
              <w:right w:val="single" w:sz="4" w:space="0" w:color="auto"/>
            </w:tcBorders>
            <w:vAlign w:val="center"/>
          </w:tcPr>
          <w:p w:rsidR="007C08D3" w:rsidRPr="00C92D70" w:rsidRDefault="007C08D3" w:rsidP="003F4DBB">
            <w:pPr>
              <w:pStyle w:val="aa"/>
              <w:rPr>
                <w:sz w:val="20"/>
                <w:szCs w:val="20"/>
              </w:rPr>
            </w:pPr>
            <w:r w:rsidRPr="00C92D70">
              <w:rPr>
                <w:sz w:val="20"/>
                <w:szCs w:val="20"/>
              </w:rPr>
              <w:t>2000</w:t>
            </w:r>
          </w:p>
        </w:tc>
        <w:tc>
          <w:tcPr>
            <w:tcW w:w="880" w:type="dxa"/>
            <w:vMerge w:val="restart"/>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r w:rsidRPr="00C92D70">
              <w:rPr>
                <w:sz w:val="20"/>
                <w:szCs w:val="20"/>
              </w:rPr>
              <w:t>мин</w:t>
            </w:r>
          </w:p>
        </w:tc>
        <w:tc>
          <w:tcPr>
            <w:tcW w:w="2867" w:type="dxa"/>
            <w:vMerge w:val="restart"/>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jc w:val="center"/>
              <w:rPr>
                <w:sz w:val="20"/>
                <w:szCs w:val="20"/>
              </w:rPr>
            </w:pPr>
            <w:r w:rsidRPr="00C92D70">
              <w:rPr>
                <w:sz w:val="20"/>
                <w:szCs w:val="20"/>
              </w:rPr>
              <w:t>СНиП 2.07.01-89* п.6.2</w:t>
            </w:r>
          </w:p>
        </w:tc>
        <w:tc>
          <w:tcPr>
            <w:tcW w:w="1521" w:type="dxa"/>
            <w:tcBorders>
              <w:top w:val="single" w:sz="4" w:space="0" w:color="auto"/>
              <w:left w:val="nil"/>
              <w:bottom w:val="single" w:sz="4" w:space="0" w:color="auto"/>
              <w:right w:val="single" w:sz="4" w:space="0" w:color="auto"/>
            </w:tcBorders>
            <w:vAlign w:val="center"/>
          </w:tcPr>
          <w:p w:rsidR="007C08D3" w:rsidRPr="00C92D70" w:rsidRDefault="007C08D3" w:rsidP="003F4DBB">
            <w:pPr>
              <w:pStyle w:val="aa"/>
              <w:rPr>
                <w:sz w:val="20"/>
                <w:szCs w:val="20"/>
              </w:rPr>
            </w:pPr>
            <w:r w:rsidRPr="00C92D70">
              <w:rPr>
                <w:sz w:val="20"/>
                <w:szCs w:val="20"/>
              </w:rPr>
              <w:t>90</w:t>
            </w:r>
          </w:p>
        </w:tc>
      </w:tr>
      <w:tr w:rsidR="007C08D3" w:rsidRPr="00C92D70" w:rsidTr="003F4DBB">
        <w:trPr>
          <w:trHeight w:val="280"/>
          <w:jc w:val="center"/>
        </w:trPr>
        <w:tc>
          <w:tcPr>
            <w:tcW w:w="372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193" w:type="dxa"/>
            <w:tcBorders>
              <w:top w:val="nil"/>
              <w:left w:val="nil"/>
              <w:bottom w:val="single" w:sz="4" w:space="0" w:color="auto"/>
              <w:right w:val="single" w:sz="4" w:space="0" w:color="auto"/>
            </w:tcBorders>
            <w:vAlign w:val="center"/>
          </w:tcPr>
          <w:p w:rsidR="007C08D3" w:rsidRPr="00C92D70" w:rsidRDefault="007C08D3" w:rsidP="003F4DBB">
            <w:pPr>
              <w:pStyle w:val="aa"/>
              <w:rPr>
                <w:sz w:val="20"/>
                <w:szCs w:val="20"/>
              </w:rPr>
            </w:pPr>
            <w:r w:rsidRPr="00C92D70">
              <w:rPr>
                <w:sz w:val="20"/>
                <w:szCs w:val="20"/>
              </w:rPr>
              <w:t>1000</w:t>
            </w:r>
          </w:p>
        </w:tc>
        <w:tc>
          <w:tcPr>
            <w:tcW w:w="880"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286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521" w:type="dxa"/>
            <w:tcBorders>
              <w:top w:val="single" w:sz="4" w:space="0" w:color="auto"/>
              <w:left w:val="nil"/>
              <w:bottom w:val="single" w:sz="4" w:space="0" w:color="auto"/>
              <w:right w:val="single" w:sz="4" w:space="0" w:color="auto"/>
            </w:tcBorders>
            <w:vAlign w:val="center"/>
          </w:tcPr>
          <w:p w:rsidR="007C08D3" w:rsidRPr="00C92D70" w:rsidRDefault="007C08D3" w:rsidP="003F4DBB">
            <w:pPr>
              <w:pStyle w:val="aa"/>
              <w:rPr>
                <w:sz w:val="20"/>
                <w:szCs w:val="20"/>
              </w:rPr>
            </w:pPr>
            <w:r w:rsidRPr="00C92D70">
              <w:rPr>
                <w:sz w:val="20"/>
                <w:szCs w:val="20"/>
              </w:rPr>
              <w:t>80</w:t>
            </w:r>
          </w:p>
        </w:tc>
      </w:tr>
      <w:tr w:rsidR="007C08D3" w:rsidRPr="00C92D70" w:rsidTr="003F4DBB">
        <w:trPr>
          <w:trHeight w:val="280"/>
          <w:jc w:val="center"/>
        </w:trPr>
        <w:tc>
          <w:tcPr>
            <w:tcW w:w="372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193" w:type="dxa"/>
            <w:tcBorders>
              <w:top w:val="nil"/>
              <w:left w:val="nil"/>
              <w:bottom w:val="single" w:sz="4" w:space="0" w:color="auto"/>
              <w:right w:val="single" w:sz="4" w:space="0" w:color="auto"/>
            </w:tcBorders>
            <w:vAlign w:val="center"/>
          </w:tcPr>
          <w:p w:rsidR="007C08D3" w:rsidRPr="00C92D70" w:rsidRDefault="007C08D3" w:rsidP="003F4DBB">
            <w:pPr>
              <w:pStyle w:val="aa"/>
              <w:rPr>
                <w:sz w:val="20"/>
                <w:szCs w:val="20"/>
              </w:rPr>
            </w:pPr>
            <w:r w:rsidRPr="00C92D70">
              <w:rPr>
                <w:sz w:val="20"/>
                <w:szCs w:val="20"/>
              </w:rPr>
              <w:t>500</w:t>
            </w:r>
          </w:p>
        </w:tc>
        <w:tc>
          <w:tcPr>
            <w:tcW w:w="880"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286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521" w:type="dxa"/>
            <w:tcBorders>
              <w:top w:val="single" w:sz="4" w:space="0" w:color="auto"/>
              <w:left w:val="nil"/>
              <w:bottom w:val="single" w:sz="4" w:space="0" w:color="auto"/>
              <w:right w:val="single" w:sz="4" w:space="0" w:color="auto"/>
            </w:tcBorders>
            <w:vAlign w:val="center"/>
          </w:tcPr>
          <w:p w:rsidR="007C08D3" w:rsidRPr="00C92D70" w:rsidRDefault="007C08D3" w:rsidP="003F4DBB">
            <w:pPr>
              <w:pStyle w:val="aa"/>
              <w:rPr>
                <w:sz w:val="20"/>
                <w:szCs w:val="20"/>
              </w:rPr>
            </w:pPr>
            <w:r w:rsidRPr="00C92D70">
              <w:rPr>
                <w:sz w:val="20"/>
                <w:szCs w:val="20"/>
              </w:rPr>
              <w:t>74</w:t>
            </w:r>
          </w:p>
        </w:tc>
      </w:tr>
      <w:tr w:rsidR="007C08D3" w:rsidRPr="00C92D70" w:rsidTr="003F4DBB">
        <w:trPr>
          <w:trHeight w:val="280"/>
          <w:jc w:val="center"/>
        </w:trPr>
        <w:tc>
          <w:tcPr>
            <w:tcW w:w="3725"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193" w:type="dxa"/>
            <w:tcBorders>
              <w:top w:val="nil"/>
              <w:left w:val="nil"/>
              <w:bottom w:val="single" w:sz="4" w:space="0" w:color="auto"/>
              <w:right w:val="single" w:sz="4" w:space="0" w:color="auto"/>
            </w:tcBorders>
            <w:vAlign w:val="center"/>
          </w:tcPr>
          <w:p w:rsidR="007C08D3" w:rsidRPr="00C92D70" w:rsidRDefault="007C08D3" w:rsidP="003F4DBB">
            <w:pPr>
              <w:pStyle w:val="aa"/>
              <w:rPr>
                <w:sz w:val="20"/>
                <w:szCs w:val="20"/>
              </w:rPr>
            </w:pPr>
            <w:r w:rsidRPr="00C92D70">
              <w:rPr>
                <w:sz w:val="20"/>
                <w:szCs w:val="20"/>
              </w:rPr>
              <w:t>250</w:t>
            </w:r>
          </w:p>
        </w:tc>
        <w:tc>
          <w:tcPr>
            <w:tcW w:w="880"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2867"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1521" w:type="dxa"/>
            <w:tcBorders>
              <w:top w:val="single" w:sz="4" w:space="0" w:color="auto"/>
              <w:left w:val="nil"/>
              <w:bottom w:val="single" w:sz="4" w:space="0" w:color="auto"/>
              <w:right w:val="single" w:sz="4" w:space="0" w:color="auto"/>
            </w:tcBorders>
            <w:vAlign w:val="center"/>
          </w:tcPr>
          <w:p w:rsidR="007C08D3" w:rsidRPr="00C92D70" w:rsidRDefault="007C08D3" w:rsidP="003F4DBB">
            <w:pPr>
              <w:pStyle w:val="aa"/>
              <w:rPr>
                <w:sz w:val="20"/>
                <w:szCs w:val="20"/>
              </w:rPr>
            </w:pPr>
            <w:r w:rsidRPr="00C92D70">
              <w:rPr>
                <w:sz w:val="20"/>
                <w:szCs w:val="20"/>
              </w:rPr>
              <w:t>70</w:t>
            </w:r>
          </w:p>
        </w:tc>
      </w:tr>
    </w:tbl>
    <w:p w:rsidR="007C08D3" w:rsidRPr="00C92D70" w:rsidRDefault="007C08D3" w:rsidP="003931FB">
      <w:pPr>
        <w:jc w:val="center"/>
        <w:rPr>
          <w:b/>
          <w:sz w:val="22"/>
        </w:rPr>
        <w:sectPr w:rsidR="007C08D3" w:rsidRPr="00C92D70" w:rsidSect="00E106B8">
          <w:headerReference w:type="default" r:id="rId11"/>
          <w:footerReference w:type="default" r:id="rId12"/>
          <w:pgSz w:w="11906" w:h="16838" w:code="9"/>
          <w:pgMar w:top="568" w:right="566" w:bottom="1134" w:left="1134" w:header="425" w:footer="833" w:gutter="0"/>
          <w:cols w:space="708"/>
          <w:docGrid w:linePitch="360"/>
        </w:sectPr>
      </w:pPr>
    </w:p>
    <w:p w:rsidR="007C08D3" w:rsidRPr="00C92D70" w:rsidRDefault="007C08D3" w:rsidP="002705CA">
      <w:pPr>
        <w:rPr>
          <w:b/>
        </w:rPr>
      </w:pPr>
      <w:r w:rsidRPr="00C92D70">
        <w:rPr>
          <w:b/>
        </w:rPr>
        <w:t>Прогнозирование уровня автомобилизации</w:t>
      </w:r>
    </w:p>
    <w:p w:rsidR="007C08D3" w:rsidRPr="00C92D70" w:rsidRDefault="007C08D3" w:rsidP="002705CA">
      <w:pPr>
        <w:pStyle w:val="S5"/>
        <w:spacing w:before="0" w:after="0"/>
      </w:pPr>
      <w:r w:rsidRPr="00C92D70">
        <w:rPr>
          <w:rFonts w:eastAsia="TimesNewRomanPSMT"/>
        </w:rPr>
        <w:t>Социально-экономическое районирование позволит в процессе установления нормативов принимать решения об установлении показателя уровня автомобилизации, с учетом текущего и прогнозируемого состояния социально-экономической сферы в муниципальном образовании.</w:t>
      </w:r>
      <w:r w:rsidRPr="00C92D70">
        <w:t xml:space="preserve"> </w:t>
      </w:r>
    </w:p>
    <w:p w:rsidR="007C08D3" w:rsidRPr="00C92D70" w:rsidRDefault="007C08D3" w:rsidP="002705CA">
      <w:pPr>
        <w:pStyle w:val="S5"/>
        <w:spacing w:before="0" w:after="0"/>
      </w:pPr>
      <w:r w:rsidRPr="00C92D70">
        <w:t>Показатели существующего уровня автомобилизации на период 31.12.2011г. представлены ниже (</w:t>
      </w:r>
      <w:r>
        <w:t>Таблица 21</w:t>
      </w:r>
      <w:r w:rsidRPr="00C92D70">
        <w:t>). Указанные показатели допускается уменьшать или увеличивать в зависимости от местных условий, но не более чем на 25%.</w:t>
      </w:r>
    </w:p>
    <w:p w:rsidR="007C08D3" w:rsidRPr="00C92D70" w:rsidRDefault="007C08D3" w:rsidP="003931FB">
      <w:pPr>
        <w:pStyle w:val="Caption"/>
        <w:jc w:val="right"/>
        <w:rPr>
          <w:lang w:val="en-US"/>
        </w:rPr>
      </w:pPr>
      <w:bookmarkStart w:id="111" w:name="_Ref375130169"/>
      <w:r w:rsidRPr="00C92D70">
        <w:t xml:space="preserve">Таблица </w:t>
      </w:r>
      <w:bookmarkEnd w:id="111"/>
      <w:r>
        <w:t>21</w:t>
      </w:r>
    </w:p>
    <w:p w:rsidR="007C08D3" w:rsidRPr="00C92D70" w:rsidRDefault="007C08D3" w:rsidP="003931FB">
      <w:pPr>
        <w:pStyle w:val="Caption"/>
        <w:rPr>
          <w:b w:val="0"/>
          <w:sz w:val="24"/>
          <w:szCs w:val="24"/>
        </w:rPr>
      </w:pPr>
      <w:r w:rsidRPr="00C92D70">
        <w:rPr>
          <w:sz w:val="24"/>
          <w:szCs w:val="24"/>
        </w:rPr>
        <w:t>Существующий уровень автомобилизации</w:t>
      </w:r>
    </w:p>
    <w:tbl>
      <w:tblPr>
        <w:tblW w:w="10192" w:type="dxa"/>
        <w:jc w:val="center"/>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52"/>
        <w:gridCol w:w="1985"/>
        <w:gridCol w:w="1984"/>
        <w:gridCol w:w="2371"/>
      </w:tblGrid>
      <w:tr w:rsidR="007C08D3" w:rsidRPr="00C92D70" w:rsidTr="003F4DBB">
        <w:trPr>
          <w:trHeight w:val="20"/>
          <w:tblHeader/>
          <w:jc w:val="center"/>
        </w:trPr>
        <w:tc>
          <w:tcPr>
            <w:tcW w:w="3852" w:type="dxa"/>
            <w:vAlign w:val="center"/>
          </w:tcPr>
          <w:p w:rsidR="007C08D3" w:rsidRPr="00C92D70" w:rsidRDefault="007C08D3" w:rsidP="003F4DBB">
            <w:pPr>
              <w:spacing w:before="120" w:after="60"/>
              <w:jc w:val="center"/>
              <w:rPr>
                <w:b/>
                <w:sz w:val="20"/>
                <w:szCs w:val="20"/>
              </w:rPr>
            </w:pPr>
            <w:r w:rsidRPr="00C92D70">
              <w:rPr>
                <w:b/>
                <w:sz w:val="20"/>
                <w:szCs w:val="20"/>
              </w:rPr>
              <w:t>Муниципальные образования</w:t>
            </w:r>
          </w:p>
        </w:tc>
        <w:tc>
          <w:tcPr>
            <w:tcW w:w="1985" w:type="dxa"/>
            <w:vAlign w:val="center"/>
          </w:tcPr>
          <w:p w:rsidR="007C08D3" w:rsidRPr="00C92D70" w:rsidRDefault="007C08D3" w:rsidP="003F4DBB">
            <w:pPr>
              <w:spacing w:before="120" w:after="60"/>
              <w:jc w:val="center"/>
              <w:rPr>
                <w:b/>
                <w:sz w:val="20"/>
                <w:szCs w:val="20"/>
              </w:rPr>
            </w:pPr>
            <w:r w:rsidRPr="00C92D70">
              <w:rPr>
                <w:b/>
                <w:sz w:val="20"/>
                <w:szCs w:val="20"/>
              </w:rPr>
              <w:t>Уровень автомобилизации, ед. легковых авто / 1000 жителей</w:t>
            </w:r>
          </w:p>
        </w:tc>
        <w:tc>
          <w:tcPr>
            <w:tcW w:w="1984" w:type="dxa"/>
            <w:vAlign w:val="center"/>
          </w:tcPr>
          <w:p w:rsidR="007C08D3" w:rsidRPr="00C92D70" w:rsidRDefault="007C08D3" w:rsidP="003F4DBB">
            <w:pPr>
              <w:spacing w:before="120" w:after="60"/>
              <w:jc w:val="center"/>
              <w:rPr>
                <w:b/>
                <w:sz w:val="20"/>
                <w:szCs w:val="20"/>
              </w:rPr>
            </w:pPr>
            <w:r w:rsidRPr="00C92D70">
              <w:rPr>
                <w:b/>
                <w:sz w:val="20"/>
                <w:szCs w:val="20"/>
              </w:rPr>
              <w:t>Уровень автомобилизации, ед. грузовых авто / 1000 жителей</w:t>
            </w:r>
          </w:p>
        </w:tc>
        <w:tc>
          <w:tcPr>
            <w:tcW w:w="2371" w:type="dxa"/>
            <w:vAlign w:val="center"/>
          </w:tcPr>
          <w:p w:rsidR="007C08D3" w:rsidRPr="00C92D70" w:rsidRDefault="007C08D3" w:rsidP="003F4DBB">
            <w:pPr>
              <w:spacing w:before="120" w:after="60"/>
              <w:jc w:val="center"/>
              <w:rPr>
                <w:b/>
                <w:sz w:val="20"/>
                <w:szCs w:val="20"/>
              </w:rPr>
            </w:pPr>
            <w:r w:rsidRPr="00C92D70">
              <w:rPr>
                <w:b/>
                <w:sz w:val="20"/>
                <w:szCs w:val="20"/>
              </w:rPr>
              <w:t>Уровень автомобилизации, ед. мототранспорта / 1000 жителей</w:t>
            </w:r>
          </w:p>
        </w:tc>
      </w:tr>
    </w:tbl>
    <w:p w:rsidR="007C08D3" w:rsidRPr="00C92D70" w:rsidRDefault="007C08D3" w:rsidP="003931FB">
      <w:pPr>
        <w:pStyle w:val="List"/>
        <w:ind w:left="737" w:firstLine="0"/>
        <w:rPr>
          <w:sz w:val="20"/>
          <w:szCs w:val="20"/>
        </w:rPr>
      </w:pPr>
    </w:p>
    <w:p w:rsidR="007C08D3" w:rsidRPr="00DB7152" w:rsidRDefault="007C08D3" w:rsidP="003931FB">
      <w:pPr>
        <w:jc w:val="center"/>
        <w:rPr>
          <w:b/>
        </w:rPr>
      </w:pPr>
    </w:p>
    <w:p w:rsidR="007C08D3" w:rsidRPr="00C92D70" w:rsidRDefault="007C08D3" w:rsidP="003931FB">
      <w:pPr>
        <w:jc w:val="center"/>
        <w:rPr>
          <w:b/>
        </w:rPr>
      </w:pPr>
      <w:r w:rsidRPr="00C92D70">
        <w:rPr>
          <w:b/>
        </w:rPr>
        <w:t xml:space="preserve">Методика прогнозирования уровня автомобилизации </w:t>
      </w:r>
    </w:p>
    <w:p w:rsidR="007C08D3" w:rsidRPr="00C92D70" w:rsidRDefault="007C08D3" w:rsidP="00013470">
      <w:pPr>
        <w:rPr>
          <w:lang w:eastAsia="ar-SA"/>
        </w:rPr>
      </w:pPr>
      <w:r w:rsidRPr="00C92D70">
        <w:rPr>
          <w:lang w:eastAsia="ar-SA"/>
        </w:rPr>
        <w:t xml:space="preserve">Одним из важных, описывающих социально-экономическое положение территории Красноярского края, является уровень автомобилизации легковыми автомобилями. Прогнозирование уровня автомобилизации основано на экстраполяции зависимости уровня автомобилизации легковыми автомобилями от различных социально-экономических факторов на расчетный срок. Установить зависимость уровня автомобилизации легковыми автомобилями от различных факторов и оценить тесноту этих связей позволяет метод корреляционно-регрессионного анализа. </w:t>
      </w:r>
    </w:p>
    <w:p w:rsidR="007C08D3" w:rsidRPr="00C92D70" w:rsidRDefault="007C08D3" w:rsidP="00013470">
      <w:pPr>
        <w:rPr>
          <w:lang w:eastAsia="ar-SA"/>
        </w:rPr>
      </w:pPr>
      <w:r w:rsidRPr="00C92D70">
        <w:rPr>
          <w:lang w:eastAsia="ar-SA"/>
        </w:rPr>
        <w:t>В первую очередь, был составлен перечень признаков, предположительно оказывающих влияние на уровень автомобилизации легковыми автомобилями в Красноярском крае:</w:t>
      </w:r>
    </w:p>
    <w:p w:rsidR="007C08D3" w:rsidRPr="00C92D70" w:rsidRDefault="007C08D3" w:rsidP="00013470">
      <w:pPr>
        <w:pStyle w:val="List"/>
        <w:spacing w:after="0"/>
      </w:pPr>
      <w:r w:rsidRPr="00C92D70">
        <w:t>природно-климатический;</w:t>
      </w:r>
    </w:p>
    <w:p w:rsidR="007C08D3" w:rsidRPr="00C92D70" w:rsidRDefault="007C08D3" w:rsidP="00013470">
      <w:pPr>
        <w:pStyle w:val="List"/>
        <w:spacing w:after="0"/>
      </w:pPr>
      <w:r w:rsidRPr="00C92D70">
        <w:t>территориальный;</w:t>
      </w:r>
    </w:p>
    <w:p w:rsidR="007C08D3" w:rsidRPr="00C92D70" w:rsidRDefault="007C08D3" w:rsidP="00013470">
      <w:pPr>
        <w:pStyle w:val="List"/>
        <w:spacing w:after="0"/>
      </w:pPr>
      <w:r w:rsidRPr="00C92D70">
        <w:t>социально-экономический.</w:t>
      </w:r>
    </w:p>
    <w:p w:rsidR="007C08D3" w:rsidRPr="00C92D70" w:rsidRDefault="007C08D3" w:rsidP="00013470">
      <w:pPr>
        <w:rPr>
          <w:lang w:eastAsia="ar-SA"/>
        </w:rPr>
      </w:pPr>
      <w:r w:rsidRPr="00C92D70">
        <w:rPr>
          <w:lang w:eastAsia="ar-SA"/>
        </w:rPr>
        <w:t>Природно-климатический признак формируется на основе укрупненного природно-климатического районирования территории Красноярского края: муниципальные образования с неблагоприятными, относительно благоприятными и умеренными природными условиями.</w:t>
      </w:r>
    </w:p>
    <w:p w:rsidR="007C08D3" w:rsidRPr="00C92D70" w:rsidRDefault="007C08D3" w:rsidP="00013470">
      <w:pPr>
        <w:rPr>
          <w:lang w:eastAsia="ar-SA"/>
        </w:rPr>
      </w:pPr>
      <w:r w:rsidRPr="00C92D70">
        <w:rPr>
          <w:lang w:eastAsia="ar-SA"/>
        </w:rPr>
        <w:t>Формирование территориального признака обусловлено тем, что площади территорий муниципальных образований с неблагоприятными природными условиями (Таймырский Долгано-Ненецкий, Туруханский, Эвенкийский районы) очень большие в сравнении с площадями территорий остальных муниципальных образований. Поэтому было принято решение рассматривать муниципальные образования с относительно благоприятными и умеренными природными условиями как один объект, усредняя при этом значения показателя уровня автомобилизации легковыми автомобилями и факторных показателей. (См. Рис. 1).</w:t>
      </w:r>
    </w:p>
    <w:p w:rsidR="007C08D3" w:rsidRPr="00C92D70" w:rsidRDefault="007C08D3" w:rsidP="00013470">
      <w:pPr>
        <w:rPr>
          <w:lang w:eastAsia="ar-SA"/>
        </w:rPr>
      </w:pPr>
      <w:r w:rsidRPr="00C92D70">
        <w:rPr>
          <w:lang w:eastAsia="ar-SA"/>
        </w:rPr>
        <w:t>Социально-экономический признак включает в себя несколько факторных показателей, выраженных численно:</w:t>
      </w:r>
    </w:p>
    <w:p w:rsidR="007C08D3" w:rsidRPr="00C92D70" w:rsidRDefault="007C08D3" w:rsidP="00013470">
      <w:pPr>
        <w:pStyle w:val="List"/>
        <w:spacing w:after="0"/>
      </w:pPr>
      <w:r w:rsidRPr="00C92D70">
        <w:t>численность населения;</w:t>
      </w:r>
    </w:p>
    <w:p w:rsidR="007C08D3" w:rsidRPr="00C92D70" w:rsidRDefault="007C08D3" w:rsidP="00013470">
      <w:pPr>
        <w:pStyle w:val="List"/>
        <w:spacing w:after="0"/>
      </w:pPr>
      <w:r w:rsidRPr="00C92D70">
        <w:t>уровень урбанизации;</w:t>
      </w:r>
    </w:p>
    <w:p w:rsidR="007C08D3" w:rsidRPr="00C92D70" w:rsidRDefault="007C08D3" w:rsidP="00013470">
      <w:pPr>
        <w:pStyle w:val="List"/>
        <w:spacing w:after="0"/>
      </w:pPr>
      <w:r w:rsidRPr="00C92D70">
        <w:t>вовлеченность в агломерацию;</w:t>
      </w:r>
    </w:p>
    <w:p w:rsidR="007C08D3" w:rsidRPr="00C92D70" w:rsidRDefault="007C08D3" w:rsidP="00013470">
      <w:pPr>
        <w:pStyle w:val="List"/>
        <w:spacing w:after="0"/>
      </w:pPr>
      <w:r w:rsidRPr="00C92D70">
        <w:t>развитие промышленности и транспортная доступность;</w:t>
      </w:r>
    </w:p>
    <w:p w:rsidR="007C08D3" w:rsidRPr="00C92D70" w:rsidRDefault="007C08D3" w:rsidP="00013470">
      <w:pPr>
        <w:pStyle w:val="List"/>
        <w:spacing w:after="0"/>
      </w:pPr>
      <w:r w:rsidRPr="00C92D70">
        <w:t>уровень доходов населения;</w:t>
      </w:r>
    </w:p>
    <w:p w:rsidR="007C08D3" w:rsidRPr="00C92D70" w:rsidRDefault="007C08D3" w:rsidP="00013470">
      <w:pPr>
        <w:pStyle w:val="List"/>
        <w:spacing w:after="0"/>
      </w:pPr>
      <w:r w:rsidRPr="00C92D70">
        <w:t>среднедушевые доходы населения;</w:t>
      </w:r>
    </w:p>
    <w:p w:rsidR="007C08D3" w:rsidRPr="00C92D70" w:rsidRDefault="007C08D3" w:rsidP="00013470">
      <w:pPr>
        <w:pStyle w:val="List"/>
        <w:spacing w:after="0"/>
      </w:pPr>
      <w:r w:rsidRPr="00C92D70">
        <w:t>плотность сети автомобильных дорог.</w:t>
      </w:r>
    </w:p>
    <w:p w:rsidR="007C08D3" w:rsidRPr="00C92D70" w:rsidRDefault="007C08D3" w:rsidP="00013470">
      <w:pPr>
        <w:rPr>
          <w:lang w:eastAsia="ar-SA"/>
        </w:rPr>
      </w:pPr>
      <w:r w:rsidRPr="00C92D70">
        <w:rPr>
          <w:lang w:eastAsia="ar-SA"/>
        </w:rPr>
        <w:t xml:space="preserve">Данный перечень факторов будет подвергнут анализу для построения корреляционно-регрессионной модели. Необходимо отметить, что были использованы следующие дифференцированные </w:t>
      </w:r>
      <w:r>
        <w:rPr>
          <w:lang w:eastAsia="ar-SA"/>
        </w:rPr>
        <w:t>показатели, приведенные в</w:t>
      </w:r>
      <w:r w:rsidRPr="00C92D70">
        <w:rPr>
          <w:lang w:eastAsia="ar-SA"/>
        </w:rPr>
        <w:t xml:space="preserve"> Региональных нормативов градостроительного проектирования Красноярского края «Дифференцирования муниципальных образований по географическим, демографическим, экономическим и иным признакам, оказывающим влияние на использование их территорией»: уровень урбанизации, развитие промышленности и транспортная доступность, уровень доходов населения.</w:t>
      </w:r>
    </w:p>
    <w:p w:rsidR="007C08D3" w:rsidRPr="00C92D70" w:rsidRDefault="007C08D3" w:rsidP="00013470">
      <w:pPr>
        <w:rPr>
          <w:lang w:eastAsia="ar-SA"/>
        </w:rPr>
      </w:pPr>
      <w:r w:rsidRPr="00C92D70">
        <w:rPr>
          <w:lang w:eastAsia="ar-SA"/>
        </w:rPr>
        <w:t>В итоге было получено пять территорий, для которых будет построена корреляционно-регрессионная модель  зависимости уровня автомобилизации легковыми автомобилями и факторных показателей:</w:t>
      </w:r>
    </w:p>
    <w:p w:rsidR="007C08D3" w:rsidRPr="00C92D70" w:rsidRDefault="007C08D3" w:rsidP="00013470">
      <w:pPr>
        <w:pStyle w:val="List"/>
        <w:spacing w:after="0"/>
      </w:pPr>
      <w:r w:rsidRPr="00C92D70">
        <w:t>Таймырский Долгано-Ненецкий район;</w:t>
      </w:r>
    </w:p>
    <w:p w:rsidR="007C08D3" w:rsidRPr="00C92D70" w:rsidRDefault="007C08D3" w:rsidP="00013470">
      <w:pPr>
        <w:pStyle w:val="List"/>
        <w:spacing w:after="0"/>
      </w:pPr>
      <w:r w:rsidRPr="00C92D70">
        <w:t>Туруханский район;</w:t>
      </w:r>
    </w:p>
    <w:p w:rsidR="007C08D3" w:rsidRPr="00C92D70" w:rsidRDefault="007C08D3" w:rsidP="00013470">
      <w:pPr>
        <w:pStyle w:val="List"/>
        <w:spacing w:after="0"/>
      </w:pPr>
      <w:r w:rsidRPr="00C92D70">
        <w:t>Эвенкийский район;</w:t>
      </w:r>
    </w:p>
    <w:p w:rsidR="007C08D3" w:rsidRPr="00C92D70" w:rsidRDefault="007C08D3" w:rsidP="00013470">
      <w:pPr>
        <w:pStyle w:val="List"/>
        <w:spacing w:after="0"/>
      </w:pPr>
      <w:r w:rsidRPr="00C92D70">
        <w:t>Муниципальные районы с относительно благоприятными природными условиями;</w:t>
      </w:r>
    </w:p>
    <w:p w:rsidR="007C08D3" w:rsidRPr="00C92D70" w:rsidRDefault="007C08D3" w:rsidP="00013470">
      <w:pPr>
        <w:pStyle w:val="List"/>
        <w:spacing w:after="0"/>
      </w:pPr>
      <w:r w:rsidRPr="00C92D70">
        <w:t>Муниципальные районы с умеренными природными условиями.</w:t>
      </w:r>
    </w:p>
    <w:p w:rsidR="007C08D3" w:rsidRPr="00C92D70" w:rsidRDefault="007C08D3" w:rsidP="003931FB">
      <w:pPr>
        <w:pStyle w:val="List"/>
        <w:ind w:left="567" w:firstLine="0"/>
      </w:pPr>
      <w:r w:rsidRPr="0085220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карта" style="width:255.75pt;height:615pt;visibility:visible">
            <v:imagedata r:id="rId13" o:title=""/>
          </v:shape>
        </w:pict>
      </w:r>
    </w:p>
    <w:p w:rsidR="007C08D3" w:rsidRPr="00C92D70" w:rsidRDefault="007C08D3" w:rsidP="003931FB">
      <w:pPr>
        <w:pStyle w:val="Caption"/>
        <w:rPr>
          <w:sz w:val="24"/>
          <w:szCs w:val="24"/>
        </w:rPr>
      </w:pPr>
      <w:r w:rsidRPr="00C92D70">
        <w:rPr>
          <w:sz w:val="24"/>
          <w:szCs w:val="24"/>
        </w:rPr>
        <w:t xml:space="preserve">Рисунок </w:t>
      </w:r>
      <w:r w:rsidRPr="00C92D70">
        <w:rPr>
          <w:sz w:val="24"/>
          <w:szCs w:val="24"/>
        </w:rPr>
        <w:fldChar w:fldCharType="begin"/>
      </w:r>
      <w:r w:rsidRPr="00C92D70">
        <w:rPr>
          <w:sz w:val="24"/>
          <w:szCs w:val="24"/>
        </w:rPr>
        <w:instrText xml:space="preserve"> SEQ Рисунок \* ARABIC </w:instrText>
      </w:r>
      <w:r w:rsidRPr="00C92D70">
        <w:rPr>
          <w:sz w:val="24"/>
          <w:szCs w:val="24"/>
        </w:rPr>
        <w:fldChar w:fldCharType="separate"/>
      </w:r>
      <w:r>
        <w:rPr>
          <w:noProof/>
          <w:sz w:val="24"/>
          <w:szCs w:val="24"/>
        </w:rPr>
        <w:t>1</w:t>
      </w:r>
      <w:r w:rsidRPr="00C92D70">
        <w:rPr>
          <w:sz w:val="24"/>
          <w:szCs w:val="24"/>
        </w:rPr>
        <w:fldChar w:fldCharType="end"/>
      </w:r>
      <w:r w:rsidRPr="00C92D70">
        <w:rPr>
          <w:sz w:val="24"/>
          <w:szCs w:val="24"/>
        </w:rPr>
        <w:t>. Группировка муниципальных образований Красноярского края по территориальному признаку</w:t>
      </w:r>
    </w:p>
    <w:p w:rsidR="007C08D3" w:rsidRPr="00C92D70" w:rsidRDefault="007C08D3" w:rsidP="0085220D">
      <w:pPr>
        <w:spacing w:beforeLines="120" w:afterLines="60"/>
        <w:rPr>
          <w:lang w:eastAsia="ar-SA"/>
        </w:rPr>
      </w:pPr>
      <w:r w:rsidRPr="00C92D70">
        <w:t xml:space="preserve">В </w:t>
      </w:r>
      <w:r w:rsidRPr="00C92D70">
        <w:rPr>
          <w:lang w:eastAsia="ar-SA"/>
        </w:rPr>
        <w:t xml:space="preserve">результате корреляционного анализа был получен перечень факторных показателей, которые участвуют во множественном регрессионном анализе, а именно в построении регрессионного уравнения. Регрессионное уравнение устанавливает связь между отклонениями результирующего и факторных показателей от своих средних значений. </w:t>
      </w:r>
    </w:p>
    <w:p w:rsidR="007C08D3" w:rsidRPr="00C92D70" w:rsidRDefault="007C08D3" w:rsidP="0085220D">
      <w:pPr>
        <w:spacing w:beforeLines="120" w:afterLines="60"/>
        <w:jc w:val="center"/>
        <w:rPr>
          <w:lang w:eastAsia="ar-SA"/>
        </w:rPr>
      </w:pPr>
      <w:r w:rsidRPr="0085220D">
        <w:rPr>
          <w:lang w:eastAsia="ar-SA"/>
        </w:rPr>
        <w:fldChar w:fldCharType="begin"/>
      </w:r>
      <w:r w:rsidRPr="0085220D">
        <w:rPr>
          <w:lang w:eastAsia="ar-SA"/>
        </w:rPr>
        <w:instrText xml:space="preserve"> QUOTE </w:instrText>
      </w:r>
      <w:r w:rsidRPr="0085220D">
        <w:pict>
          <v:shape id="_x0000_i1026" type="#_x0000_t75" style="width:192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3&quot;/&gt;&lt;w:stylePaneFormatFilter w:val=&quot;3008&quot;/&gt;&lt;w:documentProtection w:formatting=&quot;on&quot; w:enforcement=&quot;off&quot;/&gt;&lt;w:defaultTabStop w:val=&quot;709&quot;/&gt;&lt;w:drawingGridHorizontalSpacing w:val=&quot;120&quot;/&gt;&lt;w:drawingGridVerticalSpacing w:val=&quot;57&quot;/&gt;&lt;w:displayHorizontalDrawingGridEvery w:val=&quot;2&quot;/&gt;&lt;w:doNotShadeFormData/&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01DFE&quot;/&gt;&lt;wsp:rsid wsp:val=&quot;00000B35&quot;/&gt;&lt;wsp:rsid wsp:val=&quot;00003A82&quot;/&gt;&lt;wsp:rsid wsp:val=&quot;00003C9C&quot;/&gt;&lt;wsp:rsid wsp:val=&quot;0000429F&quot;/&gt;&lt;wsp:rsid wsp:val=&quot;00004AEE&quot;/&gt;&lt;wsp:rsid wsp:val=&quot;00005870&quot;/&gt;&lt;wsp:rsid wsp:val=&quot;00005898&quot;/&gt;&lt;wsp:rsid wsp:val=&quot;00005C13&quot;/&gt;&lt;wsp:rsid wsp:val=&quot;00006609&quot;/&gt;&lt;wsp:rsid wsp:val=&quot;000070BA&quot;/&gt;&lt;wsp:rsid wsp:val=&quot;00007380&quot;/&gt;&lt;wsp:rsid wsp:val=&quot;00011906&quot;/&gt;&lt;wsp:rsid wsp:val=&quot;00012DAB&quot;/&gt;&lt;wsp:rsid wsp:val=&quot;00013470&quot;/&gt;&lt;wsp:rsid wsp:val=&quot;000156B1&quot;/&gt;&lt;wsp:rsid wsp:val=&quot;0001600D&quot;/&gt;&lt;wsp:rsid wsp:val=&quot;00016A31&quot;/&gt;&lt;wsp:rsid wsp:val=&quot;0001750F&quot;/&gt;&lt;wsp:rsid wsp:val=&quot;00020246&quot;/&gt;&lt;wsp:rsid wsp:val=&quot;0002165B&quot;/&gt;&lt;wsp:rsid wsp:val=&quot;000226C8&quot;/&gt;&lt;wsp:rsid wsp:val=&quot;000231B9&quot;/&gt;&lt;wsp:rsid wsp:val=&quot;00023516&quot;/&gt;&lt;wsp:rsid wsp:val=&quot;000235F3&quot;/&gt;&lt;wsp:rsid wsp:val=&quot;0002428E&quot;/&gt;&lt;wsp:rsid wsp:val=&quot;000261B5&quot;/&gt;&lt;wsp:rsid wsp:val=&quot;00026E79&quot;/&gt;&lt;wsp:rsid wsp:val=&quot;00026EB7&quot;/&gt;&lt;wsp:rsid wsp:val=&quot;000279A7&quot;/&gt;&lt;wsp:rsid wsp:val=&quot;0003073B&quot;/&gt;&lt;wsp:rsid wsp:val=&quot;00031576&quot;/&gt;&lt;wsp:rsid wsp:val=&quot;000341B1&quot;/&gt;&lt;wsp:rsid wsp:val=&quot;00034582&quot;/&gt;&lt;wsp:rsid wsp:val=&quot;00035328&quot;/&gt;&lt;wsp:rsid wsp:val=&quot;00035A56&quot;/&gt;&lt;wsp:rsid wsp:val=&quot;00035C4A&quot;/&gt;&lt;wsp:rsid wsp:val=&quot;0003697F&quot;/&gt;&lt;wsp:rsid wsp:val=&quot;00036D87&quot;/&gt;&lt;wsp:rsid wsp:val=&quot;00041CD9&quot;/&gt;&lt;wsp:rsid wsp:val=&quot;0004379B&quot;/&gt;&lt;wsp:rsid wsp:val=&quot;00043A9B&quot;/&gt;&lt;wsp:rsid wsp:val=&quot;000449C8&quot;/&gt;&lt;wsp:rsid wsp:val=&quot;00045B7A&quot;/&gt;&lt;wsp:rsid wsp:val=&quot;000463AC&quot;/&gt;&lt;wsp:rsid wsp:val=&quot;000465CD&quot;/&gt;&lt;wsp:rsid wsp:val=&quot;0004737F&quot;/&gt;&lt;wsp:rsid wsp:val=&quot;000474CE&quot;/&gt;&lt;wsp:rsid wsp:val=&quot;00047571&quot;/&gt;&lt;wsp:rsid wsp:val=&quot;00047B3B&quot;/&gt;&lt;wsp:rsid wsp:val=&quot;00047C95&quot;/&gt;&lt;wsp:rsid wsp:val=&quot;00047DDC&quot;/&gt;&lt;wsp:rsid wsp:val=&quot;00050126&quot;/&gt;&lt;wsp:rsid wsp:val=&quot;00051B6C&quot;/&gt;&lt;wsp:rsid wsp:val=&quot;0005277A&quot;/&gt;&lt;wsp:rsid wsp:val=&quot;00052946&quot;/&gt;&lt;wsp:rsid wsp:val=&quot;00053300&quot;/&gt;&lt;wsp:rsid wsp:val=&quot;00055720&quot;/&gt;&lt;wsp:rsid wsp:val=&quot;00055B62&quot;/&gt;&lt;wsp:rsid wsp:val=&quot;00056C06&quot;/&gt;&lt;wsp:rsid wsp:val=&quot;00056EC5&quot;/&gt;&lt;wsp:rsid wsp:val=&quot;00060D76&quot;/&gt;&lt;wsp:rsid wsp:val=&quot;00060D7A&quot;/&gt;&lt;wsp:rsid wsp:val=&quot;000615A0&quot;/&gt;&lt;wsp:rsid wsp:val=&quot;00062331&quot;/&gt;&lt;wsp:rsid wsp:val=&quot;00062D09&quot;/&gt;&lt;wsp:rsid wsp:val=&quot;00063346&quot;/&gt;&lt;wsp:rsid wsp:val=&quot;000635A0&quot;/&gt;&lt;wsp:rsid wsp:val=&quot;00064DE2&quot;/&gt;&lt;wsp:rsid wsp:val=&quot;0006540C&quot;/&gt;&lt;wsp:rsid wsp:val=&quot;000665F6&quot;/&gt;&lt;wsp:rsid wsp:val=&quot;000666D0&quot;/&gt;&lt;wsp:rsid wsp:val=&quot;00067623&quot;/&gt;&lt;wsp:rsid wsp:val=&quot;00070CA8&quot;/&gt;&lt;wsp:rsid wsp:val=&quot;00071324&quot;/&gt;&lt;wsp:rsid wsp:val=&quot;000714B1&quot;/&gt;&lt;wsp:rsid wsp:val=&quot;000719CB&quot;/&gt;&lt;wsp:rsid wsp:val=&quot;00071DDC&quot;/&gt;&lt;wsp:rsid wsp:val=&quot;000729D3&quot;/&gt;&lt;wsp:rsid wsp:val=&quot;000731ED&quot;/&gt;&lt;wsp:rsid wsp:val=&quot;000739D9&quot;/&gt;&lt;wsp:rsid wsp:val=&quot;00075E92&quot;/&gt;&lt;wsp:rsid wsp:val=&quot;00076595&quot;/&gt;&lt;wsp:rsid wsp:val=&quot;000777DB&quot;/&gt;&lt;wsp:rsid wsp:val=&quot;00080CF2&quot;/&gt;&lt;wsp:rsid wsp:val=&quot;00082DEC&quot;/&gt;&lt;wsp:rsid wsp:val=&quot;000848F3&quot;/&gt;&lt;wsp:rsid wsp:val=&quot;00085213&quot;/&gt;&lt;wsp:rsid wsp:val=&quot;00085699&quot;/&gt;&lt;wsp:rsid wsp:val=&quot;00090420&quot;/&gt;&lt;wsp:rsid wsp:val=&quot;000930D8&quot;/&gt;&lt;wsp:rsid wsp:val=&quot;00094A5C&quot;/&gt;&lt;wsp:rsid wsp:val=&quot;00094C76&quot;/&gt;&lt;wsp:rsid wsp:val=&quot;000959EF&quot;/&gt;&lt;wsp:rsid wsp:val=&quot;000A0B0A&quot;/&gt;&lt;wsp:rsid wsp:val=&quot;000A0FCD&quot;/&gt;&lt;wsp:rsid wsp:val=&quot;000A4DFD&quot;/&gt;&lt;wsp:rsid wsp:val=&quot;000A70F9&quot;/&gt;&lt;wsp:rsid wsp:val=&quot;000A78C5&quot;/&gt;&lt;wsp:rsid wsp:val=&quot;000B00C5&quot;/&gt;&lt;wsp:rsid wsp:val=&quot;000B2F7B&quot;/&gt;&lt;wsp:rsid wsp:val=&quot;000B4ACA&quot;/&gt;&lt;wsp:rsid wsp:val=&quot;000B53A6&quot;/&gt;&lt;wsp:rsid wsp:val=&quot;000B5FA8&quot;/&gt;&lt;wsp:rsid wsp:val=&quot;000B680D&quot;/&gt;&lt;wsp:rsid wsp:val=&quot;000B70C3&quot;/&gt;&lt;wsp:rsid wsp:val=&quot;000B7C19&quot;/&gt;&lt;wsp:rsid wsp:val=&quot;000C00C3&quot;/&gt;&lt;wsp:rsid wsp:val=&quot;000C1AD7&quot;/&gt;&lt;wsp:rsid wsp:val=&quot;000C1C1B&quot;/&gt;&lt;wsp:rsid wsp:val=&quot;000C2441&quot;/&gt;&lt;wsp:rsid wsp:val=&quot;000C247A&quot;/&gt;&lt;wsp:rsid wsp:val=&quot;000C2ACE&quot;/&gt;&lt;wsp:rsid wsp:val=&quot;000C2F7F&quot;/&gt;&lt;wsp:rsid wsp:val=&quot;000C2FB3&quot;/&gt;&lt;wsp:rsid wsp:val=&quot;000C37EC&quot;/&gt;&lt;wsp:rsid wsp:val=&quot;000C386D&quot;/&gt;&lt;wsp:rsid wsp:val=&quot;000C4A01&quot;/&gt;&lt;wsp:rsid wsp:val=&quot;000C591F&quot;/&gt;&lt;wsp:rsid wsp:val=&quot;000C6F87&quot;/&gt;&lt;wsp:rsid wsp:val=&quot;000C754B&quot;/&gt;&lt;wsp:rsid wsp:val=&quot;000C7F10&quot;/&gt;&lt;wsp:rsid wsp:val=&quot;000D1C87&quot;/&gt;&lt;wsp:rsid wsp:val=&quot;000D1D2D&quot;/&gt;&lt;wsp:rsid wsp:val=&quot;000D3CC1&quot;/&gt;&lt;wsp:rsid wsp:val=&quot;000D517B&quot;/&gt;&lt;wsp:rsid wsp:val=&quot;000D54C5&quot;/&gt;&lt;wsp:rsid wsp:val=&quot;000E143F&quot;/&gt;&lt;wsp:rsid wsp:val=&quot;000E1ED4&quot;/&gt;&lt;wsp:rsid wsp:val=&quot;000E3537&quot;/&gt;&lt;wsp:rsid wsp:val=&quot;000E6683&quot;/&gt;&lt;wsp:rsid wsp:val=&quot;000E69D5&quot;/&gt;&lt;wsp:rsid wsp:val=&quot;000E6ABC&quot;/&gt;&lt;wsp:rsid wsp:val=&quot;000E79E1&quot;/&gt;&lt;wsp:rsid wsp:val=&quot;000F1969&quot;/&gt;&lt;wsp:rsid wsp:val=&quot;000F1FD5&quot;/&gt;&lt;wsp:rsid wsp:val=&quot;000F24F6&quot;/&gt;&lt;wsp:rsid wsp:val=&quot;000F2747&quot;/&gt;&lt;wsp:rsid wsp:val=&quot;000F2AE4&quot;/&gt;&lt;wsp:rsid wsp:val=&quot;000F3EAE&quot;/&gt;&lt;wsp:rsid wsp:val=&quot;000F6E27&quot;/&gt;&lt;wsp:rsid wsp:val=&quot;000F7E9B&quot;/&gt;&lt;wsp:rsid wsp:val=&quot;00101841&quot;/&gt;&lt;wsp:rsid wsp:val=&quot;0010274A&quot;/&gt;&lt;wsp:rsid wsp:val=&quot;00103CEF&quot;/&gt;&lt;wsp:rsid wsp:val=&quot;001044CF&quot;/&gt;&lt;wsp:rsid wsp:val=&quot;00104B6E&quot;/&gt;&lt;wsp:rsid wsp:val=&quot;00105B42&quot;/&gt;&lt;wsp:rsid wsp:val=&quot;00105BCC&quot;/&gt;&lt;wsp:rsid wsp:val=&quot;00106030&quot;/&gt;&lt;wsp:rsid wsp:val=&quot;001065BF&quot;/&gt;&lt;wsp:rsid wsp:val=&quot;00106E37&quot;/&gt;&lt;wsp:rsid wsp:val=&quot;001119E1&quot;/&gt;&lt;wsp:rsid wsp:val=&quot;00113B3E&quot;/&gt;&lt;wsp:rsid wsp:val=&quot;001155FF&quot;/&gt;&lt;wsp:rsid wsp:val=&quot;00115FC2&quot;/&gt;&lt;wsp:rsid wsp:val=&quot;0012029C&quot;/&gt;&lt;wsp:rsid wsp:val=&quot;00121251&quot;/&gt;&lt;wsp:rsid wsp:val=&quot;001220CA&quot;/&gt;&lt;wsp:rsid wsp:val=&quot;00122F40&quot;/&gt;&lt;wsp:rsid wsp:val=&quot;00123902&quot;/&gt;&lt;wsp:rsid wsp:val=&quot;0012493A&quot;/&gt;&lt;wsp:rsid wsp:val=&quot;0012714A&quot;/&gt;&lt;wsp:rsid wsp:val=&quot;001273E0&quot;/&gt;&lt;wsp:rsid wsp:val=&quot;00127F10&quot;/&gt;&lt;wsp:rsid wsp:val=&quot;0013108B&quot;/&gt;&lt;wsp:rsid wsp:val=&quot;00131899&quot;/&gt;&lt;wsp:rsid wsp:val=&quot;00134A1A&quot;/&gt;&lt;wsp:rsid wsp:val=&quot;00134B13&quot;/&gt;&lt;wsp:rsid wsp:val=&quot;001359E3&quot;/&gt;&lt;wsp:rsid wsp:val=&quot;00140133&quot;/&gt;&lt;wsp:rsid wsp:val=&quot;001402EA&quot;/&gt;&lt;wsp:rsid wsp:val=&quot;00140DC1&quot;/&gt;&lt;wsp:rsid wsp:val=&quot;00141BCF&quot;/&gt;&lt;wsp:rsid wsp:val=&quot;00143940&quot;/&gt;&lt;wsp:rsid wsp:val=&quot;0014409A&quot;/&gt;&lt;wsp:rsid wsp:val=&quot;00144D04&quot;/&gt;&lt;wsp:rsid wsp:val=&quot;001455A3&quot;/&gt;&lt;wsp:rsid wsp:val=&quot;001455FE&quot;/&gt;&lt;wsp:rsid wsp:val=&quot;00146E64&quot;/&gt;&lt;wsp:rsid wsp:val=&quot;0015039E&quot;/&gt;&lt;wsp:rsid wsp:val=&quot;001507C0&quot;/&gt;&lt;wsp:rsid wsp:val=&quot;00150E13&quot;/&gt;&lt;wsp:rsid wsp:val=&quot;00151063&quot;/&gt;&lt;wsp:rsid wsp:val=&quot;001517BF&quot;/&gt;&lt;wsp:rsid wsp:val=&quot;00152955&quot;/&gt;&lt;wsp:rsid wsp:val=&quot;00153467&quot;/&gt;&lt;wsp:rsid wsp:val=&quot;00153663&quot;/&gt;&lt;wsp:rsid wsp:val=&quot;00153835&quot;/&gt;&lt;wsp:rsid wsp:val=&quot;00153CA7&quot;/&gt;&lt;wsp:rsid wsp:val=&quot;00154F95&quot;/&gt;&lt;wsp:rsid wsp:val=&quot;00155193&quot;/&gt;&lt;wsp:rsid wsp:val=&quot;00155A9E&quot;/&gt;&lt;wsp:rsid wsp:val=&quot;001564C9&quot;/&gt;&lt;wsp:rsid wsp:val=&quot;00157637&quot;/&gt;&lt;wsp:rsid wsp:val=&quot;001630C0&quot;/&gt;&lt;wsp:rsid wsp:val=&quot;00164329&quot;/&gt;&lt;wsp:rsid wsp:val=&quot;0016677F&quot;/&gt;&lt;wsp:rsid wsp:val=&quot;00166B04&quot;/&gt;&lt;wsp:rsid wsp:val=&quot;00167428&quot;/&gt;&lt;wsp:rsid wsp:val=&quot;0016766B&quot;/&gt;&lt;wsp:rsid wsp:val=&quot;00167ADB&quot;/&gt;&lt;wsp:rsid wsp:val=&quot;0017005F&quot;/&gt;&lt;wsp:rsid wsp:val=&quot;00170DC5&quot;/&gt;&lt;wsp:rsid wsp:val=&quot;00171AB2&quot;/&gt;&lt;wsp:rsid wsp:val=&quot;00174DBB&quot;/&gt;&lt;wsp:rsid wsp:val=&quot;0017744D&quot;/&gt;&lt;wsp:rsid wsp:val=&quot;001805FC&quot;/&gt;&lt;wsp:rsid wsp:val=&quot;00180876&quot;/&gt;&lt;wsp:rsid wsp:val=&quot;001820AC&quot;/&gt;&lt;wsp:rsid wsp:val=&quot;00183CF3&quot;/&gt;&lt;wsp:rsid wsp:val=&quot;00184743&quot;/&gt;&lt;wsp:rsid wsp:val=&quot;0018580E&quot;/&gt;&lt;wsp:rsid wsp:val=&quot;001916D3&quot;/&gt;&lt;wsp:rsid wsp:val=&quot;00191D7E&quot;/&gt;&lt;wsp:rsid wsp:val=&quot;00191E7C&quot;/&gt;&lt;wsp:rsid wsp:val=&quot;001934FE&quot;/&gt;&lt;wsp:rsid wsp:val=&quot;00193BF8&quot;/&gt;&lt;wsp:rsid wsp:val=&quot;00194D74&quot;/&gt;&lt;wsp:rsid wsp:val=&quot;00195CA6&quot;/&gt;&lt;wsp:rsid wsp:val=&quot;00196982&quot;/&gt;&lt;wsp:rsid wsp:val=&quot;001A09A4&quot;/&gt;&lt;wsp:rsid wsp:val=&quot;001A0CAF&quot;/&gt;&lt;wsp:rsid wsp:val=&quot;001A156C&quot;/&gt;&lt;wsp:rsid wsp:val=&quot;001A3F33&quot;/&gt;&lt;wsp:rsid wsp:val=&quot;001A489F&quot;/&gt;&lt;wsp:rsid wsp:val=&quot;001A59BE&quot;/&gt;&lt;wsp:rsid wsp:val=&quot;001A5C58&quot;/&gt;&lt;wsp:rsid wsp:val=&quot;001A5E2F&quot;/&gt;&lt;wsp:rsid wsp:val=&quot;001A6730&quot;/&gt;&lt;wsp:rsid wsp:val=&quot;001A69C0&quot;/&gt;&lt;wsp:rsid wsp:val=&quot;001A6FC0&quot;/&gt;&lt;wsp:rsid wsp:val=&quot;001B23A2&quot;/&gt;&lt;wsp:rsid wsp:val=&quot;001B2C98&quot;/&gt;&lt;wsp:rsid wsp:val=&quot;001B417F&quot;/&gt;&lt;wsp:rsid wsp:val=&quot;001B43E3&quot;/&gt;&lt;wsp:rsid wsp:val=&quot;001B5595&quot;/&gt;&lt;wsp:rsid wsp:val=&quot;001B7C67&quot;/&gt;&lt;wsp:rsid wsp:val=&quot;001C09D1&quot;/&gt;&lt;wsp:rsid wsp:val=&quot;001C0DCD&quot;/&gt;&lt;wsp:rsid wsp:val=&quot;001C11CF&quot;/&gt;&lt;wsp:rsid wsp:val=&quot;001C16A9&quot;/&gt;&lt;wsp:rsid wsp:val=&quot;001C2FD7&quot;/&gt;&lt;wsp:rsid wsp:val=&quot;001C4596&quot;/&gt;&lt;wsp:rsid wsp:val=&quot;001C76FB&quot;/&gt;&lt;wsp:rsid wsp:val=&quot;001C7BDA&quot;/&gt;&lt;wsp:rsid wsp:val=&quot;001D3228&quot;/&gt;&lt;wsp:rsid wsp:val=&quot;001D3DE8&quot;/&gt;&lt;wsp:rsid wsp:val=&quot;001D47E5&quot;/&gt;&lt;wsp:rsid wsp:val=&quot;001D62B2&quot;/&gt;&lt;wsp:rsid wsp:val=&quot;001D64D8&quot;/&gt;&lt;wsp:rsid wsp:val=&quot;001D67AF&quot;/&gt;&lt;wsp:rsid wsp:val=&quot;001E1B4A&quot;/&gt;&lt;wsp:rsid wsp:val=&quot;001E23CE&quot;/&gt;&lt;wsp:rsid wsp:val=&quot;001E3180&quot;/&gt;&lt;wsp:rsid wsp:val=&quot;001E52ED&quot;/&gt;&lt;wsp:rsid wsp:val=&quot;001E7852&quot;/&gt;&lt;wsp:rsid wsp:val=&quot;001E7A60&quot;/&gt;&lt;wsp:rsid wsp:val=&quot;001F1D6D&quot;/&gt;&lt;wsp:rsid wsp:val=&quot;001F2AA3&quot;/&gt;&lt;wsp:rsid wsp:val=&quot;001F2F3A&quot;/&gt;&lt;wsp:rsid wsp:val=&quot;001F316A&quot;/&gt;&lt;wsp:rsid wsp:val=&quot;001F406B&quot;/&gt;&lt;wsp:rsid wsp:val=&quot;001F4CFA&quot;/&gt;&lt;wsp:rsid wsp:val=&quot;001F4E60&quot;/&gt;&lt;wsp:rsid wsp:val=&quot;001F5DFE&quot;/&gt;&lt;wsp:rsid wsp:val=&quot;001F6E35&quot;/&gt;&lt;wsp:rsid wsp:val=&quot;001F6EF3&quot;/&gt;&lt;wsp:rsid wsp:val=&quot;001F7579&quot;/&gt;&lt;wsp:rsid wsp:val=&quot;001F7815&quot;/&gt;&lt;wsp:rsid wsp:val=&quot;002006EC&quot;/&gt;&lt;wsp:rsid wsp:val=&quot;00203177&quot;/&gt;&lt;wsp:rsid wsp:val=&quot;002044C0&quot;/&gt;&lt;wsp:rsid wsp:val=&quot;00205278&quot;/&gt;&lt;wsp:rsid wsp:val=&quot;002067ED&quot;/&gt;&lt;wsp:rsid wsp:val=&quot;00206BA7&quot;/&gt;&lt;wsp:rsid wsp:val=&quot;00207DFC&quot;/&gt;&lt;wsp:rsid wsp:val=&quot;00210005&quot;/&gt;&lt;wsp:rsid wsp:val=&quot;002117AC&quot;/&gt;&lt;wsp:rsid wsp:val=&quot;00212C69&quot;/&gt;&lt;wsp:rsid wsp:val=&quot;00213909&quot;/&gt;&lt;wsp:rsid wsp:val=&quot;002144FE&quot;/&gt;&lt;wsp:rsid wsp:val=&quot;002156B4&quot;/&gt;&lt;wsp:rsid wsp:val=&quot;00216D30&quot;/&gt;&lt;wsp:rsid wsp:val=&quot;00220CBB&quot;/&gt;&lt;wsp:rsid wsp:val=&quot;0022120F&quot;/&gt;&lt;wsp:rsid wsp:val=&quot;002215F4&quot;/&gt;&lt;wsp:rsid wsp:val=&quot;00221D12&quot;/&gt;&lt;wsp:rsid wsp:val=&quot;00222653&quot;/&gt;&lt;wsp:rsid wsp:val=&quot;00222BE3&quot;/&gt;&lt;wsp:rsid wsp:val=&quot;0022304F&quot;/&gt;&lt;wsp:rsid wsp:val=&quot;00223764&quot;/&gt;&lt;wsp:rsid wsp:val=&quot;00224EDA&quot;/&gt;&lt;wsp:rsid wsp:val=&quot;002254F2&quot;/&gt;&lt;wsp:rsid wsp:val=&quot;002254FB&quot;/&gt;&lt;wsp:rsid wsp:val=&quot;00225709&quot;/&gt;&lt;wsp:rsid wsp:val=&quot;00225B6A&quot;/&gt;&lt;wsp:rsid wsp:val=&quot;00226CA0&quot;/&gt;&lt;wsp:rsid wsp:val=&quot;002272E6&quot;/&gt;&lt;wsp:rsid wsp:val=&quot;00227F62&quot;/&gt;&lt;wsp:rsid wsp:val=&quot;0023016B&quot;/&gt;&lt;wsp:rsid wsp:val=&quot;00231C5C&quot;/&gt;&lt;wsp:rsid wsp:val=&quot;00231F0D&quot;/&gt;&lt;wsp:rsid wsp:val=&quot;00231FC4&quot;/&gt;&lt;wsp:rsid wsp:val=&quot;00233D7D&quot;/&gt;&lt;wsp:rsid wsp:val=&quot;002362D1&quot;/&gt;&lt;wsp:rsid wsp:val=&quot;00237643&quot;/&gt;&lt;wsp:rsid wsp:val=&quot;002379F6&quot;/&gt;&lt;wsp:rsid wsp:val=&quot;0024071D&quot;/&gt;&lt;wsp:rsid wsp:val=&quot;00242BD8&quot;/&gt;&lt;wsp:rsid wsp:val=&quot;00243718&quot;/&gt;&lt;wsp:rsid wsp:val=&quot;00243FFF&quot;/&gt;&lt;wsp:rsid wsp:val=&quot;00247955&quot;/&gt;&lt;wsp:rsid wsp:val=&quot;00247BC4&quot;/&gt;&lt;wsp:rsid wsp:val=&quot;00251898&quot;/&gt;&lt;wsp:rsid wsp:val=&quot;002519FF&quot;/&gt;&lt;wsp:rsid wsp:val=&quot;00252CF5&quot;/&gt;&lt;wsp:rsid wsp:val=&quot;00253055&quot;/&gt;&lt;wsp:rsid wsp:val=&quot;002535B1&quot;/&gt;&lt;wsp:rsid wsp:val=&quot;00253F50&quot;/&gt;&lt;wsp:rsid wsp:val=&quot;00254F71&quot;/&gt;&lt;wsp:rsid wsp:val=&quot;002552E0&quot;/&gt;&lt;wsp:rsid wsp:val=&quot;00255445&quot;/&gt;&lt;wsp:rsid wsp:val=&quot;002572CF&quot;/&gt;&lt;wsp:rsid wsp:val=&quot;0025752E&quot;/&gt;&lt;wsp:rsid wsp:val=&quot;00257F57&quot;/&gt;&lt;wsp:rsid wsp:val=&quot;002612B5&quot;/&gt;&lt;wsp:rsid wsp:val=&quot;00261B57&quot;/&gt;&lt;wsp:rsid wsp:val=&quot;00263C3D&quot;/&gt;&lt;wsp:rsid wsp:val=&quot;00264850&quot;/&gt;&lt;wsp:rsid wsp:val=&quot;00265A4B&quot;/&gt;&lt;wsp:rsid wsp:val=&quot;00266005&quot;/&gt;&lt;wsp:rsid wsp:val=&quot;0026680C&quot;/&gt;&lt;wsp:rsid wsp:val=&quot;00270174&quot;/&gt;&lt;wsp:rsid wsp:val=&quot;002705CA&quot;/&gt;&lt;wsp:rsid wsp:val=&quot;00270C88&quot;/&gt;&lt;wsp:rsid wsp:val=&quot;002711F1&quot;/&gt;&lt;wsp:rsid wsp:val=&quot;0027265F&quot;/&gt;&lt;wsp:rsid wsp:val=&quot;0027487E&quot;/&gt;&lt;wsp:rsid wsp:val=&quot;00275B20&quot;/&gt;&lt;wsp:rsid wsp:val=&quot;002768B4&quot;/&gt;&lt;wsp:rsid wsp:val=&quot;002771F3&quot;/&gt;&lt;wsp:rsid wsp:val=&quot;00277271&quot;/&gt;&lt;wsp:rsid wsp:val=&quot;00277D25&quot;/&gt;&lt;wsp:rsid wsp:val=&quot;00277F81&quot;/&gt;&lt;wsp:rsid wsp:val=&quot;00281B91&quot;/&gt;&lt;wsp:rsid wsp:val=&quot;0028213E&quot;/&gt;&lt;wsp:rsid wsp:val=&quot;00282675&quot;/&gt;&lt;wsp:rsid wsp:val=&quot;00282992&quot;/&gt;&lt;wsp:rsid wsp:val=&quot;00282E02&quot;/&gt;&lt;wsp:rsid wsp:val=&quot;0028501C&quot;/&gt;&lt;wsp:rsid wsp:val=&quot;002858A7&quot;/&gt;&lt;wsp:rsid wsp:val=&quot;002901F0&quot;/&gt;&lt;wsp:rsid wsp:val=&quot;0029073D&quot;/&gt;&lt;wsp:rsid wsp:val=&quot;00290B3D&quot;/&gt;&lt;wsp:rsid wsp:val=&quot;00290CA0&quot;/&gt;&lt;wsp:rsid wsp:val=&quot;00291814&quot;/&gt;&lt;wsp:rsid wsp:val=&quot;002927BE&quot;/&gt;&lt;wsp:rsid wsp:val=&quot;00292E04&quot;/&gt;&lt;wsp:rsid wsp:val=&quot;002941C5&quot;/&gt;&lt;wsp:rsid wsp:val=&quot;00295657&quot;/&gt;&lt;wsp:rsid wsp:val=&quot;00295DA8&quot;/&gt;&lt;wsp:rsid wsp:val=&quot;002979BC&quot;/&gt;&lt;wsp:rsid wsp:val=&quot;00297C68&quot;/&gt;&lt;wsp:rsid wsp:val=&quot;002A0981&quot;/&gt;&lt;wsp:rsid wsp:val=&quot;002A0C75&quot;/&gt;&lt;wsp:rsid wsp:val=&quot;002A0D4D&quot;/&gt;&lt;wsp:rsid wsp:val=&quot;002A16D5&quot;/&gt;&lt;wsp:rsid wsp:val=&quot;002A1E1D&quot;/&gt;&lt;wsp:rsid wsp:val=&quot;002A2010&quot;/&gt;&lt;wsp:rsid wsp:val=&quot;002A217B&quot;/&gt;&lt;wsp:rsid wsp:val=&quot;002A27C2&quot;/&gt;&lt;wsp:rsid wsp:val=&quot;002A2A56&quot;/&gt;&lt;wsp:rsid wsp:val=&quot;002A34D1&quot;/&gt;&lt;wsp:rsid wsp:val=&quot;002A52D8&quot;/&gt;&lt;wsp:rsid wsp:val=&quot;002A5CEA&quot;/&gt;&lt;wsp:rsid wsp:val=&quot;002B025E&quot;/&gt;&lt;wsp:rsid wsp:val=&quot;002B0E18&quot;/&gt;&lt;wsp:rsid wsp:val=&quot;002B1014&quot;/&gt;&lt;wsp:rsid wsp:val=&quot;002B20E3&quot;/&gt;&lt;wsp:rsid wsp:val=&quot;002B2488&quot;/&gt;&lt;wsp:rsid wsp:val=&quot;002B2A56&quot;/&gt;&lt;wsp:rsid wsp:val=&quot;002B3846&quot;/&gt;&lt;wsp:rsid wsp:val=&quot;002B3D9E&quot;/&gt;&lt;wsp:rsid wsp:val=&quot;002B4123&quot;/&gt;&lt;wsp:rsid wsp:val=&quot;002B516A&quot;/&gt;&lt;wsp:rsid wsp:val=&quot;002B5340&quot;/&gt;&lt;wsp:rsid wsp:val=&quot;002C07BF&quot;/&gt;&lt;wsp:rsid wsp:val=&quot;002C0EF5&quot;/&gt;&lt;wsp:rsid wsp:val=&quot;002C2A51&quot;/&gt;&lt;wsp:rsid wsp:val=&quot;002C3702&quot;/&gt;&lt;wsp:rsid wsp:val=&quot;002C4AE5&quot;/&gt;&lt;wsp:rsid wsp:val=&quot;002C505C&quot;/&gt;&lt;wsp:rsid wsp:val=&quot;002C50F3&quot;/&gt;&lt;wsp:rsid wsp:val=&quot;002C5EDA&quot;/&gt;&lt;wsp:rsid wsp:val=&quot;002C658E&quot;/&gt;&lt;wsp:rsid wsp:val=&quot;002D02EC&quot;/&gt;&lt;wsp:rsid wsp:val=&quot;002D13A4&quot;/&gt;&lt;wsp:rsid wsp:val=&quot;002D2CBA&quot;/&gt;&lt;wsp:rsid wsp:val=&quot;002D34EC&quot;/&gt;&lt;wsp:rsid wsp:val=&quot;002D36EE&quot;/&gt;&lt;wsp:rsid wsp:val=&quot;002D5CBE&quot;/&gt;&lt;wsp:rsid wsp:val=&quot;002D6A85&quot;/&gt;&lt;wsp:rsid wsp:val=&quot;002D7676&quot;/&gt;&lt;wsp:rsid wsp:val=&quot;002E0395&quot;/&gt;&lt;wsp:rsid wsp:val=&quot;002E06DF&quot;/&gt;&lt;wsp:rsid wsp:val=&quot;002E1D2B&quot;/&gt;&lt;wsp:rsid wsp:val=&quot;002E2986&quot;/&gt;&lt;wsp:rsid wsp:val=&quot;002E29D7&quot;/&gt;&lt;wsp:rsid wsp:val=&quot;002E2CDD&quot;/&gt;&lt;wsp:rsid wsp:val=&quot;002E5D93&quot;/&gt;&lt;wsp:rsid wsp:val=&quot;002E64DC&quot;/&gt;&lt;wsp:rsid wsp:val=&quot;002E6A61&quot;/&gt;&lt;wsp:rsid wsp:val=&quot;002E7CD6&quot;/&gt;&lt;wsp:rsid wsp:val=&quot;002F1B7E&quot;/&gt;&lt;wsp:rsid wsp:val=&quot;002F2E40&quot;/&gt;&lt;wsp:rsid wsp:val=&quot;002F424A&quot;/&gt;&lt;wsp:rsid wsp:val=&quot;002F5810&quot;/&gt;&lt;wsp:rsid wsp:val=&quot;002F5D6D&quot;/&gt;&lt;wsp:rsid wsp:val=&quot;002F7557&quot;/&gt;&lt;wsp:rsid wsp:val=&quot;002F7D87&quot;/&gt;&lt;wsp:rsid wsp:val=&quot;00300CA1&quot;/&gt;&lt;wsp:rsid wsp:val=&quot;00301928&quot;/&gt;&lt;wsp:rsid wsp:val=&quot;00301ACF&quot;/&gt;&lt;wsp:rsid wsp:val=&quot;00301DFE&quot;/&gt;&lt;wsp:rsid wsp:val=&quot;0030366E&quot;/&gt;&lt;wsp:rsid wsp:val=&quot;003048DF&quot;/&gt;&lt;wsp:rsid wsp:val=&quot;00304E95&quot;/&gt;&lt;wsp:rsid wsp:val=&quot;003054BD&quot;/&gt;&lt;wsp:rsid wsp:val=&quot;003062F7&quot;/&gt;&lt;wsp:rsid wsp:val=&quot;0031152D&quot;/&gt;&lt;wsp:rsid wsp:val=&quot;00311FFA&quot;/&gt;&lt;wsp:rsid wsp:val=&quot;00313A83&quot;/&gt;&lt;wsp:rsid wsp:val=&quot;0031409D&quot;/&gt;&lt;wsp:rsid wsp:val=&quot;00316340&quot;/&gt;&lt;wsp:rsid wsp:val=&quot;003164AF&quot;/&gt;&lt;wsp:rsid wsp:val=&quot;0031658A&quot;/&gt;&lt;wsp:rsid wsp:val=&quot;00320CA4&quot;/&gt;&lt;wsp:rsid wsp:val=&quot;003214FD&quot;/&gt;&lt;wsp:rsid wsp:val=&quot;003221D9&quot;/&gt;&lt;wsp:rsid wsp:val=&quot;00322289&quot;/&gt;&lt;wsp:rsid wsp:val=&quot;00322313&quot;/&gt;&lt;wsp:rsid wsp:val=&quot;003236DA&quot;/&gt;&lt;wsp:rsid wsp:val=&quot;0032385A&quot;/&gt;&lt;wsp:rsid wsp:val=&quot;003238B4&quot;/&gt;&lt;wsp:rsid wsp:val=&quot;00324057&quot;/&gt;&lt;wsp:rsid wsp:val=&quot;00325A4F&quot;/&gt;&lt;wsp:rsid wsp:val=&quot;00327765&quot;/&gt;&lt;wsp:rsid wsp:val=&quot;00327B9A&quot;/&gt;&lt;wsp:rsid wsp:val=&quot;0033098B&quot;/&gt;&lt;wsp:rsid wsp:val=&quot;00331490&quot;/&gt;&lt;wsp:rsid wsp:val=&quot;003331AD&quot;/&gt;&lt;wsp:rsid wsp:val=&quot;0033379F&quot;/&gt;&lt;wsp:rsid wsp:val=&quot;0033426F&quot;/&gt;&lt;wsp:rsid wsp:val=&quot;00334EB1&quot;/&gt;&lt;wsp:rsid wsp:val=&quot;00335691&quot;/&gt;&lt;wsp:rsid wsp:val=&quot;0033582E&quot;/&gt;&lt;wsp:rsid wsp:val=&quot;00335B4A&quot;/&gt;&lt;wsp:rsid wsp:val=&quot;003362D4&quot;/&gt;&lt;wsp:rsid wsp:val=&quot;00336460&quot;/&gt;&lt;wsp:rsid wsp:val=&quot;00336892&quot;/&gt;&lt;wsp:rsid wsp:val=&quot;00342E1B&quot;/&gt;&lt;wsp:rsid wsp:val=&quot;003433BE&quot;/&gt;&lt;wsp:rsid wsp:val=&quot;00345DC9&quot;/&gt;&lt;wsp:rsid wsp:val=&quot;00346E35&quot;/&gt;&lt;wsp:rsid wsp:val=&quot;00350911&quot;/&gt;&lt;wsp:rsid wsp:val=&quot;00350B25&quot;/&gt;&lt;wsp:rsid wsp:val=&quot;003525CC&quot;/&gt;&lt;wsp:rsid wsp:val=&quot;00353285&quot;/&gt;&lt;wsp:rsid wsp:val=&quot;00353C5C&quot;/&gt;&lt;wsp:rsid wsp:val=&quot;00354796&quot;/&gt;&lt;wsp:rsid wsp:val=&quot;00355821&quot;/&gt;&lt;wsp:rsid wsp:val=&quot;00355F27&quot;/&gt;&lt;wsp:rsid wsp:val=&quot;00356225&quot;/&gt;&lt;wsp:rsid wsp:val=&quot;0035736D&quot;/&gt;&lt;wsp:rsid wsp:val=&quot;0036067B&quot;/&gt;&lt;wsp:rsid wsp:val=&quot;00360BD3&quot;/&gt;&lt;wsp:rsid wsp:val=&quot;00361371&quot;/&gt;&lt;wsp:rsid wsp:val=&quot;00364176&quot;/&gt;&lt;wsp:rsid wsp:val=&quot;00365750&quot;/&gt;&lt;wsp:rsid wsp:val=&quot;00366F37&quot;/&gt;&lt;wsp:rsid wsp:val=&quot;0037074E&quot;/&gt;&lt;wsp:rsid wsp:val=&quot;00371412&quot;/&gt;&lt;wsp:rsid wsp:val=&quot;00371DFC&quot;/&gt;&lt;wsp:rsid wsp:val=&quot;00373AD7&quot;/&gt;&lt;wsp:rsid wsp:val=&quot;00374A5C&quot;/&gt;&lt;wsp:rsid wsp:val=&quot;00375053&quot;/&gt;&lt;wsp:rsid wsp:val=&quot;003752BD&quot;/&gt;&lt;wsp:rsid wsp:val=&quot;00376E2A&quot;/&gt;&lt;wsp:rsid wsp:val=&quot;003805F4&quot;/&gt;&lt;wsp:rsid wsp:val=&quot;00380F25&quot;/&gt;&lt;wsp:rsid wsp:val=&quot;00381E9B&quot;/&gt;&lt;wsp:rsid wsp:val=&quot;00382DBE&quot;/&gt;&lt;wsp:rsid wsp:val=&quot;003839D3&quot;/&gt;&lt;wsp:rsid wsp:val=&quot;00383A0A&quot;/&gt;&lt;wsp:rsid wsp:val=&quot;00384315&quot;/&gt;&lt;wsp:rsid wsp:val=&quot;003851E3&quot;/&gt;&lt;wsp:rsid wsp:val=&quot;00385619&quot;/&gt;&lt;wsp:rsid wsp:val=&quot;00385F23&quot;/&gt;&lt;wsp:rsid wsp:val=&quot;00386230&quot;/&gt;&lt;wsp:rsid wsp:val=&quot;0038648A&quot;/&gt;&lt;wsp:rsid wsp:val=&quot;00386B4C&quot;/&gt;&lt;wsp:rsid wsp:val=&quot;00386FED&quot;/&gt;&lt;wsp:rsid wsp:val=&quot;00387117&quot;/&gt;&lt;wsp:rsid wsp:val=&quot;003931FB&quot;/&gt;&lt;wsp:rsid wsp:val=&quot;00394740&quot;/&gt;&lt;wsp:rsid wsp:val=&quot;00394C34&quot;/&gt;&lt;wsp:rsid wsp:val=&quot;003954E2&quot;/&gt;&lt;wsp:rsid wsp:val=&quot;00396E67&quot;/&gt;&lt;wsp:rsid wsp:val=&quot;003A1119&quot;/&gt;&lt;wsp:rsid wsp:val=&quot;003A12A7&quot;/&gt;&lt;wsp:rsid wsp:val=&quot;003A225C&quot;/&gt;&lt;wsp:rsid wsp:val=&quot;003A26C3&quot;/&gt;&lt;wsp:rsid wsp:val=&quot;003A2871&quot;/&gt;&lt;wsp:rsid wsp:val=&quot;003A2B91&quot;/&gt;&lt;wsp:rsid wsp:val=&quot;003A36B3&quot;/&gt;&lt;wsp:rsid wsp:val=&quot;003A44B7&quot;/&gt;&lt;wsp:rsid wsp:val=&quot;003A4687&quot;/&gt;&lt;wsp:rsid wsp:val=&quot;003A4EDB&quot;/&gt;&lt;wsp:rsid wsp:val=&quot;003A602C&quot;/&gt;&lt;wsp:rsid wsp:val=&quot;003A6B1A&quot;/&gt;&lt;wsp:rsid wsp:val=&quot;003A78CC&quot;/&gt;&lt;wsp:rsid wsp:val=&quot;003B147D&quot;/&gt;&lt;wsp:rsid wsp:val=&quot;003B18D8&quot;/&gt;&lt;wsp:rsid wsp:val=&quot;003B2B5A&quot;/&gt;&lt;wsp:rsid wsp:val=&quot;003B3781&quot;/&gt;&lt;wsp:rsid wsp:val=&quot;003B5233&quot;/&gt;&lt;wsp:rsid wsp:val=&quot;003B6658&quot;/&gt;&lt;wsp:rsid wsp:val=&quot;003B6A1A&quot;/&gt;&lt;wsp:rsid wsp:val=&quot;003B6BE1&quot;/&gt;&lt;wsp:rsid wsp:val=&quot;003B6C81&quot;/&gt;&lt;wsp:rsid wsp:val=&quot;003B7982&quot;/&gt;&lt;wsp:rsid wsp:val=&quot;003C015B&quot;/&gt;&lt;wsp:rsid wsp:val=&quot;003C11F8&quot;/&gt;&lt;wsp:rsid wsp:val=&quot;003C2176&quot;/&gt;&lt;wsp:rsid wsp:val=&quot;003C2358&quot;/&gt;&lt;wsp:rsid wsp:val=&quot;003C238E&quot;/&gt;&lt;wsp:rsid wsp:val=&quot;003C2ED8&quot;/&gt;&lt;wsp:rsid wsp:val=&quot;003C4E2C&quot;/&gt;&lt;wsp:rsid wsp:val=&quot;003C737A&quot;/&gt;&lt;wsp:rsid wsp:val=&quot;003D2832&quot;/&gt;&lt;wsp:rsid wsp:val=&quot;003D2DE1&quot;/&gt;&lt;wsp:rsid wsp:val=&quot;003D2DE2&quot;/&gt;&lt;wsp:rsid wsp:val=&quot;003D4DFD&quot;/&gt;&lt;wsp:rsid wsp:val=&quot;003D6D77&quot;/&gt;&lt;wsp:rsid wsp:val=&quot;003D7C7C&quot;/&gt;&lt;wsp:rsid wsp:val=&quot;003E1558&quot;/&gt;&lt;wsp:rsid wsp:val=&quot;003E3546&quot;/&gt;&lt;wsp:rsid wsp:val=&quot;003E3D5C&quot;/&gt;&lt;wsp:rsid wsp:val=&quot;003E592B&quot;/&gt;&lt;wsp:rsid wsp:val=&quot;003F0298&quot;/&gt;&lt;wsp:rsid wsp:val=&quot;003F0E7F&quot;/&gt;&lt;wsp:rsid wsp:val=&quot;003F11F6&quot;/&gt;&lt;wsp:rsid wsp:val=&quot;003F170B&quot;/&gt;&lt;wsp:rsid wsp:val=&quot;003F1C6A&quot;/&gt;&lt;wsp:rsid wsp:val=&quot;003F309A&quot;/&gt;&lt;wsp:rsid wsp:val=&quot;003F32A6&quot;/&gt;&lt;wsp:rsid wsp:val=&quot;003F4DBB&quot;/&gt;&lt;wsp:rsid wsp:val=&quot;003F5693&quot;/&gt;&lt;wsp:rsid wsp:val=&quot;003F67AB&quot;/&gt;&lt;wsp:rsid wsp:val=&quot;003F7349&quot;/&gt;&lt;wsp:rsid wsp:val=&quot;00400792&quot;/&gt;&lt;wsp:rsid wsp:val=&quot;00401118&quot;/&gt;&lt;wsp:rsid wsp:val=&quot;00401DCC&quot;/&gt;&lt;wsp:rsid wsp:val=&quot;00402530&quot;/&gt;&lt;wsp:rsid wsp:val=&quot;00403810&quot;/&gt;&lt;wsp:rsid wsp:val=&quot;00403ED8&quot;/&gt;&lt;wsp:rsid wsp:val=&quot;00404DA0&quot;/&gt;&lt;wsp:rsid wsp:val=&quot;004105C3&quot;/&gt;&lt;wsp:rsid wsp:val=&quot;004113EC&quot;/&gt;&lt;wsp:rsid wsp:val=&quot;00411476&quot;/&gt;&lt;wsp:rsid wsp:val=&quot;004129E5&quot;/&gt;&lt;wsp:rsid wsp:val=&quot;00413B65&quot;/&gt;&lt;wsp:rsid wsp:val=&quot;00413F08&quot;/&gt;&lt;wsp:rsid wsp:val=&quot;004151FD&quot;/&gt;&lt;wsp:rsid wsp:val=&quot;00415450&quot;/&gt;&lt;wsp:rsid wsp:val=&quot;00416ECE&quot;/&gt;&lt;wsp:rsid wsp:val=&quot;00417B53&quot;/&gt;&lt;wsp:rsid wsp:val=&quot;00420ED3&quot;/&gt;&lt;wsp:rsid wsp:val=&quot;00421A97&quot;/&gt;&lt;wsp:rsid wsp:val=&quot;00425A15&quot;/&gt;&lt;wsp:rsid wsp:val=&quot;0042665E&quot;/&gt;&lt;wsp:rsid wsp:val=&quot;00427422&quot;/&gt;&lt;wsp:rsid wsp:val=&quot;00427723&quot;/&gt;&lt;wsp:rsid wsp:val=&quot;00427BA4&quot;/&gt;&lt;wsp:rsid wsp:val=&quot;0043052F&quot;/&gt;&lt;wsp:rsid wsp:val=&quot;004307FE&quot;/&gt;&lt;wsp:rsid wsp:val=&quot;00430992&quot;/&gt;&lt;wsp:rsid wsp:val=&quot;00430DDF&quot;/&gt;&lt;wsp:rsid wsp:val=&quot;00432A5E&quot;/&gt;&lt;wsp:rsid wsp:val=&quot;00432B72&quot;/&gt;&lt;wsp:rsid wsp:val=&quot;00433C2F&quot;/&gt;&lt;wsp:rsid wsp:val=&quot;0043562C&quot;/&gt;&lt;wsp:rsid wsp:val=&quot;00436F47&quot;/&gt;&lt;wsp:rsid wsp:val=&quot;00437E8A&quot;/&gt;&lt;wsp:rsid wsp:val=&quot;004411B7&quot;/&gt;&lt;wsp:rsid wsp:val=&quot;00441AF6&quot;/&gt;&lt;wsp:rsid wsp:val=&quot;004428FC&quot;/&gt;&lt;wsp:rsid wsp:val=&quot;00443325&quot;/&gt;&lt;wsp:rsid wsp:val=&quot;0044473A&quot;/&gt;&lt;wsp:rsid wsp:val=&quot;0044532A&quot;/&gt;&lt;wsp:rsid wsp:val=&quot;00445821&quot;/&gt;&lt;wsp:rsid wsp:val=&quot;004479C8&quot;/&gt;&lt;wsp:rsid wsp:val=&quot;00447A48&quot;/&gt;&lt;wsp:rsid wsp:val=&quot;004510E5&quot;/&gt;&lt;wsp:rsid wsp:val=&quot;00452820&quot;/&gt;&lt;wsp:rsid wsp:val=&quot;00452D66&quot;/&gt;&lt;wsp:rsid wsp:val=&quot;004530E3&quot;/&gt;&lt;wsp:rsid wsp:val=&quot;00453AF5&quot;/&gt;&lt;wsp:rsid wsp:val=&quot;004549B1&quot;/&gt;&lt;wsp:rsid wsp:val=&quot;00455883&quot;/&gt;&lt;wsp:rsid wsp:val=&quot;00460178&quot;/&gt;&lt;wsp:rsid wsp:val=&quot;004603B5&quot;/&gt;&lt;wsp:rsid wsp:val=&quot;004609A7&quot;/&gt;&lt;wsp:rsid wsp:val=&quot;004613D2&quot;/&gt;&lt;wsp:rsid wsp:val=&quot;00461925&quot;/&gt;&lt;wsp:rsid wsp:val=&quot;00462558&quot;/&gt;&lt;wsp:rsid wsp:val=&quot;00464CF5&quot;/&gt;&lt;wsp:rsid wsp:val=&quot;0046607E&quot;/&gt;&lt;wsp:rsid wsp:val=&quot;0046676F&quot;/&gt;&lt;wsp:rsid wsp:val=&quot;00467DAE&quot;/&gt;&lt;wsp:rsid wsp:val=&quot;004701C2&quot;/&gt;&lt;wsp:rsid wsp:val=&quot;00470AF5&quot;/&gt;&lt;wsp:rsid wsp:val=&quot;00472363&quot;/&gt;&lt;wsp:rsid wsp:val=&quot;0047296C&quot;/&gt;&lt;wsp:rsid wsp:val=&quot;004743BC&quot;/&gt;&lt;wsp:rsid wsp:val=&quot;00474674&quot;/&gt;&lt;wsp:rsid wsp:val=&quot;004749E1&quot;/&gt;&lt;wsp:rsid wsp:val=&quot;00476CD7&quot;/&gt;&lt;wsp:rsid wsp:val=&quot;00476E9B&quot;/&gt;&lt;wsp:rsid wsp:val=&quot;004772F9&quot;/&gt;&lt;wsp:rsid wsp:val=&quot;00477CF8&quot;/&gt;&lt;wsp:rsid wsp:val=&quot;00481C03&quot;/&gt;&lt;wsp:rsid wsp:val=&quot;00482C8F&quot;/&gt;&lt;wsp:rsid wsp:val=&quot;0048430A&quot;/&gt;&lt;wsp:rsid wsp:val=&quot;0048477F&quot;/&gt;&lt;wsp:rsid wsp:val=&quot;004848E5&quot;/&gt;&lt;wsp:rsid wsp:val=&quot;00486DB9&quot;/&gt;&lt;wsp:rsid wsp:val=&quot;00490A5A&quot;/&gt;&lt;wsp:rsid wsp:val=&quot;00492AB1&quot;/&gt;&lt;wsp:rsid wsp:val=&quot;00493167&quot;/&gt;&lt;wsp:rsid wsp:val=&quot;00494314&quot;/&gt;&lt;wsp:rsid wsp:val=&quot;00494F50&quot;/&gt;&lt;wsp:rsid wsp:val=&quot;0049634F&quot;/&gt;&lt;wsp:rsid wsp:val=&quot;00497D71&quot;/&gt;&lt;wsp:rsid wsp:val=&quot;00497E92&quot;/&gt;&lt;wsp:rsid wsp:val=&quot;004A005C&quot;/&gt;&lt;wsp:rsid wsp:val=&quot;004A6B51&quot;/&gt;&lt;wsp:rsid wsp:val=&quot;004B275E&quot;/&gt;&lt;wsp:rsid wsp:val=&quot;004B52BF&quot;/&gt;&lt;wsp:rsid wsp:val=&quot;004B67C3&quot;/&gt;&lt;wsp:rsid wsp:val=&quot;004C0587&quot;/&gt;&lt;wsp:rsid wsp:val=&quot;004C17A0&quot;/&gt;&lt;wsp:rsid wsp:val=&quot;004C21D6&quot;/&gt;&lt;wsp:rsid wsp:val=&quot;004C45D9&quot;/&gt;&lt;wsp:rsid wsp:val=&quot;004C54D4&quot;/&gt;&lt;wsp:rsid wsp:val=&quot;004C6C80&quot;/&gt;&lt;wsp:rsid wsp:val=&quot;004C6E68&quot;/&gt;&lt;wsp:rsid wsp:val=&quot;004C768F&quot;/&gt;&lt;wsp:rsid wsp:val=&quot;004D0073&quot;/&gt;&lt;wsp:rsid wsp:val=&quot;004D027D&quot;/&gt;&lt;wsp:rsid wsp:val=&quot;004D0B20&quot;/&gt;&lt;wsp:rsid wsp:val=&quot;004D239D&quot;/&gt;&lt;wsp:rsid wsp:val=&quot;004D27E2&quot;/&gt;&lt;wsp:rsid wsp:val=&quot;004D436F&quot;/&gt;&lt;wsp:rsid wsp:val=&quot;004D44AC&quot;/&gt;&lt;wsp:rsid wsp:val=&quot;004D61FD&quot;/&gt;&lt;wsp:rsid wsp:val=&quot;004D648C&quot;/&gt;&lt;wsp:rsid wsp:val=&quot;004D74E0&quot;/&gt;&lt;wsp:rsid wsp:val=&quot;004D7577&quot;/&gt;&lt;wsp:rsid wsp:val=&quot;004D75EB&quot;/&gt;&lt;wsp:rsid wsp:val=&quot;004D7F20&quot;/&gt;&lt;wsp:rsid wsp:val=&quot;004E048B&quot;/&gt;&lt;wsp:rsid wsp:val=&quot;004E3760&quot;/&gt;&lt;wsp:rsid wsp:val=&quot;004E465A&quot;/&gt;&lt;wsp:rsid wsp:val=&quot;004E59F0&quot;/&gt;&lt;wsp:rsid wsp:val=&quot;004E5B2F&quot;/&gt;&lt;wsp:rsid wsp:val=&quot;004E62F0&quot;/&gt;&lt;wsp:rsid wsp:val=&quot;004E6955&quot;/&gt;&lt;wsp:rsid wsp:val=&quot;004E703E&quot;/&gt;&lt;wsp:rsid wsp:val=&quot;004F01F4&quot;/&gt;&lt;wsp:rsid wsp:val=&quot;004F157D&quot;/&gt;&lt;wsp:rsid wsp:val=&quot;004F1FD8&quot;/&gt;&lt;wsp:rsid wsp:val=&quot;004F240F&quot;/&gt;&lt;wsp:rsid wsp:val=&quot;004F2881&quot;/&gt;&lt;wsp:rsid wsp:val=&quot;004F3716&quot;/&gt;&lt;wsp:rsid wsp:val=&quot;004F4508&quot;/&gt;&lt;wsp:rsid wsp:val=&quot;004F46C7&quot;/&gt;&lt;wsp:rsid wsp:val=&quot;004F49B4&quot;/&gt;&lt;wsp:rsid wsp:val=&quot;004F4FE9&quot;/&gt;&lt;wsp:rsid wsp:val=&quot;004F7418&quot;/&gt;&lt;wsp:rsid wsp:val=&quot;00500EB0&quot;/&gt;&lt;wsp:rsid wsp:val=&quot;005019D6&quot;/&gt;&lt;wsp:rsid wsp:val=&quot;00502EB2&quot;/&gt;&lt;wsp:rsid wsp:val=&quot;00503A8F&quot;/&gt;&lt;wsp:rsid wsp:val=&quot;0050524A&quot;/&gt;&lt;wsp:rsid wsp:val=&quot;00505BF1&quot;/&gt;&lt;wsp:rsid wsp:val=&quot;00507144&quot;/&gt;&lt;wsp:rsid wsp:val=&quot;0051037F&quot;/&gt;&lt;wsp:rsid wsp:val=&quot;0051179B&quot;/&gt;&lt;wsp:rsid wsp:val=&quot;00511BD5&quot;/&gt;&lt;wsp:rsid wsp:val=&quot;00511F2F&quot;/&gt;&lt;wsp:rsid wsp:val=&quot;00513359&quot;/&gt;&lt;wsp:rsid wsp:val=&quot;00513F95&quot;/&gt;&lt;wsp:rsid wsp:val=&quot;005162D5&quot;/&gt;&lt;wsp:rsid wsp:val=&quot;00517E8A&quot;/&gt;&lt;wsp:rsid wsp:val=&quot;005212F7&quot;/&gt;&lt;wsp:rsid wsp:val=&quot;00521CD7&quot;/&gt;&lt;wsp:rsid wsp:val=&quot;00521D34&quot;/&gt;&lt;wsp:rsid wsp:val=&quot;00523A6F&quot;/&gt;&lt;wsp:rsid wsp:val=&quot;00524CF3&quot;/&gt;&lt;wsp:rsid wsp:val=&quot;005251DE&quot;/&gt;&lt;wsp:rsid wsp:val=&quot;00525D41&quot;/&gt;&lt;wsp:rsid wsp:val=&quot;00525E69&quot;/&gt;&lt;wsp:rsid wsp:val=&quot;00526772&quot;/&gt;&lt;wsp:rsid wsp:val=&quot;00526FA3&quot;/&gt;&lt;wsp:rsid wsp:val=&quot;0053099E&quot;/&gt;&lt;wsp:rsid wsp:val=&quot;005310FA&quot;/&gt;&lt;wsp:rsid wsp:val=&quot;005346D7&quot;/&gt;&lt;wsp:rsid wsp:val=&quot;005353C9&quot;/&gt;&lt;wsp:rsid wsp:val=&quot;00536B56&quot;/&gt;&lt;wsp:rsid wsp:val=&quot;00537FB0&quot;/&gt;&lt;wsp:rsid wsp:val=&quot;0054040A&quot;/&gt;&lt;wsp:rsid wsp:val=&quot;00540D84&quot;/&gt;&lt;wsp:rsid wsp:val=&quot;00543D6F&quot;/&gt;&lt;wsp:rsid wsp:val=&quot;00544B87&quot;/&gt;&lt;wsp:rsid wsp:val=&quot;005458E9&quot;/&gt;&lt;wsp:rsid wsp:val=&quot;00547569&quot;/&gt;&lt;wsp:rsid wsp:val=&quot;00552F66&quot;/&gt;&lt;wsp:rsid wsp:val=&quot;0055426D&quot;/&gt;&lt;wsp:rsid wsp:val=&quot;0055658B&quot;/&gt;&lt;wsp:rsid wsp:val=&quot;00557798&quot;/&gt;&lt;wsp:rsid wsp:val=&quot;00560D7A&quot;/&gt;&lt;wsp:rsid wsp:val=&quot;005618E0&quot;/&gt;&lt;wsp:rsid wsp:val=&quot;00561D67&quot;/&gt;&lt;wsp:rsid wsp:val=&quot;00562855&quot;/&gt;&lt;wsp:rsid wsp:val=&quot;005628A0&quot;/&gt;&lt;wsp:rsid wsp:val=&quot;0056454E&quot;/&gt;&lt;wsp:rsid wsp:val=&quot;00564758&quot;/&gt;&lt;wsp:rsid wsp:val=&quot;005648C9&quot;/&gt;&lt;wsp:rsid wsp:val=&quot;00565166&quot;/&gt;&lt;wsp:rsid wsp:val=&quot;00570BD7&quot;/&gt;&lt;wsp:rsid wsp:val=&quot;005735DF&quot;/&gt;&lt;wsp:rsid wsp:val=&quot;00573640&quot;/&gt;&lt;wsp:rsid wsp:val=&quot;00573C6A&quot;/&gt;&lt;wsp:rsid wsp:val=&quot;00575151&quot;/&gt;&lt;wsp:rsid wsp:val=&quot;005756A3&quot;/&gt;&lt;wsp:rsid wsp:val=&quot;005763CC&quot;/&gt;&lt;wsp:rsid wsp:val=&quot;00576460&quot;/&gt;&lt;wsp:rsid wsp:val=&quot;00576C00&quot;/&gt;&lt;wsp:rsid wsp:val=&quot;00577842&quot;/&gt;&lt;wsp:rsid wsp:val=&quot;00581520&quot;/&gt;&lt;wsp:rsid wsp:val=&quot;00582383&quot;/&gt;&lt;wsp:rsid wsp:val=&quot;00582DE0&quot;/&gt;&lt;wsp:rsid wsp:val=&quot;00582F72&quot;/&gt;&lt;wsp:rsid wsp:val=&quot;00583B40&quot;/&gt;&lt;wsp:rsid wsp:val=&quot;00586558&quot;/&gt;&lt;wsp:rsid wsp:val=&quot;00587F6C&quot;/&gt;&lt;wsp:rsid wsp:val=&quot;005902E7&quot;/&gt;&lt;wsp:rsid wsp:val=&quot;00590BBA&quot;/&gt;&lt;wsp:rsid wsp:val=&quot;00590DB7&quot;/&gt;&lt;wsp:rsid wsp:val=&quot;005918E3&quot;/&gt;&lt;wsp:rsid wsp:val=&quot;00592059&quot;/&gt;&lt;wsp:rsid wsp:val=&quot;00592520&quot;/&gt;&lt;wsp:rsid wsp:val=&quot;00592C2B&quot;/&gt;&lt;wsp:rsid wsp:val=&quot;0059339B&quot;/&gt;&lt;wsp:rsid wsp:val=&quot;0059488C&quot;/&gt;&lt;wsp:rsid wsp:val=&quot;00596125&quot;/&gt;&lt;wsp:rsid wsp:val=&quot;005965DF&quot;/&gt;&lt;wsp:rsid wsp:val=&quot;005A1091&quot;/&gt;&lt;wsp:rsid wsp:val=&quot;005A11B5&quot;/&gt;&lt;wsp:rsid wsp:val=&quot;005A1709&quot;/&gt;&lt;wsp:rsid wsp:val=&quot;005A21B5&quot;/&gt;&lt;wsp:rsid wsp:val=&quot;005A4C1B&quot;/&gt;&lt;wsp:rsid wsp:val=&quot;005A645D&quot;/&gt;&lt;wsp:rsid wsp:val=&quot;005A72B0&quot;/&gt;&lt;wsp:rsid wsp:val=&quot;005A784B&quot;/&gt;&lt;wsp:rsid wsp:val=&quot;005B0314&quot;/&gt;&lt;wsp:rsid wsp:val=&quot;005B059B&quot;/&gt;&lt;wsp:rsid wsp:val=&quot;005B1648&quot;/&gt;&lt;wsp:rsid wsp:val=&quot;005B3343&quot;/&gt;&lt;wsp:rsid wsp:val=&quot;005B4BB2&quot;/&gt;&lt;wsp:rsid wsp:val=&quot;005B7448&quot;/&gt;&lt;wsp:rsid wsp:val=&quot;005C00B6&quot;/&gt;&lt;wsp:rsid wsp:val=&quot;005C1891&quot;/&gt;&lt;wsp:rsid wsp:val=&quot;005C1B4A&quot;/&gt;&lt;wsp:rsid wsp:val=&quot;005C2F29&quot;/&gt;&lt;wsp:rsid wsp:val=&quot;005C365C&quot;/&gt;&lt;wsp:rsid wsp:val=&quot;005C3DC1&quot;/&gt;&lt;wsp:rsid wsp:val=&quot;005C60E3&quot;/&gt;&lt;wsp:rsid wsp:val=&quot;005C7217&quot;/&gt;&lt;wsp:rsid wsp:val=&quot;005C772C&quot;/&gt;&lt;wsp:rsid wsp:val=&quot;005C7C75&quot;/&gt;&lt;wsp:rsid wsp:val=&quot;005D07D3&quot;/&gt;&lt;wsp:rsid wsp:val=&quot;005D0866&quot;/&gt;&lt;wsp:rsid wsp:val=&quot;005D0FC8&quot;/&gt;&lt;wsp:rsid wsp:val=&quot;005D2A2A&quot;/&gt;&lt;wsp:rsid wsp:val=&quot;005D38C8&quot;/&gt;&lt;wsp:rsid wsp:val=&quot;005D4597&quot;/&gt;&lt;wsp:rsid wsp:val=&quot;005D51A0&quot;/&gt;&lt;wsp:rsid wsp:val=&quot;005D59BA&quot;/&gt;&lt;wsp:rsid wsp:val=&quot;005D663B&quot;/&gt;&lt;wsp:rsid wsp:val=&quot;005D67E7&quot;/&gt;&lt;wsp:rsid wsp:val=&quot;005D68D0&quot;/&gt;&lt;wsp:rsid wsp:val=&quot;005D6D3F&quot;/&gt;&lt;wsp:rsid wsp:val=&quot;005D6E31&quot;/&gt;&lt;wsp:rsid wsp:val=&quot;005D7B7D&quot;/&gt;&lt;wsp:rsid wsp:val=&quot;005D7EC2&quot;/&gt;&lt;wsp:rsid wsp:val=&quot;005E0B48&quot;/&gt;&lt;wsp:rsid wsp:val=&quot;005E1648&quot;/&gt;&lt;wsp:rsid wsp:val=&quot;005E1D4E&quot;/&gt;&lt;wsp:rsid wsp:val=&quot;005E2B8C&quot;/&gt;&lt;wsp:rsid wsp:val=&quot;005E5E3A&quot;/&gt;&lt;wsp:rsid wsp:val=&quot;005E63BC&quot;/&gt;&lt;wsp:rsid wsp:val=&quot;005E688E&quot;/&gt;&lt;wsp:rsid wsp:val=&quot;005E794F&quot;/&gt;&lt;wsp:rsid wsp:val=&quot;005F23AD&quot;/&gt;&lt;wsp:rsid wsp:val=&quot;005F34F3&quot;/&gt;&lt;wsp:rsid wsp:val=&quot;005F3896&quot;/&gt;&lt;wsp:rsid wsp:val=&quot;005F3F6B&quot;/&gt;&lt;wsp:rsid wsp:val=&quot;005F6555&quot;/&gt;&lt;wsp:rsid wsp:val=&quot;005F6DA5&quot;/&gt;&lt;wsp:rsid wsp:val=&quot;005F7F57&quot;/&gt;&lt;wsp:rsid wsp:val=&quot;00600D8F&quot;/&gt;&lt;wsp:rsid wsp:val=&quot;006025F8&quot;/&gt;&lt;wsp:rsid wsp:val=&quot;00602791&quot;/&gt;&lt;wsp:rsid wsp:val=&quot;00606D13&quot;/&gt;&lt;wsp:rsid wsp:val=&quot;00607888&quot;/&gt;&lt;wsp:rsid wsp:val=&quot;00607C69&quot;/&gt;&lt;wsp:rsid wsp:val=&quot;0061003C&quot;/&gt;&lt;wsp:rsid wsp:val=&quot;00611970&quot;/&gt;&lt;wsp:rsid wsp:val=&quot;0061260A&quot;/&gt;&lt;wsp:rsid wsp:val=&quot;00613D39&quot;/&gt;&lt;wsp:rsid wsp:val=&quot;00614A8B&quot;/&gt;&lt;wsp:rsid wsp:val=&quot;006174D6&quot;/&gt;&lt;wsp:rsid wsp:val=&quot;00620AB2&quot;/&gt;&lt;wsp:rsid wsp:val=&quot;00620AE7&quot;/&gt;&lt;wsp:rsid wsp:val=&quot;0062230C&quot;/&gt;&lt;wsp:rsid wsp:val=&quot;006229F5&quot;/&gt;&lt;wsp:rsid wsp:val=&quot;00623B27&quot;/&gt;&lt;wsp:rsid wsp:val=&quot;00623F28&quot;/&gt;&lt;wsp:rsid wsp:val=&quot;006242FB&quot;/&gt;&lt;wsp:rsid wsp:val=&quot;00625F2B&quot;/&gt;&lt;wsp:rsid wsp:val=&quot;00626282&quot;/&gt;&lt;wsp:rsid wsp:val=&quot;00626E93&quot;/&gt;&lt;wsp:rsid wsp:val=&quot;006274A2&quot;/&gt;&lt;wsp:rsid wsp:val=&quot;00631610&quot;/&gt;&lt;wsp:rsid wsp:val=&quot;00632666&quot;/&gt;&lt;wsp:rsid wsp:val=&quot;00632D87&quot;/&gt;&lt;wsp:rsid wsp:val=&quot;00632DF9&quot;/&gt;&lt;wsp:rsid wsp:val=&quot;0063382E&quot;/&gt;&lt;wsp:rsid wsp:val=&quot;006346BD&quot;/&gt;&lt;wsp:rsid wsp:val=&quot;00634B84&quot;/&gt;&lt;wsp:rsid wsp:val=&quot;00635C3B&quot;/&gt;&lt;wsp:rsid wsp:val=&quot;00637781&quot;/&gt;&lt;wsp:rsid wsp:val=&quot;00637EE6&quot;/&gt;&lt;wsp:rsid wsp:val=&quot;0064018F&quot;/&gt;&lt;wsp:rsid wsp:val=&quot;00640F97&quot;/&gt;&lt;wsp:rsid wsp:val=&quot;006411C7&quot;/&gt;&lt;wsp:rsid wsp:val=&quot;00643FC6&quot;/&gt;&lt;wsp:rsid wsp:val=&quot;00644BFF&quot;/&gt;&lt;wsp:rsid wsp:val=&quot;00645118&quot;/&gt;&lt;wsp:rsid wsp:val=&quot;006463BB&quot;/&gt;&lt;wsp:rsid wsp:val=&quot;00646B05&quot;/&gt;&lt;wsp:rsid wsp:val=&quot;0065096A&quot;/&gt;&lt;wsp:rsid wsp:val=&quot;00651C55&quot;/&gt;&lt;wsp:rsid wsp:val=&quot;00653801&quot;/&gt;&lt;wsp:rsid wsp:val=&quot;00653885&quot;/&gt;&lt;wsp:rsid wsp:val=&quot;00653ED9&quot;/&gt;&lt;wsp:rsid wsp:val=&quot;00655153&quot;/&gt;&lt;wsp:rsid wsp:val=&quot;0066080A&quot;/&gt;&lt;wsp:rsid wsp:val=&quot;00660962&quot;/&gt;&lt;wsp:rsid wsp:val=&quot;0066119C&quot;/&gt;&lt;wsp:rsid wsp:val=&quot;0066129A&quot;/&gt;&lt;wsp:rsid wsp:val=&quot;00661378&quot;/&gt;&lt;wsp:rsid wsp:val=&quot;0066169A&quot;/&gt;&lt;wsp:rsid wsp:val=&quot;00663678&quot;/&gt;&lt;wsp:rsid wsp:val=&quot;00663F3A&quot;/&gt;&lt;wsp:rsid wsp:val=&quot;00667874&quot;/&gt;&lt;wsp:rsid wsp:val=&quot;0067214A&quot;/&gt;&lt;wsp:rsid wsp:val=&quot;00673A63&quot;/&gt;&lt;wsp:rsid wsp:val=&quot;00674D21&quot;/&gt;&lt;wsp:rsid wsp:val=&quot;00675660&quot;/&gt;&lt;wsp:rsid wsp:val=&quot;00677025&quot;/&gt;&lt;wsp:rsid wsp:val=&quot;0068019A&quot;/&gt;&lt;wsp:rsid wsp:val=&quot;006842D6&quot;/&gt;&lt;wsp:rsid wsp:val=&quot;00684C8C&quot;/&gt;&lt;wsp:rsid wsp:val=&quot;00686A36&quot;/&gt;&lt;wsp:rsid wsp:val=&quot;006872C9&quot;/&gt;&lt;wsp:rsid wsp:val=&quot;00687548&quot;/&gt;&lt;wsp:rsid wsp:val=&quot;0068791B&quot;/&gt;&lt;wsp:rsid wsp:val=&quot;006879B4&quot;/&gt;&lt;wsp:rsid wsp:val=&quot;00687BAE&quot;/&gt;&lt;wsp:rsid wsp:val=&quot;006905B8&quot;/&gt;&lt;wsp:rsid wsp:val=&quot;00691F31&quot;/&gt;&lt;wsp:rsid wsp:val=&quot;0069205C&quot;/&gt;&lt;wsp:rsid wsp:val=&quot;00692EEE&quot;/&gt;&lt;wsp:rsid wsp:val=&quot;00694507&quot;/&gt;&lt;wsp:rsid wsp:val=&quot;00694B0B&quot;/&gt;&lt;wsp:rsid wsp:val=&quot;0069531D&quot;/&gt;&lt;wsp:rsid wsp:val=&quot;006965AC&quot;/&gt;&lt;wsp:rsid wsp:val=&quot;00696E57&quot;/&gt;&lt;wsp:rsid wsp:val=&quot;006978A4&quot;/&gt;&lt;wsp:rsid wsp:val=&quot;006A0A43&quot;/&gt;&lt;wsp:rsid wsp:val=&quot;006A2EFF&quot;/&gt;&lt;wsp:rsid wsp:val=&quot;006A3A58&quot;/&gt;&lt;wsp:rsid wsp:val=&quot;006A40E4&quot;/&gt;&lt;wsp:rsid wsp:val=&quot;006A42FC&quot;/&gt;&lt;wsp:rsid wsp:val=&quot;006A45F1&quot;/&gt;&lt;wsp:rsid wsp:val=&quot;006A533E&quot;/&gt;&lt;wsp:rsid wsp:val=&quot;006A6046&quot;/&gt;&lt;wsp:rsid wsp:val=&quot;006A771B&quot;/&gt;&lt;wsp:rsid wsp:val=&quot;006A7D00&quot;/&gt;&lt;wsp:rsid wsp:val=&quot;006B00AF&quot;/&gt;&lt;wsp:rsid wsp:val=&quot;006B03F0&quot;/&gt;&lt;wsp:rsid wsp:val=&quot;006B0855&quot;/&gt;&lt;wsp:rsid wsp:val=&quot;006B1B2A&quot;/&gt;&lt;wsp:rsid wsp:val=&quot;006B1B4C&quot;/&gt;&lt;wsp:rsid wsp:val=&quot;006B28E5&quot;/&gt;&lt;wsp:rsid wsp:val=&quot;006B2D6D&quot;/&gt;&lt;wsp:rsid wsp:val=&quot;006B36C2&quot;/&gt;&lt;wsp:rsid wsp:val=&quot;006B43B9&quot;/&gt;&lt;wsp:rsid wsp:val=&quot;006B476B&quot;/&gt;&lt;wsp:rsid wsp:val=&quot;006B52A4&quot;/&gt;&lt;wsp:rsid wsp:val=&quot;006B54AF&quot;/&gt;&lt;wsp:rsid wsp:val=&quot;006C0572&quot;/&gt;&lt;wsp:rsid wsp:val=&quot;006C1DB4&quot;/&gt;&lt;wsp:rsid wsp:val=&quot;006C3067&quot;/&gt;&lt;wsp:rsid wsp:val=&quot;006C3A2E&quot;/&gt;&lt;wsp:rsid wsp:val=&quot;006C4A81&quot;/&gt;&lt;wsp:rsid wsp:val=&quot;006C54CB&quot;/&gt;&lt;wsp:rsid wsp:val=&quot;006C7492&quot;/&gt;&lt;wsp:rsid wsp:val=&quot;006D01D9&quot;/&gt;&lt;wsp:rsid wsp:val=&quot;006D0CA5&quot;/&gt;&lt;wsp:rsid wsp:val=&quot;006D1153&quot;/&gt;&lt;wsp:rsid wsp:val=&quot;006D28E9&quot;/&gt;&lt;wsp:rsid wsp:val=&quot;006D3207&quot;/&gt;&lt;wsp:rsid wsp:val=&quot;006D35D1&quot;/&gt;&lt;wsp:rsid wsp:val=&quot;006D3725&quot;/&gt;&lt;wsp:rsid wsp:val=&quot;006D374C&quot;/&gt;&lt;wsp:rsid wsp:val=&quot;006D44DE&quot;/&gt;&lt;wsp:rsid wsp:val=&quot;006D58AB&quot;/&gt;&lt;wsp:rsid wsp:val=&quot;006D6166&quot;/&gt;&lt;wsp:rsid wsp:val=&quot;006D7275&quot;/&gt;&lt;wsp:rsid wsp:val=&quot;006D73F2&quot;/&gt;&lt;wsp:rsid wsp:val=&quot;006D778C&quot;/&gt;&lt;wsp:rsid wsp:val=&quot;006D7B06&quot;/&gt;&lt;wsp:rsid wsp:val=&quot;006E0D7D&quot;/&gt;&lt;wsp:rsid wsp:val=&quot;006E1E70&quot;/&gt;&lt;wsp:rsid wsp:val=&quot;006E24FF&quot;/&gt;&lt;wsp:rsid wsp:val=&quot;006E3AC4&quot;/&gt;&lt;wsp:rsid wsp:val=&quot;006E5A2D&quot;/&gt;&lt;wsp:rsid wsp:val=&quot;006E6B25&quot;/&gt;&lt;wsp:rsid wsp:val=&quot;006E7C8C&quot;/&gt;&lt;wsp:rsid wsp:val=&quot;006F06A1&quot;/&gt;&lt;wsp:rsid wsp:val=&quot;006F207A&quot;/&gt;&lt;wsp:rsid wsp:val=&quot;006F3034&quot;/&gt;&lt;wsp:rsid wsp:val=&quot;006F36C7&quot;/&gt;&lt;wsp:rsid wsp:val=&quot;006F42CB&quot;/&gt;&lt;wsp:rsid wsp:val=&quot;006F4913&quot;/&gt;&lt;wsp:rsid wsp:val=&quot;006F50DA&quot;/&gt;&lt;wsp:rsid wsp:val=&quot;006F74BC&quot;/&gt;&lt;wsp:rsid wsp:val=&quot;00700389&quot;/&gt;&lt;wsp:rsid wsp:val=&quot;007004C9&quot;/&gt;&lt;wsp:rsid wsp:val=&quot;00700AA9&quot;/&gt;&lt;wsp:rsid wsp:val=&quot;00701290&quot;/&gt;&lt;wsp:rsid wsp:val=&quot;007026D1&quot;/&gt;&lt;wsp:rsid wsp:val=&quot;007028DE&quot;/&gt;&lt;wsp:rsid wsp:val=&quot;0070344A&quot;/&gt;&lt;wsp:rsid wsp:val=&quot;00703D7B&quot;/&gt;&lt;wsp:rsid wsp:val=&quot;00704785&quot;/&gt;&lt;wsp:rsid wsp:val=&quot;0070619E&quot;/&gt;&lt;wsp:rsid wsp:val=&quot;00706774&quot;/&gt;&lt;wsp:rsid wsp:val=&quot;00706A22&quot;/&gt;&lt;wsp:rsid wsp:val=&quot;0070746B&quot;/&gt;&lt;wsp:rsid wsp:val=&quot;007100C9&quot;/&gt;&lt;wsp:rsid wsp:val=&quot;00710257&quot;/&gt;&lt;wsp:rsid wsp:val=&quot;00710C24&quot;/&gt;&lt;wsp:rsid wsp:val=&quot;00712677&quot;/&gt;&lt;wsp:rsid wsp:val=&quot;0071370E&quot;/&gt;&lt;wsp:rsid wsp:val=&quot;0071446A&quot;/&gt;&lt;wsp:rsid wsp:val=&quot;0071595C&quot;/&gt;&lt;wsp:rsid wsp:val=&quot;0071764D&quot;/&gt;&lt;wsp:rsid wsp:val=&quot;0072046B&quot;/&gt;&lt;wsp:rsid wsp:val=&quot;00720813&quot;/&gt;&lt;wsp:rsid wsp:val=&quot;007224E5&quot;/&gt;&lt;wsp:rsid wsp:val=&quot;007277F9&quot;/&gt;&lt;wsp:rsid wsp:val=&quot;00730801&quot;/&gt;&lt;wsp:rsid wsp:val=&quot;00730B74&quot;/&gt;&lt;wsp:rsid wsp:val=&quot;00731E95&quot;/&gt;&lt;wsp:rsid wsp:val=&quot;00733A46&quot;/&gt;&lt;wsp:rsid wsp:val=&quot;007342F7&quot;/&gt;&lt;wsp:rsid wsp:val=&quot;007347CD&quot;/&gt;&lt;wsp:rsid wsp:val=&quot;00734B86&quot;/&gt;&lt;wsp:rsid wsp:val=&quot;007366DC&quot;/&gt;&lt;wsp:rsid wsp:val=&quot;007369B2&quot;/&gt;&lt;wsp:rsid wsp:val=&quot;007374EC&quot;/&gt;&lt;wsp:rsid wsp:val=&quot;007403F1&quot;/&gt;&lt;wsp:rsid wsp:val=&quot;00740C19&quot;/&gt;&lt;wsp:rsid wsp:val=&quot;00740CF4&quot;/&gt;&lt;wsp:rsid wsp:val=&quot;007416A2&quot;/&gt;&lt;wsp:rsid wsp:val=&quot;00742E14&quot;/&gt;&lt;wsp:rsid wsp:val=&quot;00743AEC&quot;/&gt;&lt;wsp:rsid wsp:val=&quot;007452F6&quot;/&gt;&lt;wsp:rsid wsp:val=&quot;007477C0&quot;/&gt;&lt;wsp:rsid wsp:val=&quot;00747E0E&quot;/&gt;&lt;wsp:rsid wsp:val=&quot;00752303&quot;/&gt;&lt;wsp:rsid wsp:val=&quot;0075269D&quot;/&gt;&lt;wsp:rsid wsp:val=&quot;00753A9D&quot;/&gt;&lt;wsp:rsid wsp:val=&quot;007542D0&quot;/&gt;&lt;wsp:rsid wsp:val=&quot;0075469A&quot;/&gt;&lt;wsp:rsid wsp:val=&quot;007557C6&quot;/&gt;&lt;wsp:rsid wsp:val=&quot;00757AA9&quot;/&gt;&lt;wsp:rsid wsp:val=&quot;00757ABF&quot;/&gt;&lt;wsp:rsid wsp:val=&quot;00760583&quot;/&gt;&lt;wsp:rsid wsp:val=&quot;007606F1&quot;/&gt;&lt;wsp:rsid wsp:val=&quot;007609B8&quot;/&gt;&lt;wsp:rsid wsp:val=&quot;00760A9D&quot;/&gt;&lt;wsp:rsid wsp:val=&quot;007611DE&quot;/&gt;&lt;wsp:rsid wsp:val=&quot;00763EF6&quot;/&gt;&lt;wsp:rsid wsp:val=&quot;00764265&quot;/&gt;&lt;wsp:rsid wsp:val=&quot;0076516B&quot;/&gt;&lt;wsp:rsid wsp:val=&quot;0076556F&quot;/&gt;&lt;wsp:rsid wsp:val=&quot;00765F91&quot;/&gt;&lt;wsp:rsid wsp:val=&quot;00766928&quot;/&gt;&lt;wsp:rsid wsp:val=&quot;00766C46&quot;/&gt;&lt;wsp:rsid wsp:val=&quot;00767848&quot;/&gt;&lt;wsp:rsid wsp:val=&quot;00770841&quot;/&gt;&lt;wsp:rsid wsp:val=&quot;00771761&quot;/&gt;&lt;wsp:rsid wsp:val=&quot;007734BF&quot;/&gt;&lt;wsp:rsid wsp:val=&quot;00773A87&quot;/&gt;&lt;wsp:rsid wsp:val=&quot;007755DE&quot;/&gt;&lt;wsp:rsid wsp:val=&quot;0077782C&quot;/&gt;&lt;wsp:rsid wsp:val=&quot;007778C7&quot;/&gt;&lt;wsp:rsid wsp:val=&quot;007812D6&quot;/&gt;&lt;wsp:rsid wsp:val=&quot;00781986&quot;/&gt;&lt;wsp:rsid wsp:val=&quot;00781B48&quot;/&gt;&lt;wsp:rsid wsp:val=&quot;00782EFB&quot;/&gt;&lt;wsp:rsid wsp:val=&quot;00783A7F&quot;/&gt;&lt;wsp:rsid wsp:val=&quot;00784157&quot;/&gt;&lt;wsp:rsid wsp:val=&quot;0078428F&quot;/&gt;&lt;wsp:rsid wsp:val=&quot;00786562&quot;/&gt;&lt;wsp:rsid wsp:val=&quot;00786AB6&quot;/&gt;&lt;wsp:rsid wsp:val=&quot;00786E6B&quot;/&gt;&lt;wsp:rsid wsp:val=&quot;00791E6F&quot;/&gt;&lt;wsp:rsid wsp:val=&quot;007A078A&quot;/&gt;&lt;wsp:rsid wsp:val=&quot;007A0D82&quot;/&gt;&lt;wsp:rsid wsp:val=&quot;007A1417&quot;/&gt;&lt;wsp:rsid wsp:val=&quot;007A23A9&quot;/&gt;&lt;wsp:rsid wsp:val=&quot;007A23DC&quot;/&gt;&lt;wsp:rsid wsp:val=&quot;007A3397&quot;/&gt;&lt;wsp:rsid wsp:val=&quot;007A3406&quot;/&gt;&lt;wsp:rsid wsp:val=&quot;007A4155&quot;/&gt;&lt;wsp:rsid wsp:val=&quot;007A59A9&quot;/&gt;&lt;wsp:rsid wsp:val=&quot;007A68F9&quot;/&gt;&lt;wsp:rsid wsp:val=&quot;007A6B2A&quot;/&gt;&lt;wsp:rsid wsp:val=&quot;007B0615&quot;/&gt;&lt;wsp:rsid wsp:val=&quot;007B2021&quot;/&gt;&lt;wsp:rsid wsp:val=&quot;007B2216&quot;/&gt;&lt;wsp:rsid wsp:val=&quot;007B2799&quot;/&gt;&lt;wsp:rsid wsp:val=&quot;007B3255&quot;/&gt;&lt;wsp:rsid wsp:val=&quot;007B4026&quot;/&gt;&lt;wsp:rsid wsp:val=&quot;007B47B2&quot;/&gt;&lt;wsp:rsid wsp:val=&quot;007B50CC&quot;/&gt;&lt;wsp:rsid wsp:val=&quot;007B53B5&quot;/&gt;&lt;wsp:rsid wsp:val=&quot;007B6616&quot;/&gt;&lt;wsp:rsid wsp:val=&quot;007B6B6B&quot;/&gt;&lt;wsp:rsid wsp:val=&quot;007B7623&quot;/&gt;&lt;wsp:rsid wsp:val=&quot;007C05C2&quot;/&gt;&lt;wsp:rsid wsp:val=&quot;007C0B22&quot;/&gt;&lt;wsp:rsid wsp:val=&quot;007C128D&quot;/&gt;&lt;wsp:rsid wsp:val=&quot;007C164E&quot;/&gt;&lt;wsp:rsid wsp:val=&quot;007C18AD&quot;/&gt;&lt;wsp:rsid wsp:val=&quot;007C2771&quot;/&gt;&lt;wsp:rsid wsp:val=&quot;007C2856&quot;/&gt;&lt;wsp:rsid wsp:val=&quot;007C3042&quot;/&gt;&lt;wsp:rsid wsp:val=&quot;007C3732&quot;/&gt;&lt;wsp:rsid wsp:val=&quot;007C436B&quot;/&gt;&lt;wsp:rsid wsp:val=&quot;007C486F&quot;/&gt;&lt;wsp:rsid wsp:val=&quot;007C4D63&quot;/&gt;&lt;wsp:rsid wsp:val=&quot;007C5309&quot;/&gt;&lt;wsp:rsid wsp:val=&quot;007C5A37&quot;/&gt;&lt;wsp:rsid wsp:val=&quot;007C5BEE&quot;/&gt;&lt;wsp:rsid wsp:val=&quot;007C7E61&quot;/&gt;&lt;wsp:rsid wsp:val=&quot;007D564B&quot;/&gt;&lt;wsp:rsid wsp:val=&quot;007D576F&quot;/&gt;&lt;wsp:rsid wsp:val=&quot;007D59A7&quot;/&gt;&lt;wsp:rsid wsp:val=&quot;007D5FA2&quot;/&gt;&lt;wsp:rsid wsp:val=&quot;007D6CE1&quot;/&gt;&lt;wsp:rsid wsp:val=&quot;007D7717&quot;/&gt;&lt;wsp:rsid wsp:val=&quot;007D7826&quot;/&gt;&lt;wsp:rsid wsp:val=&quot;007E0C73&quot;/&gt;&lt;wsp:rsid wsp:val=&quot;007E1093&quot;/&gt;&lt;wsp:rsid wsp:val=&quot;007E1C14&quot;/&gt;&lt;wsp:rsid wsp:val=&quot;007E1CBD&quot;/&gt;&lt;wsp:rsid wsp:val=&quot;007E2FD6&quot;/&gt;&lt;wsp:rsid wsp:val=&quot;007E4621&quot;/&gt;&lt;wsp:rsid wsp:val=&quot;007E4F36&quot;/&gt;&lt;wsp:rsid wsp:val=&quot;007E5AC7&quot;/&gt;&lt;wsp:rsid wsp:val=&quot;007E5FD5&quot;/&gt;&lt;wsp:rsid wsp:val=&quot;007E6512&quot;/&gt;&lt;wsp:rsid wsp:val=&quot;007E76A7&quot;/&gt;&lt;wsp:rsid wsp:val=&quot;007F3F65&quot;/&gt;&lt;wsp:rsid wsp:val=&quot;007F4392&quot;/&gt;&lt;wsp:rsid wsp:val=&quot;007F461C&quot;/&gt;&lt;wsp:rsid wsp:val=&quot;007F5927&quot;/&gt;&lt;wsp:rsid wsp:val=&quot;007F78CB&quot;/&gt;&lt;wsp:rsid wsp:val=&quot;00800105&quot;/&gt;&lt;wsp:rsid wsp:val=&quot;00801084&quot;/&gt;&lt;wsp:rsid wsp:val=&quot;00801A1F&quot;/&gt;&lt;wsp:rsid wsp:val=&quot;00802293&quot;/&gt;&lt;wsp:rsid wsp:val=&quot;008024E5&quot;/&gt;&lt;wsp:rsid wsp:val=&quot;008025DB&quot;/&gt;&lt;wsp:rsid wsp:val=&quot;008030D1&quot;/&gt;&lt;wsp:rsid wsp:val=&quot;0080314C&quot;/&gt;&lt;wsp:rsid wsp:val=&quot;00805E7B&quot;/&gt;&lt;wsp:rsid wsp:val=&quot;00807064&quot;/&gt;&lt;wsp:rsid wsp:val=&quot;00807E5B&quot;/&gt;&lt;wsp:rsid wsp:val=&quot;008107C5&quot;/&gt;&lt;wsp:rsid wsp:val=&quot;008112B0&quot;/&gt;&lt;wsp:rsid wsp:val=&quot;0081199E&quot;/&gt;&lt;wsp:rsid wsp:val=&quot;008123EF&quot;/&gt;&lt;wsp:rsid wsp:val=&quot;008124BD&quot;/&gt;&lt;wsp:rsid wsp:val=&quot;00814B7C&quot;/&gt;&lt;wsp:rsid wsp:val=&quot;00814F07&quot;/&gt;&lt;wsp:rsid wsp:val=&quot;0081635E&quot;/&gt;&lt;wsp:rsid wsp:val=&quot;008163FE&quot;/&gt;&lt;wsp:rsid wsp:val=&quot;008223C2&quot;/&gt;&lt;wsp:rsid wsp:val=&quot;00822517&quot;/&gt;&lt;wsp:rsid wsp:val=&quot;00822A64&quot;/&gt;&lt;wsp:rsid wsp:val=&quot;00822DE4&quot;/&gt;&lt;wsp:rsid wsp:val=&quot;00824D83&quot;/&gt;&lt;wsp:rsid wsp:val=&quot;008256D5&quot;/&gt;&lt;wsp:rsid wsp:val=&quot;00825D49&quot;/&gt;&lt;wsp:rsid wsp:val=&quot;008273AA&quot;/&gt;&lt;wsp:rsid wsp:val=&quot;0082762F&quot;/&gt;&lt;wsp:rsid wsp:val=&quot;00831F87&quot;/&gt;&lt;wsp:rsid wsp:val=&quot;008320F2&quot;/&gt;&lt;wsp:rsid wsp:val=&quot;008329AF&quot;/&gt;&lt;wsp:rsid wsp:val=&quot;008339CB&quot;/&gt;&lt;wsp:rsid wsp:val=&quot;00833B6B&quot;/&gt;&lt;wsp:rsid wsp:val=&quot;00834C61&quot;/&gt;&lt;wsp:rsid wsp:val=&quot;00835422&quot;/&gt;&lt;wsp:rsid wsp:val=&quot;00835573&quot;/&gt;&lt;wsp:rsid wsp:val=&quot;008364EB&quot;/&gt;&lt;wsp:rsid wsp:val=&quot;00837B6B&quot;/&gt;&lt;wsp:rsid wsp:val=&quot;00837CA1&quot;/&gt;&lt;wsp:rsid wsp:val=&quot;00840E37&quot;/&gt;&lt;wsp:rsid wsp:val=&quot;0084131A&quot;/&gt;&lt;wsp:rsid wsp:val=&quot;00842EA1&quot;/&gt;&lt;wsp:rsid wsp:val=&quot;00844450&quot;/&gt;&lt;wsp:rsid wsp:val=&quot;00847559&quot;/&gt;&lt;wsp:rsid wsp:val=&quot;00847BE2&quot;/&gt;&lt;wsp:rsid wsp:val=&quot;00850377&quot;/&gt;&lt;wsp:rsid wsp:val=&quot;00850ADE&quot;/&gt;&lt;wsp:rsid wsp:val=&quot;00850F01&quot;/&gt;&lt;wsp:rsid wsp:val=&quot;0085220D&quot;/&gt;&lt;wsp:rsid wsp:val=&quot;00852563&quot;/&gt;&lt;wsp:rsid wsp:val=&quot;008527FC&quot;/&gt;&lt;wsp:rsid wsp:val=&quot;00854E66&quot;/&gt;&lt;wsp:rsid wsp:val=&quot;00855EE3&quot;/&gt;&lt;wsp:rsid wsp:val=&quot;0085613C&quot;/&gt;&lt;wsp:rsid wsp:val=&quot;008561D8&quot;/&gt;&lt;wsp:rsid wsp:val=&quot;0086077C&quot;/&gt;&lt;wsp:rsid wsp:val=&quot;008616E8&quot;/&gt;&lt;wsp:rsid wsp:val=&quot;00863812&quot;/&gt;&lt;wsp:rsid wsp:val=&quot;00866AD1&quot;/&gt;&lt;wsp:rsid wsp:val=&quot;00867096&quot;/&gt;&lt;wsp:rsid wsp:val=&quot;00873056&quot;/&gt;&lt;wsp:rsid wsp:val=&quot;00873AD1&quot;/&gt;&lt;wsp:rsid wsp:val=&quot;00873F18&quot;/&gt;&lt;wsp:rsid wsp:val=&quot;00874F27&quot;/&gt;&lt;wsp:rsid wsp:val=&quot;0087567B&quot;/&gt;&lt;wsp:rsid wsp:val=&quot;00876451&quot;/&gt;&lt;wsp:rsid wsp:val=&quot;00876837&quot;/&gt;&lt;wsp:rsid wsp:val=&quot;00876B5D&quot;/&gt;&lt;wsp:rsid wsp:val=&quot;0087709A&quot;/&gt;&lt;wsp:rsid wsp:val=&quot;008774C3&quot;/&gt;&lt;wsp:rsid wsp:val=&quot;008776F6&quot;/&gt;&lt;wsp:rsid wsp:val=&quot;00877C9E&quot;/&gt;&lt;wsp:rsid wsp:val=&quot;00882095&quot;/&gt;&lt;wsp:rsid wsp:val=&quot;008831D3&quot;/&gt;&lt;wsp:rsid wsp:val=&quot;00884E6B&quot;/&gt;&lt;wsp:rsid wsp:val=&quot;008852A9&quot;/&gt;&lt;wsp:rsid wsp:val=&quot;00885CDD&quot;/&gt;&lt;wsp:rsid wsp:val=&quot;00886B73&quot;/&gt;&lt;wsp:rsid wsp:val=&quot;00890F53&quot;/&gt;&lt;wsp:rsid wsp:val=&quot;008915FB&quot;/&gt;&lt;wsp:rsid wsp:val=&quot;008924AB&quot;/&gt;&lt;wsp:rsid wsp:val=&quot;00893815&quot;/&gt;&lt;wsp:rsid wsp:val=&quot;0089554D&quot;/&gt;&lt;wsp:rsid wsp:val=&quot;00896DB6&quot;/&gt;&lt;wsp:rsid wsp:val=&quot;008972A8&quot;/&gt;&lt;wsp:rsid wsp:val=&quot;008977C5&quot;/&gt;&lt;wsp:rsid wsp:val=&quot;008A0D1C&quot;/&gt;&lt;wsp:rsid wsp:val=&quot;008A2DEF&quot;/&gt;&lt;wsp:rsid wsp:val=&quot;008A3370&quot;/&gt;&lt;wsp:rsid wsp:val=&quot;008A3A89&quot;/&gt;&lt;wsp:rsid wsp:val=&quot;008A42E6&quot;/&gt;&lt;wsp:rsid wsp:val=&quot;008B1B56&quot;/&gt;&lt;wsp:rsid wsp:val=&quot;008B1EFE&quot;/&gt;&lt;wsp:rsid wsp:val=&quot;008B3196&quot;/&gt;&lt;wsp:rsid wsp:val=&quot;008B37FF&quot;/&gt;&lt;wsp:rsid wsp:val=&quot;008B4262&quot;/&gt;&lt;wsp:rsid wsp:val=&quot;008B6121&quot;/&gt;&lt;wsp:rsid wsp:val=&quot;008B6465&quot;/&gt;&lt;wsp:rsid wsp:val=&quot;008B6A66&quot;/&gt;&lt;wsp:rsid wsp:val=&quot;008C07A8&quot;/&gt;&lt;wsp:rsid wsp:val=&quot;008C16F9&quot;/&gt;&lt;wsp:rsid wsp:val=&quot;008C1DDF&quot;/&gt;&lt;wsp:rsid wsp:val=&quot;008C4499&quot;/&gt;&lt;wsp:rsid wsp:val=&quot;008C5934&quot;/&gt;&lt;wsp:rsid wsp:val=&quot;008C5F56&quot;/&gt;&lt;wsp:rsid wsp:val=&quot;008D175C&quot;/&gt;&lt;wsp:rsid wsp:val=&quot;008D1C6C&quot;/&gt;&lt;wsp:rsid wsp:val=&quot;008D1DA1&quot;/&gt;&lt;wsp:rsid wsp:val=&quot;008D20E7&quot;/&gt;&lt;wsp:rsid wsp:val=&quot;008D2E2F&quot;/&gt;&lt;wsp:rsid wsp:val=&quot;008D2F4B&quot;/&gt;&lt;wsp:rsid wsp:val=&quot;008D6A40&quot;/&gt;&lt;wsp:rsid wsp:val=&quot;008D6EEB&quot;/&gt;&lt;wsp:rsid wsp:val=&quot;008D7563&quot;/&gt;&lt;wsp:rsid wsp:val=&quot;008D7DA7&quot;/&gt;&lt;wsp:rsid wsp:val=&quot;008E07E5&quot;/&gt;&lt;wsp:rsid wsp:val=&quot;008E1D41&quot;/&gt;&lt;wsp:rsid wsp:val=&quot;008E22BD&quot;/&gt;&lt;wsp:rsid wsp:val=&quot;008E2C7D&quot;/&gt;&lt;wsp:rsid wsp:val=&quot;008E4B81&quot;/&gt;&lt;wsp:rsid wsp:val=&quot;008E5D4A&quot;/&gt;&lt;wsp:rsid wsp:val=&quot;008E6196&quot;/&gt;&lt;wsp:rsid wsp:val=&quot;008E6261&quot;/&gt;&lt;wsp:rsid wsp:val=&quot;008E64A3&quot;/&gt;&lt;wsp:rsid wsp:val=&quot;008E6F78&quot;/&gt;&lt;wsp:rsid wsp:val=&quot;008E6FC4&quot;/&gt;&lt;wsp:rsid wsp:val=&quot;008E789F&quot;/&gt;&lt;wsp:rsid wsp:val=&quot;008F0582&quot;/&gt;&lt;wsp:rsid wsp:val=&quot;008F14D8&quot;/&gt;&lt;wsp:rsid wsp:val=&quot;008F1A69&quot;/&gt;&lt;wsp:rsid wsp:val=&quot;008F1B86&quot;/&gt;&lt;wsp:rsid wsp:val=&quot;008F1BA2&quot;/&gt;&lt;wsp:rsid wsp:val=&quot;008F3700&quot;/&gt;&lt;wsp:rsid wsp:val=&quot;008F3AC5&quot;/&gt;&lt;wsp:rsid wsp:val=&quot;008F3F17&quot;/&gt;&lt;wsp:rsid wsp:val=&quot;008F47BD&quot;/&gt;&lt;wsp:rsid wsp:val=&quot;008F5FF8&quot;/&gt;&lt;wsp:rsid wsp:val=&quot;008F778D&quot;/&gt;&lt;wsp:rsid wsp:val=&quot;0090099C&quot;/&gt;&lt;wsp:rsid wsp:val=&quot;0090251D&quot;/&gt;&lt;wsp:rsid wsp:val=&quot;00903233&quot;/&gt;&lt;wsp:rsid wsp:val=&quot;009043B0&quot;/&gt;&lt;wsp:rsid wsp:val=&quot;00904B98&quot;/&gt;&lt;wsp:rsid wsp:val=&quot;00904CF1&quot;/&gt;&lt;wsp:rsid wsp:val=&quot;0090678C&quot;/&gt;&lt;wsp:rsid wsp:val=&quot;00906A52&quot;/&gt;&lt;wsp:rsid wsp:val=&quot;009119EA&quot;/&gt;&lt;wsp:rsid wsp:val=&quot;00917F37&quot;/&gt;&lt;wsp:rsid wsp:val=&quot;0092028C&quot;/&gt;&lt;wsp:rsid wsp:val=&quot;00920DBC&quot;/&gt;&lt;wsp:rsid wsp:val=&quot;009217C0&quot;/&gt;&lt;wsp:rsid wsp:val=&quot;0092266A&quot;/&gt;&lt;wsp:rsid wsp:val=&quot;00922747&quot;/&gt;&lt;wsp:rsid wsp:val=&quot;009229F1&quot;/&gt;&lt;wsp:rsid wsp:val=&quot;0092353C&quot;/&gt;&lt;wsp:rsid wsp:val=&quot;00923CCA&quot;/&gt;&lt;wsp:rsid wsp:val=&quot;0092445E&quot;/&gt;&lt;wsp:rsid wsp:val=&quot;00924765&quot;/&gt;&lt;wsp:rsid wsp:val=&quot;00924C59&quot;/&gt;&lt;wsp:rsid wsp:val=&quot;00924CC3&quot;/&gt;&lt;wsp:rsid wsp:val=&quot;00925184&quot;/&gt;&lt;wsp:rsid wsp:val=&quot;00927EB9&quot;/&gt;&lt;wsp:rsid wsp:val=&quot;00927F1B&quot;/&gt;&lt;wsp:rsid wsp:val=&quot;009302A9&quot;/&gt;&lt;wsp:rsid wsp:val=&quot;00931446&quot;/&gt;&lt;wsp:rsid wsp:val=&quot;00931591&quot;/&gt;&lt;wsp:rsid wsp:val=&quot;0093174F&quot;/&gt;&lt;wsp:rsid wsp:val=&quot;00932306&quot;/&gt;&lt;wsp:rsid wsp:val=&quot;00933AA2&quot;/&gt;&lt;wsp:rsid wsp:val=&quot;0093519B&quot;/&gt;&lt;wsp:rsid wsp:val=&quot;00935372&quot;/&gt;&lt;wsp:rsid wsp:val=&quot;009358EA&quot;/&gt;&lt;wsp:rsid wsp:val=&quot;00935EB6&quot;/&gt;&lt;wsp:rsid wsp:val=&quot;00936719&quot;/&gt;&lt;wsp:rsid wsp:val=&quot;00937331&quot;/&gt;&lt;wsp:rsid wsp:val=&quot;0094129B&quot;/&gt;&lt;wsp:rsid wsp:val=&quot;00941BC5&quot;/&gt;&lt;wsp:rsid wsp:val=&quot;00941F42&quot;/&gt;&lt;wsp:rsid wsp:val=&quot;00943497&quot;/&gt;&lt;wsp:rsid wsp:val=&quot;00943A0A&quot;/&gt;&lt;wsp:rsid wsp:val=&quot;00944540&quot;/&gt;&lt;wsp:rsid wsp:val=&quot;00945282&quot;/&gt;&lt;wsp:rsid wsp:val=&quot;0094533A&quot;/&gt;&lt;wsp:rsid wsp:val=&quot;0094657A&quot;/&gt;&lt;wsp:rsid wsp:val=&quot;00946A7D&quot;/&gt;&lt;wsp:rsid wsp:val=&quot;00947580&quot;/&gt;&lt;wsp:rsid wsp:val=&quot;00947735&quot;/&gt;&lt;wsp:rsid wsp:val=&quot;00947D7D&quot;/&gt;&lt;wsp:rsid wsp:val=&quot;00947FDF&quot;/&gt;&lt;wsp:rsid wsp:val=&quot;00950316&quot;/&gt;&lt;wsp:rsid wsp:val=&quot;00951730&quot;/&gt;&lt;wsp:rsid wsp:val=&quot;00952839&quot;/&gt;&lt;wsp:rsid wsp:val=&quot;00952D7B&quot;/&gt;&lt;wsp:rsid wsp:val=&quot;00954760&quot;/&gt;&lt;wsp:rsid wsp:val=&quot;009548C9&quot;/&gt;&lt;wsp:rsid wsp:val=&quot;009556E1&quot;/&gt;&lt;wsp:rsid wsp:val=&quot;00955A45&quot;/&gt;&lt;wsp:rsid wsp:val=&quot;009560DF&quot;/&gt;&lt;wsp:rsid wsp:val=&quot;00956750&quot;/&gt;&lt;wsp:rsid wsp:val=&quot;00957196&quot;/&gt;&lt;wsp:rsid wsp:val=&quot;009572E5&quot;/&gt;&lt;wsp:rsid wsp:val=&quot;00957CAC&quot;/&gt;&lt;wsp:rsid wsp:val=&quot;00961D23&quot;/&gt;&lt;wsp:rsid wsp:val=&quot;0096541C&quot;/&gt;&lt;wsp:rsid wsp:val=&quot;00965854&quot;/&gt;&lt;wsp:rsid wsp:val=&quot;00966273&quot;/&gt;&lt;wsp:rsid wsp:val=&quot;00966D4D&quot;/&gt;&lt;wsp:rsid wsp:val=&quot;00970EBF&quot;/&gt;&lt;wsp:rsid wsp:val=&quot;00971DFA&quot;/&gt;&lt;wsp:rsid wsp:val=&quot;0097290B&quot;/&gt;&lt;wsp:rsid wsp:val=&quot;00972F96&quot;/&gt;&lt;wsp:rsid wsp:val=&quot;0097350B&quot;/&gt;&lt;wsp:rsid wsp:val=&quot;00973851&quot;/&gt;&lt;wsp:rsid wsp:val=&quot;00973F11&quot;/&gt;&lt;wsp:rsid wsp:val=&quot;009742D4&quot;/&gt;&lt;wsp:rsid wsp:val=&quot;009743AD&quot;/&gt;&lt;wsp:rsid wsp:val=&quot;00974E95&quot;/&gt;&lt;wsp:rsid wsp:val=&quot;009801DD&quot;/&gt;&lt;wsp:rsid wsp:val=&quot;00980F25&quot;/&gt;&lt;wsp:rsid wsp:val=&quot;00980FC7&quot;/&gt;&lt;wsp:rsid wsp:val=&quot;00983066&quot;/&gt;&lt;wsp:rsid wsp:val=&quot;00984785&quot;/&gt;&lt;wsp:rsid wsp:val=&quot;00985431&quot;/&gt;&lt;wsp:rsid wsp:val=&quot;009857EA&quot;/&gt;&lt;wsp:rsid wsp:val=&quot;00985F16&quot;/&gt;&lt;wsp:rsid wsp:val=&quot;0098754B&quot;/&gt;&lt;wsp:rsid wsp:val=&quot;00994018&quot;/&gt;&lt;wsp:rsid wsp:val=&quot;0099633B&quot;/&gt;&lt;wsp:rsid wsp:val=&quot;009A04B6&quot;/&gt;&lt;wsp:rsid wsp:val=&quot;009A2538&quot;/&gt;&lt;wsp:rsid wsp:val=&quot;009A2806&quot;/&gt;&lt;wsp:rsid wsp:val=&quot;009A2DB8&quot;/&gt;&lt;wsp:rsid wsp:val=&quot;009A3D5B&quot;/&gt;&lt;wsp:rsid wsp:val=&quot;009A4233&quot;/&gt;&lt;wsp:rsid wsp:val=&quot;009A4684&quot;/&gt;&lt;wsp:rsid wsp:val=&quot;009A4AC0&quot;/&gt;&lt;wsp:rsid wsp:val=&quot;009A5642&quot;/&gt;&lt;wsp:rsid wsp:val=&quot;009B052A&quot;/&gt;&lt;wsp:rsid wsp:val=&quot;009B109E&quot;/&gt;&lt;wsp:rsid wsp:val=&quot;009B1F18&quot;/&gt;&lt;wsp:rsid wsp:val=&quot;009B286C&quot;/&gt;&lt;wsp:rsid wsp:val=&quot;009B289C&quot;/&gt;&lt;wsp:rsid wsp:val=&quot;009B3FCC&quot;/&gt;&lt;wsp:rsid wsp:val=&quot;009B5A5E&quot;/&gt;&lt;wsp:rsid wsp:val=&quot;009B6215&quot;/&gt;&lt;wsp:rsid wsp:val=&quot;009B7ECD&quot;/&gt;&lt;wsp:rsid wsp:val=&quot;009C02F0&quot;/&gt;&lt;wsp:rsid wsp:val=&quot;009C088B&quot;/&gt;&lt;wsp:rsid wsp:val=&quot;009C1AC6&quot;/&gt;&lt;wsp:rsid wsp:val=&quot;009C4647&quot;/&gt;&lt;wsp:rsid wsp:val=&quot;009D035F&quot;/&gt;&lt;wsp:rsid wsp:val=&quot;009D137B&quot;/&gt;&lt;wsp:rsid wsp:val=&quot;009D24CD&quot;/&gt;&lt;wsp:rsid wsp:val=&quot;009D2B81&quot;/&gt;&lt;wsp:rsid wsp:val=&quot;009D2FBB&quot;/&gt;&lt;wsp:rsid wsp:val=&quot;009D41E7&quot;/&gt;&lt;wsp:rsid wsp:val=&quot;009D4658&quot;/&gt;&lt;wsp:rsid wsp:val=&quot;009D4E89&quot;/&gt;&lt;wsp:rsid wsp:val=&quot;009D6662&quot;/&gt;&lt;wsp:rsid wsp:val=&quot;009E2B46&quot;/&gt;&lt;wsp:rsid wsp:val=&quot;009E2D9E&quot;/&gt;&lt;wsp:rsid wsp:val=&quot;009E3CAF&quot;/&gt;&lt;wsp:rsid wsp:val=&quot;009E4227&quot;/&gt;&lt;wsp:rsid wsp:val=&quot;009E42BF&quot;/&gt;&lt;wsp:rsid wsp:val=&quot;009E46D3&quot;/&gt;&lt;wsp:rsid wsp:val=&quot;009E4995&quot;/&gt;&lt;wsp:rsid wsp:val=&quot;009F0DB5&quot;/&gt;&lt;wsp:rsid wsp:val=&quot;009F1D01&quot;/&gt;&lt;wsp:rsid wsp:val=&quot;009F2218&quot;/&gt;&lt;wsp:rsid wsp:val=&quot;009F26D4&quot;/&gt;&lt;wsp:rsid wsp:val=&quot;009F378D&quot;/&gt;&lt;wsp:rsid wsp:val=&quot;009F3C8E&quot;/&gt;&lt;wsp:rsid wsp:val=&quot;009F4211&quot;/&gt;&lt;wsp:rsid wsp:val=&quot;009F429D&quot;/&gt;&lt;wsp:rsid wsp:val=&quot;009F47BE&quot;/&gt;&lt;wsp:rsid wsp:val=&quot;009F4C12&quot;/&gt;&lt;wsp:rsid wsp:val=&quot;009F51FF&quot;/&gt;&lt;wsp:rsid wsp:val=&quot;009F590A&quot;/&gt;&lt;wsp:rsid wsp:val=&quot;009F5E98&quot;/&gt;&lt;wsp:rsid wsp:val=&quot;009F637F&quot;/&gt;&lt;wsp:rsid wsp:val=&quot;00A01461&quot;/&gt;&lt;wsp:rsid wsp:val=&quot;00A01E86&quot;/&gt;&lt;wsp:rsid wsp:val=&quot;00A0244C&quot;/&gt;&lt;wsp:rsid wsp:val=&quot;00A03444&quot;/&gt;&lt;wsp:rsid wsp:val=&quot;00A04C3F&quot;/&gt;&lt;wsp:rsid wsp:val=&quot;00A10F45&quot;/&gt;&lt;wsp:rsid wsp:val=&quot;00A11B16&quot;/&gt;&lt;wsp:rsid wsp:val=&quot;00A12920&quot;/&gt;&lt;wsp:rsid wsp:val=&quot;00A14CB9&quot;/&gt;&lt;wsp:rsid wsp:val=&quot;00A1539C&quot;/&gt;&lt;wsp:rsid wsp:val=&quot;00A17ABB&quot;/&gt;&lt;wsp:rsid wsp:val=&quot;00A21183&quot;/&gt;&lt;wsp:rsid wsp:val=&quot;00A25006&quot;/&gt;&lt;wsp:rsid wsp:val=&quot;00A25D80&quot;/&gt;&lt;wsp:rsid wsp:val=&quot;00A262AC&quot;/&gt;&lt;wsp:rsid wsp:val=&quot;00A26338&quot;/&gt;&lt;wsp:rsid wsp:val=&quot;00A27B43&quot;/&gt;&lt;wsp:rsid wsp:val=&quot;00A27B68&quot;/&gt;&lt;wsp:rsid wsp:val=&quot;00A307A6&quot;/&gt;&lt;wsp:rsid wsp:val=&quot;00A30A71&quot;/&gt;&lt;wsp:rsid wsp:val=&quot;00A3327C&quot;/&gt;&lt;wsp:rsid wsp:val=&quot;00A34AF7&quot;/&gt;&lt;wsp:rsid wsp:val=&quot;00A34F00&quot;/&gt;&lt;wsp:rsid wsp:val=&quot;00A34F7C&quot;/&gt;&lt;wsp:rsid wsp:val=&quot;00A358AA&quot;/&gt;&lt;wsp:rsid wsp:val=&quot;00A35BB9&quot;/&gt;&lt;wsp:rsid wsp:val=&quot;00A35C84&quot;/&gt;&lt;wsp:rsid wsp:val=&quot;00A37776&quot;/&gt;&lt;wsp:rsid wsp:val=&quot;00A37935&quot;/&gt;&lt;wsp:rsid wsp:val=&quot;00A40CD0&quot;/&gt;&lt;wsp:rsid wsp:val=&quot;00A426B0&quot;/&gt;&lt;wsp:rsid wsp:val=&quot;00A44301&quot;/&gt;&lt;wsp:rsid wsp:val=&quot;00A451DF&quot;/&gt;&lt;wsp:rsid wsp:val=&quot;00A460B8&quot;/&gt;&lt;wsp:rsid wsp:val=&quot;00A46FBB&quot;/&gt;&lt;wsp:rsid wsp:val=&quot;00A473E3&quot;/&gt;&lt;wsp:rsid wsp:val=&quot;00A47FA3&quot;/&gt;&lt;wsp:rsid wsp:val=&quot;00A50BA7&quot;/&gt;&lt;wsp:rsid wsp:val=&quot;00A51D78&quot;/&gt;&lt;wsp:rsid wsp:val=&quot;00A51F29&quot;/&gt;&lt;wsp:rsid wsp:val=&quot;00A538DE&quot;/&gt;&lt;wsp:rsid wsp:val=&quot;00A544D5&quot;/&gt;&lt;wsp:rsid wsp:val=&quot;00A55979&quot;/&gt;&lt;wsp:rsid wsp:val=&quot;00A571F1&quot;/&gt;&lt;wsp:rsid wsp:val=&quot;00A5745D&quot;/&gt;&lt;wsp:rsid wsp:val=&quot;00A5748E&quot;/&gt;&lt;wsp:rsid wsp:val=&quot;00A57968&quot;/&gt;&lt;wsp:rsid wsp:val=&quot;00A61262&quot;/&gt;&lt;wsp:rsid wsp:val=&quot;00A612CF&quot;/&gt;&lt;wsp:rsid wsp:val=&quot;00A61508&quot;/&gt;&lt;wsp:rsid wsp:val=&quot;00A61963&quot;/&gt;&lt;wsp:rsid wsp:val=&quot;00A61B26&quot;/&gt;&lt;wsp:rsid wsp:val=&quot;00A62C63&quot;/&gt;&lt;wsp:rsid wsp:val=&quot;00A63334&quot;/&gt;&lt;wsp:rsid wsp:val=&quot;00A63A8B&quot;/&gt;&lt;wsp:rsid wsp:val=&quot;00A64333&quot;/&gt;&lt;wsp:rsid wsp:val=&quot;00A66635&quot;/&gt;&lt;wsp:rsid wsp:val=&quot;00A66DCC&quot;/&gt;&lt;wsp:rsid wsp:val=&quot;00A67FB7&quot;/&gt;&lt;wsp:rsid wsp:val=&quot;00A713CA&quot;/&gt;&lt;wsp:rsid wsp:val=&quot;00A71829&quot;/&gt;&lt;wsp:rsid wsp:val=&quot;00A719B1&quot;/&gt;&lt;wsp:rsid wsp:val=&quot;00A731ED&quot;/&gt;&lt;wsp:rsid wsp:val=&quot;00A73710&quot;/&gt;&lt;wsp:rsid wsp:val=&quot;00A73ED1&quot;/&gt;&lt;wsp:rsid wsp:val=&quot;00A752C6&quot;/&gt;&lt;wsp:rsid wsp:val=&quot;00A777F4&quot;/&gt;&lt;wsp:rsid wsp:val=&quot;00A80C08&quot;/&gt;&lt;wsp:rsid wsp:val=&quot;00A81FD8&quot;/&gt;&lt;wsp:rsid wsp:val=&quot;00A82AFD&quot;/&gt;&lt;wsp:rsid wsp:val=&quot;00A82B33&quot;/&gt;&lt;wsp:rsid wsp:val=&quot;00A8405B&quot;/&gt;&lt;wsp:rsid wsp:val=&quot;00A84314&quot;/&gt;&lt;wsp:rsid wsp:val=&quot;00A849D0&quot;/&gt;&lt;wsp:rsid wsp:val=&quot;00A84D27&quot;/&gt;&lt;wsp:rsid wsp:val=&quot;00A85016&quot;/&gt;&lt;wsp:rsid wsp:val=&quot;00A8627C&quot;/&gt;&lt;wsp:rsid wsp:val=&quot;00A871D0&quot;/&gt;&lt;wsp:rsid wsp:val=&quot;00A905D7&quot;/&gt;&lt;wsp:rsid wsp:val=&quot;00A90F7A&quot;/&gt;&lt;wsp:rsid wsp:val=&quot;00A92125&quot;/&gt;&lt;wsp:rsid wsp:val=&quot;00A938E2&quot;/&gt;&lt;wsp:rsid wsp:val=&quot;00A94323&quot;/&gt;&lt;wsp:rsid wsp:val=&quot;00A9523D&quot;/&gt;&lt;wsp:rsid wsp:val=&quot;00A96716&quot;/&gt;&lt;wsp:rsid wsp:val=&quot;00A97902&quot;/&gt;&lt;wsp:rsid wsp:val=&quot;00AA12D3&quot;/&gt;&lt;wsp:rsid wsp:val=&quot;00AA2ECE&quot;/&gt;&lt;wsp:rsid wsp:val=&quot;00AA389C&quot;/&gt;&lt;wsp:rsid wsp:val=&quot;00AA3DC7&quot;/&gt;&lt;wsp:rsid wsp:val=&quot;00AA5241&quot;/&gt;&lt;wsp:rsid wsp:val=&quot;00AA5443&quot;/&gt;&lt;wsp:rsid wsp:val=&quot;00AA61F3&quot;/&gt;&lt;wsp:rsid wsp:val=&quot;00AA70E4&quot;/&gt;&lt;wsp:rsid wsp:val=&quot;00AA78C3&quot;/&gt;&lt;wsp:rsid wsp:val=&quot;00AB00D0&quot;/&gt;&lt;wsp:rsid wsp:val=&quot;00AB19C5&quot;/&gt;&lt;wsp:rsid wsp:val=&quot;00AB20F4&quot;/&gt;&lt;wsp:rsid wsp:val=&quot;00AB23BF&quot;/&gt;&lt;wsp:rsid wsp:val=&quot;00AB3628&quot;/&gt;&lt;wsp:rsid wsp:val=&quot;00AB57C2&quot;/&gt;&lt;wsp:rsid wsp:val=&quot;00AC027C&quot;/&gt;&lt;wsp:rsid wsp:val=&quot;00AC0C97&quot;/&gt;&lt;wsp:rsid wsp:val=&quot;00AC20F3&quot;/&gt;&lt;wsp:rsid wsp:val=&quot;00AC40B4&quot;/&gt;&lt;wsp:rsid wsp:val=&quot;00AC5C19&quot;/&gt;&lt;wsp:rsid wsp:val=&quot;00AC5D07&quot;/&gt;&lt;wsp:rsid wsp:val=&quot;00AC6B37&quot;/&gt;&lt;wsp:rsid wsp:val=&quot;00AC7615&quot;/&gt;&lt;wsp:rsid wsp:val=&quot;00AC7F56&quot;/&gt;&lt;wsp:rsid wsp:val=&quot;00AD0A0F&quot;/&gt;&lt;wsp:rsid wsp:val=&quot;00AD0A68&quot;/&gt;&lt;wsp:rsid wsp:val=&quot;00AD0EB7&quot;/&gt;&lt;wsp:rsid wsp:val=&quot;00AD0F17&quot;/&gt;&lt;wsp:rsid wsp:val=&quot;00AD2637&quot;/&gt;&lt;wsp:rsid wsp:val=&quot;00AD2CD0&quot;/&gt;&lt;wsp:rsid wsp:val=&quot;00AD4CC0&quot;/&gt;&lt;wsp:rsid wsp:val=&quot;00AD6644&quot;/&gt;&lt;wsp:rsid wsp:val=&quot;00AD66E9&quot;/&gt;&lt;wsp:rsid wsp:val=&quot;00AD6F44&quot;/&gt;&lt;wsp:rsid wsp:val=&quot;00AD7270&quot;/&gt;&lt;wsp:rsid wsp:val=&quot;00AD7B08&quot;/&gt;&lt;wsp:rsid wsp:val=&quot;00AE14B6&quot;/&gt;&lt;wsp:rsid wsp:val=&quot;00AE2745&quot;/&gt;&lt;wsp:rsid wsp:val=&quot;00AE2BD6&quot;/&gt;&lt;wsp:rsid wsp:val=&quot;00AE2D5B&quot;/&gt;&lt;wsp:rsid wsp:val=&quot;00AE2FB5&quot;/&gt;&lt;wsp:rsid wsp:val=&quot;00AE35BC&quot;/&gt;&lt;wsp:rsid wsp:val=&quot;00AE57CC&quot;/&gt;&lt;wsp:rsid wsp:val=&quot;00AE5FB4&quot;/&gt;&lt;wsp:rsid wsp:val=&quot;00AE7F53&quot;/&gt;&lt;wsp:rsid wsp:val=&quot;00AF0F12&quot;/&gt;&lt;wsp:rsid wsp:val=&quot;00AF1490&quot;/&gt;&lt;wsp:rsid wsp:val=&quot;00AF1C33&quot;/&gt;&lt;wsp:rsid wsp:val=&quot;00AF20D1&quot;/&gt;&lt;wsp:rsid wsp:val=&quot;00AF25ED&quot;/&gt;&lt;wsp:rsid wsp:val=&quot;00AF4416&quot;/&gt;&lt;wsp:rsid wsp:val=&quot;00AF4ED4&quot;/&gt;&lt;wsp:rsid wsp:val=&quot;00AF52F0&quot;/&gt;&lt;wsp:rsid wsp:val=&quot;00AF5DA0&quot;/&gt;&lt;wsp:rsid wsp:val=&quot;00AF7061&quot;/&gt;&lt;wsp:rsid wsp:val=&quot;00B0072E&quot;/&gt;&lt;wsp:rsid wsp:val=&quot;00B0078E&quot;/&gt;&lt;wsp:rsid wsp:val=&quot;00B01B18&quot;/&gt;&lt;wsp:rsid wsp:val=&quot;00B01D5A&quot;/&gt;&lt;wsp:rsid wsp:val=&quot;00B02716&quot;/&gt;&lt;wsp:rsid wsp:val=&quot;00B0299E&quot;/&gt;&lt;wsp:rsid wsp:val=&quot;00B03C57&quot;/&gt;&lt;wsp:rsid wsp:val=&quot;00B05D27&quot;/&gt;&lt;wsp:rsid wsp:val=&quot;00B06CB7&quot;/&gt;&lt;wsp:rsid wsp:val=&quot;00B07841&quot;/&gt;&lt;wsp:rsid wsp:val=&quot;00B07ACE&quot;/&gt;&lt;wsp:rsid wsp:val=&quot;00B07EC6&quot;/&gt;&lt;wsp:rsid wsp:val=&quot;00B112EA&quot;/&gt;&lt;wsp:rsid wsp:val=&quot;00B1165B&quot;/&gt;&lt;wsp:rsid wsp:val=&quot;00B15390&quot;/&gt;&lt;wsp:rsid wsp:val=&quot;00B1633C&quot;/&gt;&lt;wsp:rsid wsp:val=&quot;00B17479&quot;/&gt;&lt;wsp:rsid wsp:val=&quot;00B17595&quot;/&gt;&lt;wsp:rsid wsp:val=&quot;00B20969&quot;/&gt;&lt;wsp:rsid wsp:val=&quot;00B22306&quot;/&gt;&lt;wsp:rsid wsp:val=&quot;00B22DBE&quot;/&gt;&lt;wsp:rsid wsp:val=&quot;00B234B2&quot;/&gt;&lt;wsp:rsid wsp:val=&quot;00B24B41&quot;/&gt;&lt;wsp:rsid wsp:val=&quot;00B25078&quot;/&gt;&lt;wsp:rsid wsp:val=&quot;00B26806&quot;/&gt;&lt;wsp:rsid wsp:val=&quot;00B30A06&quot;/&gt;&lt;wsp:rsid wsp:val=&quot;00B314E5&quot;/&gt;&lt;wsp:rsid wsp:val=&quot;00B31A55&quot;/&gt;&lt;wsp:rsid wsp:val=&quot;00B325BB&quot;/&gt;&lt;wsp:rsid wsp:val=&quot;00B35107&quot;/&gt;&lt;wsp:rsid wsp:val=&quot;00B3568D&quot;/&gt;&lt;wsp:rsid wsp:val=&quot;00B36A94&quot;/&gt;&lt;wsp:rsid wsp:val=&quot;00B36B42&quot;/&gt;&lt;wsp:rsid wsp:val=&quot;00B36C91&quot;/&gt;&lt;wsp:rsid wsp:val=&quot;00B37C1B&quot;/&gt;&lt;wsp:rsid wsp:val=&quot;00B37C78&quot;/&gt;&lt;wsp:rsid wsp:val=&quot;00B40090&quot;/&gt;&lt;wsp:rsid wsp:val=&quot;00B41A46&quot;/&gt;&lt;wsp:rsid wsp:val=&quot;00B43205&quot;/&gt;&lt;wsp:rsid wsp:val=&quot;00B439D9&quot;/&gt;&lt;wsp:rsid wsp:val=&quot;00B43B59&quot;/&gt;&lt;wsp:rsid wsp:val=&quot;00B45424&quot;/&gt;&lt;wsp:rsid wsp:val=&quot;00B458E9&quot;/&gt;&lt;wsp:rsid wsp:val=&quot;00B4682A&quot;/&gt;&lt;wsp:rsid wsp:val=&quot;00B46DFA&quot;/&gt;&lt;wsp:rsid wsp:val=&quot;00B47150&quot;/&gt;&lt;wsp:rsid wsp:val=&quot;00B47464&quot;/&gt;&lt;wsp:rsid wsp:val=&quot;00B501BD&quot;/&gt;&lt;wsp:rsid wsp:val=&quot;00B511C4&quot;/&gt;&lt;wsp:rsid wsp:val=&quot;00B518B5&quot;/&gt;&lt;wsp:rsid wsp:val=&quot;00B52A55&quot;/&gt;&lt;wsp:rsid wsp:val=&quot;00B532A2&quot;/&gt;&lt;wsp:rsid wsp:val=&quot;00B555DD&quot;/&gt;&lt;wsp:rsid wsp:val=&quot;00B56F1B&quot;/&gt;&lt;wsp:rsid wsp:val=&quot;00B635BF&quot;/&gt;&lt;wsp:rsid wsp:val=&quot;00B64025&quot;/&gt;&lt;wsp:rsid wsp:val=&quot;00B647C1&quot;/&gt;&lt;wsp:rsid wsp:val=&quot;00B655AA&quot;/&gt;&lt;wsp:rsid wsp:val=&quot;00B66DEC&quot;/&gt;&lt;wsp:rsid wsp:val=&quot;00B70234&quot;/&gt;&lt;wsp:rsid wsp:val=&quot;00B71F59&quot;/&gt;&lt;wsp:rsid wsp:val=&quot;00B7248A&quot;/&gt;&lt;wsp:rsid wsp:val=&quot;00B72A70&quot;/&gt;&lt;wsp:rsid wsp:val=&quot;00B73E89&quot;/&gt;&lt;wsp:rsid wsp:val=&quot;00B74ACB&quot;/&gt;&lt;wsp:rsid wsp:val=&quot;00B74C84&quot;/&gt;&lt;wsp:rsid wsp:val=&quot;00B74F48&quot;/&gt;&lt;wsp:rsid wsp:val=&quot;00B7502D&quot;/&gt;&lt;wsp:rsid wsp:val=&quot;00B75D8A&quot;/&gt;&lt;wsp:rsid wsp:val=&quot;00B76DB9&quot;/&gt;&lt;wsp:rsid wsp:val=&quot;00B778EF&quot;/&gt;&lt;wsp:rsid wsp:val=&quot;00B80202&quot;/&gt;&lt;wsp:rsid wsp:val=&quot;00B808CB&quot;/&gt;&lt;wsp:rsid wsp:val=&quot;00B825D1&quot;/&gt;&lt;wsp:rsid wsp:val=&quot;00B83F85&quot;/&gt;&lt;wsp:rsid wsp:val=&quot;00B84F14&quot;/&gt;&lt;wsp:rsid wsp:val=&quot;00B851E7&quot;/&gt;&lt;wsp:rsid wsp:val=&quot;00B86480&quot;/&gt;&lt;wsp:rsid wsp:val=&quot;00B916E5&quot;/&gt;&lt;wsp:rsid wsp:val=&quot;00B92FA0&quot;/&gt;&lt;wsp:rsid wsp:val=&quot;00B93746&quot;/&gt;&lt;wsp:rsid wsp:val=&quot;00B95493&quot;/&gt;&lt;wsp:rsid wsp:val=&quot;00BA19EA&quot;/&gt;&lt;wsp:rsid wsp:val=&quot;00BA1DF1&quot;/&gt;&lt;wsp:rsid wsp:val=&quot;00BA3ADC&quot;/&gt;&lt;wsp:rsid wsp:val=&quot;00BA48C7&quot;/&gt;&lt;wsp:rsid wsp:val=&quot;00BA57B9&quot;/&gt;&lt;wsp:rsid wsp:val=&quot;00BA588C&quot;/&gt;&lt;wsp:rsid wsp:val=&quot;00BA5C29&quot;/&gt;&lt;wsp:rsid wsp:val=&quot;00BA64CA&quot;/&gt;&lt;wsp:rsid wsp:val=&quot;00BA7754&quot;/&gt;&lt;wsp:rsid wsp:val=&quot;00BA77F9&quot;/&gt;&lt;wsp:rsid wsp:val=&quot;00BB063A&quot;/&gt;&lt;wsp:rsid wsp:val=&quot;00BB176C&quot;/&gt;&lt;wsp:rsid wsp:val=&quot;00BB2160&quot;/&gt;&lt;wsp:rsid wsp:val=&quot;00BB40FE&quot;/&gt;&lt;wsp:rsid wsp:val=&quot;00BB63AD&quot;/&gt;&lt;wsp:rsid wsp:val=&quot;00BC19F8&quot;/&gt;&lt;wsp:rsid wsp:val=&quot;00BC1D0A&quot;/&gt;&lt;wsp:rsid wsp:val=&quot;00BC28CC&quot;/&gt;&lt;wsp:rsid wsp:val=&quot;00BC38CF&quot;/&gt;&lt;wsp:rsid wsp:val=&quot;00BC62BB&quot;/&gt;&lt;wsp:rsid wsp:val=&quot;00BC6ECA&quot;/&gt;&lt;wsp:rsid wsp:val=&quot;00BC7260&quot;/&gt;&lt;wsp:rsid wsp:val=&quot;00BC7AF3&quot;/&gt;&lt;wsp:rsid wsp:val=&quot;00BD01F2&quot;/&gt;&lt;wsp:rsid wsp:val=&quot;00BD0DE9&quot;/&gt;&lt;wsp:rsid wsp:val=&quot;00BD2381&quot;/&gt;&lt;wsp:rsid wsp:val=&quot;00BD2844&quot;/&gt;&lt;wsp:rsid wsp:val=&quot;00BD2D2C&quot;/&gt;&lt;wsp:rsid wsp:val=&quot;00BD37E4&quot;/&gt;&lt;wsp:rsid wsp:val=&quot;00BD44EF&quot;/&gt;&lt;wsp:rsid wsp:val=&quot;00BD4FCF&quot;/&gt;&lt;wsp:rsid wsp:val=&quot;00BD6797&quot;/&gt;&lt;wsp:rsid wsp:val=&quot;00BD7B59&quot;/&gt;&lt;wsp:rsid wsp:val=&quot;00BE00F1&quot;/&gt;&lt;wsp:rsid wsp:val=&quot;00BE23B8&quot;/&gt;&lt;wsp:rsid wsp:val=&quot;00BE5699&quot;/&gt;&lt;wsp:rsid wsp:val=&quot;00BE61F5&quot;/&gt;&lt;wsp:rsid wsp:val=&quot;00BF04AF&quot;/&gt;&lt;wsp:rsid wsp:val=&quot;00BF2F34&quot;/&gt;&lt;wsp:rsid wsp:val=&quot;00BF4FD3&quot;/&gt;&lt;wsp:rsid wsp:val=&quot;00BF634C&quot;/&gt;&lt;wsp:rsid wsp:val=&quot;00BF6E36&quot;/&gt;&lt;wsp:rsid wsp:val=&quot;00C016E7&quot;/&gt;&lt;wsp:rsid wsp:val=&quot;00C074BF&quot;/&gt;&lt;wsp:rsid wsp:val=&quot;00C100DD&quot;/&gt;&lt;wsp:rsid wsp:val=&quot;00C103C2&quot;/&gt;&lt;wsp:rsid wsp:val=&quot;00C122D8&quot;/&gt;&lt;wsp:rsid wsp:val=&quot;00C130B3&quot;/&gt;&lt;wsp:rsid wsp:val=&quot;00C13570&quot;/&gt;&lt;wsp:rsid wsp:val=&quot;00C142BE&quot;/&gt;&lt;wsp:rsid wsp:val=&quot;00C1458B&quot;/&gt;&lt;wsp:rsid wsp:val=&quot;00C14645&quot;/&gt;&lt;wsp:rsid wsp:val=&quot;00C1546C&quot;/&gt;&lt;wsp:rsid wsp:val=&quot;00C15504&quot;/&gt;&lt;wsp:rsid wsp:val=&quot;00C15BC4&quot;/&gt;&lt;wsp:rsid wsp:val=&quot;00C16CF8&quot;/&gt;&lt;wsp:rsid wsp:val=&quot;00C16F66&quot;/&gt;&lt;wsp:rsid wsp:val=&quot;00C16FB2&quot;/&gt;&lt;wsp:rsid wsp:val=&quot;00C17AD3&quot;/&gt;&lt;wsp:rsid wsp:val=&quot;00C21442&quot;/&gt;&lt;wsp:rsid wsp:val=&quot;00C215A5&quot;/&gt;&lt;wsp:rsid wsp:val=&quot;00C217D3&quot;/&gt;&lt;wsp:rsid wsp:val=&quot;00C21F8E&quot;/&gt;&lt;wsp:rsid wsp:val=&quot;00C23453&quot;/&gt;&lt;wsp:rsid wsp:val=&quot;00C23B34&quot;/&gt;&lt;wsp:rsid wsp:val=&quot;00C23D5F&quot;/&gt;&lt;wsp:rsid wsp:val=&quot;00C2659E&quot;/&gt;&lt;wsp:rsid wsp:val=&quot;00C27DBA&quot;/&gt;&lt;wsp:rsid wsp:val=&quot;00C31A08&quot;/&gt;&lt;wsp:rsid wsp:val=&quot;00C323A3&quot;/&gt;&lt;wsp:rsid wsp:val=&quot;00C34ADD&quot;/&gt;&lt;wsp:rsid wsp:val=&quot;00C34D5B&quot;/&gt;&lt;wsp:rsid wsp:val=&quot;00C365E0&quot;/&gt;&lt;wsp:rsid wsp:val=&quot;00C368F1&quot;/&gt;&lt;wsp:rsid wsp:val=&quot;00C40C86&quot;/&gt;&lt;wsp:rsid wsp:val=&quot;00C41530&quot;/&gt;&lt;wsp:rsid wsp:val=&quot;00C41BFC&quot;/&gt;&lt;wsp:rsid wsp:val=&quot;00C41F3D&quot;/&gt;&lt;wsp:rsid wsp:val=&quot;00C445F1&quot;/&gt;&lt;wsp:rsid wsp:val=&quot;00C449C5&quot;/&gt;&lt;wsp:rsid wsp:val=&quot;00C44C2B&quot;/&gt;&lt;wsp:rsid wsp:val=&quot;00C45328&quot;/&gt;&lt;wsp:rsid wsp:val=&quot;00C4660F&quot;/&gt;&lt;wsp:rsid wsp:val=&quot;00C47BE4&quot;/&gt;&lt;wsp:rsid wsp:val=&quot;00C5074E&quot;/&gt;&lt;wsp:rsid wsp:val=&quot;00C5081F&quot;/&gt;&lt;wsp:rsid wsp:val=&quot;00C53C43&quot;/&gt;&lt;wsp:rsid wsp:val=&quot;00C541DA&quot;/&gt;&lt;wsp:rsid wsp:val=&quot;00C555EE&quot;/&gt;&lt;wsp:rsid wsp:val=&quot;00C56145&quot;/&gt;&lt;wsp:rsid wsp:val=&quot;00C57F07&quot;/&gt;&lt;wsp:rsid wsp:val=&quot;00C61C23&quot;/&gt;&lt;wsp:rsid wsp:val=&quot;00C62C92&quot;/&gt;&lt;wsp:rsid wsp:val=&quot;00C63412&quot;/&gt;&lt;wsp:rsid wsp:val=&quot;00C6371D&quot;/&gt;&lt;wsp:rsid wsp:val=&quot;00C644A7&quot;/&gt;&lt;wsp:rsid wsp:val=&quot;00C649A9&quot;/&gt;&lt;wsp:rsid wsp:val=&quot;00C654A5&quot;/&gt;&lt;wsp:rsid wsp:val=&quot;00C65742&quot;/&gt;&lt;wsp:rsid wsp:val=&quot;00C66E9A&quot;/&gt;&lt;wsp:rsid wsp:val=&quot;00C67348&quot;/&gt;&lt;wsp:rsid wsp:val=&quot;00C7079A&quot;/&gt;&lt;wsp:rsid wsp:val=&quot;00C7087C&quot;/&gt;&lt;wsp:rsid wsp:val=&quot;00C72093&quot;/&gt;&lt;wsp:rsid wsp:val=&quot;00C72E4B&quot;/&gt;&lt;wsp:rsid wsp:val=&quot;00C74332&quot;/&gt;&lt;wsp:rsid wsp:val=&quot;00C744F3&quot;/&gt;&lt;wsp:rsid wsp:val=&quot;00C7471B&quot;/&gt;&lt;wsp:rsid wsp:val=&quot;00C74883&quot;/&gt;&lt;wsp:rsid wsp:val=&quot;00C754D2&quot;/&gt;&lt;wsp:rsid wsp:val=&quot;00C75712&quot;/&gt;&lt;wsp:rsid wsp:val=&quot;00C775B1&quot;/&gt;&lt;wsp:rsid wsp:val=&quot;00C775E5&quot;/&gt;&lt;wsp:rsid wsp:val=&quot;00C77CE1&quot;/&gt;&lt;wsp:rsid wsp:val=&quot;00C821FA&quot;/&gt;&lt;wsp:rsid wsp:val=&quot;00C82261&quot;/&gt;&lt;wsp:rsid wsp:val=&quot;00C83B96&quot;/&gt;&lt;wsp:rsid wsp:val=&quot;00C85533&quot;/&gt;&lt;wsp:rsid wsp:val=&quot;00C8567B&quot;/&gt;&lt;wsp:rsid wsp:val=&quot;00C87A78&quot;/&gt;&lt;wsp:rsid wsp:val=&quot;00C915A5&quot;/&gt;&lt;wsp:rsid wsp:val=&quot;00C92D70&quot;/&gt;&lt;wsp:rsid wsp:val=&quot;00C92E22&quot;/&gt;&lt;wsp:rsid wsp:val=&quot;00C97692&quot;/&gt;&lt;wsp:rsid wsp:val=&quot;00C9788F&quot;/&gt;&lt;wsp:rsid wsp:val=&quot;00CA08EA&quot;/&gt;&lt;wsp:rsid wsp:val=&quot;00CA0CF0&quot;/&gt;&lt;wsp:rsid wsp:val=&quot;00CA2349&quot;/&gt;&lt;wsp:rsid wsp:val=&quot;00CA357F&quot;/&gt;&lt;wsp:rsid wsp:val=&quot;00CA3874&quot;/&gt;&lt;wsp:rsid wsp:val=&quot;00CA4D00&quot;/&gt;&lt;wsp:rsid wsp:val=&quot;00CA53B6&quot;/&gt;&lt;wsp:rsid wsp:val=&quot;00CA6D77&quot;/&gt;&lt;wsp:rsid wsp:val=&quot;00CA714F&quot;/&gt;&lt;wsp:rsid wsp:val=&quot;00CB0392&quot;/&gt;&lt;wsp:rsid wsp:val=&quot;00CB0812&quot;/&gt;&lt;wsp:rsid wsp:val=&quot;00CB1D58&quot;/&gt;&lt;wsp:rsid wsp:val=&quot;00CB1F9F&quot;/&gt;&lt;wsp:rsid wsp:val=&quot;00CB214B&quot;/&gt;&lt;wsp:rsid wsp:val=&quot;00CB3486&quot;/&gt;&lt;wsp:rsid wsp:val=&quot;00CB7D12&quot;/&gt;&lt;wsp:rsid wsp:val=&quot;00CC1127&quot;/&gt;&lt;wsp:rsid wsp:val=&quot;00CC1BEF&quot;/&gt;&lt;wsp:rsid wsp:val=&quot;00CC3013&quot;/&gt;&lt;wsp:rsid wsp:val=&quot;00CC323C&quot;/&gt;&lt;wsp:rsid wsp:val=&quot;00CC4354&quot;/&gt;&lt;wsp:rsid wsp:val=&quot;00CC53C7&quot;/&gt;&lt;wsp:rsid wsp:val=&quot;00CC6AD2&quot;/&gt;&lt;wsp:rsid wsp:val=&quot;00CC6BE3&quot;/&gt;&lt;wsp:rsid wsp:val=&quot;00CC7F6C&quot;/&gt;&lt;wsp:rsid wsp:val=&quot;00CD1C29&quot;/&gt;&lt;wsp:rsid wsp:val=&quot;00CD238E&quot;/&gt;&lt;wsp:rsid wsp:val=&quot;00CD259D&quot;/&gt;&lt;wsp:rsid wsp:val=&quot;00CD27ED&quot;/&gt;&lt;wsp:rsid wsp:val=&quot;00CD559A&quot;/&gt;&lt;wsp:rsid wsp:val=&quot;00CD606D&quot;/&gt;&lt;wsp:rsid wsp:val=&quot;00CD6618&quot;/&gt;&lt;wsp:rsid wsp:val=&quot;00CD6EFA&quot;/&gt;&lt;wsp:rsid wsp:val=&quot;00CD77B4&quot;/&gt;&lt;wsp:rsid wsp:val=&quot;00CE08BE&quot;/&gt;&lt;wsp:rsid wsp:val=&quot;00CE1733&quot;/&gt;&lt;wsp:rsid wsp:val=&quot;00CE37BA&quot;/&gt;&lt;wsp:rsid wsp:val=&quot;00CE4CC7&quot;/&gt;&lt;wsp:rsid wsp:val=&quot;00CE63C9&quot;/&gt;&lt;wsp:rsid wsp:val=&quot;00CE6FBA&quot;/&gt;&lt;wsp:rsid wsp:val=&quot;00CE7D27&quot;/&gt;&lt;wsp:rsid wsp:val=&quot;00CF0A61&quot;/&gt;&lt;wsp:rsid wsp:val=&quot;00CF1736&quot;/&gt;&lt;wsp:rsid wsp:val=&quot;00CF34A1&quot;/&gt;&lt;wsp:rsid wsp:val=&quot;00CF5885&quot;/&gt;&lt;wsp:rsid wsp:val=&quot;00CF5E90&quot;/&gt;&lt;wsp:rsid wsp:val=&quot;00CF6E81&quot;/&gt;&lt;wsp:rsid wsp:val=&quot;00CF7332&quot;/&gt;&lt;wsp:rsid wsp:val=&quot;00D0052B&quot;/&gt;&lt;wsp:rsid wsp:val=&quot;00D0091E&quot;/&gt;&lt;wsp:rsid wsp:val=&quot;00D00D0F&quot;/&gt;&lt;wsp:rsid wsp:val=&quot;00D027DA&quot;/&gt;&lt;wsp:rsid wsp:val=&quot;00D0354B&quot;/&gt;&lt;wsp:rsid wsp:val=&quot;00D03D18&quot;/&gt;&lt;wsp:rsid wsp:val=&quot;00D044EC&quot;/&gt;&lt;wsp:rsid wsp:val=&quot;00D07A5A&quot;/&gt;&lt;wsp:rsid wsp:val=&quot;00D1009E&quot;/&gt;&lt;wsp:rsid wsp:val=&quot;00D10672&quot;/&gt;&lt;wsp:rsid wsp:val=&quot;00D1239B&quot;/&gt;&lt;wsp:rsid wsp:val=&quot;00D1401D&quot;/&gt;&lt;wsp:rsid wsp:val=&quot;00D14AE7&quot;/&gt;&lt;wsp:rsid wsp:val=&quot;00D14FF8&quot;/&gt;&lt;wsp:rsid wsp:val=&quot;00D15196&quot;/&gt;&lt;wsp:rsid wsp:val=&quot;00D1632A&quot;/&gt;&lt;wsp:rsid wsp:val=&quot;00D16B73&quot;/&gt;&lt;wsp:rsid wsp:val=&quot;00D17392&quot;/&gt;&lt;wsp:rsid wsp:val=&quot;00D2081E&quot;/&gt;&lt;wsp:rsid wsp:val=&quot;00D20951&quot;/&gt;&lt;wsp:rsid wsp:val=&quot;00D22281&quot;/&gt;&lt;wsp:rsid wsp:val=&quot;00D22E5A&quot;/&gt;&lt;wsp:rsid wsp:val=&quot;00D23393&quot;/&gt;&lt;wsp:rsid wsp:val=&quot;00D2371F&quot;/&gt;&lt;wsp:rsid wsp:val=&quot;00D23C19&quot;/&gt;&lt;wsp:rsid wsp:val=&quot;00D23E8A&quot;/&gt;&lt;wsp:rsid wsp:val=&quot;00D241D1&quot;/&gt;&lt;wsp:rsid wsp:val=&quot;00D24B4E&quot;/&gt;&lt;wsp:rsid wsp:val=&quot;00D26C7E&quot;/&gt;&lt;wsp:rsid wsp:val=&quot;00D26D57&quot;/&gt;&lt;wsp:rsid wsp:val=&quot;00D30001&quot;/&gt;&lt;wsp:rsid wsp:val=&quot;00D32D28&quot;/&gt;&lt;wsp:rsid wsp:val=&quot;00D3479A&quot;/&gt;&lt;wsp:rsid wsp:val=&quot;00D35510&quot;/&gt;&lt;wsp:rsid wsp:val=&quot;00D3643D&quot;/&gt;&lt;wsp:rsid wsp:val=&quot;00D36C2E&quot;/&gt;&lt;wsp:rsid wsp:val=&quot;00D41897&quot;/&gt;&lt;wsp:rsid wsp:val=&quot;00D42202&quot;/&gt;&lt;wsp:rsid wsp:val=&quot;00D422F9&quot;/&gt;&lt;wsp:rsid wsp:val=&quot;00D42DA0&quot;/&gt;&lt;wsp:rsid wsp:val=&quot;00D42F56&quot;/&gt;&lt;wsp:rsid wsp:val=&quot;00D440C5&quot;/&gt;&lt;wsp:rsid wsp:val=&quot;00D448B7&quot;/&gt;&lt;wsp:rsid wsp:val=&quot;00D45272&quot;/&gt;&lt;wsp:rsid wsp:val=&quot;00D45A3E&quot;/&gt;&lt;wsp:rsid wsp:val=&quot;00D47E64&quot;/&gt;&lt;wsp:rsid wsp:val=&quot;00D51313&quot;/&gt;&lt;wsp:rsid wsp:val=&quot;00D52FB3&quot;/&gt;&lt;wsp:rsid wsp:val=&quot;00D540C1&quot;/&gt;&lt;wsp:rsid wsp:val=&quot;00D553BF&quot;/&gt;&lt;wsp:rsid wsp:val=&quot;00D575C6&quot;/&gt;&lt;wsp:rsid wsp:val=&quot;00D57D7E&quot;/&gt;&lt;wsp:rsid wsp:val=&quot;00D61A1C&quot;/&gt;&lt;wsp:rsid wsp:val=&quot;00D620F0&quot;/&gt;&lt;wsp:rsid wsp:val=&quot;00D62A1A&quot;/&gt;&lt;wsp:rsid wsp:val=&quot;00D62D51&quot;/&gt;&lt;wsp:rsid wsp:val=&quot;00D63F64&quot;/&gt;&lt;wsp:rsid wsp:val=&quot;00D64E75&quot;/&gt;&lt;wsp:rsid wsp:val=&quot;00D65F2A&quot;/&gt;&lt;wsp:rsid wsp:val=&quot;00D73599&quot;/&gt;&lt;wsp:rsid wsp:val=&quot;00D766AC&quot;/&gt;&lt;wsp:rsid wsp:val=&quot;00D76ABB&quot;/&gt;&lt;wsp:rsid wsp:val=&quot;00D77238&quot;/&gt;&lt;wsp:rsid wsp:val=&quot;00D77AD5&quot;/&gt;&lt;wsp:rsid wsp:val=&quot;00D77E1A&quot;/&gt;&lt;wsp:rsid wsp:val=&quot;00D8054F&quot;/&gt;&lt;wsp:rsid wsp:val=&quot;00D8066D&quot;/&gt;&lt;wsp:rsid wsp:val=&quot;00D81D9D&quot;/&gt;&lt;wsp:rsid wsp:val=&quot;00D8296E&quot;/&gt;&lt;wsp:rsid wsp:val=&quot;00D84254&quot;/&gt;&lt;wsp:rsid wsp:val=&quot;00D84FDA&quot;/&gt;&lt;wsp:rsid wsp:val=&quot;00D85783&quot;/&gt;&lt;wsp:rsid wsp:val=&quot;00D860CB&quot;/&gt;&lt;wsp:rsid wsp:val=&quot;00D8622C&quot;/&gt;&lt;wsp:rsid wsp:val=&quot;00D8757C&quot;/&gt;&lt;wsp:rsid wsp:val=&quot;00D91A2F&quot;/&gt;&lt;wsp:rsid wsp:val=&quot;00D9222D&quot;/&gt;&lt;wsp:rsid wsp:val=&quot;00D92F27&quot;/&gt;&lt;wsp:rsid wsp:val=&quot;00D930C5&quot;/&gt;&lt;wsp:rsid wsp:val=&quot;00D955EA&quot;/&gt;&lt;wsp:rsid wsp:val=&quot;00D960D8&quot;/&gt;&lt;wsp:rsid wsp:val=&quot;00DA054D&quot;/&gt;&lt;wsp:rsid wsp:val=&quot;00DA3CE0&quot;/&gt;&lt;wsp:rsid wsp:val=&quot;00DA593B&quot;/&gt;&lt;wsp:rsid wsp:val=&quot;00DA59D4&quot;/&gt;&lt;wsp:rsid wsp:val=&quot;00DA6042&quot;/&gt;&lt;wsp:rsid wsp:val=&quot;00DA684E&quot;/&gt;&lt;wsp:rsid wsp:val=&quot;00DA6EC6&quot;/&gt;&lt;wsp:rsid wsp:val=&quot;00DA741A&quot;/&gt;&lt;wsp:rsid wsp:val=&quot;00DB0729&quot;/&gt;&lt;wsp:rsid wsp:val=&quot;00DB0F0E&quot;/&gt;&lt;wsp:rsid wsp:val=&quot;00DB27F0&quot;/&gt;&lt;wsp:rsid wsp:val=&quot;00DB38D3&quot;/&gt;&lt;wsp:rsid wsp:val=&quot;00DB4243&quot;/&gt;&lt;wsp:rsid wsp:val=&quot;00DB4AD4&quot;/&gt;&lt;wsp:rsid wsp:val=&quot;00DB5588&quot;/&gt;&lt;wsp:rsid wsp:val=&quot;00DB5C67&quot;/&gt;&lt;wsp:rsid wsp:val=&quot;00DB6776&quot;/&gt;&lt;wsp:rsid wsp:val=&quot;00DB6952&quot;/&gt;&lt;wsp:rsid wsp:val=&quot;00DB6DB9&quot;/&gt;&lt;wsp:rsid wsp:val=&quot;00DB7152&quot;/&gt;&lt;wsp:rsid wsp:val=&quot;00DB72A8&quot;/&gt;&lt;wsp:rsid wsp:val=&quot;00DC07C9&quot;/&gt;&lt;wsp:rsid wsp:val=&quot;00DC0D6D&quot;/&gt;&lt;wsp:rsid wsp:val=&quot;00DC1066&quot;/&gt;&lt;wsp:rsid wsp:val=&quot;00DC1FF5&quot;/&gt;&lt;wsp:rsid wsp:val=&quot;00DC2687&quot;/&gt;&lt;wsp:rsid wsp:val=&quot;00DC3A00&quot;/&gt;&lt;wsp:rsid wsp:val=&quot;00DC3F88&quot;/&gt;&lt;wsp:rsid wsp:val=&quot;00DC484F&quot;/&gt;&lt;wsp:rsid wsp:val=&quot;00DC5C5A&quot;/&gt;&lt;wsp:rsid wsp:val=&quot;00DC6F04&quot;/&gt;&lt;wsp:rsid wsp:val=&quot;00DC7CE2&quot;/&gt;&lt;wsp:rsid wsp:val=&quot;00DD27D4&quot;/&gt;&lt;wsp:rsid wsp:val=&quot;00DD337E&quot;/&gt;&lt;wsp:rsid wsp:val=&quot;00DD49F8&quot;/&gt;&lt;wsp:rsid wsp:val=&quot;00DD74AA&quot;/&gt;&lt;wsp:rsid wsp:val=&quot;00DD7A07&quot;/&gt;&lt;wsp:rsid wsp:val=&quot;00DE0492&quot;/&gt;&lt;wsp:rsid wsp:val=&quot;00DE1177&quot;/&gt;&lt;wsp:rsid wsp:val=&quot;00DE1275&quot;/&gt;&lt;wsp:rsid wsp:val=&quot;00DE1342&quot;/&gt;&lt;wsp:rsid wsp:val=&quot;00DE1461&quot;/&gt;&lt;wsp:rsid wsp:val=&quot;00DE43E9&quot;/&gt;&lt;wsp:rsid wsp:val=&quot;00DE44AF&quot;/&gt;&lt;wsp:rsid wsp:val=&quot;00DE477E&quot;/&gt;&lt;wsp:rsid wsp:val=&quot;00DE5332&quot;/&gt;&lt;wsp:rsid wsp:val=&quot;00DE6277&quot;/&gt;&lt;wsp:rsid wsp:val=&quot;00DE6D8F&quot;/&gt;&lt;wsp:rsid wsp:val=&quot;00DF1BB3&quot;/&gt;&lt;wsp:rsid wsp:val=&quot;00DF2384&quot;/&gt;&lt;wsp:rsid wsp:val=&quot;00DF2B0A&quot;/&gt;&lt;wsp:rsid wsp:val=&quot;00DF3E60&quot;/&gt;&lt;wsp:rsid wsp:val=&quot;00DF431A&quot;/&gt;&lt;wsp:rsid wsp:val=&quot;00DF647C&quot;/&gt;&lt;wsp:rsid wsp:val=&quot;00E00CAD&quot;/&gt;&lt;wsp:rsid wsp:val=&quot;00E02155&quot;/&gt;&lt;wsp:rsid wsp:val=&quot;00E021F1&quot;/&gt;&lt;wsp:rsid wsp:val=&quot;00E04094&quot;/&gt;&lt;wsp:rsid wsp:val=&quot;00E054BC&quot;/&gt;&lt;wsp:rsid wsp:val=&quot;00E061AA&quot;/&gt;&lt;wsp:rsid wsp:val=&quot;00E072BE&quot;/&gt;&lt;wsp:rsid wsp:val=&quot;00E073A2&quot;/&gt;&lt;wsp:rsid wsp:val=&quot;00E07A8E&quot;/&gt;&lt;wsp:rsid wsp:val=&quot;00E106B8&quot;/&gt;&lt;wsp:rsid wsp:val=&quot;00E10704&quot;/&gt;&lt;wsp:rsid wsp:val=&quot;00E12842&quot;/&gt;&lt;wsp:rsid wsp:val=&quot;00E12E7F&quot;/&gt;&lt;wsp:rsid wsp:val=&quot;00E13A87&quot;/&gt;&lt;wsp:rsid wsp:val=&quot;00E141F3&quot;/&gt;&lt;wsp:rsid wsp:val=&quot;00E20A82&quot;/&gt;&lt;wsp:rsid wsp:val=&quot;00E21649&quot;/&gt;&lt;wsp:rsid wsp:val=&quot;00E219BA&quot;/&gt;&lt;wsp:rsid wsp:val=&quot;00E2268B&quot;/&gt;&lt;wsp:rsid wsp:val=&quot;00E24BB5&quot;/&gt;&lt;wsp:rsid wsp:val=&quot;00E24F8A&quot;/&gt;&lt;wsp:rsid wsp:val=&quot;00E25A71&quot;/&gt;&lt;wsp:rsid wsp:val=&quot;00E27C3A&quot;/&gt;&lt;wsp:rsid wsp:val=&quot;00E27C62&quot;/&gt;&lt;wsp:rsid wsp:val=&quot;00E27F70&quot;/&gt;&lt;wsp:rsid wsp:val=&quot;00E30086&quot;/&gt;&lt;wsp:rsid wsp:val=&quot;00E308C2&quot;/&gt;&lt;wsp:rsid wsp:val=&quot;00E3163A&quot;/&gt;&lt;wsp:rsid wsp:val=&quot;00E32445&quot;/&gt;&lt;wsp:rsid wsp:val=&quot;00E33541&quot;/&gt;&lt;wsp:rsid wsp:val=&quot;00E340F0&quot;/&gt;&lt;wsp:rsid wsp:val=&quot;00E34EF2&quot;/&gt;&lt;wsp:rsid wsp:val=&quot;00E35DAF&quot;/&gt;&lt;wsp:rsid wsp:val=&quot;00E3640B&quot;/&gt;&lt;wsp:rsid wsp:val=&quot;00E370EB&quot;/&gt;&lt;wsp:rsid wsp:val=&quot;00E40D7E&quot;/&gt;&lt;wsp:rsid wsp:val=&quot;00E40ECA&quot;/&gt;&lt;wsp:rsid wsp:val=&quot;00E40F11&quot;/&gt;&lt;wsp:rsid wsp:val=&quot;00E41FA5&quot;/&gt;&lt;wsp:rsid wsp:val=&quot;00E42901&quot;/&gt;&lt;wsp:rsid wsp:val=&quot;00E429BC&quot;/&gt;&lt;wsp:rsid wsp:val=&quot;00E435CD&quot;/&gt;&lt;wsp:rsid wsp:val=&quot;00E44E1D&quot;/&gt;&lt;wsp:rsid wsp:val=&quot;00E46CC1&quot;/&gt;&lt;wsp:rsid wsp:val=&quot;00E472EE&quot;/&gt;&lt;wsp:rsid wsp:val=&quot;00E504A5&quot;/&gt;&lt;wsp:rsid wsp:val=&quot;00E52220&quot;/&gt;&lt;wsp:rsid wsp:val=&quot;00E5271D&quot;/&gt;&lt;wsp:rsid wsp:val=&quot;00E53989&quot;/&gt;&lt;wsp:rsid wsp:val=&quot;00E54337&quot;/&gt;&lt;wsp:rsid wsp:val=&quot;00E54A6F&quot;/&gt;&lt;wsp:rsid wsp:val=&quot;00E550A8&quot;/&gt;&lt;wsp:rsid wsp:val=&quot;00E550B0&quot;/&gt;&lt;wsp:rsid wsp:val=&quot;00E5589A&quot;/&gt;&lt;wsp:rsid wsp:val=&quot;00E56F29&quot;/&gt;&lt;wsp:rsid wsp:val=&quot;00E62618&quot;/&gt;&lt;wsp:rsid wsp:val=&quot;00E63022&quot;/&gt;&lt;wsp:rsid wsp:val=&quot;00E6481F&quot;/&gt;&lt;wsp:rsid wsp:val=&quot;00E64BD6&quot;/&gt;&lt;wsp:rsid wsp:val=&quot;00E6500E&quot;/&gt;&lt;wsp:rsid wsp:val=&quot;00E65541&quot;/&gt;&lt;wsp:rsid wsp:val=&quot;00E65B13&quot;/&gt;&lt;wsp:rsid wsp:val=&quot;00E65EED&quot;/&gt;&lt;wsp:rsid wsp:val=&quot;00E667DF&quot;/&gt;&lt;wsp:rsid wsp:val=&quot;00E6741E&quot;/&gt;&lt;wsp:rsid wsp:val=&quot;00E72356&quot;/&gt;&lt;wsp:rsid wsp:val=&quot;00E724D3&quot;/&gt;&lt;wsp:rsid wsp:val=&quot;00E72B35&quot;/&gt;&lt;wsp:rsid wsp:val=&quot;00E753D5&quot;/&gt;&lt;wsp:rsid wsp:val=&quot;00E75D19&quot;/&gt;&lt;wsp:rsid wsp:val=&quot;00E76A56&quot;/&gt;&lt;wsp:rsid wsp:val=&quot;00E76C7C&quot;/&gt;&lt;wsp:rsid wsp:val=&quot;00E77309&quot;/&gt;&lt;wsp:rsid wsp:val=&quot;00E7758C&quot;/&gt;&lt;wsp:rsid wsp:val=&quot;00E80349&quot;/&gt;&lt;wsp:rsid wsp:val=&quot;00E827F3&quot;/&gt;&lt;wsp:rsid wsp:val=&quot;00E8297B&quot;/&gt;&lt;wsp:rsid wsp:val=&quot;00E833DE&quot;/&gt;&lt;wsp:rsid wsp:val=&quot;00E839C0&quot;/&gt;&lt;wsp:rsid wsp:val=&quot;00E83E2C&quot;/&gt;&lt;wsp:rsid wsp:val=&quot;00E8589C&quot;/&gt;&lt;wsp:rsid wsp:val=&quot;00E9077D&quot;/&gt;&lt;wsp:rsid wsp:val=&quot;00E907B5&quot;/&gt;&lt;wsp:rsid wsp:val=&quot;00E90E5C&quot;/&gt;&lt;wsp:rsid wsp:val=&quot;00E917C5&quot;/&gt;&lt;wsp:rsid wsp:val=&quot;00E91931&quot;/&gt;&lt;wsp:rsid wsp:val=&quot;00E93E2A&quot;/&gt;&lt;wsp:rsid wsp:val=&quot;00E9443F&quot;/&gt;&lt;wsp:rsid wsp:val=&quot;00E9469D&quot;/&gt;&lt;wsp:rsid wsp:val=&quot;00E94A91&quot;/&gt;&lt;wsp:rsid wsp:val=&quot;00E95D98&quot;/&gt;&lt;wsp:rsid wsp:val=&quot;00E970ED&quot;/&gt;&lt;wsp:rsid wsp:val=&quot;00EA29A2&quot;/&gt;&lt;wsp:rsid wsp:val=&quot;00EA66BC&quot;/&gt;&lt;wsp:rsid wsp:val=&quot;00EB0754&quot;/&gt;&lt;wsp:rsid wsp:val=&quot;00EB07DB&quot;/&gt;&lt;wsp:rsid wsp:val=&quot;00EB0C4D&quot;/&gt;&lt;wsp:rsid wsp:val=&quot;00EB0D34&quot;/&gt;&lt;wsp:rsid wsp:val=&quot;00EB3052&quot;/&gt;&lt;wsp:rsid wsp:val=&quot;00EB31E2&quot;/&gt;&lt;wsp:rsid wsp:val=&quot;00EB58A4&quot;/&gt;&lt;wsp:rsid wsp:val=&quot;00EB5A65&quot;/&gt;&lt;wsp:rsid wsp:val=&quot;00EB6EDF&quot;/&gt;&lt;wsp:rsid wsp:val=&quot;00EB7A24&quot;/&gt;&lt;wsp:rsid wsp:val=&quot;00EB7DAD&quot;/&gt;&lt;wsp:rsid wsp:val=&quot;00EC020C&quot;/&gt;&lt;wsp:rsid wsp:val=&quot;00EC22DD&quot;/&gt;&lt;wsp:rsid wsp:val=&quot;00EC5765&quot;/&gt;&lt;wsp:rsid wsp:val=&quot;00EC7C33&quot;/&gt;&lt;wsp:rsid wsp:val=&quot;00EC7D82&quot;/&gt;&lt;wsp:rsid wsp:val=&quot;00EC7DC0&quot;/&gt;&lt;wsp:rsid wsp:val=&quot;00ED03B0&quot;/&gt;&lt;wsp:rsid wsp:val=&quot;00ED0982&quot;/&gt;&lt;wsp:rsid wsp:val=&quot;00ED2A89&quot;/&gt;&lt;wsp:rsid wsp:val=&quot;00ED329A&quot;/&gt;&lt;wsp:rsid wsp:val=&quot;00ED52F8&quot;/&gt;&lt;wsp:rsid wsp:val=&quot;00ED7099&quot;/&gt;&lt;wsp:rsid wsp:val=&quot;00EE0494&quot;/&gt;&lt;wsp:rsid wsp:val=&quot;00EE1A2C&quot;/&gt;&lt;wsp:rsid wsp:val=&quot;00EE3070&quot;/&gt;&lt;wsp:rsid wsp:val=&quot;00EE3506&quot;/&gt;&lt;wsp:rsid wsp:val=&quot;00EE43D1&quot;/&gt;&lt;wsp:rsid wsp:val=&quot;00EE47D1&quot;/&gt;&lt;wsp:rsid wsp:val=&quot;00EE5FED&quot;/&gt;&lt;wsp:rsid wsp:val=&quot;00EE61BE&quot;/&gt;&lt;wsp:rsid wsp:val=&quot;00EE7D2E&quot;/&gt;&lt;wsp:rsid wsp:val=&quot;00EF013B&quot;/&gt;&lt;wsp:rsid wsp:val=&quot;00EF1C4E&quot;/&gt;&lt;wsp:rsid wsp:val=&quot;00EF3BE7&quot;/&gt;&lt;wsp:rsid wsp:val=&quot;00EF47F4&quot;/&gt;&lt;wsp:rsid wsp:val=&quot;00EF5777&quot;/&gt;&lt;wsp:rsid wsp:val=&quot;00EF6874&quot;/&gt;&lt;wsp:rsid wsp:val=&quot;00EF6E2B&quot;/&gt;&lt;wsp:rsid wsp:val=&quot;00EF705D&quot;/&gt;&lt;wsp:rsid wsp:val=&quot;00F017B5&quot;/&gt;&lt;wsp:rsid wsp:val=&quot;00F01B7F&quot;/&gt;&lt;wsp:rsid wsp:val=&quot;00F02ADA&quot;/&gt;&lt;wsp:rsid wsp:val=&quot;00F067FA&quot;/&gt;&lt;wsp:rsid wsp:val=&quot;00F07A42&quot;/&gt;&lt;wsp:rsid wsp:val=&quot;00F10962&quot;/&gt;&lt;wsp:rsid wsp:val=&quot;00F13327&quot;/&gt;&lt;wsp:rsid wsp:val=&quot;00F1529F&quot;/&gt;&lt;wsp:rsid wsp:val=&quot;00F159BF&quot;/&gt;&lt;wsp:rsid wsp:val=&quot;00F15B42&quot;/&gt;&lt;wsp:rsid wsp:val=&quot;00F16739&quot;/&gt;&lt;wsp:rsid wsp:val=&quot;00F16825&quot;/&gt;&lt;wsp:rsid wsp:val=&quot;00F17239&quot;/&gt;&lt;wsp:rsid wsp:val=&quot;00F205DD&quot;/&gt;&lt;wsp:rsid wsp:val=&quot;00F20648&quot;/&gt;&lt;wsp:rsid wsp:val=&quot;00F2297A&quot;/&gt;&lt;wsp:rsid wsp:val=&quot;00F22A89&quot;/&gt;&lt;wsp:rsid wsp:val=&quot;00F23BA8&quot;/&gt;&lt;wsp:rsid wsp:val=&quot;00F24AA3&quot;/&gt;&lt;wsp:rsid wsp:val=&quot;00F25ED4&quot;/&gt;&lt;wsp:rsid wsp:val=&quot;00F31BB3&quot;/&gt;&lt;wsp:rsid wsp:val=&quot;00F32003&quot;/&gt;&lt;wsp:rsid wsp:val=&quot;00F32BE6&quot;/&gt;&lt;wsp:rsid wsp:val=&quot;00F34943&quot;/&gt;&lt;wsp:rsid wsp:val=&quot;00F35899&quot;/&gt;&lt;wsp:rsid wsp:val=&quot;00F3644A&quot;/&gt;&lt;wsp:rsid wsp:val=&quot;00F36F05&quot;/&gt;&lt;wsp:rsid wsp:val=&quot;00F3763C&quot;/&gt;&lt;wsp:rsid wsp:val=&quot;00F37760&quot;/&gt;&lt;wsp:rsid wsp:val=&quot;00F40352&quot;/&gt;&lt;wsp:rsid wsp:val=&quot;00F412BF&quot;/&gt;&lt;wsp:rsid wsp:val=&quot;00F41A1A&quot;/&gt;&lt;wsp:rsid wsp:val=&quot;00F42FC5&quot;/&gt;&lt;wsp:rsid wsp:val=&quot;00F434B5&quot;/&gt;&lt;wsp:rsid wsp:val=&quot;00F43770&quot;/&gt;&lt;wsp:rsid wsp:val=&quot;00F43A39&quot;/&gt;&lt;wsp:rsid wsp:val=&quot;00F43C72&quot;/&gt;&lt;wsp:rsid wsp:val=&quot;00F44D2D&quot;/&gt;&lt;wsp:rsid wsp:val=&quot;00F473D1&quot;/&gt;&lt;wsp:rsid wsp:val=&quot;00F474AD&quot;/&gt;&lt;wsp:rsid wsp:val=&quot;00F475E8&quot;/&gt;&lt;wsp:rsid wsp:val=&quot;00F477BD&quot;/&gt;&lt;wsp:rsid wsp:val=&quot;00F47BDA&quot;/&gt;&lt;wsp:rsid wsp:val=&quot;00F51586&quot;/&gt;&lt;wsp:rsid wsp:val=&quot;00F51EA7&quot;/&gt;&lt;wsp:rsid wsp:val=&quot;00F5339E&quot;/&gt;&lt;wsp:rsid wsp:val=&quot;00F53A2E&quot;/&gt;&lt;wsp:rsid wsp:val=&quot;00F54299&quot;/&gt;&lt;wsp:rsid wsp:val=&quot;00F547C1&quot;/&gt;&lt;wsp:rsid wsp:val=&quot;00F60930&quot;/&gt;&lt;wsp:rsid wsp:val=&quot;00F61695&quot;/&gt;&lt;wsp:rsid wsp:val=&quot;00F62428&quot;/&gt;&lt;wsp:rsid wsp:val=&quot;00F62AA2&quot;/&gt;&lt;wsp:rsid wsp:val=&quot;00F6396C&quot;/&gt;&lt;wsp:rsid wsp:val=&quot;00F63B09&quot;/&gt;&lt;wsp:rsid wsp:val=&quot;00F641C8&quot;/&gt;&lt;wsp:rsid wsp:val=&quot;00F64D19&quot;/&gt;&lt;wsp:rsid wsp:val=&quot;00F672FD&quot;/&gt;&lt;wsp:rsid wsp:val=&quot;00F677F9&quot;/&gt;&lt;wsp:rsid wsp:val=&quot;00F714FA&quot;/&gt;&lt;wsp:rsid wsp:val=&quot;00F71749&quot;/&gt;&lt;wsp:rsid wsp:val=&quot;00F73715&quot;/&gt;&lt;wsp:rsid wsp:val=&quot;00F73C56&quot;/&gt;&lt;wsp:rsid wsp:val=&quot;00F746F5&quot;/&gt;&lt;wsp:rsid wsp:val=&quot;00F749F0&quot;/&gt;&lt;wsp:rsid wsp:val=&quot;00F769D9&quot;/&gt;&lt;wsp:rsid wsp:val=&quot;00F76D75&quot;/&gt;&lt;wsp:rsid wsp:val=&quot;00F76E54&quot;/&gt;&lt;wsp:rsid wsp:val=&quot;00F774CA&quot;/&gt;&lt;wsp:rsid wsp:val=&quot;00F777CA&quot;/&gt;&lt;wsp:rsid wsp:val=&quot;00F80346&quot;/&gt;&lt;wsp:rsid wsp:val=&quot;00F805F6&quot;/&gt;&lt;wsp:rsid wsp:val=&quot;00F80ABB&quot;/&gt;&lt;wsp:rsid wsp:val=&quot;00F849DA&quot;/&gt;&lt;wsp:rsid wsp:val=&quot;00F930C6&quot;/&gt;&lt;wsp:rsid wsp:val=&quot;00F940C9&quot;/&gt;&lt;wsp:rsid wsp:val=&quot;00F94216&quot;/&gt;&lt;wsp:rsid wsp:val=&quot;00F95050&quot;/&gt;&lt;wsp:rsid wsp:val=&quot;00F96F91&quot;/&gt;&lt;wsp:rsid wsp:val=&quot;00F9782A&quot;/&gt;&lt;wsp:rsid wsp:val=&quot;00F97EFD&quot;/&gt;&lt;wsp:rsid wsp:val=&quot;00FA10AF&quot;/&gt;&lt;wsp:rsid wsp:val=&quot;00FA4F13&quot;/&gt;&lt;wsp:rsid wsp:val=&quot;00FA5C3A&quot;/&gt;&lt;wsp:rsid wsp:val=&quot;00FA674B&quot;/&gt;&lt;wsp:rsid wsp:val=&quot;00FA7631&quot;/&gt;&lt;wsp:rsid wsp:val=&quot;00FA7A88&quot;/&gt;&lt;wsp:rsid wsp:val=&quot;00FA7B8D&quot;/&gt;&lt;wsp:rsid wsp:val=&quot;00FB0377&quot;/&gt;&lt;wsp:rsid wsp:val=&quot;00FB119E&quot;/&gt;&lt;wsp:rsid wsp:val=&quot;00FB15C5&quot;/&gt;&lt;wsp:rsid wsp:val=&quot;00FB16CD&quot;/&gt;&lt;wsp:rsid wsp:val=&quot;00FB1804&quot;/&gt;&lt;wsp:rsid wsp:val=&quot;00FB4413&quot;/&gt;&lt;wsp:rsid wsp:val=&quot;00FB4DB5&quot;/&gt;&lt;wsp:rsid wsp:val=&quot;00FB61AB&quot;/&gt;&lt;wsp:rsid wsp:val=&quot;00FB6415&quot;/&gt;&lt;wsp:rsid wsp:val=&quot;00FB7326&quot;/&gt;&lt;wsp:rsid wsp:val=&quot;00FB7784&quot;/&gt;&lt;wsp:rsid wsp:val=&quot;00FC0CFE&quot;/&gt;&lt;wsp:rsid wsp:val=&quot;00FC1DE1&quot;/&gt;&lt;wsp:rsid wsp:val=&quot;00FC2491&quot;/&gt;&lt;wsp:rsid wsp:val=&quot;00FC2AAF&quot;/&gt;&lt;wsp:rsid wsp:val=&quot;00FC329C&quot;/&gt;&lt;wsp:rsid wsp:val=&quot;00FC43BC&quot;/&gt;&lt;wsp:rsid wsp:val=&quot;00FC4927&quot;/&gt;&lt;wsp:rsid wsp:val=&quot;00FC7365&quot;/&gt;&lt;wsp:rsid wsp:val=&quot;00FD04C9&quot;/&gt;&lt;wsp:rsid wsp:val=&quot;00FD0648&quot;/&gt;&lt;wsp:rsid wsp:val=&quot;00FD10FC&quot;/&gt;&lt;wsp:rsid wsp:val=&quot;00FD1DA8&quot;/&gt;&lt;wsp:rsid wsp:val=&quot;00FD3FB7&quot;/&gt;&lt;wsp:rsid wsp:val=&quot;00FD5928&quot;/&gt;&lt;wsp:rsid wsp:val=&quot;00FD6430&quot;/&gt;&lt;wsp:rsid wsp:val=&quot;00FD71F9&quot;/&gt;&lt;wsp:rsid wsp:val=&quot;00FD7AD7&quot;/&gt;&lt;wsp:rsid wsp:val=&quot;00FD7C1C&quot;/&gt;&lt;wsp:rsid wsp:val=&quot;00FD7CE6&quot;/&gt;&lt;wsp:rsid wsp:val=&quot;00FE0460&quot;/&gt;&lt;wsp:rsid wsp:val=&quot;00FE0B63&quot;/&gt;&lt;wsp:rsid wsp:val=&quot;00FE1B2A&quot;/&gt;&lt;wsp:rsid wsp:val=&quot;00FE39C8&quot;/&gt;&lt;wsp:rsid wsp:val=&quot;00FE482E&quot;/&gt;&lt;wsp:rsid wsp:val=&quot;00FE5365&quot;/&gt;&lt;wsp:rsid wsp:val=&quot;00FF23B0&quot;/&gt;&lt;wsp:rsid wsp:val=&quot;00FF25F5&quot;/&gt;&lt;wsp:rsid wsp:val=&quot;00FF2A49&quot;/&gt;&lt;wsp:rsid wsp:val=&quot;00FF2E5A&quot;/&gt;&lt;wsp:rsid wsp:val=&quot;00FF4502&quot;/&gt;&lt;wsp:rsid wsp:val=&quot;00FF4F70&quot;/&gt;&lt;wsp:rsid wsp:val=&quot;00FF55CB&quot;/&gt;&lt;wsp:rsid wsp:val=&quot;00FF6CD5&quot;/&gt;&lt;wsp:rsid wsp:val=&quot;00FF70CA&quot;/&gt;&lt;/wsp:rsids&gt;&lt;/w:docPr&gt;&lt;w:body&gt;&lt;w:p wsp:rsidR=&quot;00000000&quot; wsp:rsidRDefault=&quot;00BA588C&quot;&gt;&lt;m:oMathPara&gt;&lt;m:oMath&gt;&lt;m:r&gt;&lt;w:rPr&gt;&lt;w:rFonts w:ascii=&quot;Cambria Math&quot; w:h-ansi=&quot;Cambria Math&quot;/&gt;&lt;wx:font wx:val=&quot;Cambria Math&quot;/&gt;&lt;w:i/&gt;&lt;w:sz w:val=&quot;22&quot;/&gt;&lt;w:lang w:val=&quot;EN-US&quot;/&gt;&lt;/w:rPr&gt;&lt;m:t&gt;Y&lt;/m:t&gt;&lt;/m:r&gt;&lt;m:r&gt;&lt;w:rPr&gt;&lt;w:rFonts w:ascii=&quot;Cambria Math&quot; w:h-ansi=&quot;Cambria Math&quot;/&gt;&lt;wx:font wx:val=&quot;Cambria Math&quot;/&gt;&lt;w:i/&gt;&lt;w:sz w:val=&quot;22&quot;/&gt;&lt;/w:rPr&gt;&lt;m:t&gt;=137.302+685.207в€™&lt;/m:t&gt;&lt;/m:r&gt;&lt;m:sSub&gt;&lt;m:sSubPr&gt;&lt;m:ctrlPr&gt;&lt;w:rPr&gt;&lt;w:rFonts w:ascii=&quot;Cambria Math&quot; w:h-ansi=&quot;Cambria Math&quot;/&gt;&lt;wx:font wx:val=&quot;Cambria Math&quot;/&gt;&lt;w:i/&gt;&lt;w:sz w:val=&quot;22&quot;/&gt;&lt;w:lang w:val=&quot;EN-US&quot;/&gt;&lt;/w:rPr&gt;&lt;/m:ctrlPr&gt;&lt;/m:sSubPr&gt;&lt;m:e&gt;&lt;m:r&gt;&lt;w:rPr&gt;&lt;w:rFonts w:ascii=&quot;Cambria Math&quot; w:h-ansi=&quot;Cambria Math&quot;/&gt;&lt;wx:font wx:val=&quot;Cambria Math&quot;/&gt;&lt;w:i/&gt;&lt;w:sz w:val=&quot;22&quot;/&gt;&lt;w:lang w:val=&quot;EN-US&quot;/&gt;&lt;/w:rPr&gt;&lt;m:t&gt;X&lt;/m:t&gt;&lt;/m:r&gt;&lt;/m:e&gt;&lt;m:sub&gt;&lt;m:r&gt;&lt;w:rPr&gt;&lt;w:rFonts w:ascii=&quot;Cambria Math&quot; w:h-ansi=&quot;Cambria Math&quot;/&gt;&lt;wx:font wx:val=&quot;Cambria Math&quot;/&gt;&lt;w:i/&gt;&lt;w:sz w:val=&quot;22&quot;/&gt;&lt;/w:rPr&gt;&lt;m:t&gt;1&lt;/m:t&gt;&lt;/m:r&gt;&lt;/m:sub&gt;&lt;/m:sSub&gt;&lt;m:r&gt;&lt;w:rPr&gt;&lt;w:rFonts w:ascii=&quot;Cambria Math&quot; w:h-ansi=&quot;Cambria Math&quot;/&gt;&lt;wx:font wx:val=&quot;Cambria Math&quot;/&gt;&lt;w:i/&gt;&lt;w:sz w:val=&quot;22&quot;/&gt;&lt;/w:rPr&gt;&lt;m:t&gt;+1.419в€™ &lt;/m:t&gt;&lt;/m:r&gt;&lt;m:sSub&gt;&lt;m:sSubPr&gt;&lt;m:ctrlPr&gt;&lt;w:rPr&gt;&lt;w:rFonts w:ascii=&quot;Cambria Math&quot; w:h-ansi=&quot;Cambria Math&quot;/&gt;&lt;wx:font wx:val=&quot;Cambria Math&quot;/&gt;&lt;w:i/&gt;&lt;w:sz w:val=&quot;22&quot;/&gt;&lt;w:lang w:val=&quot;EN-US&quot;/&gt;&lt;/w:rPr&gt;&lt;/m:ctrlPr&gt;&lt;/m:sSubPr&gt;&lt;m:e&gt;&lt;m:r&gt;&lt;w:rPr&gt;&lt;w:rFonts w:ascii=&quot;Cambria Math&quot; w:h-ansi=&quot;Cambria Math&quot;/&gt;&lt;wx:font wx:val=&quot;Cambria Math&quot;/&gt;&lt;w:i/&gt;&lt;w:sz w:val=&quot;22&quot;/&gt;&lt;w:lang w:val=&quot;EN-US&quot;/&gt;&lt;/w:rPr&gt;&lt;m:t&gt;X&lt;/m:t&gt;&lt;/m:r&gt;&lt;/m:e&gt;&lt;m:sub&gt;&lt;m:r&gt;&lt;w:rPr&gt;&lt;w:rFonts w:ascii=&quot;Cambria Math&quot; w:h-ansi=&quot;Cambria Math&quot;/&gt;&lt;wx:font wx:val=&quot;Cambria Math&quot;/&gt;&lt;w:i/&gt;&lt;w:sz w:val=&quot;22&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85220D">
        <w:rPr>
          <w:lang w:eastAsia="ar-SA"/>
        </w:rPr>
        <w:instrText xml:space="preserve"> </w:instrText>
      </w:r>
      <w:r w:rsidRPr="0085220D">
        <w:rPr>
          <w:lang w:eastAsia="ar-SA"/>
        </w:rPr>
        <w:fldChar w:fldCharType="separate"/>
      </w:r>
      <w:r w:rsidRPr="0085220D">
        <w:pict>
          <v:shape id="_x0000_i1027" type="#_x0000_t75" style="width:192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3&quot;/&gt;&lt;w:stylePaneFormatFilter w:val=&quot;3008&quot;/&gt;&lt;w:documentProtection w:formatting=&quot;on&quot; w:enforcement=&quot;off&quot;/&gt;&lt;w:defaultTabStop w:val=&quot;709&quot;/&gt;&lt;w:drawingGridHorizontalSpacing w:val=&quot;120&quot;/&gt;&lt;w:drawingGridVerticalSpacing w:val=&quot;57&quot;/&gt;&lt;w:displayHorizontalDrawingGridEvery w:val=&quot;2&quot;/&gt;&lt;w:doNotShadeFormData/&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01DFE&quot;/&gt;&lt;wsp:rsid wsp:val=&quot;00000B35&quot;/&gt;&lt;wsp:rsid wsp:val=&quot;00003A82&quot;/&gt;&lt;wsp:rsid wsp:val=&quot;00003C9C&quot;/&gt;&lt;wsp:rsid wsp:val=&quot;0000429F&quot;/&gt;&lt;wsp:rsid wsp:val=&quot;00004AEE&quot;/&gt;&lt;wsp:rsid wsp:val=&quot;00005870&quot;/&gt;&lt;wsp:rsid wsp:val=&quot;00005898&quot;/&gt;&lt;wsp:rsid wsp:val=&quot;00005C13&quot;/&gt;&lt;wsp:rsid wsp:val=&quot;00006609&quot;/&gt;&lt;wsp:rsid wsp:val=&quot;000070BA&quot;/&gt;&lt;wsp:rsid wsp:val=&quot;00007380&quot;/&gt;&lt;wsp:rsid wsp:val=&quot;00011906&quot;/&gt;&lt;wsp:rsid wsp:val=&quot;00012DAB&quot;/&gt;&lt;wsp:rsid wsp:val=&quot;00013470&quot;/&gt;&lt;wsp:rsid wsp:val=&quot;000156B1&quot;/&gt;&lt;wsp:rsid wsp:val=&quot;0001600D&quot;/&gt;&lt;wsp:rsid wsp:val=&quot;00016A31&quot;/&gt;&lt;wsp:rsid wsp:val=&quot;0001750F&quot;/&gt;&lt;wsp:rsid wsp:val=&quot;00020246&quot;/&gt;&lt;wsp:rsid wsp:val=&quot;0002165B&quot;/&gt;&lt;wsp:rsid wsp:val=&quot;000226C8&quot;/&gt;&lt;wsp:rsid wsp:val=&quot;000231B9&quot;/&gt;&lt;wsp:rsid wsp:val=&quot;00023516&quot;/&gt;&lt;wsp:rsid wsp:val=&quot;000235F3&quot;/&gt;&lt;wsp:rsid wsp:val=&quot;0002428E&quot;/&gt;&lt;wsp:rsid wsp:val=&quot;000261B5&quot;/&gt;&lt;wsp:rsid wsp:val=&quot;00026E79&quot;/&gt;&lt;wsp:rsid wsp:val=&quot;00026EB7&quot;/&gt;&lt;wsp:rsid wsp:val=&quot;000279A7&quot;/&gt;&lt;wsp:rsid wsp:val=&quot;0003073B&quot;/&gt;&lt;wsp:rsid wsp:val=&quot;00031576&quot;/&gt;&lt;wsp:rsid wsp:val=&quot;000341B1&quot;/&gt;&lt;wsp:rsid wsp:val=&quot;00034582&quot;/&gt;&lt;wsp:rsid wsp:val=&quot;00035328&quot;/&gt;&lt;wsp:rsid wsp:val=&quot;00035A56&quot;/&gt;&lt;wsp:rsid wsp:val=&quot;00035C4A&quot;/&gt;&lt;wsp:rsid wsp:val=&quot;0003697F&quot;/&gt;&lt;wsp:rsid wsp:val=&quot;00036D87&quot;/&gt;&lt;wsp:rsid wsp:val=&quot;00041CD9&quot;/&gt;&lt;wsp:rsid wsp:val=&quot;0004379B&quot;/&gt;&lt;wsp:rsid wsp:val=&quot;00043A9B&quot;/&gt;&lt;wsp:rsid wsp:val=&quot;000449C8&quot;/&gt;&lt;wsp:rsid wsp:val=&quot;00045B7A&quot;/&gt;&lt;wsp:rsid wsp:val=&quot;000463AC&quot;/&gt;&lt;wsp:rsid wsp:val=&quot;000465CD&quot;/&gt;&lt;wsp:rsid wsp:val=&quot;0004737F&quot;/&gt;&lt;wsp:rsid wsp:val=&quot;000474CE&quot;/&gt;&lt;wsp:rsid wsp:val=&quot;00047571&quot;/&gt;&lt;wsp:rsid wsp:val=&quot;00047B3B&quot;/&gt;&lt;wsp:rsid wsp:val=&quot;00047C95&quot;/&gt;&lt;wsp:rsid wsp:val=&quot;00047DDC&quot;/&gt;&lt;wsp:rsid wsp:val=&quot;00050126&quot;/&gt;&lt;wsp:rsid wsp:val=&quot;00051B6C&quot;/&gt;&lt;wsp:rsid wsp:val=&quot;0005277A&quot;/&gt;&lt;wsp:rsid wsp:val=&quot;00052946&quot;/&gt;&lt;wsp:rsid wsp:val=&quot;00053300&quot;/&gt;&lt;wsp:rsid wsp:val=&quot;00055720&quot;/&gt;&lt;wsp:rsid wsp:val=&quot;00055B62&quot;/&gt;&lt;wsp:rsid wsp:val=&quot;00056C06&quot;/&gt;&lt;wsp:rsid wsp:val=&quot;00056EC5&quot;/&gt;&lt;wsp:rsid wsp:val=&quot;00060D76&quot;/&gt;&lt;wsp:rsid wsp:val=&quot;00060D7A&quot;/&gt;&lt;wsp:rsid wsp:val=&quot;000615A0&quot;/&gt;&lt;wsp:rsid wsp:val=&quot;00062331&quot;/&gt;&lt;wsp:rsid wsp:val=&quot;00062D09&quot;/&gt;&lt;wsp:rsid wsp:val=&quot;00063346&quot;/&gt;&lt;wsp:rsid wsp:val=&quot;000635A0&quot;/&gt;&lt;wsp:rsid wsp:val=&quot;00064DE2&quot;/&gt;&lt;wsp:rsid wsp:val=&quot;0006540C&quot;/&gt;&lt;wsp:rsid wsp:val=&quot;000665F6&quot;/&gt;&lt;wsp:rsid wsp:val=&quot;000666D0&quot;/&gt;&lt;wsp:rsid wsp:val=&quot;00067623&quot;/&gt;&lt;wsp:rsid wsp:val=&quot;00070CA8&quot;/&gt;&lt;wsp:rsid wsp:val=&quot;00071324&quot;/&gt;&lt;wsp:rsid wsp:val=&quot;000714B1&quot;/&gt;&lt;wsp:rsid wsp:val=&quot;000719CB&quot;/&gt;&lt;wsp:rsid wsp:val=&quot;00071DDC&quot;/&gt;&lt;wsp:rsid wsp:val=&quot;000729D3&quot;/&gt;&lt;wsp:rsid wsp:val=&quot;000731ED&quot;/&gt;&lt;wsp:rsid wsp:val=&quot;000739D9&quot;/&gt;&lt;wsp:rsid wsp:val=&quot;00075E92&quot;/&gt;&lt;wsp:rsid wsp:val=&quot;00076595&quot;/&gt;&lt;wsp:rsid wsp:val=&quot;000777DB&quot;/&gt;&lt;wsp:rsid wsp:val=&quot;00080CF2&quot;/&gt;&lt;wsp:rsid wsp:val=&quot;00082DEC&quot;/&gt;&lt;wsp:rsid wsp:val=&quot;000848F3&quot;/&gt;&lt;wsp:rsid wsp:val=&quot;00085213&quot;/&gt;&lt;wsp:rsid wsp:val=&quot;00085699&quot;/&gt;&lt;wsp:rsid wsp:val=&quot;00090420&quot;/&gt;&lt;wsp:rsid wsp:val=&quot;000930D8&quot;/&gt;&lt;wsp:rsid wsp:val=&quot;00094A5C&quot;/&gt;&lt;wsp:rsid wsp:val=&quot;00094C76&quot;/&gt;&lt;wsp:rsid wsp:val=&quot;000959EF&quot;/&gt;&lt;wsp:rsid wsp:val=&quot;000A0B0A&quot;/&gt;&lt;wsp:rsid wsp:val=&quot;000A0FCD&quot;/&gt;&lt;wsp:rsid wsp:val=&quot;000A4DFD&quot;/&gt;&lt;wsp:rsid wsp:val=&quot;000A70F9&quot;/&gt;&lt;wsp:rsid wsp:val=&quot;000A78C5&quot;/&gt;&lt;wsp:rsid wsp:val=&quot;000B00C5&quot;/&gt;&lt;wsp:rsid wsp:val=&quot;000B2F7B&quot;/&gt;&lt;wsp:rsid wsp:val=&quot;000B4ACA&quot;/&gt;&lt;wsp:rsid wsp:val=&quot;000B53A6&quot;/&gt;&lt;wsp:rsid wsp:val=&quot;000B5FA8&quot;/&gt;&lt;wsp:rsid wsp:val=&quot;000B680D&quot;/&gt;&lt;wsp:rsid wsp:val=&quot;000B70C3&quot;/&gt;&lt;wsp:rsid wsp:val=&quot;000B7C19&quot;/&gt;&lt;wsp:rsid wsp:val=&quot;000C00C3&quot;/&gt;&lt;wsp:rsid wsp:val=&quot;000C1AD7&quot;/&gt;&lt;wsp:rsid wsp:val=&quot;000C1C1B&quot;/&gt;&lt;wsp:rsid wsp:val=&quot;000C2441&quot;/&gt;&lt;wsp:rsid wsp:val=&quot;000C247A&quot;/&gt;&lt;wsp:rsid wsp:val=&quot;000C2ACE&quot;/&gt;&lt;wsp:rsid wsp:val=&quot;000C2F7F&quot;/&gt;&lt;wsp:rsid wsp:val=&quot;000C2FB3&quot;/&gt;&lt;wsp:rsid wsp:val=&quot;000C37EC&quot;/&gt;&lt;wsp:rsid wsp:val=&quot;000C386D&quot;/&gt;&lt;wsp:rsid wsp:val=&quot;000C4A01&quot;/&gt;&lt;wsp:rsid wsp:val=&quot;000C591F&quot;/&gt;&lt;wsp:rsid wsp:val=&quot;000C6F87&quot;/&gt;&lt;wsp:rsid wsp:val=&quot;000C754B&quot;/&gt;&lt;wsp:rsid wsp:val=&quot;000C7F10&quot;/&gt;&lt;wsp:rsid wsp:val=&quot;000D1C87&quot;/&gt;&lt;wsp:rsid wsp:val=&quot;000D1D2D&quot;/&gt;&lt;wsp:rsid wsp:val=&quot;000D3CC1&quot;/&gt;&lt;wsp:rsid wsp:val=&quot;000D517B&quot;/&gt;&lt;wsp:rsid wsp:val=&quot;000D54C5&quot;/&gt;&lt;wsp:rsid wsp:val=&quot;000E143F&quot;/&gt;&lt;wsp:rsid wsp:val=&quot;000E1ED4&quot;/&gt;&lt;wsp:rsid wsp:val=&quot;000E3537&quot;/&gt;&lt;wsp:rsid wsp:val=&quot;000E6683&quot;/&gt;&lt;wsp:rsid wsp:val=&quot;000E69D5&quot;/&gt;&lt;wsp:rsid wsp:val=&quot;000E6ABC&quot;/&gt;&lt;wsp:rsid wsp:val=&quot;000E79E1&quot;/&gt;&lt;wsp:rsid wsp:val=&quot;000F1969&quot;/&gt;&lt;wsp:rsid wsp:val=&quot;000F1FD5&quot;/&gt;&lt;wsp:rsid wsp:val=&quot;000F24F6&quot;/&gt;&lt;wsp:rsid wsp:val=&quot;000F2747&quot;/&gt;&lt;wsp:rsid wsp:val=&quot;000F2AE4&quot;/&gt;&lt;wsp:rsid wsp:val=&quot;000F3EAE&quot;/&gt;&lt;wsp:rsid wsp:val=&quot;000F6E27&quot;/&gt;&lt;wsp:rsid wsp:val=&quot;000F7E9B&quot;/&gt;&lt;wsp:rsid wsp:val=&quot;00101841&quot;/&gt;&lt;wsp:rsid wsp:val=&quot;0010274A&quot;/&gt;&lt;wsp:rsid wsp:val=&quot;00103CEF&quot;/&gt;&lt;wsp:rsid wsp:val=&quot;001044CF&quot;/&gt;&lt;wsp:rsid wsp:val=&quot;00104B6E&quot;/&gt;&lt;wsp:rsid wsp:val=&quot;00105B42&quot;/&gt;&lt;wsp:rsid wsp:val=&quot;00105BCC&quot;/&gt;&lt;wsp:rsid wsp:val=&quot;00106030&quot;/&gt;&lt;wsp:rsid wsp:val=&quot;001065BF&quot;/&gt;&lt;wsp:rsid wsp:val=&quot;00106E37&quot;/&gt;&lt;wsp:rsid wsp:val=&quot;001119E1&quot;/&gt;&lt;wsp:rsid wsp:val=&quot;00113B3E&quot;/&gt;&lt;wsp:rsid wsp:val=&quot;001155FF&quot;/&gt;&lt;wsp:rsid wsp:val=&quot;00115FC2&quot;/&gt;&lt;wsp:rsid wsp:val=&quot;0012029C&quot;/&gt;&lt;wsp:rsid wsp:val=&quot;00121251&quot;/&gt;&lt;wsp:rsid wsp:val=&quot;001220CA&quot;/&gt;&lt;wsp:rsid wsp:val=&quot;00122F40&quot;/&gt;&lt;wsp:rsid wsp:val=&quot;00123902&quot;/&gt;&lt;wsp:rsid wsp:val=&quot;0012493A&quot;/&gt;&lt;wsp:rsid wsp:val=&quot;0012714A&quot;/&gt;&lt;wsp:rsid wsp:val=&quot;001273E0&quot;/&gt;&lt;wsp:rsid wsp:val=&quot;00127F10&quot;/&gt;&lt;wsp:rsid wsp:val=&quot;0013108B&quot;/&gt;&lt;wsp:rsid wsp:val=&quot;00131899&quot;/&gt;&lt;wsp:rsid wsp:val=&quot;00134A1A&quot;/&gt;&lt;wsp:rsid wsp:val=&quot;00134B13&quot;/&gt;&lt;wsp:rsid wsp:val=&quot;001359E3&quot;/&gt;&lt;wsp:rsid wsp:val=&quot;00140133&quot;/&gt;&lt;wsp:rsid wsp:val=&quot;001402EA&quot;/&gt;&lt;wsp:rsid wsp:val=&quot;00140DC1&quot;/&gt;&lt;wsp:rsid wsp:val=&quot;00141BCF&quot;/&gt;&lt;wsp:rsid wsp:val=&quot;00143940&quot;/&gt;&lt;wsp:rsid wsp:val=&quot;0014409A&quot;/&gt;&lt;wsp:rsid wsp:val=&quot;00144D04&quot;/&gt;&lt;wsp:rsid wsp:val=&quot;001455A3&quot;/&gt;&lt;wsp:rsid wsp:val=&quot;001455FE&quot;/&gt;&lt;wsp:rsid wsp:val=&quot;00146E64&quot;/&gt;&lt;wsp:rsid wsp:val=&quot;0015039E&quot;/&gt;&lt;wsp:rsid wsp:val=&quot;001507C0&quot;/&gt;&lt;wsp:rsid wsp:val=&quot;00150E13&quot;/&gt;&lt;wsp:rsid wsp:val=&quot;00151063&quot;/&gt;&lt;wsp:rsid wsp:val=&quot;001517BF&quot;/&gt;&lt;wsp:rsid wsp:val=&quot;00152955&quot;/&gt;&lt;wsp:rsid wsp:val=&quot;00153467&quot;/&gt;&lt;wsp:rsid wsp:val=&quot;00153663&quot;/&gt;&lt;wsp:rsid wsp:val=&quot;00153835&quot;/&gt;&lt;wsp:rsid wsp:val=&quot;00153CA7&quot;/&gt;&lt;wsp:rsid wsp:val=&quot;00154F95&quot;/&gt;&lt;wsp:rsid wsp:val=&quot;00155193&quot;/&gt;&lt;wsp:rsid wsp:val=&quot;00155A9E&quot;/&gt;&lt;wsp:rsid wsp:val=&quot;001564C9&quot;/&gt;&lt;wsp:rsid wsp:val=&quot;00157637&quot;/&gt;&lt;wsp:rsid wsp:val=&quot;001630C0&quot;/&gt;&lt;wsp:rsid wsp:val=&quot;00164329&quot;/&gt;&lt;wsp:rsid wsp:val=&quot;0016677F&quot;/&gt;&lt;wsp:rsid wsp:val=&quot;00166B04&quot;/&gt;&lt;wsp:rsid wsp:val=&quot;00167428&quot;/&gt;&lt;wsp:rsid wsp:val=&quot;0016766B&quot;/&gt;&lt;wsp:rsid wsp:val=&quot;00167ADB&quot;/&gt;&lt;wsp:rsid wsp:val=&quot;0017005F&quot;/&gt;&lt;wsp:rsid wsp:val=&quot;00170DC5&quot;/&gt;&lt;wsp:rsid wsp:val=&quot;00171AB2&quot;/&gt;&lt;wsp:rsid wsp:val=&quot;00174DBB&quot;/&gt;&lt;wsp:rsid wsp:val=&quot;0017744D&quot;/&gt;&lt;wsp:rsid wsp:val=&quot;001805FC&quot;/&gt;&lt;wsp:rsid wsp:val=&quot;00180876&quot;/&gt;&lt;wsp:rsid wsp:val=&quot;001820AC&quot;/&gt;&lt;wsp:rsid wsp:val=&quot;00183CF3&quot;/&gt;&lt;wsp:rsid wsp:val=&quot;00184743&quot;/&gt;&lt;wsp:rsid wsp:val=&quot;0018580E&quot;/&gt;&lt;wsp:rsid wsp:val=&quot;001916D3&quot;/&gt;&lt;wsp:rsid wsp:val=&quot;00191D7E&quot;/&gt;&lt;wsp:rsid wsp:val=&quot;00191E7C&quot;/&gt;&lt;wsp:rsid wsp:val=&quot;001934FE&quot;/&gt;&lt;wsp:rsid wsp:val=&quot;00193BF8&quot;/&gt;&lt;wsp:rsid wsp:val=&quot;00194D74&quot;/&gt;&lt;wsp:rsid wsp:val=&quot;00195CA6&quot;/&gt;&lt;wsp:rsid wsp:val=&quot;00196982&quot;/&gt;&lt;wsp:rsid wsp:val=&quot;001A09A4&quot;/&gt;&lt;wsp:rsid wsp:val=&quot;001A0CAF&quot;/&gt;&lt;wsp:rsid wsp:val=&quot;001A156C&quot;/&gt;&lt;wsp:rsid wsp:val=&quot;001A3F33&quot;/&gt;&lt;wsp:rsid wsp:val=&quot;001A489F&quot;/&gt;&lt;wsp:rsid wsp:val=&quot;001A59BE&quot;/&gt;&lt;wsp:rsid wsp:val=&quot;001A5C58&quot;/&gt;&lt;wsp:rsid wsp:val=&quot;001A5E2F&quot;/&gt;&lt;wsp:rsid wsp:val=&quot;001A6730&quot;/&gt;&lt;wsp:rsid wsp:val=&quot;001A69C0&quot;/&gt;&lt;wsp:rsid wsp:val=&quot;001A6FC0&quot;/&gt;&lt;wsp:rsid wsp:val=&quot;001B23A2&quot;/&gt;&lt;wsp:rsid wsp:val=&quot;001B2C98&quot;/&gt;&lt;wsp:rsid wsp:val=&quot;001B417F&quot;/&gt;&lt;wsp:rsid wsp:val=&quot;001B43E3&quot;/&gt;&lt;wsp:rsid wsp:val=&quot;001B5595&quot;/&gt;&lt;wsp:rsid wsp:val=&quot;001B7C67&quot;/&gt;&lt;wsp:rsid wsp:val=&quot;001C09D1&quot;/&gt;&lt;wsp:rsid wsp:val=&quot;001C0DCD&quot;/&gt;&lt;wsp:rsid wsp:val=&quot;001C11CF&quot;/&gt;&lt;wsp:rsid wsp:val=&quot;001C16A9&quot;/&gt;&lt;wsp:rsid wsp:val=&quot;001C2FD7&quot;/&gt;&lt;wsp:rsid wsp:val=&quot;001C4596&quot;/&gt;&lt;wsp:rsid wsp:val=&quot;001C76FB&quot;/&gt;&lt;wsp:rsid wsp:val=&quot;001C7BDA&quot;/&gt;&lt;wsp:rsid wsp:val=&quot;001D3228&quot;/&gt;&lt;wsp:rsid wsp:val=&quot;001D3DE8&quot;/&gt;&lt;wsp:rsid wsp:val=&quot;001D47E5&quot;/&gt;&lt;wsp:rsid wsp:val=&quot;001D62B2&quot;/&gt;&lt;wsp:rsid wsp:val=&quot;001D64D8&quot;/&gt;&lt;wsp:rsid wsp:val=&quot;001D67AF&quot;/&gt;&lt;wsp:rsid wsp:val=&quot;001E1B4A&quot;/&gt;&lt;wsp:rsid wsp:val=&quot;001E23CE&quot;/&gt;&lt;wsp:rsid wsp:val=&quot;001E3180&quot;/&gt;&lt;wsp:rsid wsp:val=&quot;001E52ED&quot;/&gt;&lt;wsp:rsid wsp:val=&quot;001E7852&quot;/&gt;&lt;wsp:rsid wsp:val=&quot;001E7A60&quot;/&gt;&lt;wsp:rsid wsp:val=&quot;001F1D6D&quot;/&gt;&lt;wsp:rsid wsp:val=&quot;001F2AA3&quot;/&gt;&lt;wsp:rsid wsp:val=&quot;001F2F3A&quot;/&gt;&lt;wsp:rsid wsp:val=&quot;001F316A&quot;/&gt;&lt;wsp:rsid wsp:val=&quot;001F406B&quot;/&gt;&lt;wsp:rsid wsp:val=&quot;001F4CFA&quot;/&gt;&lt;wsp:rsid wsp:val=&quot;001F4E60&quot;/&gt;&lt;wsp:rsid wsp:val=&quot;001F5DFE&quot;/&gt;&lt;wsp:rsid wsp:val=&quot;001F6E35&quot;/&gt;&lt;wsp:rsid wsp:val=&quot;001F6EF3&quot;/&gt;&lt;wsp:rsid wsp:val=&quot;001F7579&quot;/&gt;&lt;wsp:rsid wsp:val=&quot;001F7815&quot;/&gt;&lt;wsp:rsid wsp:val=&quot;002006EC&quot;/&gt;&lt;wsp:rsid wsp:val=&quot;00203177&quot;/&gt;&lt;wsp:rsid wsp:val=&quot;002044C0&quot;/&gt;&lt;wsp:rsid wsp:val=&quot;00205278&quot;/&gt;&lt;wsp:rsid wsp:val=&quot;002067ED&quot;/&gt;&lt;wsp:rsid wsp:val=&quot;00206BA7&quot;/&gt;&lt;wsp:rsid wsp:val=&quot;00207DFC&quot;/&gt;&lt;wsp:rsid wsp:val=&quot;00210005&quot;/&gt;&lt;wsp:rsid wsp:val=&quot;002117AC&quot;/&gt;&lt;wsp:rsid wsp:val=&quot;00212C69&quot;/&gt;&lt;wsp:rsid wsp:val=&quot;00213909&quot;/&gt;&lt;wsp:rsid wsp:val=&quot;002144FE&quot;/&gt;&lt;wsp:rsid wsp:val=&quot;002156B4&quot;/&gt;&lt;wsp:rsid wsp:val=&quot;00216D30&quot;/&gt;&lt;wsp:rsid wsp:val=&quot;00220CBB&quot;/&gt;&lt;wsp:rsid wsp:val=&quot;0022120F&quot;/&gt;&lt;wsp:rsid wsp:val=&quot;002215F4&quot;/&gt;&lt;wsp:rsid wsp:val=&quot;00221D12&quot;/&gt;&lt;wsp:rsid wsp:val=&quot;00222653&quot;/&gt;&lt;wsp:rsid wsp:val=&quot;00222BE3&quot;/&gt;&lt;wsp:rsid wsp:val=&quot;0022304F&quot;/&gt;&lt;wsp:rsid wsp:val=&quot;00223764&quot;/&gt;&lt;wsp:rsid wsp:val=&quot;00224EDA&quot;/&gt;&lt;wsp:rsid wsp:val=&quot;002254F2&quot;/&gt;&lt;wsp:rsid wsp:val=&quot;002254FB&quot;/&gt;&lt;wsp:rsid wsp:val=&quot;00225709&quot;/&gt;&lt;wsp:rsid wsp:val=&quot;00225B6A&quot;/&gt;&lt;wsp:rsid wsp:val=&quot;00226CA0&quot;/&gt;&lt;wsp:rsid wsp:val=&quot;002272E6&quot;/&gt;&lt;wsp:rsid wsp:val=&quot;00227F62&quot;/&gt;&lt;wsp:rsid wsp:val=&quot;0023016B&quot;/&gt;&lt;wsp:rsid wsp:val=&quot;00231C5C&quot;/&gt;&lt;wsp:rsid wsp:val=&quot;00231F0D&quot;/&gt;&lt;wsp:rsid wsp:val=&quot;00231FC4&quot;/&gt;&lt;wsp:rsid wsp:val=&quot;00233D7D&quot;/&gt;&lt;wsp:rsid wsp:val=&quot;002362D1&quot;/&gt;&lt;wsp:rsid wsp:val=&quot;00237643&quot;/&gt;&lt;wsp:rsid wsp:val=&quot;002379F6&quot;/&gt;&lt;wsp:rsid wsp:val=&quot;0024071D&quot;/&gt;&lt;wsp:rsid wsp:val=&quot;00242BD8&quot;/&gt;&lt;wsp:rsid wsp:val=&quot;00243718&quot;/&gt;&lt;wsp:rsid wsp:val=&quot;00243FFF&quot;/&gt;&lt;wsp:rsid wsp:val=&quot;00247955&quot;/&gt;&lt;wsp:rsid wsp:val=&quot;00247BC4&quot;/&gt;&lt;wsp:rsid wsp:val=&quot;00251898&quot;/&gt;&lt;wsp:rsid wsp:val=&quot;002519FF&quot;/&gt;&lt;wsp:rsid wsp:val=&quot;00252CF5&quot;/&gt;&lt;wsp:rsid wsp:val=&quot;00253055&quot;/&gt;&lt;wsp:rsid wsp:val=&quot;002535B1&quot;/&gt;&lt;wsp:rsid wsp:val=&quot;00253F50&quot;/&gt;&lt;wsp:rsid wsp:val=&quot;00254F71&quot;/&gt;&lt;wsp:rsid wsp:val=&quot;002552E0&quot;/&gt;&lt;wsp:rsid wsp:val=&quot;00255445&quot;/&gt;&lt;wsp:rsid wsp:val=&quot;002572CF&quot;/&gt;&lt;wsp:rsid wsp:val=&quot;0025752E&quot;/&gt;&lt;wsp:rsid wsp:val=&quot;00257F57&quot;/&gt;&lt;wsp:rsid wsp:val=&quot;002612B5&quot;/&gt;&lt;wsp:rsid wsp:val=&quot;00261B57&quot;/&gt;&lt;wsp:rsid wsp:val=&quot;00263C3D&quot;/&gt;&lt;wsp:rsid wsp:val=&quot;00264850&quot;/&gt;&lt;wsp:rsid wsp:val=&quot;00265A4B&quot;/&gt;&lt;wsp:rsid wsp:val=&quot;00266005&quot;/&gt;&lt;wsp:rsid wsp:val=&quot;0026680C&quot;/&gt;&lt;wsp:rsid wsp:val=&quot;00270174&quot;/&gt;&lt;wsp:rsid wsp:val=&quot;002705CA&quot;/&gt;&lt;wsp:rsid wsp:val=&quot;00270C88&quot;/&gt;&lt;wsp:rsid wsp:val=&quot;002711F1&quot;/&gt;&lt;wsp:rsid wsp:val=&quot;0027265F&quot;/&gt;&lt;wsp:rsid wsp:val=&quot;0027487E&quot;/&gt;&lt;wsp:rsid wsp:val=&quot;00275B20&quot;/&gt;&lt;wsp:rsid wsp:val=&quot;002768B4&quot;/&gt;&lt;wsp:rsid wsp:val=&quot;002771F3&quot;/&gt;&lt;wsp:rsid wsp:val=&quot;00277271&quot;/&gt;&lt;wsp:rsid wsp:val=&quot;00277D25&quot;/&gt;&lt;wsp:rsid wsp:val=&quot;00277F81&quot;/&gt;&lt;wsp:rsid wsp:val=&quot;00281B91&quot;/&gt;&lt;wsp:rsid wsp:val=&quot;0028213E&quot;/&gt;&lt;wsp:rsid wsp:val=&quot;00282675&quot;/&gt;&lt;wsp:rsid wsp:val=&quot;00282992&quot;/&gt;&lt;wsp:rsid wsp:val=&quot;00282E02&quot;/&gt;&lt;wsp:rsid wsp:val=&quot;0028501C&quot;/&gt;&lt;wsp:rsid wsp:val=&quot;002858A7&quot;/&gt;&lt;wsp:rsid wsp:val=&quot;002901F0&quot;/&gt;&lt;wsp:rsid wsp:val=&quot;0029073D&quot;/&gt;&lt;wsp:rsid wsp:val=&quot;00290B3D&quot;/&gt;&lt;wsp:rsid wsp:val=&quot;00290CA0&quot;/&gt;&lt;wsp:rsid wsp:val=&quot;00291814&quot;/&gt;&lt;wsp:rsid wsp:val=&quot;002927BE&quot;/&gt;&lt;wsp:rsid wsp:val=&quot;00292E04&quot;/&gt;&lt;wsp:rsid wsp:val=&quot;002941C5&quot;/&gt;&lt;wsp:rsid wsp:val=&quot;00295657&quot;/&gt;&lt;wsp:rsid wsp:val=&quot;00295DA8&quot;/&gt;&lt;wsp:rsid wsp:val=&quot;002979BC&quot;/&gt;&lt;wsp:rsid wsp:val=&quot;00297C68&quot;/&gt;&lt;wsp:rsid wsp:val=&quot;002A0981&quot;/&gt;&lt;wsp:rsid wsp:val=&quot;002A0C75&quot;/&gt;&lt;wsp:rsid wsp:val=&quot;002A0D4D&quot;/&gt;&lt;wsp:rsid wsp:val=&quot;002A16D5&quot;/&gt;&lt;wsp:rsid wsp:val=&quot;002A1E1D&quot;/&gt;&lt;wsp:rsid wsp:val=&quot;002A2010&quot;/&gt;&lt;wsp:rsid wsp:val=&quot;002A217B&quot;/&gt;&lt;wsp:rsid wsp:val=&quot;002A27C2&quot;/&gt;&lt;wsp:rsid wsp:val=&quot;002A2A56&quot;/&gt;&lt;wsp:rsid wsp:val=&quot;002A34D1&quot;/&gt;&lt;wsp:rsid wsp:val=&quot;002A52D8&quot;/&gt;&lt;wsp:rsid wsp:val=&quot;002A5CEA&quot;/&gt;&lt;wsp:rsid wsp:val=&quot;002B025E&quot;/&gt;&lt;wsp:rsid wsp:val=&quot;002B0E18&quot;/&gt;&lt;wsp:rsid wsp:val=&quot;002B1014&quot;/&gt;&lt;wsp:rsid wsp:val=&quot;002B20E3&quot;/&gt;&lt;wsp:rsid wsp:val=&quot;002B2488&quot;/&gt;&lt;wsp:rsid wsp:val=&quot;002B2A56&quot;/&gt;&lt;wsp:rsid wsp:val=&quot;002B3846&quot;/&gt;&lt;wsp:rsid wsp:val=&quot;002B3D9E&quot;/&gt;&lt;wsp:rsid wsp:val=&quot;002B4123&quot;/&gt;&lt;wsp:rsid wsp:val=&quot;002B516A&quot;/&gt;&lt;wsp:rsid wsp:val=&quot;002B5340&quot;/&gt;&lt;wsp:rsid wsp:val=&quot;002C07BF&quot;/&gt;&lt;wsp:rsid wsp:val=&quot;002C0EF5&quot;/&gt;&lt;wsp:rsid wsp:val=&quot;002C2A51&quot;/&gt;&lt;wsp:rsid wsp:val=&quot;002C3702&quot;/&gt;&lt;wsp:rsid wsp:val=&quot;002C4AE5&quot;/&gt;&lt;wsp:rsid wsp:val=&quot;002C505C&quot;/&gt;&lt;wsp:rsid wsp:val=&quot;002C50F3&quot;/&gt;&lt;wsp:rsid wsp:val=&quot;002C5EDA&quot;/&gt;&lt;wsp:rsid wsp:val=&quot;002C658E&quot;/&gt;&lt;wsp:rsid wsp:val=&quot;002D02EC&quot;/&gt;&lt;wsp:rsid wsp:val=&quot;002D13A4&quot;/&gt;&lt;wsp:rsid wsp:val=&quot;002D2CBA&quot;/&gt;&lt;wsp:rsid wsp:val=&quot;002D34EC&quot;/&gt;&lt;wsp:rsid wsp:val=&quot;002D36EE&quot;/&gt;&lt;wsp:rsid wsp:val=&quot;002D5CBE&quot;/&gt;&lt;wsp:rsid wsp:val=&quot;002D6A85&quot;/&gt;&lt;wsp:rsid wsp:val=&quot;002D7676&quot;/&gt;&lt;wsp:rsid wsp:val=&quot;002E0395&quot;/&gt;&lt;wsp:rsid wsp:val=&quot;002E06DF&quot;/&gt;&lt;wsp:rsid wsp:val=&quot;002E1D2B&quot;/&gt;&lt;wsp:rsid wsp:val=&quot;002E2986&quot;/&gt;&lt;wsp:rsid wsp:val=&quot;002E29D7&quot;/&gt;&lt;wsp:rsid wsp:val=&quot;002E2CDD&quot;/&gt;&lt;wsp:rsid wsp:val=&quot;002E5D93&quot;/&gt;&lt;wsp:rsid wsp:val=&quot;002E64DC&quot;/&gt;&lt;wsp:rsid wsp:val=&quot;002E6A61&quot;/&gt;&lt;wsp:rsid wsp:val=&quot;002E7CD6&quot;/&gt;&lt;wsp:rsid wsp:val=&quot;002F1B7E&quot;/&gt;&lt;wsp:rsid wsp:val=&quot;002F2E40&quot;/&gt;&lt;wsp:rsid wsp:val=&quot;002F424A&quot;/&gt;&lt;wsp:rsid wsp:val=&quot;002F5810&quot;/&gt;&lt;wsp:rsid wsp:val=&quot;002F5D6D&quot;/&gt;&lt;wsp:rsid wsp:val=&quot;002F7557&quot;/&gt;&lt;wsp:rsid wsp:val=&quot;002F7D87&quot;/&gt;&lt;wsp:rsid wsp:val=&quot;00300CA1&quot;/&gt;&lt;wsp:rsid wsp:val=&quot;00301928&quot;/&gt;&lt;wsp:rsid wsp:val=&quot;00301ACF&quot;/&gt;&lt;wsp:rsid wsp:val=&quot;00301DFE&quot;/&gt;&lt;wsp:rsid wsp:val=&quot;0030366E&quot;/&gt;&lt;wsp:rsid wsp:val=&quot;003048DF&quot;/&gt;&lt;wsp:rsid wsp:val=&quot;00304E95&quot;/&gt;&lt;wsp:rsid wsp:val=&quot;003054BD&quot;/&gt;&lt;wsp:rsid wsp:val=&quot;003062F7&quot;/&gt;&lt;wsp:rsid wsp:val=&quot;0031152D&quot;/&gt;&lt;wsp:rsid wsp:val=&quot;00311FFA&quot;/&gt;&lt;wsp:rsid wsp:val=&quot;00313A83&quot;/&gt;&lt;wsp:rsid wsp:val=&quot;0031409D&quot;/&gt;&lt;wsp:rsid wsp:val=&quot;00316340&quot;/&gt;&lt;wsp:rsid wsp:val=&quot;003164AF&quot;/&gt;&lt;wsp:rsid wsp:val=&quot;0031658A&quot;/&gt;&lt;wsp:rsid wsp:val=&quot;00320CA4&quot;/&gt;&lt;wsp:rsid wsp:val=&quot;003214FD&quot;/&gt;&lt;wsp:rsid wsp:val=&quot;003221D9&quot;/&gt;&lt;wsp:rsid wsp:val=&quot;00322289&quot;/&gt;&lt;wsp:rsid wsp:val=&quot;00322313&quot;/&gt;&lt;wsp:rsid wsp:val=&quot;003236DA&quot;/&gt;&lt;wsp:rsid wsp:val=&quot;0032385A&quot;/&gt;&lt;wsp:rsid wsp:val=&quot;003238B4&quot;/&gt;&lt;wsp:rsid wsp:val=&quot;00324057&quot;/&gt;&lt;wsp:rsid wsp:val=&quot;00325A4F&quot;/&gt;&lt;wsp:rsid wsp:val=&quot;00327765&quot;/&gt;&lt;wsp:rsid wsp:val=&quot;00327B9A&quot;/&gt;&lt;wsp:rsid wsp:val=&quot;0033098B&quot;/&gt;&lt;wsp:rsid wsp:val=&quot;00331490&quot;/&gt;&lt;wsp:rsid wsp:val=&quot;003331AD&quot;/&gt;&lt;wsp:rsid wsp:val=&quot;0033379F&quot;/&gt;&lt;wsp:rsid wsp:val=&quot;0033426F&quot;/&gt;&lt;wsp:rsid wsp:val=&quot;00334EB1&quot;/&gt;&lt;wsp:rsid wsp:val=&quot;00335691&quot;/&gt;&lt;wsp:rsid wsp:val=&quot;0033582E&quot;/&gt;&lt;wsp:rsid wsp:val=&quot;00335B4A&quot;/&gt;&lt;wsp:rsid wsp:val=&quot;003362D4&quot;/&gt;&lt;wsp:rsid wsp:val=&quot;00336460&quot;/&gt;&lt;wsp:rsid wsp:val=&quot;00336892&quot;/&gt;&lt;wsp:rsid wsp:val=&quot;00342E1B&quot;/&gt;&lt;wsp:rsid wsp:val=&quot;003433BE&quot;/&gt;&lt;wsp:rsid wsp:val=&quot;00345DC9&quot;/&gt;&lt;wsp:rsid wsp:val=&quot;00346E35&quot;/&gt;&lt;wsp:rsid wsp:val=&quot;00350911&quot;/&gt;&lt;wsp:rsid wsp:val=&quot;00350B25&quot;/&gt;&lt;wsp:rsid wsp:val=&quot;003525CC&quot;/&gt;&lt;wsp:rsid wsp:val=&quot;00353285&quot;/&gt;&lt;wsp:rsid wsp:val=&quot;00353C5C&quot;/&gt;&lt;wsp:rsid wsp:val=&quot;00354796&quot;/&gt;&lt;wsp:rsid wsp:val=&quot;00355821&quot;/&gt;&lt;wsp:rsid wsp:val=&quot;00355F27&quot;/&gt;&lt;wsp:rsid wsp:val=&quot;00356225&quot;/&gt;&lt;wsp:rsid wsp:val=&quot;0035736D&quot;/&gt;&lt;wsp:rsid wsp:val=&quot;0036067B&quot;/&gt;&lt;wsp:rsid wsp:val=&quot;00360BD3&quot;/&gt;&lt;wsp:rsid wsp:val=&quot;00361371&quot;/&gt;&lt;wsp:rsid wsp:val=&quot;00364176&quot;/&gt;&lt;wsp:rsid wsp:val=&quot;00365750&quot;/&gt;&lt;wsp:rsid wsp:val=&quot;00366F37&quot;/&gt;&lt;wsp:rsid wsp:val=&quot;0037074E&quot;/&gt;&lt;wsp:rsid wsp:val=&quot;00371412&quot;/&gt;&lt;wsp:rsid wsp:val=&quot;00371DFC&quot;/&gt;&lt;wsp:rsid wsp:val=&quot;00373AD7&quot;/&gt;&lt;wsp:rsid wsp:val=&quot;00374A5C&quot;/&gt;&lt;wsp:rsid wsp:val=&quot;00375053&quot;/&gt;&lt;wsp:rsid wsp:val=&quot;003752BD&quot;/&gt;&lt;wsp:rsid wsp:val=&quot;00376E2A&quot;/&gt;&lt;wsp:rsid wsp:val=&quot;003805F4&quot;/&gt;&lt;wsp:rsid wsp:val=&quot;00380F25&quot;/&gt;&lt;wsp:rsid wsp:val=&quot;00381E9B&quot;/&gt;&lt;wsp:rsid wsp:val=&quot;00382DBE&quot;/&gt;&lt;wsp:rsid wsp:val=&quot;003839D3&quot;/&gt;&lt;wsp:rsid wsp:val=&quot;00383A0A&quot;/&gt;&lt;wsp:rsid wsp:val=&quot;00384315&quot;/&gt;&lt;wsp:rsid wsp:val=&quot;003851E3&quot;/&gt;&lt;wsp:rsid wsp:val=&quot;00385619&quot;/&gt;&lt;wsp:rsid wsp:val=&quot;00385F23&quot;/&gt;&lt;wsp:rsid wsp:val=&quot;00386230&quot;/&gt;&lt;wsp:rsid wsp:val=&quot;0038648A&quot;/&gt;&lt;wsp:rsid wsp:val=&quot;00386B4C&quot;/&gt;&lt;wsp:rsid wsp:val=&quot;00386FED&quot;/&gt;&lt;wsp:rsid wsp:val=&quot;00387117&quot;/&gt;&lt;wsp:rsid wsp:val=&quot;003931FB&quot;/&gt;&lt;wsp:rsid wsp:val=&quot;00394740&quot;/&gt;&lt;wsp:rsid wsp:val=&quot;00394C34&quot;/&gt;&lt;wsp:rsid wsp:val=&quot;003954E2&quot;/&gt;&lt;wsp:rsid wsp:val=&quot;00396E67&quot;/&gt;&lt;wsp:rsid wsp:val=&quot;003A1119&quot;/&gt;&lt;wsp:rsid wsp:val=&quot;003A12A7&quot;/&gt;&lt;wsp:rsid wsp:val=&quot;003A225C&quot;/&gt;&lt;wsp:rsid wsp:val=&quot;003A26C3&quot;/&gt;&lt;wsp:rsid wsp:val=&quot;003A2871&quot;/&gt;&lt;wsp:rsid wsp:val=&quot;003A2B91&quot;/&gt;&lt;wsp:rsid wsp:val=&quot;003A36B3&quot;/&gt;&lt;wsp:rsid wsp:val=&quot;003A44B7&quot;/&gt;&lt;wsp:rsid wsp:val=&quot;003A4687&quot;/&gt;&lt;wsp:rsid wsp:val=&quot;003A4EDB&quot;/&gt;&lt;wsp:rsid wsp:val=&quot;003A602C&quot;/&gt;&lt;wsp:rsid wsp:val=&quot;003A6B1A&quot;/&gt;&lt;wsp:rsid wsp:val=&quot;003A78CC&quot;/&gt;&lt;wsp:rsid wsp:val=&quot;003B147D&quot;/&gt;&lt;wsp:rsid wsp:val=&quot;003B18D8&quot;/&gt;&lt;wsp:rsid wsp:val=&quot;003B2B5A&quot;/&gt;&lt;wsp:rsid wsp:val=&quot;003B3781&quot;/&gt;&lt;wsp:rsid wsp:val=&quot;003B5233&quot;/&gt;&lt;wsp:rsid wsp:val=&quot;003B6658&quot;/&gt;&lt;wsp:rsid wsp:val=&quot;003B6A1A&quot;/&gt;&lt;wsp:rsid wsp:val=&quot;003B6BE1&quot;/&gt;&lt;wsp:rsid wsp:val=&quot;003B6C81&quot;/&gt;&lt;wsp:rsid wsp:val=&quot;003B7982&quot;/&gt;&lt;wsp:rsid wsp:val=&quot;003C015B&quot;/&gt;&lt;wsp:rsid wsp:val=&quot;003C11F8&quot;/&gt;&lt;wsp:rsid wsp:val=&quot;003C2176&quot;/&gt;&lt;wsp:rsid wsp:val=&quot;003C2358&quot;/&gt;&lt;wsp:rsid wsp:val=&quot;003C238E&quot;/&gt;&lt;wsp:rsid wsp:val=&quot;003C2ED8&quot;/&gt;&lt;wsp:rsid wsp:val=&quot;003C4E2C&quot;/&gt;&lt;wsp:rsid wsp:val=&quot;003C737A&quot;/&gt;&lt;wsp:rsid wsp:val=&quot;003D2832&quot;/&gt;&lt;wsp:rsid wsp:val=&quot;003D2DE1&quot;/&gt;&lt;wsp:rsid wsp:val=&quot;003D2DE2&quot;/&gt;&lt;wsp:rsid wsp:val=&quot;003D4DFD&quot;/&gt;&lt;wsp:rsid wsp:val=&quot;003D6D77&quot;/&gt;&lt;wsp:rsid wsp:val=&quot;003D7C7C&quot;/&gt;&lt;wsp:rsid wsp:val=&quot;003E1558&quot;/&gt;&lt;wsp:rsid wsp:val=&quot;003E3546&quot;/&gt;&lt;wsp:rsid wsp:val=&quot;003E3D5C&quot;/&gt;&lt;wsp:rsid wsp:val=&quot;003E592B&quot;/&gt;&lt;wsp:rsid wsp:val=&quot;003F0298&quot;/&gt;&lt;wsp:rsid wsp:val=&quot;003F0E7F&quot;/&gt;&lt;wsp:rsid wsp:val=&quot;003F11F6&quot;/&gt;&lt;wsp:rsid wsp:val=&quot;003F170B&quot;/&gt;&lt;wsp:rsid wsp:val=&quot;003F1C6A&quot;/&gt;&lt;wsp:rsid wsp:val=&quot;003F309A&quot;/&gt;&lt;wsp:rsid wsp:val=&quot;003F32A6&quot;/&gt;&lt;wsp:rsid wsp:val=&quot;003F4DBB&quot;/&gt;&lt;wsp:rsid wsp:val=&quot;003F5693&quot;/&gt;&lt;wsp:rsid wsp:val=&quot;003F67AB&quot;/&gt;&lt;wsp:rsid wsp:val=&quot;003F7349&quot;/&gt;&lt;wsp:rsid wsp:val=&quot;00400792&quot;/&gt;&lt;wsp:rsid wsp:val=&quot;00401118&quot;/&gt;&lt;wsp:rsid wsp:val=&quot;00401DCC&quot;/&gt;&lt;wsp:rsid wsp:val=&quot;00402530&quot;/&gt;&lt;wsp:rsid wsp:val=&quot;00403810&quot;/&gt;&lt;wsp:rsid wsp:val=&quot;00403ED8&quot;/&gt;&lt;wsp:rsid wsp:val=&quot;00404DA0&quot;/&gt;&lt;wsp:rsid wsp:val=&quot;004105C3&quot;/&gt;&lt;wsp:rsid wsp:val=&quot;004113EC&quot;/&gt;&lt;wsp:rsid wsp:val=&quot;00411476&quot;/&gt;&lt;wsp:rsid wsp:val=&quot;004129E5&quot;/&gt;&lt;wsp:rsid wsp:val=&quot;00413B65&quot;/&gt;&lt;wsp:rsid wsp:val=&quot;00413F08&quot;/&gt;&lt;wsp:rsid wsp:val=&quot;004151FD&quot;/&gt;&lt;wsp:rsid wsp:val=&quot;00415450&quot;/&gt;&lt;wsp:rsid wsp:val=&quot;00416ECE&quot;/&gt;&lt;wsp:rsid wsp:val=&quot;00417B53&quot;/&gt;&lt;wsp:rsid wsp:val=&quot;00420ED3&quot;/&gt;&lt;wsp:rsid wsp:val=&quot;00421A97&quot;/&gt;&lt;wsp:rsid wsp:val=&quot;00425A15&quot;/&gt;&lt;wsp:rsid wsp:val=&quot;0042665E&quot;/&gt;&lt;wsp:rsid wsp:val=&quot;00427422&quot;/&gt;&lt;wsp:rsid wsp:val=&quot;00427723&quot;/&gt;&lt;wsp:rsid wsp:val=&quot;00427BA4&quot;/&gt;&lt;wsp:rsid wsp:val=&quot;0043052F&quot;/&gt;&lt;wsp:rsid wsp:val=&quot;004307FE&quot;/&gt;&lt;wsp:rsid wsp:val=&quot;00430992&quot;/&gt;&lt;wsp:rsid wsp:val=&quot;00430DDF&quot;/&gt;&lt;wsp:rsid wsp:val=&quot;00432A5E&quot;/&gt;&lt;wsp:rsid wsp:val=&quot;00432B72&quot;/&gt;&lt;wsp:rsid wsp:val=&quot;00433C2F&quot;/&gt;&lt;wsp:rsid wsp:val=&quot;0043562C&quot;/&gt;&lt;wsp:rsid wsp:val=&quot;00436F47&quot;/&gt;&lt;wsp:rsid wsp:val=&quot;00437E8A&quot;/&gt;&lt;wsp:rsid wsp:val=&quot;004411B7&quot;/&gt;&lt;wsp:rsid wsp:val=&quot;00441AF6&quot;/&gt;&lt;wsp:rsid wsp:val=&quot;004428FC&quot;/&gt;&lt;wsp:rsid wsp:val=&quot;00443325&quot;/&gt;&lt;wsp:rsid wsp:val=&quot;0044473A&quot;/&gt;&lt;wsp:rsid wsp:val=&quot;0044532A&quot;/&gt;&lt;wsp:rsid wsp:val=&quot;00445821&quot;/&gt;&lt;wsp:rsid wsp:val=&quot;004479C8&quot;/&gt;&lt;wsp:rsid wsp:val=&quot;00447A48&quot;/&gt;&lt;wsp:rsid wsp:val=&quot;004510E5&quot;/&gt;&lt;wsp:rsid wsp:val=&quot;00452820&quot;/&gt;&lt;wsp:rsid wsp:val=&quot;00452D66&quot;/&gt;&lt;wsp:rsid wsp:val=&quot;004530E3&quot;/&gt;&lt;wsp:rsid wsp:val=&quot;00453AF5&quot;/&gt;&lt;wsp:rsid wsp:val=&quot;004549B1&quot;/&gt;&lt;wsp:rsid wsp:val=&quot;00455883&quot;/&gt;&lt;wsp:rsid wsp:val=&quot;00460178&quot;/&gt;&lt;wsp:rsid wsp:val=&quot;004603B5&quot;/&gt;&lt;wsp:rsid wsp:val=&quot;004609A7&quot;/&gt;&lt;wsp:rsid wsp:val=&quot;004613D2&quot;/&gt;&lt;wsp:rsid wsp:val=&quot;00461925&quot;/&gt;&lt;wsp:rsid wsp:val=&quot;00462558&quot;/&gt;&lt;wsp:rsid wsp:val=&quot;00464CF5&quot;/&gt;&lt;wsp:rsid wsp:val=&quot;0046607E&quot;/&gt;&lt;wsp:rsid wsp:val=&quot;0046676F&quot;/&gt;&lt;wsp:rsid wsp:val=&quot;00467DAE&quot;/&gt;&lt;wsp:rsid wsp:val=&quot;004701C2&quot;/&gt;&lt;wsp:rsid wsp:val=&quot;00470AF5&quot;/&gt;&lt;wsp:rsid wsp:val=&quot;00472363&quot;/&gt;&lt;wsp:rsid wsp:val=&quot;0047296C&quot;/&gt;&lt;wsp:rsid wsp:val=&quot;004743BC&quot;/&gt;&lt;wsp:rsid wsp:val=&quot;00474674&quot;/&gt;&lt;wsp:rsid wsp:val=&quot;004749E1&quot;/&gt;&lt;wsp:rsid wsp:val=&quot;00476CD7&quot;/&gt;&lt;wsp:rsid wsp:val=&quot;00476E9B&quot;/&gt;&lt;wsp:rsid wsp:val=&quot;004772F9&quot;/&gt;&lt;wsp:rsid wsp:val=&quot;00477CF8&quot;/&gt;&lt;wsp:rsid wsp:val=&quot;00481C03&quot;/&gt;&lt;wsp:rsid wsp:val=&quot;00482C8F&quot;/&gt;&lt;wsp:rsid wsp:val=&quot;0048430A&quot;/&gt;&lt;wsp:rsid wsp:val=&quot;0048477F&quot;/&gt;&lt;wsp:rsid wsp:val=&quot;004848E5&quot;/&gt;&lt;wsp:rsid wsp:val=&quot;00486DB9&quot;/&gt;&lt;wsp:rsid wsp:val=&quot;00490A5A&quot;/&gt;&lt;wsp:rsid wsp:val=&quot;00492AB1&quot;/&gt;&lt;wsp:rsid wsp:val=&quot;00493167&quot;/&gt;&lt;wsp:rsid wsp:val=&quot;00494314&quot;/&gt;&lt;wsp:rsid wsp:val=&quot;00494F50&quot;/&gt;&lt;wsp:rsid wsp:val=&quot;0049634F&quot;/&gt;&lt;wsp:rsid wsp:val=&quot;00497D71&quot;/&gt;&lt;wsp:rsid wsp:val=&quot;00497E92&quot;/&gt;&lt;wsp:rsid wsp:val=&quot;004A005C&quot;/&gt;&lt;wsp:rsid wsp:val=&quot;004A6B51&quot;/&gt;&lt;wsp:rsid wsp:val=&quot;004B275E&quot;/&gt;&lt;wsp:rsid wsp:val=&quot;004B52BF&quot;/&gt;&lt;wsp:rsid wsp:val=&quot;004B67C3&quot;/&gt;&lt;wsp:rsid wsp:val=&quot;004C0587&quot;/&gt;&lt;wsp:rsid wsp:val=&quot;004C17A0&quot;/&gt;&lt;wsp:rsid wsp:val=&quot;004C21D6&quot;/&gt;&lt;wsp:rsid wsp:val=&quot;004C45D9&quot;/&gt;&lt;wsp:rsid wsp:val=&quot;004C54D4&quot;/&gt;&lt;wsp:rsid wsp:val=&quot;004C6C80&quot;/&gt;&lt;wsp:rsid wsp:val=&quot;004C6E68&quot;/&gt;&lt;wsp:rsid wsp:val=&quot;004C768F&quot;/&gt;&lt;wsp:rsid wsp:val=&quot;004D0073&quot;/&gt;&lt;wsp:rsid wsp:val=&quot;004D027D&quot;/&gt;&lt;wsp:rsid wsp:val=&quot;004D0B20&quot;/&gt;&lt;wsp:rsid wsp:val=&quot;004D239D&quot;/&gt;&lt;wsp:rsid wsp:val=&quot;004D27E2&quot;/&gt;&lt;wsp:rsid wsp:val=&quot;004D436F&quot;/&gt;&lt;wsp:rsid wsp:val=&quot;004D44AC&quot;/&gt;&lt;wsp:rsid wsp:val=&quot;004D61FD&quot;/&gt;&lt;wsp:rsid wsp:val=&quot;004D648C&quot;/&gt;&lt;wsp:rsid wsp:val=&quot;004D74E0&quot;/&gt;&lt;wsp:rsid wsp:val=&quot;004D7577&quot;/&gt;&lt;wsp:rsid wsp:val=&quot;004D75EB&quot;/&gt;&lt;wsp:rsid wsp:val=&quot;004D7F20&quot;/&gt;&lt;wsp:rsid wsp:val=&quot;004E048B&quot;/&gt;&lt;wsp:rsid wsp:val=&quot;004E3760&quot;/&gt;&lt;wsp:rsid wsp:val=&quot;004E465A&quot;/&gt;&lt;wsp:rsid wsp:val=&quot;004E59F0&quot;/&gt;&lt;wsp:rsid wsp:val=&quot;004E5B2F&quot;/&gt;&lt;wsp:rsid wsp:val=&quot;004E62F0&quot;/&gt;&lt;wsp:rsid wsp:val=&quot;004E6955&quot;/&gt;&lt;wsp:rsid wsp:val=&quot;004E703E&quot;/&gt;&lt;wsp:rsid wsp:val=&quot;004F01F4&quot;/&gt;&lt;wsp:rsid wsp:val=&quot;004F157D&quot;/&gt;&lt;wsp:rsid wsp:val=&quot;004F1FD8&quot;/&gt;&lt;wsp:rsid wsp:val=&quot;004F240F&quot;/&gt;&lt;wsp:rsid wsp:val=&quot;004F2881&quot;/&gt;&lt;wsp:rsid wsp:val=&quot;004F3716&quot;/&gt;&lt;wsp:rsid wsp:val=&quot;004F4508&quot;/&gt;&lt;wsp:rsid wsp:val=&quot;004F46C7&quot;/&gt;&lt;wsp:rsid wsp:val=&quot;004F49B4&quot;/&gt;&lt;wsp:rsid wsp:val=&quot;004F4FE9&quot;/&gt;&lt;wsp:rsid wsp:val=&quot;004F7418&quot;/&gt;&lt;wsp:rsid wsp:val=&quot;00500EB0&quot;/&gt;&lt;wsp:rsid wsp:val=&quot;005019D6&quot;/&gt;&lt;wsp:rsid wsp:val=&quot;00502EB2&quot;/&gt;&lt;wsp:rsid wsp:val=&quot;00503A8F&quot;/&gt;&lt;wsp:rsid wsp:val=&quot;0050524A&quot;/&gt;&lt;wsp:rsid wsp:val=&quot;00505BF1&quot;/&gt;&lt;wsp:rsid wsp:val=&quot;00507144&quot;/&gt;&lt;wsp:rsid wsp:val=&quot;0051037F&quot;/&gt;&lt;wsp:rsid wsp:val=&quot;0051179B&quot;/&gt;&lt;wsp:rsid wsp:val=&quot;00511BD5&quot;/&gt;&lt;wsp:rsid wsp:val=&quot;00511F2F&quot;/&gt;&lt;wsp:rsid wsp:val=&quot;00513359&quot;/&gt;&lt;wsp:rsid wsp:val=&quot;00513F95&quot;/&gt;&lt;wsp:rsid wsp:val=&quot;005162D5&quot;/&gt;&lt;wsp:rsid wsp:val=&quot;00517E8A&quot;/&gt;&lt;wsp:rsid wsp:val=&quot;005212F7&quot;/&gt;&lt;wsp:rsid wsp:val=&quot;00521CD7&quot;/&gt;&lt;wsp:rsid wsp:val=&quot;00521D34&quot;/&gt;&lt;wsp:rsid wsp:val=&quot;00523A6F&quot;/&gt;&lt;wsp:rsid wsp:val=&quot;00524CF3&quot;/&gt;&lt;wsp:rsid wsp:val=&quot;005251DE&quot;/&gt;&lt;wsp:rsid wsp:val=&quot;00525D41&quot;/&gt;&lt;wsp:rsid wsp:val=&quot;00525E69&quot;/&gt;&lt;wsp:rsid wsp:val=&quot;00526772&quot;/&gt;&lt;wsp:rsid wsp:val=&quot;00526FA3&quot;/&gt;&lt;wsp:rsid wsp:val=&quot;0053099E&quot;/&gt;&lt;wsp:rsid wsp:val=&quot;005310FA&quot;/&gt;&lt;wsp:rsid wsp:val=&quot;005346D7&quot;/&gt;&lt;wsp:rsid wsp:val=&quot;005353C9&quot;/&gt;&lt;wsp:rsid wsp:val=&quot;00536B56&quot;/&gt;&lt;wsp:rsid wsp:val=&quot;00537FB0&quot;/&gt;&lt;wsp:rsid wsp:val=&quot;0054040A&quot;/&gt;&lt;wsp:rsid wsp:val=&quot;00540D84&quot;/&gt;&lt;wsp:rsid wsp:val=&quot;00543D6F&quot;/&gt;&lt;wsp:rsid wsp:val=&quot;00544B87&quot;/&gt;&lt;wsp:rsid wsp:val=&quot;005458E9&quot;/&gt;&lt;wsp:rsid wsp:val=&quot;00547569&quot;/&gt;&lt;wsp:rsid wsp:val=&quot;00552F66&quot;/&gt;&lt;wsp:rsid wsp:val=&quot;0055426D&quot;/&gt;&lt;wsp:rsid wsp:val=&quot;0055658B&quot;/&gt;&lt;wsp:rsid wsp:val=&quot;00557798&quot;/&gt;&lt;wsp:rsid wsp:val=&quot;00560D7A&quot;/&gt;&lt;wsp:rsid wsp:val=&quot;005618E0&quot;/&gt;&lt;wsp:rsid wsp:val=&quot;00561D67&quot;/&gt;&lt;wsp:rsid wsp:val=&quot;00562855&quot;/&gt;&lt;wsp:rsid wsp:val=&quot;005628A0&quot;/&gt;&lt;wsp:rsid wsp:val=&quot;0056454E&quot;/&gt;&lt;wsp:rsid wsp:val=&quot;00564758&quot;/&gt;&lt;wsp:rsid wsp:val=&quot;005648C9&quot;/&gt;&lt;wsp:rsid wsp:val=&quot;00565166&quot;/&gt;&lt;wsp:rsid wsp:val=&quot;00570BD7&quot;/&gt;&lt;wsp:rsid wsp:val=&quot;005735DF&quot;/&gt;&lt;wsp:rsid wsp:val=&quot;00573640&quot;/&gt;&lt;wsp:rsid wsp:val=&quot;00573C6A&quot;/&gt;&lt;wsp:rsid wsp:val=&quot;00575151&quot;/&gt;&lt;wsp:rsid wsp:val=&quot;005756A3&quot;/&gt;&lt;wsp:rsid wsp:val=&quot;005763CC&quot;/&gt;&lt;wsp:rsid wsp:val=&quot;00576460&quot;/&gt;&lt;wsp:rsid wsp:val=&quot;00576C00&quot;/&gt;&lt;wsp:rsid wsp:val=&quot;00577842&quot;/&gt;&lt;wsp:rsid wsp:val=&quot;00581520&quot;/&gt;&lt;wsp:rsid wsp:val=&quot;00582383&quot;/&gt;&lt;wsp:rsid wsp:val=&quot;00582DE0&quot;/&gt;&lt;wsp:rsid wsp:val=&quot;00582F72&quot;/&gt;&lt;wsp:rsid wsp:val=&quot;00583B40&quot;/&gt;&lt;wsp:rsid wsp:val=&quot;00586558&quot;/&gt;&lt;wsp:rsid wsp:val=&quot;00587F6C&quot;/&gt;&lt;wsp:rsid wsp:val=&quot;005902E7&quot;/&gt;&lt;wsp:rsid wsp:val=&quot;00590BBA&quot;/&gt;&lt;wsp:rsid wsp:val=&quot;00590DB7&quot;/&gt;&lt;wsp:rsid wsp:val=&quot;005918E3&quot;/&gt;&lt;wsp:rsid wsp:val=&quot;00592059&quot;/&gt;&lt;wsp:rsid wsp:val=&quot;00592520&quot;/&gt;&lt;wsp:rsid wsp:val=&quot;00592C2B&quot;/&gt;&lt;wsp:rsid wsp:val=&quot;0059339B&quot;/&gt;&lt;wsp:rsid wsp:val=&quot;0059488C&quot;/&gt;&lt;wsp:rsid wsp:val=&quot;00596125&quot;/&gt;&lt;wsp:rsid wsp:val=&quot;005965DF&quot;/&gt;&lt;wsp:rsid wsp:val=&quot;005A1091&quot;/&gt;&lt;wsp:rsid wsp:val=&quot;005A11B5&quot;/&gt;&lt;wsp:rsid wsp:val=&quot;005A1709&quot;/&gt;&lt;wsp:rsid wsp:val=&quot;005A21B5&quot;/&gt;&lt;wsp:rsid wsp:val=&quot;005A4C1B&quot;/&gt;&lt;wsp:rsid wsp:val=&quot;005A645D&quot;/&gt;&lt;wsp:rsid wsp:val=&quot;005A72B0&quot;/&gt;&lt;wsp:rsid wsp:val=&quot;005A784B&quot;/&gt;&lt;wsp:rsid wsp:val=&quot;005B0314&quot;/&gt;&lt;wsp:rsid wsp:val=&quot;005B059B&quot;/&gt;&lt;wsp:rsid wsp:val=&quot;005B1648&quot;/&gt;&lt;wsp:rsid wsp:val=&quot;005B3343&quot;/&gt;&lt;wsp:rsid wsp:val=&quot;005B4BB2&quot;/&gt;&lt;wsp:rsid wsp:val=&quot;005B7448&quot;/&gt;&lt;wsp:rsid wsp:val=&quot;005C00B6&quot;/&gt;&lt;wsp:rsid wsp:val=&quot;005C1891&quot;/&gt;&lt;wsp:rsid wsp:val=&quot;005C1B4A&quot;/&gt;&lt;wsp:rsid wsp:val=&quot;005C2F29&quot;/&gt;&lt;wsp:rsid wsp:val=&quot;005C365C&quot;/&gt;&lt;wsp:rsid wsp:val=&quot;005C3DC1&quot;/&gt;&lt;wsp:rsid wsp:val=&quot;005C60E3&quot;/&gt;&lt;wsp:rsid wsp:val=&quot;005C7217&quot;/&gt;&lt;wsp:rsid wsp:val=&quot;005C772C&quot;/&gt;&lt;wsp:rsid wsp:val=&quot;005C7C75&quot;/&gt;&lt;wsp:rsid wsp:val=&quot;005D07D3&quot;/&gt;&lt;wsp:rsid wsp:val=&quot;005D0866&quot;/&gt;&lt;wsp:rsid wsp:val=&quot;005D0FC8&quot;/&gt;&lt;wsp:rsid wsp:val=&quot;005D2A2A&quot;/&gt;&lt;wsp:rsid wsp:val=&quot;005D38C8&quot;/&gt;&lt;wsp:rsid wsp:val=&quot;005D4597&quot;/&gt;&lt;wsp:rsid wsp:val=&quot;005D51A0&quot;/&gt;&lt;wsp:rsid wsp:val=&quot;005D59BA&quot;/&gt;&lt;wsp:rsid wsp:val=&quot;005D663B&quot;/&gt;&lt;wsp:rsid wsp:val=&quot;005D67E7&quot;/&gt;&lt;wsp:rsid wsp:val=&quot;005D68D0&quot;/&gt;&lt;wsp:rsid wsp:val=&quot;005D6D3F&quot;/&gt;&lt;wsp:rsid wsp:val=&quot;005D6E31&quot;/&gt;&lt;wsp:rsid wsp:val=&quot;005D7B7D&quot;/&gt;&lt;wsp:rsid wsp:val=&quot;005D7EC2&quot;/&gt;&lt;wsp:rsid wsp:val=&quot;005E0B48&quot;/&gt;&lt;wsp:rsid wsp:val=&quot;005E1648&quot;/&gt;&lt;wsp:rsid wsp:val=&quot;005E1D4E&quot;/&gt;&lt;wsp:rsid wsp:val=&quot;005E2B8C&quot;/&gt;&lt;wsp:rsid wsp:val=&quot;005E5E3A&quot;/&gt;&lt;wsp:rsid wsp:val=&quot;005E63BC&quot;/&gt;&lt;wsp:rsid wsp:val=&quot;005E688E&quot;/&gt;&lt;wsp:rsid wsp:val=&quot;005E794F&quot;/&gt;&lt;wsp:rsid wsp:val=&quot;005F23AD&quot;/&gt;&lt;wsp:rsid wsp:val=&quot;005F34F3&quot;/&gt;&lt;wsp:rsid wsp:val=&quot;005F3896&quot;/&gt;&lt;wsp:rsid wsp:val=&quot;005F3F6B&quot;/&gt;&lt;wsp:rsid wsp:val=&quot;005F6555&quot;/&gt;&lt;wsp:rsid wsp:val=&quot;005F6DA5&quot;/&gt;&lt;wsp:rsid wsp:val=&quot;005F7F57&quot;/&gt;&lt;wsp:rsid wsp:val=&quot;00600D8F&quot;/&gt;&lt;wsp:rsid wsp:val=&quot;006025F8&quot;/&gt;&lt;wsp:rsid wsp:val=&quot;00602791&quot;/&gt;&lt;wsp:rsid wsp:val=&quot;00606D13&quot;/&gt;&lt;wsp:rsid wsp:val=&quot;00607888&quot;/&gt;&lt;wsp:rsid wsp:val=&quot;00607C69&quot;/&gt;&lt;wsp:rsid wsp:val=&quot;0061003C&quot;/&gt;&lt;wsp:rsid wsp:val=&quot;00611970&quot;/&gt;&lt;wsp:rsid wsp:val=&quot;0061260A&quot;/&gt;&lt;wsp:rsid wsp:val=&quot;00613D39&quot;/&gt;&lt;wsp:rsid wsp:val=&quot;00614A8B&quot;/&gt;&lt;wsp:rsid wsp:val=&quot;006174D6&quot;/&gt;&lt;wsp:rsid wsp:val=&quot;00620AB2&quot;/&gt;&lt;wsp:rsid wsp:val=&quot;00620AE7&quot;/&gt;&lt;wsp:rsid wsp:val=&quot;0062230C&quot;/&gt;&lt;wsp:rsid wsp:val=&quot;006229F5&quot;/&gt;&lt;wsp:rsid wsp:val=&quot;00623B27&quot;/&gt;&lt;wsp:rsid wsp:val=&quot;00623F28&quot;/&gt;&lt;wsp:rsid wsp:val=&quot;006242FB&quot;/&gt;&lt;wsp:rsid wsp:val=&quot;00625F2B&quot;/&gt;&lt;wsp:rsid wsp:val=&quot;00626282&quot;/&gt;&lt;wsp:rsid wsp:val=&quot;00626E93&quot;/&gt;&lt;wsp:rsid wsp:val=&quot;006274A2&quot;/&gt;&lt;wsp:rsid wsp:val=&quot;00631610&quot;/&gt;&lt;wsp:rsid wsp:val=&quot;00632666&quot;/&gt;&lt;wsp:rsid wsp:val=&quot;00632D87&quot;/&gt;&lt;wsp:rsid wsp:val=&quot;00632DF9&quot;/&gt;&lt;wsp:rsid wsp:val=&quot;0063382E&quot;/&gt;&lt;wsp:rsid wsp:val=&quot;006346BD&quot;/&gt;&lt;wsp:rsid wsp:val=&quot;00634B84&quot;/&gt;&lt;wsp:rsid wsp:val=&quot;00635C3B&quot;/&gt;&lt;wsp:rsid wsp:val=&quot;00637781&quot;/&gt;&lt;wsp:rsid wsp:val=&quot;00637EE6&quot;/&gt;&lt;wsp:rsid wsp:val=&quot;0064018F&quot;/&gt;&lt;wsp:rsid wsp:val=&quot;00640F97&quot;/&gt;&lt;wsp:rsid wsp:val=&quot;006411C7&quot;/&gt;&lt;wsp:rsid wsp:val=&quot;00643FC6&quot;/&gt;&lt;wsp:rsid wsp:val=&quot;00644BFF&quot;/&gt;&lt;wsp:rsid wsp:val=&quot;00645118&quot;/&gt;&lt;wsp:rsid wsp:val=&quot;006463BB&quot;/&gt;&lt;wsp:rsid wsp:val=&quot;00646B05&quot;/&gt;&lt;wsp:rsid wsp:val=&quot;0065096A&quot;/&gt;&lt;wsp:rsid wsp:val=&quot;00651C55&quot;/&gt;&lt;wsp:rsid wsp:val=&quot;00653801&quot;/&gt;&lt;wsp:rsid wsp:val=&quot;00653885&quot;/&gt;&lt;wsp:rsid wsp:val=&quot;00653ED9&quot;/&gt;&lt;wsp:rsid wsp:val=&quot;00655153&quot;/&gt;&lt;wsp:rsid wsp:val=&quot;0066080A&quot;/&gt;&lt;wsp:rsid wsp:val=&quot;00660962&quot;/&gt;&lt;wsp:rsid wsp:val=&quot;0066119C&quot;/&gt;&lt;wsp:rsid wsp:val=&quot;0066129A&quot;/&gt;&lt;wsp:rsid wsp:val=&quot;00661378&quot;/&gt;&lt;wsp:rsid wsp:val=&quot;0066169A&quot;/&gt;&lt;wsp:rsid wsp:val=&quot;00663678&quot;/&gt;&lt;wsp:rsid wsp:val=&quot;00663F3A&quot;/&gt;&lt;wsp:rsid wsp:val=&quot;00667874&quot;/&gt;&lt;wsp:rsid wsp:val=&quot;0067214A&quot;/&gt;&lt;wsp:rsid wsp:val=&quot;00673A63&quot;/&gt;&lt;wsp:rsid wsp:val=&quot;00674D21&quot;/&gt;&lt;wsp:rsid wsp:val=&quot;00675660&quot;/&gt;&lt;wsp:rsid wsp:val=&quot;00677025&quot;/&gt;&lt;wsp:rsid wsp:val=&quot;0068019A&quot;/&gt;&lt;wsp:rsid wsp:val=&quot;006842D6&quot;/&gt;&lt;wsp:rsid wsp:val=&quot;00684C8C&quot;/&gt;&lt;wsp:rsid wsp:val=&quot;00686A36&quot;/&gt;&lt;wsp:rsid wsp:val=&quot;006872C9&quot;/&gt;&lt;wsp:rsid wsp:val=&quot;00687548&quot;/&gt;&lt;wsp:rsid wsp:val=&quot;0068791B&quot;/&gt;&lt;wsp:rsid wsp:val=&quot;006879B4&quot;/&gt;&lt;wsp:rsid wsp:val=&quot;00687BAE&quot;/&gt;&lt;wsp:rsid wsp:val=&quot;006905B8&quot;/&gt;&lt;wsp:rsid wsp:val=&quot;00691F31&quot;/&gt;&lt;wsp:rsid wsp:val=&quot;0069205C&quot;/&gt;&lt;wsp:rsid wsp:val=&quot;00692EEE&quot;/&gt;&lt;wsp:rsid wsp:val=&quot;00694507&quot;/&gt;&lt;wsp:rsid wsp:val=&quot;00694B0B&quot;/&gt;&lt;wsp:rsid wsp:val=&quot;0069531D&quot;/&gt;&lt;wsp:rsid wsp:val=&quot;006965AC&quot;/&gt;&lt;wsp:rsid wsp:val=&quot;00696E57&quot;/&gt;&lt;wsp:rsid wsp:val=&quot;006978A4&quot;/&gt;&lt;wsp:rsid wsp:val=&quot;006A0A43&quot;/&gt;&lt;wsp:rsid wsp:val=&quot;006A2EFF&quot;/&gt;&lt;wsp:rsid wsp:val=&quot;006A3A58&quot;/&gt;&lt;wsp:rsid wsp:val=&quot;006A40E4&quot;/&gt;&lt;wsp:rsid wsp:val=&quot;006A42FC&quot;/&gt;&lt;wsp:rsid wsp:val=&quot;006A45F1&quot;/&gt;&lt;wsp:rsid wsp:val=&quot;006A533E&quot;/&gt;&lt;wsp:rsid wsp:val=&quot;006A6046&quot;/&gt;&lt;wsp:rsid wsp:val=&quot;006A771B&quot;/&gt;&lt;wsp:rsid wsp:val=&quot;006A7D00&quot;/&gt;&lt;wsp:rsid wsp:val=&quot;006B00AF&quot;/&gt;&lt;wsp:rsid wsp:val=&quot;006B03F0&quot;/&gt;&lt;wsp:rsid wsp:val=&quot;006B0855&quot;/&gt;&lt;wsp:rsid wsp:val=&quot;006B1B2A&quot;/&gt;&lt;wsp:rsid wsp:val=&quot;006B1B4C&quot;/&gt;&lt;wsp:rsid wsp:val=&quot;006B28E5&quot;/&gt;&lt;wsp:rsid wsp:val=&quot;006B2D6D&quot;/&gt;&lt;wsp:rsid wsp:val=&quot;006B36C2&quot;/&gt;&lt;wsp:rsid wsp:val=&quot;006B43B9&quot;/&gt;&lt;wsp:rsid wsp:val=&quot;006B476B&quot;/&gt;&lt;wsp:rsid wsp:val=&quot;006B52A4&quot;/&gt;&lt;wsp:rsid wsp:val=&quot;006B54AF&quot;/&gt;&lt;wsp:rsid wsp:val=&quot;006C0572&quot;/&gt;&lt;wsp:rsid wsp:val=&quot;006C1DB4&quot;/&gt;&lt;wsp:rsid wsp:val=&quot;006C3067&quot;/&gt;&lt;wsp:rsid wsp:val=&quot;006C3A2E&quot;/&gt;&lt;wsp:rsid wsp:val=&quot;006C4A81&quot;/&gt;&lt;wsp:rsid wsp:val=&quot;006C54CB&quot;/&gt;&lt;wsp:rsid wsp:val=&quot;006C7492&quot;/&gt;&lt;wsp:rsid wsp:val=&quot;006D01D9&quot;/&gt;&lt;wsp:rsid wsp:val=&quot;006D0CA5&quot;/&gt;&lt;wsp:rsid wsp:val=&quot;006D1153&quot;/&gt;&lt;wsp:rsid wsp:val=&quot;006D28E9&quot;/&gt;&lt;wsp:rsid wsp:val=&quot;006D3207&quot;/&gt;&lt;wsp:rsid wsp:val=&quot;006D35D1&quot;/&gt;&lt;wsp:rsid wsp:val=&quot;006D3725&quot;/&gt;&lt;wsp:rsid wsp:val=&quot;006D374C&quot;/&gt;&lt;wsp:rsid wsp:val=&quot;006D44DE&quot;/&gt;&lt;wsp:rsid wsp:val=&quot;006D58AB&quot;/&gt;&lt;wsp:rsid wsp:val=&quot;006D6166&quot;/&gt;&lt;wsp:rsid wsp:val=&quot;006D7275&quot;/&gt;&lt;wsp:rsid wsp:val=&quot;006D73F2&quot;/&gt;&lt;wsp:rsid wsp:val=&quot;006D778C&quot;/&gt;&lt;wsp:rsid wsp:val=&quot;006D7B06&quot;/&gt;&lt;wsp:rsid wsp:val=&quot;006E0D7D&quot;/&gt;&lt;wsp:rsid wsp:val=&quot;006E1E70&quot;/&gt;&lt;wsp:rsid wsp:val=&quot;006E24FF&quot;/&gt;&lt;wsp:rsid wsp:val=&quot;006E3AC4&quot;/&gt;&lt;wsp:rsid wsp:val=&quot;006E5A2D&quot;/&gt;&lt;wsp:rsid wsp:val=&quot;006E6B25&quot;/&gt;&lt;wsp:rsid wsp:val=&quot;006E7C8C&quot;/&gt;&lt;wsp:rsid wsp:val=&quot;006F06A1&quot;/&gt;&lt;wsp:rsid wsp:val=&quot;006F207A&quot;/&gt;&lt;wsp:rsid wsp:val=&quot;006F3034&quot;/&gt;&lt;wsp:rsid wsp:val=&quot;006F36C7&quot;/&gt;&lt;wsp:rsid wsp:val=&quot;006F42CB&quot;/&gt;&lt;wsp:rsid wsp:val=&quot;006F4913&quot;/&gt;&lt;wsp:rsid wsp:val=&quot;006F50DA&quot;/&gt;&lt;wsp:rsid wsp:val=&quot;006F74BC&quot;/&gt;&lt;wsp:rsid wsp:val=&quot;00700389&quot;/&gt;&lt;wsp:rsid wsp:val=&quot;007004C9&quot;/&gt;&lt;wsp:rsid wsp:val=&quot;00700AA9&quot;/&gt;&lt;wsp:rsid wsp:val=&quot;00701290&quot;/&gt;&lt;wsp:rsid wsp:val=&quot;007026D1&quot;/&gt;&lt;wsp:rsid wsp:val=&quot;007028DE&quot;/&gt;&lt;wsp:rsid wsp:val=&quot;0070344A&quot;/&gt;&lt;wsp:rsid wsp:val=&quot;00703D7B&quot;/&gt;&lt;wsp:rsid wsp:val=&quot;00704785&quot;/&gt;&lt;wsp:rsid wsp:val=&quot;0070619E&quot;/&gt;&lt;wsp:rsid wsp:val=&quot;00706774&quot;/&gt;&lt;wsp:rsid wsp:val=&quot;00706A22&quot;/&gt;&lt;wsp:rsid wsp:val=&quot;0070746B&quot;/&gt;&lt;wsp:rsid wsp:val=&quot;007100C9&quot;/&gt;&lt;wsp:rsid wsp:val=&quot;00710257&quot;/&gt;&lt;wsp:rsid wsp:val=&quot;00710C24&quot;/&gt;&lt;wsp:rsid wsp:val=&quot;00712677&quot;/&gt;&lt;wsp:rsid wsp:val=&quot;0071370E&quot;/&gt;&lt;wsp:rsid wsp:val=&quot;0071446A&quot;/&gt;&lt;wsp:rsid wsp:val=&quot;0071595C&quot;/&gt;&lt;wsp:rsid wsp:val=&quot;0071764D&quot;/&gt;&lt;wsp:rsid wsp:val=&quot;0072046B&quot;/&gt;&lt;wsp:rsid wsp:val=&quot;00720813&quot;/&gt;&lt;wsp:rsid wsp:val=&quot;007224E5&quot;/&gt;&lt;wsp:rsid wsp:val=&quot;007277F9&quot;/&gt;&lt;wsp:rsid wsp:val=&quot;00730801&quot;/&gt;&lt;wsp:rsid wsp:val=&quot;00730B74&quot;/&gt;&lt;wsp:rsid wsp:val=&quot;00731E95&quot;/&gt;&lt;wsp:rsid wsp:val=&quot;00733A46&quot;/&gt;&lt;wsp:rsid wsp:val=&quot;007342F7&quot;/&gt;&lt;wsp:rsid wsp:val=&quot;007347CD&quot;/&gt;&lt;wsp:rsid wsp:val=&quot;00734B86&quot;/&gt;&lt;wsp:rsid wsp:val=&quot;007366DC&quot;/&gt;&lt;wsp:rsid wsp:val=&quot;007369B2&quot;/&gt;&lt;wsp:rsid wsp:val=&quot;007374EC&quot;/&gt;&lt;wsp:rsid wsp:val=&quot;007403F1&quot;/&gt;&lt;wsp:rsid wsp:val=&quot;00740C19&quot;/&gt;&lt;wsp:rsid wsp:val=&quot;00740CF4&quot;/&gt;&lt;wsp:rsid wsp:val=&quot;007416A2&quot;/&gt;&lt;wsp:rsid wsp:val=&quot;00742E14&quot;/&gt;&lt;wsp:rsid wsp:val=&quot;00743AEC&quot;/&gt;&lt;wsp:rsid wsp:val=&quot;007452F6&quot;/&gt;&lt;wsp:rsid wsp:val=&quot;007477C0&quot;/&gt;&lt;wsp:rsid wsp:val=&quot;00747E0E&quot;/&gt;&lt;wsp:rsid wsp:val=&quot;00752303&quot;/&gt;&lt;wsp:rsid wsp:val=&quot;0075269D&quot;/&gt;&lt;wsp:rsid wsp:val=&quot;00753A9D&quot;/&gt;&lt;wsp:rsid wsp:val=&quot;007542D0&quot;/&gt;&lt;wsp:rsid wsp:val=&quot;0075469A&quot;/&gt;&lt;wsp:rsid wsp:val=&quot;007557C6&quot;/&gt;&lt;wsp:rsid wsp:val=&quot;00757AA9&quot;/&gt;&lt;wsp:rsid wsp:val=&quot;00757ABF&quot;/&gt;&lt;wsp:rsid wsp:val=&quot;00760583&quot;/&gt;&lt;wsp:rsid wsp:val=&quot;007606F1&quot;/&gt;&lt;wsp:rsid wsp:val=&quot;007609B8&quot;/&gt;&lt;wsp:rsid wsp:val=&quot;00760A9D&quot;/&gt;&lt;wsp:rsid wsp:val=&quot;007611DE&quot;/&gt;&lt;wsp:rsid wsp:val=&quot;00763EF6&quot;/&gt;&lt;wsp:rsid wsp:val=&quot;00764265&quot;/&gt;&lt;wsp:rsid wsp:val=&quot;0076516B&quot;/&gt;&lt;wsp:rsid wsp:val=&quot;0076556F&quot;/&gt;&lt;wsp:rsid wsp:val=&quot;00765F91&quot;/&gt;&lt;wsp:rsid wsp:val=&quot;00766928&quot;/&gt;&lt;wsp:rsid wsp:val=&quot;00766C46&quot;/&gt;&lt;wsp:rsid wsp:val=&quot;00767848&quot;/&gt;&lt;wsp:rsid wsp:val=&quot;00770841&quot;/&gt;&lt;wsp:rsid wsp:val=&quot;00771761&quot;/&gt;&lt;wsp:rsid wsp:val=&quot;007734BF&quot;/&gt;&lt;wsp:rsid wsp:val=&quot;00773A87&quot;/&gt;&lt;wsp:rsid wsp:val=&quot;007755DE&quot;/&gt;&lt;wsp:rsid wsp:val=&quot;0077782C&quot;/&gt;&lt;wsp:rsid wsp:val=&quot;007778C7&quot;/&gt;&lt;wsp:rsid wsp:val=&quot;007812D6&quot;/&gt;&lt;wsp:rsid wsp:val=&quot;00781986&quot;/&gt;&lt;wsp:rsid wsp:val=&quot;00781B48&quot;/&gt;&lt;wsp:rsid wsp:val=&quot;00782EFB&quot;/&gt;&lt;wsp:rsid wsp:val=&quot;00783A7F&quot;/&gt;&lt;wsp:rsid wsp:val=&quot;00784157&quot;/&gt;&lt;wsp:rsid wsp:val=&quot;0078428F&quot;/&gt;&lt;wsp:rsid wsp:val=&quot;00786562&quot;/&gt;&lt;wsp:rsid wsp:val=&quot;00786AB6&quot;/&gt;&lt;wsp:rsid wsp:val=&quot;00786E6B&quot;/&gt;&lt;wsp:rsid wsp:val=&quot;00791E6F&quot;/&gt;&lt;wsp:rsid wsp:val=&quot;007A078A&quot;/&gt;&lt;wsp:rsid wsp:val=&quot;007A0D82&quot;/&gt;&lt;wsp:rsid wsp:val=&quot;007A1417&quot;/&gt;&lt;wsp:rsid wsp:val=&quot;007A23A9&quot;/&gt;&lt;wsp:rsid wsp:val=&quot;007A23DC&quot;/&gt;&lt;wsp:rsid wsp:val=&quot;007A3397&quot;/&gt;&lt;wsp:rsid wsp:val=&quot;007A3406&quot;/&gt;&lt;wsp:rsid wsp:val=&quot;007A4155&quot;/&gt;&lt;wsp:rsid wsp:val=&quot;007A59A9&quot;/&gt;&lt;wsp:rsid wsp:val=&quot;007A68F9&quot;/&gt;&lt;wsp:rsid wsp:val=&quot;007A6B2A&quot;/&gt;&lt;wsp:rsid wsp:val=&quot;007B0615&quot;/&gt;&lt;wsp:rsid wsp:val=&quot;007B2021&quot;/&gt;&lt;wsp:rsid wsp:val=&quot;007B2216&quot;/&gt;&lt;wsp:rsid wsp:val=&quot;007B2799&quot;/&gt;&lt;wsp:rsid wsp:val=&quot;007B3255&quot;/&gt;&lt;wsp:rsid wsp:val=&quot;007B4026&quot;/&gt;&lt;wsp:rsid wsp:val=&quot;007B47B2&quot;/&gt;&lt;wsp:rsid wsp:val=&quot;007B50CC&quot;/&gt;&lt;wsp:rsid wsp:val=&quot;007B53B5&quot;/&gt;&lt;wsp:rsid wsp:val=&quot;007B6616&quot;/&gt;&lt;wsp:rsid wsp:val=&quot;007B6B6B&quot;/&gt;&lt;wsp:rsid wsp:val=&quot;007B7623&quot;/&gt;&lt;wsp:rsid wsp:val=&quot;007C05C2&quot;/&gt;&lt;wsp:rsid wsp:val=&quot;007C0B22&quot;/&gt;&lt;wsp:rsid wsp:val=&quot;007C128D&quot;/&gt;&lt;wsp:rsid wsp:val=&quot;007C164E&quot;/&gt;&lt;wsp:rsid wsp:val=&quot;007C18AD&quot;/&gt;&lt;wsp:rsid wsp:val=&quot;007C2771&quot;/&gt;&lt;wsp:rsid wsp:val=&quot;007C2856&quot;/&gt;&lt;wsp:rsid wsp:val=&quot;007C3042&quot;/&gt;&lt;wsp:rsid wsp:val=&quot;007C3732&quot;/&gt;&lt;wsp:rsid wsp:val=&quot;007C436B&quot;/&gt;&lt;wsp:rsid wsp:val=&quot;007C486F&quot;/&gt;&lt;wsp:rsid wsp:val=&quot;007C4D63&quot;/&gt;&lt;wsp:rsid wsp:val=&quot;007C5309&quot;/&gt;&lt;wsp:rsid wsp:val=&quot;007C5A37&quot;/&gt;&lt;wsp:rsid wsp:val=&quot;007C5BEE&quot;/&gt;&lt;wsp:rsid wsp:val=&quot;007C7E61&quot;/&gt;&lt;wsp:rsid wsp:val=&quot;007D564B&quot;/&gt;&lt;wsp:rsid wsp:val=&quot;007D576F&quot;/&gt;&lt;wsp:rsid wsp:val=&quot;007D59A7&quot;/&gt;&lt;wsp:rsid wsp:val=&quot;007D5FA2&quot;/&gt;&lt;wsp:rsid wsp:val=&quot;007D6CE1&quot;/&gt;&lt;wsp:rsid wsp:val=&quot;007D7717&quot;/&gt;&lt;wsp:rsid wsp:val=&quot;007D7826&quot;/&gt;&lt;wsp:rsid wsp:val=&quot;007E0C73&quot;/&gt;&lt;wsp:rsid wsp:val=&quot;007E1093&quot;/&gt;&lt;wsp:rsid wsp:val=&quot;007E1C14&quot;/&gt;&lt;wsp:rsid wsp:val=&quot;007E1CBD&quot;/&gt;&lt;wsp:rsid wsp:val=&quot;007E2FD6&quot;/&gt;&lt;wsp:rsid wsp:val=&quot;007E4621&quot;/&gt;&lt;wsp:rsid wsp:val=&quot;007E4F36&quot;/&gt;&lt;wsp:rsid wsp:val=&quot;007E5AC7&quot;/&gt;&lt;wsp:rsid wsp:val=&quot;007E5FD5&quot;/&gt;&lt;wsp:rsid wsp:val=&quot;007E6512&quot;/&gt;&lt;wsp:rsid wsp:val=&quot;007E76A7&quot;/&gt;&lt;wsp:rsid wsp:val=&quot;007F3F65&quot;/&gt;&lt;wsp:rsid wsp:val=&quot;007F4392&quot;/&gt;&lt;wsp:rsid wsp:val=&quot;007F461C&quot;/&gt;&lt;wsp:rsid wsp:val=&quot;007F5927&quot;/&gt;&lt;wsp:rsid wsp:val=&quot;007F78CB&quot;/&gt;&lt;wsp:rsid wsp:val=&quot;00800105&quot;/&gt;&lt;wsp:rsid wsp:val=&quot;00801084&quot;/&gt;&lt;wsp:rsid wsp:val=&quot;00801A1F&quot;/&gt;&lt;wsp:rsid wsp:val=&quot;00802293&quot;/&gt;&lt;wsp:rsid wsp:val=&quot;008024E5&quot;/&gt;&lt;wsp:rsid wsp:val=&quot;008025DB&quot;/&gt;&lt;wsp:rsid wsp:val=&quot;008030D1&quot;/&gt;&lt;wsp:rsid wsp:val=&quot;0080314C&quot;/&gt;&lt;wsp:rsid wsp:val=&quot;00805E7B&quot;/&gt;&lt;wsp:rsid wsp:val=&quot;00807064&quot;/&gt;&lt;wsp:rsid wsp:val=&quot;00807E5B&quot;/&gt;&lt;wsp:rsid wsp:val=&quot;008107C5&quot;/&gt;&lt;wsp:rsid wsp:val=&quot;008112B0&quot;/&gt;&lt;wsp:rsid wsp:val=&quot;0081199E&quot;/&gt;&lt;wsp:rsid wsp:val=&quot;008123EF&quot;/&gt;&lt;wsp:rsid wsp:val=&quot;008124BD&quot;/&gt;&lt;wsp:rsid wsp:val=&quot;00814B7C&quot;/&gt;&lt;wsp:rsid wsp:val=&quot;00814F07&quot;/&gt;&lt;wsp:rsid wsp:val=&quot;0081635E&quot;/&gt;&lt;wsp:rsid wsp:val=&quot;008163FE&quot;/&gt;&lt;wsp:rsid wsp:val=&quot;008223C2&quot;/&gt;&lt;wsp:rsid wsp:val=&quot;00822517&quot;/&gt;&lt;wsp:rsid wsp:val=&quot;00822A64&quot;/&gt;&lt;wsp:rsid wsp:val=&quot;00822DE4&quot;/&gt;&lt;wsp:rsid wsp:val=&quot;00824D83&quot;/&gt;&lt;wsp:rsid wsp:val=&quot;008256D5&quot;/&gt;&lt;wsp:rsid wsp:val=&quot;00825D49&quot;/&gt;&lt;wsp:rsid wsp:val=&quot;008273AA&quot;/&gt;&lt;wsp:rsid wsp:val=&quot;0082762F&quot;/&gt;&lt;wsp:rsid wsp:val=&quot;00831F87&quot;/&gt;&lt;wsp:rsid wsp:val=&quot;008320F2&quot;/&gt;&lt;wsp:rsid wsp:val=&quot;008329AF&quot;/&gt;&lt;wsp:rsid wsp:val=&quot;008339CB&quot;/&gt;&lt;wsp:rsid wsp:val=&quot;00833B6B&quot;/&gt;&lt;wsp:rsid wsp:val=&quot;00834C61&quot;/&gt;&lt;wsp:rsid wsp:val=&quot;00835422&quot;/&gt;&lt;wsp:rsid wsp:val=&quot;00835573&quot;/&gt;&lt;wsp:rsid wsp:val=&quot;008364EB&quot;/&gt;&lt;wsp:rsid wsp:val=&quot;00837B6B&quot;/&gt;&lt;wsp:rsid wsp:val=&quot;00837CA1&quot;/&gt;&lt;wsp:rsid wsp:val=&quot;00840E37&quot;/&gt;&lt;wsp:rsid wsp:val=&quot;0084131A&quot;/&gt;&lt;wsp:rsid wsp:val=&quot;00842EA1&quot;/&gt;&lt;wsp:rsid wsp:val=&quot;00844450&quot;/&gt;&lt;wsp:rsid wsp:val=&quot;00847559&quot;/&gt;&lt;wsp:rsid wsp:val=&quot;00847BE2&quot;/&gt;&lt;wsp:rsid wsp:val=&quot;00850377&quot;/&gt;&lt;wsp:rsid wsp:val=&quot;00850ADE&quot;/&gt;&lt;wsp:rsid wsp:val=&quot;00850F01&quot;/&gt;&lt;wsp:rsid wsp:val=&quot;0085220D&quot;/&gt;&lt;wsp:rsid wsp:val=&quot;00852563&quot;/&gt;&lt;wsp:rsid wsp:val=&quot;008527FC&quot;/&gt;&lt;wsp:rsid wsp:val=&quot;00854E66&quot;/&gt;&lt;wsp:rsid wsp:val=&quot;00855EE3&quot;/&gt;&lt;wsp:rsid wsp:val=&quot;0085613C&quot;/&gt;&lt;wsp:rsid wsp:val=&quot;008561D8&quot;/&gt;&lt;wsp:rsid wsp:val=&quot;0086077C&quot;/&gt;&lt;wsp:rsid wsp:val=&quot;008616E8&quot;/&gt;&lt;wsp:rsid wsp:val=&quot;00863812&quot;/&gt;&lt;wsp:rsid wsp:val=&quot;00866AD1&quot;/&gt;&lt;wsp:rsid wsp:val=&quot;00867096&quot;/&gt;&lt;wsp:rsid wsp:val=&quot;00873056&quot;/&gt;&lt;wsp:rsid wsp:val=&quot;00873AD1&quot;/&gt;&lt;wsp:rsid wsp:val=&quot;00873F18&quot;/&gt;&lt;wsp:rsid wsp:val=&quot;00874F27&quot;/&gt;&lt;wsp:rsid wsp:val=&quot;0087567B&quot;/&gt;&lt;wsp:rsid wsp:val=&quot;00876451&quot;/&gt;&lt;wsp:rsid wsp:val=&quot;00876837&quot;/&gt;&lt;wsp:rsid wsp:val=&quot;00876B5D&quot;/&gt;&lt;wsp:rsid wsp:val=&quot;0087709A&quot;/&gt;&lt;wsp:rsid wsp:val=&quot;008774C3&quot;/&gt;&lt;wsp:rsid wsp:val=&quot;008776F6&quot;/&gt;&lt;wsp:rsid wsp:val=&quot;00877C9E&quot;/&gt;&lt;wsp:rsid wsp:val=&quot;00882095&quot;/&gt;&lt;wsp:rsid wsp:val=&quot;008831D3&quot;/&gt;&lt;wsp:rsid wsp:val=&quot;00884E6B&quot;/&gt;&lt;wsp:rsid wsp:val=&quot;008852A9&quot;/&gt;&lt;wsp:rsid wsp:val=&quot;00885CDD&quot;/&gt;&lt;wsp:rsid wsp:val=&quot;00886B73&quot;/&gt;&lt;wsp:rsid wsp:val=&quot;00890F53&quot;/&gt;&lt;wsp:rsid wsp:val=&quot;008915FB&quot;/&gt;&lt;wsp:rsid wsp:val=&quot;008924AB&quot;/&gt;&lt;wsp:rsid wsp:val=&quot;00893815&quot;/&gt;&lt;wsp:rsid wsp:val=&quot;0089554D&quot;/&gt;&lt;wsp:rsid wsp:val=&quot;00896DB6&quot;/&gt;&lt;wsp:rsid wsp:val=&quot;008972A8&quot;/&gt;&lt;wsp:rsid wsp:val=&quot;008977C5&quot;/&gt;&lt;wsp:rsid wsp:val=&quot;008A0D1C&quot;/&gt;&lt;wsp:rsid wsp:val=&quot;008A2DEF&quot;/&gt;&lt;wsp:rsid wsp:val=&quot;008A3370&quot;/&gt;&lt;wsp:rsid wsp:val=&quot;008A3A89&quot;/&gt;&lt;wsp:rsid wsp:val=&quot;008A42E6&quot;/&gt;&lt;wsp:rsid wsp:val=&quot;008B1B56&quot;/&gt;&lt;wsp:rsid wsp:val=&quot;008B1EFE&quot;/&gt;&lt;wsp:rsid wsp:val=&quot;008B3196&quot;/&gt;&lt;wsp:rsid wsp:val=&quot;008B37FF&quot;/&gt;&lt;wsp:rsid wsp:val=&quot;008B4262&quot;/&gt;&lt;wsp:rsid wsp:val=&quot;008B6121&quot;/&gt;&lt;wsp:rsid wsp:val=&quot;008B6465&quot;/&gt;&lt;wsp:rsid wsp:val=&quot;008B6A66&quot;/&gt;&lt;wsp:rsid wsp:val=&quot;008C07A8&quot;/&gt;&lt;wsp:rsid wsp:val=&quot;008C16F9&quot;/&gt;&lt;wsp:rsid wsp:val=&quot;008C1DDF&quot;/&gt;&lt;wsp:rsid wsp:val=&quot;008C4499&quot;/&gt;&lt;wsp:rsid wsp:val=&quot;008C5934&quot;/&gt;&lt;wsp:rsid wsp:val=&quot;008C5F56&quot;/&gt;&lt;wsp:rsid wsp:val=&quot;008D175C&quot;/&gt;&lt;wsp:rsid wsp:val=&quot;008D1C6C&quot;/&gt;&lt;wsp:rsid wsp:val=&quot;008D1DA1&quot;/&gt;&lt;wsp:rsid wsp:val=&quot;008D20E7&quot;/&gt;&lt;wsp:rsid wsp:val=&quot;008D2E2F&quot;/&gt;&lt;wsp:rsid wsp:val=&quot;008D2F4B&quot;/&gt;&lt;wsp:rsid wsp:val=&quot;008D6A40&quot;/&gt;&lt;wsp:rsid wsp:val=&quot;008D6EEB&quot;/&gt;&lt;wsp:rsid wsp:val=&quot;008D7563&quot;/&gt;&lt;wsp:rsid wsp:val=&quot;008D7DA7&quot;/&gt;&lt;wsp:rsid wsp:val=&quot;008E07E5&quot;/&gt;&lt;wsp:rsid wsp:val=&quot;008E1D41&quot;/&gt;&lt;wsp:rsid wsp:val=&quot;008E22BD&quot;/&gt;&lt;wsp:rsid wsp:val=&quot;008E2C7D&quot;/&gt;&lt;wsp:rsid wsp:val=&quot;008E4B81&quot;/&gt;&lt;wsp:rsid wsp:val=&quot;008E5D4A&quot;/&gt;&lt;wsp:rsid wsp:val=&quot;008E6196&quot;/&gt;&lt;wsp:rsid wsp:val=&quot;008E6261&quot;/&gt;&lt;wsp:rsid wsp:val=&quot;008E64A3&quot;/&gt;&lt;wsp:rsid wsp:val=&quot;008E6F78&quot;/&gt;&lt;wsp:rsid wsp:val=&quot;008E6FC4&quot;/&gt;&lt;wsp:rsid wsp:val=&quot;008E789F&quot;/&gt;&lt;wsp:rsid wsp:val=&quot;008F0582&quot;/&gt;&lt;wsp:rsid wsp:val=&quot;008F14D8&quot;/&gt;&lt;wsp:rsid wsp:val=&quot;008F1A69&quot;/&gt;&lt;wsp:rsid wsp:val=&quot;008F1B86&quot;/&gt;&lt;wsp:rsid wsp:val=&quot;008F1BA2&quot;/&gt;&lt;wsp:rsid wsp:val=&quot;008F3700&quot;/&gt;&lt;wsp:rsid wsp:val=&quot;008F3AC5&quot;/&gt;&lt;wsp:rsid wsp:val=&quot;008F3F17&quot;/&gt;&lt;wsp:rsid wsp:val=&quot;008F47BD&quot;/&gt;&lt;wsp:rsid wsp:val=&quot;008F5FF8&quot;/&gt;&lt;wsp:rsid wsp:val=&quot;008F778D&quot;/&gt;&lt;wsp:rsid wsp:val=&quot;0090099C&quot;/&gt;&lt;wsp:rsid wsp:val=&quot;0090251D&quot;/&gt;&lt;wsp:rsid wsp:val=&quot;00903233&quot;/&gt;&lt;wsp:rsid wsp:val=&quot;009043B0&quot;/&gt;&lt;wsp:rsid wsp:val=&quot;00904B98&quot;/&gt;&lt;wsp:rsid wsp:val=&quot;00904CF1&quot;/&gt;&lt;wsp:rsid wsp:val=&quot;0090678C&quot;/&gt;&lt;wsp:rsid wsp:val=&quot;00906A52&quot;/&gt;&lt;wsp:rsid wsp:val=&quot;009119EA&quot;/&gt;&lt;wsp:rsid wsp:val=&quot;00917F37&quot;/&gt;&lt;wsp:rsid wsp:val=&quot;0092028C&quot;/&gt;&lt;wsp:rsid wsp:val=&quot;00920DBC&quot;/&gt;&lt;wsp:rsid wsp:val=&quot;009217C0&quot;/&gt;&lt;wsp:rsid wsp:val=&quot;0092266A&quot;/&gt;&lt;wsp:rsid wsp:val=&quot;00922747&quot;/&gt;&lt;wsp:rsid wsp:val=&quot;009229F1&quot;/&gt;&lt;wsp:rsid wsp:val=&quot;0092353C&quot;/&gt;&lt;wsp:rsid wsp:val=&quot;00923CCA&quot;/&gt;&lt;wsp:rsid wsp:val=&quot;0092445E&quot;/&gt;&lt;wsp:rsid wsp:val=&quot;00924765&quot;/&gt;&lt;wsp:rsid wsp:val=&quot;00924C59&quot;/&gt;&lt;wsp:rsid wsp:val=&quot;00924CC3&quot;/&gt;&lt;wsp:rsid wsp:val=&quot;00925184&quot;/&gt;&lt;wsp:rsid wsp:val=&quot;00927EB9&quot;/&gt;&lt;wsp:rsid wsp:val=&quot;00927F1B&quot;/&gt;&lt;wsp:rsid wsp:val=&quot;009302A9&quot;/&gt;&lt;wsp:rsid wsp:val=&quot;00931446&quot;/&gt;&lt;wsp:rsid wsp:val=&quot;00931591&quot;/&gt;&lt;wsp:rsid wsp:val=&quot;0093174F&quot;/&gt;&lt;wsp:rsid wsp:val=&quot;00932306&quot;/&gt;&lt;wsp:rsid wsp:val=&quot;00933AA2&quot;/&gt;&lt;wsp:rsid wsp:val=&quot;0093519B&quot;/&gt;&lt;wsp:rsid wsp:val=&quot;00935372&quot;/&gt;&lt;wsp:rsid wsp:val=&quot;009358EA&quot;/&gt;&lt;wsp:rsid wsp:val=&quot;00935EB6&quot;/&gt;&lt;wsp:rsid wsp:val=&quot;00936719&quot;/&gt;&lt;wsp:rsid wsp:val=&quot;00937331&quot;/&gt;&lt;wsp:rsid wsp:val=&quot;0094129B&quot;/&gt;&lt;wsp:rsid wsp:val=&quot;00941BC5&quot;/&gt;&lt;wsp:rsid wsp:val=&quot;00941F42&quot;/&gt;&lt;wsp:rsid wsp:val=&quot;00943497&quot;/&gt;&lt;wsp:rsid wsp:val=&quot;00943A0A&quot;/&gt;&lt;wsp:rsid wsp:val=&quot;00944540&quot;/&gt;&lt;wsp:rsid wsp:val=&quot;00945282&quot;/&gt;&lt;wsp:rsid wsp:val=&quot;0094533A&quot;/&gt;&lt;wsp:rsid wsp:val=&quot;0094657A&quot;/&gt;&lt;wsp:rsid wsp:val=&quot;00946A7D&quot;/&gt;&lt;wsp:rsid wsp:val=&quot;00947580&quot;/&gt;&lt;wsp:rsid wsp:val=&quot;00947735&quot;/&gt;&lt;wsp:rsid wsp:val=&quot;00947D7D&quot;/&gt;&lt;wsp:rsid wsp:val=&quot;00947FDF&quot;/&gt;&lt;wsp:rsid wsp:val=&quot;00950316&quot;/&gt;&lt;wsp:rsid wsp:val=&quot;00951730&quot;/&gt;&lt;wsp:rsid wsp:val=&quot;00952839&quot;/&gt;&lt;wsp:rsid wsp:val=&quot;00952D7B&quot;/&gt;&lt;wsp:rsid wsp:val=&quot;00954760&quot;/&gt;&lt;wsp:rsid wsp:val=&quot;009548C9&quot;/&gt;&lt;wsp:rsid wsp:val=&quot;009556E1&quot;/&gt;&lt;wsp:rsid wsp:val=&quot;00955A45&quot;/&gt;&lt;wsp:rsid wsp:val=&quot;009560DF&quot;/&gt;&lt;wsp:rsid wsp:val=&quot;00956750&quot;/&gt;&lt;wsp:rsid wsp:val=&quot;00957196&quot;/&gt;&lt;wsp:rsid wsp:val=&quot;009572E5&quot;/&gt;&lt;wsp:rsid wsp:val=&quot;00957CAC&quot;/&gt;&lt;wsp:rsid wsp:val=&quot;00961D23&quot;/&gt;&lt;wsp:rsid wsp:val=&quot;0096541C&quot;/&gt;&lt;wsp:rsid wsp:val=&quot;00965854&quot;/&gt;&lt;wsp:rsid wsp:val=&quot;00966273&quot;/&gt;&lt;wsp:rsid wsp:val=&quot;00966D4D&quot;/&gt;&lt;wsp:rsid wsp:val=&quot;00970EBF&quot;/&gt;&lt;wsp:rsid wsp:val=&quot;00971DFA&quot;/&gt;&lt;wsp:rsid wsp:val=&quot;0097290B&quot;/&gt;&lt;wsp:rsid wsp:val=&quot;00972F96&quot;/&gt;&lt;wsp:rsid wsp:val=&quot;0097350B&quot;/&gt;&lt;wsp:rsid wsp:val=&quot;00973851&quot;/&gt;&lt;wsp:rsid wsp:val=&quot;00973F11&quot;/&gt;&lt;wsp:rsid wsp:val=&quot;009742D4&quot;/&gt;&lt;wsp:rsid wsp:val=&quot;009743AD&quot;/&gt;&lt;wsp:rsid wsp:val=&quot;00974E95&quot;/&gt;&lt;wsp:rsid wsp:val=&quot;009801DD&quot;/&gt;&lt;wsp:rsid wsp:val=&quot;00980F25&quot;/&gt;&lt;wsp:rsid wsp:val=&quot;00980FC7&quot;/&gt;&lt;wsp:rsid wsp:val=&quot;00983066&quot;/&gt;&lt;wsp:rsid wsp:val=&quot;00984785&quot;/&gt;&lt;wsp:rsid wsp:val=&quot;00985431&quot;/&gt;&lt;wsp:rsid wsp:val=&quot;009857EA&quot;/&gt;&lt;wsp:rsid wsp:val=&quot;00985F16&quot;/&gt;&lt;wsp:rsid wsp:val=&quot;0098754B&quot;/&gt;&lt;wsp:rsid wsp:val=&quot;00994018&quot;/&gt;&lt;wsp:rsid wsp:val=&quot;0099633B&quot;/&gt;&lt;wsp:rsid wsp:val=&quot;009A04B6&quot;/&gt;&lt;wsp:rsid wsp:val=&quot;009A2538&quot;/&gt;&lt;wsp:rsid wsp:val=&quot;009A2806&quot;/&gt;&lt;wsp:rsid wsp:val=&quot;009A2DB8&quot;/&gt;&lt;wsp:rsid wsp:val=&quot;009A3D5B&quot;/&gt;&lt;wsp:rsid wsp:val=&quot;009A4233&quot;/&gt;&lt;wsp:rsid wsp:val=&quot;009A4684&quot;/&gt;&lt;wsp:rsid wsp:val=&quot;009A4AC0&quot;/&gt;&lt;wsp:rsid wsp:val=&quot;009A5642&quot;/&gt;&lt;wsp:rsid wsp:val=&quot;009B052A&quot;/&gt;&lt;wsp:rsid wsp:val=&quot;009B109E&quot;/&gt;&lt;wsp:rsid wsp:val=&quot;009B1F18&quot;/&gt;&lt;wsp:rsid wsp:val=&quot;009B286C&quot;/&gt;&lt;wsp:rsid wsp:val=&quot;009B289C&quot;/&gt;&lt;wsp:rsid wsp:val=&quot;009B3FCC&quot;/&gt;&lt;wsp:rsid wsp:val=&quot;009B5A5E&quot;/&gt;&lt;wsp:rsid wsp:val=&quot;009B6215&quot;/&gt;&lt;wsp:rsid wsp:val=&quot;009B7ECD&quot;/&gt;&lt;wsp:rsid wsp:val=&quot;009C02F0&quot;/&gt;&lt;wsp:rsid wsp:val=&quot;009C088B&quot;/&gt;&lt;wsp:rsid wsp:val=&quot;009C1AC6&quot;/&gt;&lt;wsp:rsid wsp:val=&quot;009C4647&quot;/&gt;&lt;wsp:rsid wsp:val=&quot;009D035F&quot;/&gt;&lt;wsp:rsid wsp:val=&quot;009D137B&quot;/&gt;&lt;wsp:rsid wsp:val=&quot;009D24CD&quot;/&gt;&lt;wsp:rsid wsp:val=&quot;009D2B81&quot;/&gt;&lt;wsp:rsid wsp:val=&quot;009D2FBB&quot;/&gt;&lt;wsp:rsid wsp:val=&quot;009D41E7&quot;/&gt;&lt;wsp:rsid wsp:val=&quot;009D4658&quot;/&gt;&lt;wsp:rsid wsp:val=&quot;009D4E89&quot;/&gt;&lt;wsp:rsid wsp:val=&quot;009D6662&quot;/&gt;&lt;wsp:rsid wsp:val=&quot;009E2B46&quot;/&gt;&lt;wsp:rsid wsp:val=&quot;009E2D9E&quot;/&gt;&lt;wsp:rsid wsp:val=&quot;009E3CAF&quot;/&gt;&lt;wsp:rsid wsp:val=&quot;009E4227&quot;/&gt;&lt;wsp:rsid wsp:val=&quot;009E42BF&quot;/&gt;&lt;wsp:rsid wsp:val=&quot;009E46D3&quot;/&gt;&lt;wsp:rsid wsp:val=&quot;009E4995&quot;/&gt;&lt;wsp:rsid wsp:val=&quot;009F0DB5&quot;/&gt;&lt;wsp:rsid wsp:val=&quot;009F1D01&quot;/&gt;&lt;wsp:rsid wsp:val=&quot;009F2218&quot;/&gt;&lt;wsp:rsid wsp:val=&quot;009F26D4&quot;/&gt;&lt;wsp:rsid wsp:val=&quot;009F378D&quot;/&gt;&lt;wsp:rsid wsp:val=&quot;009F3C8E&quot;/&gt;&lt;wsp:rsid wsp:val=&quot;009F4211&quot;/&gt;&lt;wsp:rsid wsp:val=&quot;009F429D&quot;/&gt;&lt;wsp:rsid wsp:val=&quot;009F47BE&quot;/&gt;&lt;wsp:rsid wsp:val=&quot;009F4C12&quot;/&gt;&lt;wsp:rsid wsp:val=&quot;009F51FF&quot;/&gt;&lt;wsp:rsid wsp:val=&quot;009F590A&quot;/&gt;&lt;wsp:rsid wsp:val=&quot;009F5E98&quot;/&gt;&lt;wsp:rsid wsp:val=&quot;009F637F&quot;/&gt;&lt;wsp:rsid wsp:val=&quot;00A01461&quot;/&gt;&lt;wsp:rsid wsp:val=&quot;00A01E86&quot;/&gt;&lt;wsp:rsid wsp:val=&quot;00A0244C&quot;/&gt;&lt;wsp:rsid wsp:val=&quot;00A03444&quot;/&gt;&lt;wsp:rsid wsp:val=&quot;00A04C3F&quot;/&gt;&lt;wsp:rsid wsp:val=&quot;00A10F45&quot;/&gt;&lt;wsp:rsid wsp:val=&quot;00A11B16&quot;/&gt;&lt;wsp:rsid wsp:val=&quot;00A12920&quot;/&gt;&lt;wsp:rsid wsp:val=&quot;00A14CB9&quot;/&gt;&lt;wsp:rsid wsp:val=&quot;00A1539C&quot;/&gt;&lt;wsp:rsid wsp:val=&quot;00A17ABB&quot;/&gt;&lt;wsp:rsid wsp:val=&quot;00A21183&quot;/&gt;&lt;wsp:rsid wsp:val=&quot;00A25006&quot;/&gt;&lt;wsp:rsid wsp:val=&quot;00A25D80&quot;/&gt;&lt;wsp:rsid wsp:val=&quot;00A262AC&quot;/&gt;&lt;wsp:rsid wsp:val=&quot;00A26338&quot;/&gt;&lt;wsp:rsid wsp:val=&quot;00A27B43&quot;/&gt;&lt;wsp:rsid wsp:val=&quot;00A27B68&quot;/&gt;&lt;wsp:rsid wsp:val=&quot;00A307A6&quot;/&gt;&lt;wsp:rsid wsp:val=&quot;00A30A71&quot;/&gt;&lt;wsp:rsid wsp:val=&quot;00A3327C&quot;/&gt;&lt;wsp:rsid wsp:val=&quot;00A34AF7&quot;/&gt;&lt;wsp:rsid wsp:val=&quot;00A34F00&quot;/&gt;&lt;wsp:rsid wsp:val=&quot;00A34F7C&quot;/&gt;&lt;wsp:rsid wsp:val=&quot;00A358AA&quot;/&gt;&lt;wsp:rsid wsp:val=&quot;00A35BB9&quot;/&gt;&lt;wsp:rsid wsp:val=&quot;00A35C84&quot;/&gt;&lt;wsp:rsid wsp:val=&quot;00A37776&quot;/&gt;&lt;wsp:rsid wsp:val=&quot;00A37935&quot;/&gt;&lt;wsp:rsid wsp:val=&quot;00A40CD0&quot;/&gt;&lt;wsp:rsid wsp:val=&quot;00A426B0&quot;/&gt;&lt;wsp:rsid wsp:val=&quot;00A44301&quot;/&gt;&lt;wsp:rsid wsp:val=&quot;00A451DF&quot;/&gt;&lt;wsp:rsid wsp:val=&quot;00A460B8&quot;/&gt;&lt;wsp:rsid wsp:val=&quot;00A46FBB&quot;/&gt;&lt;wsp:rsid wsp:val=&quot;00A473E3&quot;/&gt;&lt;wsp:rsid wsp:val=&quot;00A47FA3&quot;/&gt;&lt;wsp:rsid wsp:val=&quot;00A50BA7&quot;/&gt;&lt;wsp:rsid wsp:val=&quot;00A51D78&quot;/&gt;&lt;wsp:rsid wsp:val=&quot;00A51F29&quot;/&gt;&lt;wsp:rsid wsp:val=&quot;00A538DE&quot;/&gt;&lt;wsp:rsid wsp:val=&quot;00A544D5&quot;/&gt;&lt;wsp:rsid wsp:val=&quot;00A55979&quot;/&gt;&lt;wsp:rsid wsp:val=&quot;00A571F1&quot;/&gt;&lt;wsp:rsid wsp:val=&quot;00A5745D&quot;/&gt;&lt;wsp:rsid wsp:val=&quot;00A5748E&quot;/&gt;&lt;wsp:rsid wsp:val=&quot;00A57968&quot;/&gt;&lt;wsp:rsid wsp:val=&quot;00A61262&quot;/&gt;&lt;wsp:rsid wsp:val=&quot;00A612CF&quot;/&gt;&lt;wsp:rsid wsp:val=&quot;00A61508&quot;/&gt;&lt;wsp:rsid wsp:val=&quot;00A61963&quot;/&gt;&lt;wsp:rsid wsp:val=&quot;00A61B26&quot;/&gt;&lt;wsp:rsid wsp:val=&quot;00A62C63&quot;/&gt;&lt;wsp:rsid wsp:val=&quot;00A63334&quot;/&gt;&lt;wsp:rsid wsp:val=&quot;00A63A8B&quot;/&gt;&lt;wsp:rsid wsp:val=&quot;00A64333&quot;/&gt;&lt;wsp:rsid wsp:val=&quot;00A66635&quot;/&gt;&lt;wsp:rsid wsp:val=&quot;00A66DCC&quot;/&gt;&lt;wsp:rsid wsp:val=&quot;00A67FB7&quot;/&gt;&lt;wsp:rsid wsp:val=&quot;00A713CA&quot;/&gt;&lt;wsp:rsid wsp:val=&quot;00A71829&quot;/&gt;&lt;wsp:rsid wsp:val=&quot;00A719B1&quot;/&gt;&lt;wsp:rsid wsp:val=&quot;00A731ED&quot;/&gt;&lt;wsp:rsid wsp:val=&quot;00A73710&quot;/&gt;&lt;wsp:rsid wsp:val=&quot;00A73ED1&quot;/&gt;&lt;wsp:rsid wsp:val=&quot;00A752C6&quot;/&gt;&lt;wsp:rsid wsp:val=&quot;00A777F4&quot;/&gt;&lt;wsp:rsid wsp:val=&quot;00A80C08&quot;/&gt;&lt;wsp:rsid wsp:val=&quot;00A81FD8&quot;/&gt;&lt;wsp:rsid wsp:val=&quot;00A82AFD&quot;/&gt;&lt;wsp:rsid wsp:val=&quot;00A82B33&quot;/&gt;&lt;wsp:rsid wsp:val=&quot;00A8405B&quot;/&gt;&lt;wsp:rsid wsp:val=&quot;00A84314&quot;/&gt;&lt;wsp:rsid wsp:val=&quot;00A849D0&quot;/&gt;&lt;wsp:rsid wsp:val=&quot;00A84D27&quot;/&gt;&lt;wsp:rsid wsp:val=&quot;00A85016&quot;/&gt;&lt;wsp:rsid wsp:val=&quot;00A8627C&quot;/&gt;&lt;wsp:rsid wsp:val=&quot;00A871D0&quot;/&gt;&lt;wsp:rsid wsp:val=&quot;00A905D7&quot;/&gt;&lt;wsp:rsid wsp:val=&quot;00A90F7A&quot;/&gt;&lt;wsp:rsid wsp:val=&quot;00A92125&quot;/&gt;&lt;wsp:rsid wsp:val=&quot;00A938E2&quot;/&gt;&lt;wsp:rsid wsp:val=&quot;00A94323&quot;/&gt;&lt;wsp:rsid wsp:val=&quot;00A9523D&quot;/&gt;&lt;wsp:rsid wsp:val=&quot;00A96716&quot;/&gt;&lt;wsp:rsid wsp:val=&quot;00A97902&quot;/&gt;&lt;wsp:rsid wsp:val=&quot;00AA12D3&quot;/&gt;&lt;wsp:rsid wsp:val=&quot;00AA2ECE&quot;/&gt;&lt;wsp:rsid wsp:val=&quot;00AA389C&quot;/&gt;&lt;wsp:rsid wsp:val=&quot;00AA3DC7&quot;/&gt;&lt;wsp:rsid wsp:val=&quot;00AA5241&quot;/&gt;&lt;wsp:rsid wsp:val=&quot;00AA5443&quot;/&gt;&lt;wsp:rsid wsp:val=&quot;00AA61F3&quot;/&gt;&lt;wsp:rsid wsp:val=&quot;00AA70E4&quot;/&gt;&lt;wsp:rsid wsp:val=&quot;00AA78C3&quot;/&gt;&lt;wsp:rsid wsp:val=&quot;00AB00D0&quot;/&gt;&lt;wsp:rsid wsp:val=&quot;00AB19C5&quot;/&gt;&lt;wsp:rsid wsp:val=&quot;00AB20F4&quot;/&gt;&lt;wsp:rsid wsp:val=&quot;00AB23BF&quot;/&gt;&lt;wsp:rsid wsp:val=&quot;00AB3628&quot;/&gt;&lt;wsp:rsid wsp:val=&quot;00AB57C2&quot;/&gt;&lt;wsp:rsid wsp:val=&quot;00AC027C&quot;/&gt;&lt;wsp:rsid wsp:val=&quot;00AC0C97&quot;/&gt;&lt;wsp:rsid wsp:val=&quot;00AC20F3&quot;/&gt;&lt;wsp:rsid wsp:val=&quot;00AC40B4&quot;/&gt;&lt;wsp:rsid wsp:val=&quot;00AC5C19&quot;/&gt;&lt;wsp:rsid wsp:val=&quot;00AC5D07&quot;/&gt;&lt;wsp:rsid wsp:val=&quot;00AC6B37&quot;/&gt;&lt;wsp:rsid wsp:val=&quot;00AC7615&quot;/&gt;&lt;wsp:rsid wsp:val=&quot;00AC7F56&quot;/&gt;&lt;wsp:rsid wsp:val=&quot;00AD0A0F&quot;/&gt;&lt;wsp:rsid wsp:val=&quot;00AD0A68&quot;/&gt;&lt;wsp:rsid wsp:val=&quot;00AD0EB7&quot;/&gt;&lt;wsp:rsid wsp:val=&quot;00AD0F17&quot;/&gt;&lt;wsp:rsid wsp:val=&quot;00AD2637&quot;/&gt;&lt;wsp:rsid wsp:val=&quot;00AD2CD0&quot;/&gt;&lt;wsp:rsid wsp:val=&quot;00AD4CC0&quot;/&gt;&lt;wsp:rsid wsp:val=&quot;00AD6644&quot;/&gt;&lt;wsp:rsid wsp:val=&quot;00AD66E9&quot;/&gt;&lt;wsp:rsid wsp:val=&quot;00AD6F44&quot;/&gt;&lt;wsp:rsid wsp:val=&quot;00AD7270&quot;/&gt;&lt;wsp:rsid wsp:val=&quot;00AD7B08&quot;/&gt;&lt;wsp:rsid wsp:val=&quot;00AE14B6&quot;/&gt;&lt;wsp:rsid wsp:val=&quot;00AE2745&quot;/&gt;&lt;wsp:rsid wsp:val=&quot;00AE2BD6&quot;/&gt;&lt;wsp:rsid wsp:val=&quot;00AE2D5B&quot;/&gt;&lt;wsp:rsid wsp:val=&quot;00AE2FB5&quot;/&gt;&lt;wsp:rsid wsp:val=&quot;00AE35BC&quot;/&gt;&lt;wsp:rsid wsp:val=&quot;00AE57CC&quot;/&gt;&lt;wsp:rsid wsp:val=&quot;00AE5FB4&quot;/&gt;&lt;wsp:rsid wsp:val=&quot;00AE7F53&quot;/&gt;&lt;wsp:rsid wsp:val=&quot;00AF0F12&quot;/&gt;&lt;wsp:rsid wsp:val=&quot;00AF1490&quot;/&gt;&lt;wsp:rsid wsp:val=&quot;00AF1C33&quot;/&gt;&lt;wsp:rsid wsp:val=&quot;00AF20D1&quot;/&gt;&lt;wsp:rsid wsp:val=&quot;00AF25ED&quot;/&gt;&lt;wsp:rsid wsp:val=&quot;00AF4416&quot;/&gt;&lt;wsp:rsid wsp:val=&quot;00AF4ED4&quot;/&gt;&lt;wsp:rsid wsp:val=&quot;00AF52F0&quot;/&gt;&lt;wsp:rsid wsp:val=&quot;00AF5DA0&quot;/&gt;&lt;wsp:rsid wsp:val=&quot;00AF7061&quot;/&gt;&lt;wsp:rsid wsp:val=&quot;00B0072E&quot;/&gt;&lt;wsp:rsid wsp:val=&quot;00B0078E&quot;/&gt;&lt;wsp:rsid wsp:val=&quot;00B01B18&quot;/&gt;&lt;wsp:rsid wsp:val=&quot;00B01D5A&quot;/&gt;&lt;wsp:rsid wsp:val=&quot;00B02716&quot;/&gt;&lt;wsp:rsid wsp:val=&quot;00B0299E&quot;/&gt;&lt;wsp:rsid wsp:val=&quot;00B03C57&quot;/&gt;&lt;wsp:rsid wsp:val=&quot;00B05D27&quot;/&gt;&lt;wsp:rsid wsp:val=&quot;00B06CB7&quot;/&gt;&lt;wsp:rsid wsp:val=&quot;00B07841&quot;/&gt;&lt;wsp:rsid wsp:val=&quot;00B07ACE&quot;/&gt;&lt;wsp:rsid wsp:val=&quot;00B07EC6&quot;/&gt;&lt;wsp:rsid wsp:val=&quot;00B112EA&quot;/&gt;&lt;wsp:rsid wsp:val=&quot;00B1165B&quot;/&gt;&lt;wsp:rsid wsp:val=&quot;00B15390&quot;/&gt;&lt;wsp:rsid wsp:val=&quot;00B1633C&quot;/&gt;&lt;wsp:rsid wsp:val=&quot;00B17479&quot;/&gt;&lt;wsp:rsid wsp:val=&quot;00B17595&quot;/&gt;&lt;wsp:rsid wsp:val=&quot;00B20969&quot;/&gt;&lt;wsp:rsid wsp:val=&quot;00B22306&quot;/&gt;&lt;wsp:rsid wsp:val=&quot;00B22DBE&quot;/&gt;&lt;wsp:rsid wsp:val=&quot;00B234B2&quot;/&gt;&lt;wsp:rsid wsp:val=&quot;00B24B41&quot;/&gt;&lt;wsp:rsid wsp:val=&quot;00B25078&quot;/&gt;&lt;wsp:rsid wsp:val=&quot;00B26806&quot;/&gt;&lt;wsp:rsid wsp:val=&quot;00B30A06&quot;/&gt;&lt;wsp:rsid wsp:val=&quot;00B314E5&quot;/&gt;&lt;wsp:rsid wsp:val=&quot;00B31A55&quot;/&gt;&lt;wsp:rsid wsp:val=&quot;00B325BB&quot;/&gt;&lt;wsp:rsid wsp:val=&quot;00B35107&quot;/&gt;&lt;wsp:rsid wsp:val=&quot;00B3568D&quot;/&gt;&lt;wsp:rsid wsp:val=&quot;00B36A94&quot;/&gt;&lt;wsp:rsid wsp:val=&quot;00B36B42&quot;/&gt;&lt;wsp:rsid wsp:val=&quot;00B36C91&quot;/&gt;&lt;wsp:rsid wsp:val=&quot;00B37C1B&quot;/&gt;&lt;wsp:rsid wsp:val=&quot;00B37C78&quot;/&gt;&lt;wsp:rsid wsp:val=&quot;00B40090&quot;/&gt;&lt;wsp:rsid wsp:val=&quot;00B41A46&quot;/&gt;&lt;wsp:rsid wsp:val=&quot;00B43205&quot;/&gt;&lt;wsp:rsid wsp:val=&quot;00B439D9&quot;/&gt;&lt;wsp:rsid wsp:val=&quot;00B43B59&quot;/&gt;&lt;wsp:rsid wsp:val=&quot;00B45424&quot;/&gt;&lt;wsp:rsid wsp:val=&quot;00B458E9&quot;/&gt;&lt;wsp:rsid wsp:val=&quot;00B4682A&quot;/&gt;&lt;wsp:rsid wsp:val=&quot;00B46DFA&quot;/&gt;&lt;wsp:rsid wsp:val=&quot;00B47150&quot;/&gt;&lt;wsp:rsid wsp:val=&quot;00B47464&quot;/&gt;&lt;wsp:rsid wsp:val=&quot;00B501BD&quot;/&gt;&lt;wsp:rsid wsp:val=&quot;00B511C4&quot;/&gt;&lt;wsp:rsid wsp:val=&quot;00B518B5&quot;/&gt;&lt;wsp:rsid wsp:val=&quot;00B52A55&quot;/&gt;&lt;wsp:rsid wsp:val=&quot;00B532A2&quot;/&gt;&lt;wsp:rsid wsp:val=&quot;00B555DD&quot;/&gt;&lt;wsp:rsid wsp:val=&quot;00B56F1B&quot;/&gt;&lt;wsp:rsid wsp:val=&quot;00B635BF&quot;/&gt;&lt;wsp:rsid wsp:val=&quot;00B64025&quot;/&gt;&lt;wsp:rsid wsp:val=&quot;00B647C1&quot;/&gt;&lt;wsp:rsid wsp:val=&quot;00B655AA&quot;/&gt;&lt;wsp:rsid wsp:val=&quot;00B66DEC&quot;/&gt;&lt;wsp:rsid wsp:val=&quot;00B70234&quot;/&gt;&lt;wsp:rsid wsp:val=&quot;00B71F59&quot;/&gt;&lt;wsp:rsid wsp:val=&quot;00B7248A&quot;/&gt;&lt;wsp:rsid wsp:val=&quot;00B72A70&quot;/&gt;&lt;wsp:rsid wsp:val=&quot;00B73E89&quot;/&gt;&lt;wsp:rsid wsp:val=&quot;00B74ACB&quot;/&gt;&lt;wsp:rsid wsp:val=&quot;00B74C84&quot;/&gt;&lt;wsp:rsid wsp:val=&quot;00B74F48&quot;/&gt;&lt;wsp:rsid wsp:val=&quot;00B7502D&quot;/&gt;&lt;wsp:rsid wsp:val=&quot;00B75D8A&quot;/&gt;&lt;wsp:rsid wsp:val=&quot;00B76DB9&quot;/&gt;&lt;wsp:rsid wsp:val=&quot;00B778EF&quot;/&gt;&lt;wsp:rsid wsp:val=&quot;00B80202&quot;/&gt;&lt;wsp:rsid wsp:val=&quot;00B808CB&quot;/&gt;&lt;wsp:rsid wsp:val=&quot;00B825D1&quot;/&gt;&lt;wsp:rsid wsp:val=&quot;00B83F85&quot;/&gt;&lt;wsp:rsid wsp:val=&quot;00B84F14&quot;/&gt;&lt;wsp:rsid wsp:val=&quot;00B851E7&quot;/&gt;&lt;wsp:rsid wsp:val=&quot;00B86480&quot;/&gt;&lt;wsp:rsid wsp:val=&quot;00B916E5&quot;/&gt;&lt;wsp:rsid wsp:val=&quot;00B92FA0&quot;/&gt;&lt;wsp:rsid wsp:val=&quot;00B93746&quot;/&gt;&lt;wsp:rsid wsp:val=&quot;00B95493&quot;/&gt;&lt;wsp:rsid wsp:val=&quot;00BA19EA&quot;/&gt;&lt;wsp:rsid wsp:val=&quot;00BA1DF1&quot;/&gt;&lt;wsp:rsid wsp:val=&quot;00BA3ADC&quot;/&gt;&lt;wsp:rsid wsp:val=&quot;00BA48C7&quot;/&gt;&lt;wsp:rsid wsp:val=&quot;00BA57B9&quot;/&gt;&lt;wsp:rsid wsp:val=&quot;00BA588C&quot;/&gt;&lt;wsp:rsid wsp:val=&quot;00BA5C29&quot;/&gt;&lt;wsp:rsid wsp:val=&quot;00BA64CA&quot;/&gt;&lt;wsp:rsid wsp:val=&quot;00BA7754&quot;/&gt;&lt;wsp:rsid wsp:val=&quot;00BA77F9&quot;/&gt;&lt;wsp:rsid wsp:val=&quot;00BB063A&quot;/&gt;&lt;wsp:rsid wsp:val=&quot;00BB176C&quot;/&gt;&lt;wsp:rsid wsp:val=&quot;00BB2160&quot;/&gt;&lt;wsp:rsid wsp:val=&quot;00BB40FE&quot;/&gt;&lt;wsp:rsid wsp:val=&quot;00BB63AD&quot;/&gt;&lt;wsp:rsid wsp:val=&quot;00BC19F8&quot;/&gt;&lt;wsp:rsid wsp:val=&quot;00BC1D0A&quot;/&gt;&lt;wsp:rsid wsp:val=&quot;00BC28CC&quot;/&gt;&lt;wsp:rsid wsp:val=&quot;00BC38CF&quot;/&gt;&lt;wsp:rsid wsp:val=&quot;00BC62BB&quot;/&gt;&lt;wsp:rsid wsp:val=&quot;00BC6ECA&quot;/&gt;&lt;wsp:rsid wsp:val=&quot;00BC7260&quot;/&gt;&lt;wsp:rsid wsp:val=&quot;00BC7AF3&quot;/&gt;&lt;wsp:rsid wsp:val=&quot;00BD01F2&quot;/&gt;&lt;wsp:rsid wsp:val=&quot;00BD0DE9&quot;/&gt;&lt;wsp:rsid wsp:val=&quot;00BD2381&quot;/&gt;&lt;wsp:rsid wsp:val=&quot;00BD2844&quot;/&gt;&lt;wsp:rsid wsp:val=&quot;00BD2D2C&quot;/&gt;&lt;wsp:rsid wsp:val=&quot;00BD37E4&quot;/&gt;&lt;wsp:rsid wsp:val=&quot;00BD44EF&quot;/&gt;&lt;wsp:rsid wsp:val=&quot;00BD4FCF&quot;/&gt;&lt;wsp:rsid wsp:val=&quot;00BD6797&quot;/&gt;&lt;wsp:rsid wsp:val=&quot;00BD7B59&quot;/&gt;&lt;wsp:rsid wsp:val=&quot;00BE00F1&quot;/&gt;&lt;wsp:rsid wsp:val=&quot;00BE23B8&quot;/&gt;&lt;wsp:rsid wsp:val=&quot;00BE5699&quot;/&gt;&lt;wsp:rsid wsp:val=&quot;00BE61F5&quot;/&gt;&lt;wsp:rsid wsp:val=&quot;00BF04AF&quot;/&gt;&lt;wsp:rsid wsp:val=&quot;00BF2F34&quot;/&gt;&lt;wsp:rsid wsp:val=&quot;00BF4FD3&quot;/&gt;&lt;wsp:rsid wsp:val=&quot;00BF634C&quot;/&gt;&lt;wsp:rsid wsp:val=&quot;00BF6E36&quot;/&gt;&lt;wsp:rsid wsp:val=&quot;00C016E7&quot;/&gt;&lt;wsp:rsid wsp:val=&quot;00C074BF&quot;/&gt;&lt;wsp:rsid wsp:val=&quot;00C100DD&quot;/&gt;&lt;wsp:rsid wsp:val=&quot;00C103C2&quot;/&gt;&lt;wsp:rsid wsp:val=&quot;00C122D8&quot;/&gt;&lt;wsp:rsid wsp:val=&quot;00C130B3&quot;/&gt;&lt;wsp:rsid wsp:val=&quot;00C13570&quot;/&gt;&lt;wsp:rsid wsp:val=&quot;00C142BE&quot;/&gt;&lt;wsp:rsid wsp:val=&quot;00C1458B&quot;/&gt;&lt;wsp:rsid wsp:val=&quot;00C14645&quot;/&gt;&lt;wsp:rsid wsp:val=&quot;00C1546C&quot;/&gt;&lt;wsp:rsid wsp:val=&quot;00C15504&quot;/&gt;&lt;wsp:rsid wsp:val=&quot;00C15BC4&quot;/&gt;&lt;wsp:rsid wsp:val=&quot;00C16CF8&quot;/&gt;&lt;wsp:rsid wsp:val=&quot;00C16F66&quot;/&gt;&lt;wsp:rsid wsp:val=&quot;00C16FB2&quot;/&gt;&lt;wsp:rsid wsp:val=&quot;00C17AD3&quot;/&gt;&lt;wsp:rsid wsp:val=&quot;00C21442&quot;/&gt;&lt;wsp:rsid wsp:val=&quot;00C215A5&quot;/&gt;&lt;wsp:rsid wsp:val=&quot;00C217D3&quot;/&gt;&lt;wsp:rsid wsp:val=&quot;00C21F8E&quot;/&gt;&lt;wsp:rsid wsp:val=&quot;00C23453&quot;/&gt;&lt;wsp:rsid wsp:val=&quot;00C23B34&quot;/&gt;&lt;wsp:rsid wsp:val=&quot;00C23D5F&quot;/&gt;&lt;wsp:rsid wsp:val=&quot;00C2659E&quot;/&gt;&lt;wsp:rsid wsp:val=&quot;00C27DBA&quot;/&gt;&lt;wsp:rsid wsp:val=&quot;00C31A08&quot;/&gt;&lt;wsp:rsid wsp:val=&quot;00C323A3&quot;/&gt;&lt;wsp:rsid wsp:val=&quot;00C34ADD&quot;/&gt;&lt;wsp:rsid wsp:val=&quot;00C34D5B&quot;/&gt;&lt;wsp:rsid wsp:val=&quot;00C365E0&quot;/&gt;&lt;wsp:rsid wsp:val=&quot;00C368F1&quot;/&gt;&lt;wsp:rsid wsp:val=&quot;00C40C86&quot;/&gt;&lt;wsp:rsid wsp:val=&quot;00C41530&quot;/&gt;&lt;wsp:rsid wsp:val=&quot;00C41BFC&quot;/&gt;&lt;wsp:rsid wsp:val=&quot;00C41F3D&quot;/&gt;&lt;wsp:rsid wsp:val=&quot;00C445F1&quot;/&gt;&lt;wsp:rsid wsp:val=&quot;00C449C5&quot;/&gt;&lt;wsp:rsid wsp:val=&quot;00C44C2B&quot;/&gt;&lt;wsp:rsid wsp:val=&quot;00C45328&quot;/&gt;&lt;wsp:rsid wsp:val=&quot;00C4660F&quot;/&gt;&lt;wsp:rsid wsp:val=&quot;00C47BE4&quot;/&gt;&lt;wsp:rsid wsp:val=&quot;00C5074E&quot;/&gt;&lt;wsp:rsid wsp:val=&quot;00C5081F&quot;/&gt;&lt;wsp:rsid wsp:val=&quot;00C53C43&quot;/&gt;&lt;wsp:rsid wsp:val=&quot;00C541DA&quot;/&gt;&lt;wsp:rsid wsp:val=&quot;00C555EE&quot;/&gt;&lt;wsp:rsid wsp:val=&quot;00C56145&quot;/&gt;&lt;wsp:rsid wsp:val=&quot;00C57F07&quot;/&gt;&lt;wsp:rsid wsp:val=&quot;00C61C23&quot;/&gt;&lt;wsp:rsid wsp:val=&quot;00C62C92&quot;/&gt;&lt;wsp:rsid wsp:val=&quot;00C63412&quot;/&gt;&lt;wsp:rsid wsp:val=&quot;00C6371D&quot;/&gt;&lt;wsp:rsid wsp:val=&quot;00C644A7&quot;/&gt;&lt;wsp:rsid wsp:val=&quot;00C649A9&quot;/&gt;&lt;wsp:rsid wsp:val=&quot;00C654A5&quot;/&gt;&lt;wsp:rsid wsp:val=&quot;00C65742&quot;/&gt;&lt;wsp:rsid wsp:val=&quot;00C66E9A&quot;/&gt;&lt;wsp:rsid wsp:val=&quot;00C67348&quot;/&gt;&lt;wsp:rsid wsp:val=&quot;00C7079A&quot;/&gt;&lt;wsp:rsid wsp:val=&quot;00C7087C&quot;/&gt;&lt;wsp:rsid wsp:val=&quot;00C72093&quot;/&gt;&lt;wsp:rsid wsp:val=&quot;00C72E4B&quot;/&gt;&lt;wsp:rsid wsp:val=&quot;00C74332&quot;/&gt;&lt;wsp:rsid wsp:val=&quot;00C744F3&quot;/&gt;&lt;wsp:rsid wsp:val=&quot;00C7471B&quot;/&gt;&lt;wsp:rsid wsp:val=&quot;00C74883&quot;/&gt;&lt;wsp:rsid wsp:val=&quot;00C754D2&quot;/&gt;&lt;wsp:rsid wsp:val=&quot;00C75712&quot;/&gt;&lt;wsp:rsid wsp:val=&quot;00C775B1&quot;/&gt;&lt;wsp:rsid wsp:val=&quot;00C775E5&quot;/&gt;&lt;wsp:rsid wsp:val=&quot;00C77CE1&quot;/&gt;&lt;wsp:rsid wsp:val=&quot;00C821FA&quot;/&gt;&lt;wsp:rsid wsp:val=&quot;00C82261&quot;/&gt;&lt;wsp:rsid wsp:val=&quot;00C83B96&quot;/&gt;&lt;wsp:rsid wsp:val=&quot;00C85533&quot;/&gt;&lt;wsp:rsid wsp:val=&quot;00C8567B&quot;/&gt;&lt;wsp:rsid wsp:val=&quot;00C87A78&quot;/&gt;&lt;wsp:rsid wsp:val=&quot;00C915A5&quot;/&gt;&lt;wsp:rsid wsp:val=&quot;00C92D70&quot;/&gt;&lt;wsp:rsid wsp:val=&quot;00C92E22&quot;/&gt;&lt;wsp:rsid wsp:val=&quot;00C97692&quot;/&gt;&lt;wsp:rsid wsp:val=&quot;00C9788F&quot;/&gt;&lt;wsp:rsid wsp:val=&quot;00CA08EA&quot;/&gt;&lt;wsp:rsid wsp:val=&quot;00CA0CF0&quot;/&gt;&lt;wsp:rsid wsp:val=&quot;00CA2349&quot;/&gt;&lt;wsp:rsid wsp:val=&quot;00CA357F&quot;/&gt;&lt;wsp:rsid wsp:val=&quot;00CA3874&quot;/&gt;&lt;wsp:rsid wsp:val=&quot;00CA4D00&quot;/&gt;&lt;wsp:rsid wsp:val=&quot;00CA53B6&quot;/&gt;&lt;wsp:rsid wsp:val=&quot;00CA6D77&quot;/&gt;&lt;wsp:rsid wsp:val=&quot;00CA714F&quot;/&gt;&lt;wsp:rsid wsp:val=&quot;00CB0392&quot;/&gt;&lt;wsp:rsid wsp:val=&quot;00CB0812&quot;/&gt;&lt;wsp:rsid wsp:val=&quot;00CB1D58&quot;/&gt;&lt;wsp:rsid wsp:val=&quot;00CB1F9F&quot;/&gt;&lt;wsp:rsid wsp:val=&quot;00CB214B&quot;/&gt;&lt;wsp:rsid wsp:val=&quot;00CB3486&quot;/&gt;&lt;wsp:rsid wsp:val=&quot;00CB7D12&quot;/&gt;&lt;wsp:rsid wsp:val=&quot;00CC1127&quot;/&gt;&lt;wsp:rsid wsp:val=&quot;00CC1BEF&quot;/&gt;&lt;wsp:rsid wsp:val=&quot;00CC3013&quot;/&gt;&lt;wsp:rsid wsp:val=&quot;00CC323C&quot;/&gt;&lt;wsp:rsid wsp:val=&quot;00CC4354&quot;/&gt;&lt;wsp:rsid wsp:val=&quot;00CC53C7&quot;/&gt;&lt;wsp:rsid wsp:val=&quot;00CC6AD2&quot;/&gt;&lt;wsp:rsid wsp:val=&quot;00CC6BE3&quot;/&gt;&lt;wsp:rsid wsp:val=&quot;00CC7F6C&quot;/&gt;&lt;wsp:rsid wsp:val=&quot;00CD1C29&quot;/&gt;&lt;wsp:rsid wsp:val=&quot;00CD238E&quot;/&gt;&lt;wsp:rsid wsp:val=&quot;00CD259D&quot;/&gt;&lt;wsp:rsid wsp:val=&quot;00CD27ED&quot;/&gt;&lt;wsp:rsid wsp:val=&quot;00CD559A&quot;/&gt;&lt;wsp:rsid wsp:val=&quot;00CD606D&quot;/&gt;&lt;wsp:rsid wsp:val=&quot;00CD6618&quot;/&gt;&lt;wsp:rsid wsp:val=&quot;00CD6EFA&quot;/&gt;&lt;wsp:rsid wsp:val=&quot;00CD77B4&quot;/&gt;&lt;wsp:rsid wsp:val=&quot;00CE08BE&quot;/&gt;&lt;wsp:rsid wsp:val=&quot;00CE1733&quot;/&gt;&lt;wsp:rsid wsp:val=&quot;00CE37BA&quot;/&gt;&lt;wsp:rsid wsp:val=&quot;00CE4CC7&quot;/&gt;&lt;wsp:rsid wsp:val=&quot;00CE63C9&quot;/&gt;&lt;wsp:rsid wsp:val=&quot;00CE6FBA&quot;/&gt;&lt;wsp:rsid wsp:val=&quot;00CE7D27&quot;/&gt;&lt;wsp:rsid wsp:val=&quot;00CF0A61&quot;/&gt;&lt;wsp:rsid wsp:val=&quot;00CF1736&quot;/&gt;&lt;wsp:rsid wsp:val=&quot;00CF34A1&quot;/&gt;&lt;wsp:rsid wsp:val=&quot;00CF5885&quot;/&gt;&lt;wsp:rsid wsp:val=&quot;00CF5E90&quot;/&gt;&lt;wsp:rsid wsp:val=&quot;00CF6E81&quot;/&gt;&lt;wsp:rsid wsp:val=&quot;00CF7332&quot;/&gt;&lt;wsp:rsid wsp:val=&quot;00D0052B&quot;/&gt;&lt;wsp:rsid wsp:val=&quot;00D0091E&quot;/&gt;&lt;wsp:rsid wsp:val=&quot;00D00D0F&quot;/&gt;&lt;wsp:rsid wsp:val=&quot;00D027DA&quot;/&gt;&lt;wsp:rsid wsp:val=&quot;00D0354B&quot;/&gt;&lt;wsp:rsid wsp:val=&quot;00D03D18&quot;/&gt;&lt;wsp:rsid wsp:val=&quot;00D044EC&quot;/&gt;&lt;wsp:rsid wsp:val=&quot;00D07A5A&quot;/&gt;&lt;wsp:rsid wsp:val=&quot;00D1009E&quot;/&gt;&lt;wsp:rsid wsp:val=&quot;00D10672&quot;/&gt;&lt;wsp:rsid wsp:val=&quot;00D1239B&quot;/&gt;&lt;wsp:rsid wsp:val=&quot;00D1401D&quot;/&gt;&lt;wsp:rsid wsp:val=&quot;00D14AE7&quot;/&gt;&lt;wsp:rsid wsp:val=&quot;00D14FF8&quot;/&gt;&lt;wsp:rsid wsp:val=&quot;00D15196&quot;/&gt;&lt;wsp:rsid wsp:val=&quot;00D1632A&quot;/&gt;&lt;wsp:rsid wsp:val=&quot;00D16B73&quot;/&gt;&lt;wsp:rsid wsp:val=&quot;00D17392&quot;/&gt;&lt;wsp:rsid wsp:val=&quot;00D2081E&quot;/&gt;&lt;wsp:rsid wsp:val=&quot;00D20951&quot;/&gt;&lt;wsp:rsid wsp:val=&quot;00D22281&quot;/&gt;&lt;wsp:rsid wsp:val=&quot;00D22E5A&quot;/&gt;&lt;wsp:rsid wsp:val=&quot;00D23393&quot;/&gt;&lt;wsp:rsid wsp:val=&quot;00D2371F&quot;/&gt;&lt;wsp:rsid wsp:val=&quot;00D23C19&quot;/&gt;&lt;wsp:rsid wsp:val=&quot;00D23E8A&quot;/&gt;&lt;wsp:rsid wsp:val=&quot;00D241D1&quot;/&gt;&lt;wsp:rsid wsp:val=&quot;00D24B4E&quot;/&gt;&lt;wsp:rsid wsp:val=&quot;00D26C7E&quot;/&gt;&lt;wsp:rsid wsp:val=&quot;00D26D57&quot;/&gt;&lt;wsp:rsid wsp:val=&quot;00D30001&quot;/&gt;&lt;wsp:rsid wsp:val=&quot;00D32D28&quot;/&gt;&lt;wsp:rsid wsp:val=&quot;00D3479A&quot;/&gt;&lt;wsp:rsid wsp:val=&quot;00D35510&quot;/&gt;&lt;wsp:rsid wsp:val=&quot;00D3643D&quot;/&gt;&lt;wsp:rsid wsp:val=&quot;00D36C2E&quot;/&gt;&lt;wsp:rsid wsp:val=&quot;00D41897&quot;/&gt;&lt;wsp:rsid wsp:val=&quot;00D42202&quot;/&gt;&lt;wsp:rsid wsp:val=&quot;00D422F9&quot;/&gt;&lt;wsp:rsid wsp:val=&quot;00D42DA0&quot;/&gt;&lt;wsp:rsid wsp:val=&quot;00D42F56&quot;/&gt;&lt;wsp:rsid wsp:val=&quot;00D440C5&quot;/&gt;&lt;wsp:rsid wsp:val=&quot;00D448B7&quot;/&gt;&lt;wsp:rsid wsp:val=&quot;00D45272&quot;/&gt;&lt;wsp:rsid wsp:val=&quot;00D45A3E&quot;/&gt;&lt;wsp:rsid wsp:val=&quot;00D47E64&quot;/&gt;&lt;wsp:rsid wsp:val=&quot;00D51313&quot;/&gt;&lt;wsp:rsid wsp:val=&quot;00D52FB3&quot;/&gt;&lt;wsp:rsid wsp:val=&quot;00D540C1&quot;/&gt;&lt;wsp:rsid wsp:val=&quot;00D553BF&quot;/&gt;&lt;wsp:rsid wsp:val=&quot;00D575C6&quot;/&gt;&lt;wsp:rsid wsp:val=&quot;00D57D7E&quot;/&gt;&lt;wsp:rsid wsp:val=&quot;00D61A1C&quot;/&gt;&lt;wsp:rsid wsp:val=&quot;00D620F0&quot;/&gt;&lt;wsp:rsid wsp:val=&quot;00D62A1A&quot;/&gt;&lt;wsp:rsid wsp:val=&quot;00D62D51&quot;/&gt;&lt;wsp:rsid wsp:val=&quot;00D63F64&quot;/&gt;&lt;wsp:rsid wsp:val=&quot;00D64E75&quot;/&gt;&lt;wsp:rsid wsp:val=&quot;00D65F2A&quot;/&gt;&lt;wsp:rsid wsp:val=&quot;00D73599&quot;/&gt;&lt;wsp:rsid wsp:val=&quot;00D766AC&quot;/&gt;&lt;wsp:rsid wsp:val=&quot;00D76ABB&quot;/&gt;&lt;wsp:rsid wsp:val=&quot;00D77238&quot;/&gt;&lt;wsp:rsid wsp:val=&quot;00D77AD5&quot;/&gt;&lt;wsp:rsid wsp:val=&quot;00D77E1A&quot;/&gt;&lt;wsp:rsid wsp:val=&quot;00D8054F&quot;/&gt;&lt;wsp:rsid wsp:val=&quot;00D8066D&quot;/&gt;&lt;wsp:rsid wsp:val=&quot;00D81D9D&quot;/&gt;&lt;wsp:rsid wsp:val=&quot;00D8296E&quot;/&gt;&lt;wsp:rsid wsp:val=&quot;00D84254&quot;/&gt;&lt;wsp:rsid wsp:val=&quot;00D84FDA&quot;/&gt;&lt;wsp:rsid wsp:val=&quot;00D85783&quot;/&gt;&lt;wsp:rsid wsp:val=&quot;00D860CB&quot;/&gt;&lt;wsp:rsid wsp:val=&quot;00D8622C&quot;/&gt;&lt;wsp:rsid wsp:val=&quot;00D8757C&quot;/&gt;&lt;wsp:rsid wsp:val=&quot;00D91A2F&quot;/&gt;&lt;wsp:rsid wsp:val=&quot;00D9222D&quot;/&gt;&lt;wsp:rsid wsp:val=&quot;00D92F27&quot;/&gt;&lt;wsp:rsid wsp:val=&quot;00D930C5&quot;/&gt;&lt;wsp:rsid wsp:val=&quot;00D955EA&quot;/&gt;&lt;wsp:rsid wsp:val=&quot;00D960D8&quot;/&gt;&lt;wsp:rsid wsp:val=&quot;00DA054D&quot;/&gt;&lt;wsp:rsid wsp:val=&quot;00DA3CE0&quot;/&gt;&lt;wsp:rsid wsp:val=&quot;00DA593B&quot;/&gt;&lt;wsp:rsid wsp:val=&quot;00DA59D4&quot;/&gt;&lt;wsp:rsid wsp:val=&quot;00DA6042&quot;/&gt;&lt;wsp:rsid wsp:val=&quot;00DA684E&quot;/&gt;&lt;wsp:rsid wsp:val=&quot;00DA6EC6&quot;/&gt;&lt;wsp:rsid wsp:val=&quot;00DA741A&quot;/&gt;&lt;wsp:rsid wsp:val=&quot;00DB0729&quot;/&gt;&lt;wsp:rsid wsp:val=&quot;00DB0F0E&quot;/&gt;&lt;wsp:rsid wsp:val=&quot;00DB27F0&quot;/&gt;&lt;wsp:rsid wsp:val=&quot;00DB38D3&quot;/&gt;&lt;wsp:rsid wsp:val=&quot;00DB4243&quot;/&gt;&lt;wsp:rsid wsp:val=&quot;00DB4AD4&quot;/&gt;&lt;wsp:rsid wsp:val=&quot;00DB5588&quot;/&gt;&lt;wsp:rsid wsp:val=&quot;00DB5C67&quot;/&gt;&lt;wsp:rsid wsp:val=&quot;00DB6776&quot;/&gt;&lt;wsp:rsid wsp:val=&quot;00DB6952&quot;/&gt;&lt;wsp:rsid wsp:val=&quot;00DB6DB9&quot;/&gt;&lt;wsp:rsid wsp:val=&quot;00DB7152&quot;/&gt;&lt;wsp:rsid wsp:val=&quot;00DB72A8&quot;/&gt;&lt;wsp:rsid wsp:val=&quot;00DC07C9&quot;/&gt;&lt;wsp:rsid wsp:val=&quot;00DC0D6D&quot;/&gt;&lt;wsp:rsid wsp:val=&quot;00DC1066&quot;/&gt;&lt;wsp:rsid wsp:val=&quot;00DC1FF5&quot;/&gt;&lt;wsp:rsid wsp:val=&quot;00DC2687&quot;/&gt;&lt;wsp:rsid wsp:val=&quot;00DC3A00&quot;/&gt;&lt;wsp:rsid wsp:val=&quot;00DC3F88&quot;/&gt;&lt;wsp:rsid wsp:val=&quot;00DC484F&quot;/&gt;&lt;wsp:rsid wsp:val=&quot;00DC5C5A&quot;/&gt;&lt;wsp:rsid wsp:val=&quot;00DC6F04&quot;/&gt;&lt;wsp:rsid wsp:val=&quot;00DC7CE2&quot;/&gt;&lt;wsp:rsid wsp:val=&quot;00DD27D4&quot;/&gt;&lt;wsp:rsid wsp:val=&quot;00DD337E&quot;/&gt;&lt;wsp:rsid wsp:val=&quot;00DD49F8&quot;/&gt;&lt;wsp:rsid wsp:val=&quot;00DD74AA&quot;/&gt;&lt;wsp:rsid wsp:val=&quot;00DD7A07&quot;/&gt;&lt;wsp:rsid wsp:val=&quot;00DE0492&quot;/&gt;&lt;wsp:rsid wsp:val=&quot;00DE1177&quot;/&gt;&lt;wsp:rsid wsp:val=&quot;00DE1275&quot;/&gt;&lt;wsp:rsid wsp:val=&quot;00DE1342&quot;/&gt;&lt;wsp:rsid wsp:val=&quot;00DE1461&quot;/&gt;&lt;wsp:rsid wsp:val=&quot;00DE43E9&quot;/&gt;&lt;wsp:rsid wsp:val=&quot;00DE44AF&quot;/&gt;&lt;wsp:rsid wsp:val=&quot;00DE477E&quot;/&gt;&lt;wsp:rsid wsp:val=&quot;00DE5332&quot;/&gt;&lt;wsp:rsid wsp:val=&quot;00DE6277&quot;/&gt;&lt;wsp:rsid wsp:val=&quot;00DE6D8F&quot;/&gt;&lt;wsp:rsid wsp:val=&quot;00DF1BB3&quot;/&gt;&lt;wsp:rsid wsp:val=&quot;00DF2384&quot;/&gt;&lt;wsp:rsid wsp:val=&quot;00DF2B0A&quot;/&gt;&lt;wsp:rsid wsp:val=&quot;00DF3E60&quot;/&gt;&lt;wsp:rsid wsp:val=&quot;00DF431A&quot;/&gt;&lt;wsp:rsid wsp:val=&quot;00DF647C&quot;/&gt;&lt;wsp:rsid wsp:val=&quot;00E00CAD&quot;/&gt;&lt;wsp:rsid wsp:val=&quot;00E02155&quot;/&gt;&lt;wsp:rsid wsp:val=&quot;00E021F1&quot;/&gt;&lt;wsp:rsid wsp:val=&quot;00E04094&quot;/&gt;&lt;wsp:rsid wsp:val=&quot;00E054BC&quot;/&gt;&lt;wsp:rsid wsp:val=&quot;00E061AA&quot;/&gt;&lt;wsp:rsid wsp:val=&quot;00E072BE&quot;/&gt;&lt;wsp:rsid wsp:val=&quot;00E073A2&quot;/&gt;&lt;wsp:rsid wsp:val=&quot;00E07A8E&quot;/&gt;&lt;wsp:rsid wsp:val=&quot;00E106B8&quot;/&gt;&lt;wsp:rsid wsp:val=&quot;00E10704&quot;/&gt;&lt;wsp:rsid wsp:val=&quot;00E12842&quot;/&gt;&lt;wsp:rsid wsp:val=&quot;00E12E7F&quot;/&gt;&lt;wsp:rsid wsp:val=&quot;00E13A87&quot;/&gt;&lt;wsp:rsid wsp:val=&quot;00E141F3&quot;/&gt;&lt;wsp:rsid wsp:val=&quot;00E20A82&quot;/&gt;&lt;wsp:rsid wsp:val=&quot;00E21649&quot;/&gt;&lt;wsp:rsid wsp:val=&quot;00E219BA&quot;/&gt;&lt;wsp:rsid wsp:val=&quot;00E2268B&quot;/&gt;&lt;wsp:rsid wsp:val=&quot;00E24BB5&quot;/&gt;&lt;wsp:rsid wsp:val=&quot;00E24F8A&quot;/&gt;&lt;wsp:rsid wsp:val=&quot;00E25A71&quot;/&gt;&lt;wsp:rsid wsp:val=&quot;00E27C3A&quot;/&gt;&lt;wsp:rsid wsp:val=&quot;00E27C62&quot;/&gt;&lt;wsp:rsid wsp:val=&quot;00E27F70&quot;/&gt;&lt;wsp:rsid wsp:val=&quot;00E30086&quot;/&gt;&lt;wsp:rsid wsp:val=&quot;00E308C2&quot;/&gt;&lt;wsp:rsid wsp:val=&quot;00E3163A&quot;/&gt;&lt;wsp:rsid wsp:val=&quot;00E32445&quot;/&gt;&lt;wsp:rsid wsp:val=&quot;00E33541&quot;/&gt;&lt;wsp:rsid wsp:val=&quot;00E340F0&quot;/&gt;&lt;wsp:rsid wsp:val=&quot;00E34EF2&quot;/&gt;&lt;wsp:rsid wsp:val=&quot;00E35DAF&quot;/&gt;&lt;wsp:rsid wsp:val=&quot;00E3640B&quot;/&gt;&lt;wsp:rsid wsp:val=&quot;00E370EB&quot;/&gt;&lt;wsp:rsid wsp:val=&quot;00E40D7E&quot;/&gt;&lt;wsp:rsid wsp:val=&quot;00E40ECA&quot;/&gt;&lt;wsp:rsid wsp:val=&quot;00E40F11&quot;/&gt;&lt;wsp:rsid wsp:val=&quot;00E41FA5&quot;/&gt;&lt;wsp:rsid wsp:val=&quot;00E42901&quot;/&gt;&lt;wsp:rsid wsp:val=&quot;00E429BC&quot;/&gt;&lt;wsp:rsid wsp:val=&quot;00E435CD&quot;/&gt;&lt;wsp:rsid wsp:val=&quot;00E44E1D&quot;/&gt;&lt;wsp:rsid wsp:val=&quot;00E46CC1&quot;/&gt;&lt;wsp:rsid wsp:val=&quot;00E472EE&quot;/&gt;&lt;wsp:rsid wsp:val=&quot;00E504A5&quot;/&gt;&lt;wsp:rsid wsp:val=&quot;00E52220&quot;/&gt;&lt;wsp:rsid wsp:val=&quot;00E5271D&quot;/&gt;&lt;wsp:rsid wsp:val=&quot;00E53989&quot;/&gt;&lt;wsp:rsid wsp:val=&quot;00E54337&quot;/&gt;&lt;wsp:rsid wsp:val=&quot;00E54A6F&quot;/&gt;&lt;wsp:rsid wsp:val=&quot;00E550A8&quot;/&gt;&lt;wsp:rsid wsp:val=&quot;00E550B0&quot;/&gt;&lt;wsp:rsid wsp:val=&quot;00E5589A&quot;/&gt;&lt;wsp:rsid wsp:val=&quot;00E56F29&quot;/&gt;&lt;wsp:rsid wsp:val=&quot;00E62618&quot;/&gt;&lt;wsp:rsid wsp:val=&quot;00E63022&quot;/&gt;&lt;wsp:rsid wsp:val=&quot;00E6481F&quot;/&gt;&lt;wsp:rsid wsp:val=&quot;00E64BD6&quot;/&gt;&lt;wsp:rsid wsp:val=&quot;00E6500E&quot;/&gt;&lt;wsp:rsid wsp:val=&quot;00E65541&quot;/&gt;&lt;wsp:rsid wsp:val=&quot;00E65B13&quot;/&gt;&lt;wsp:rsid wsp:val=&quot;00E65EED&quot;/&gt;&lt;wsp:rsid wsp:val=&quot;00E667DF&quot;/&gt;&lt;wsp:rsid wsp:val=&quot;00E6741E&quot;/&gt;&lt;wsp:rsid wsp:val=&quot;00E72356&quot;/&gt;&lt;wsp:rsid wsp:val=&quot;00E724D3&quot;/&gt;&lt;wsp:rsid wsp:val=&quot;00E72B35&quot;/&gt;&lt;wsp:rsid wsp:val=&quot;00E753D5&quot;/&gt;&lt;wsp:rsid wsp:val=&quot;00E75D19&quot;/&gt;&lt;wsp:rsid wsp:val=&quot;00E76A56&quot;/&gt;&lt;wsp:rsid wsp:val=&quot;00E76C7C&quot;/&gt;&lt;wsp:rsid wsp:val=&quot;00E77309&quot;/&gt;&lt;wsp:rsid wsp:val=&quot;00E7758C&quot;/&gt;&lt;wsp:rsid wsp:val=&quot;00E80349&quot;/&gt;&lt;wsp:rsid wsp:val=&quot;00E827F3&quot;/&gt;&lt;wsp:rsid wsp:val=&quot;00E8297B&quot;/&gt;&lt;wsp:rsid wsp:val=&quot;00E833DE&quot;/&gt;&lt;wsp:rsid wsp:val=&quot;00E839C0&quot;/&gt;&lt;wsp:rsid wsp:val=&quot;00E83E2C&quot;/&gt;&lt;wsp:rsid wsp:val=&quot;00E8589C&quot;/&gt;&lt;wsp:rsid wsp:val=&quot;00E9077D&quot;/&gt;&lt;wsp:rsid wsp:val=&quot;00E907B5&quot;/&gt;&lt;wsp:rsid wsp:val=&quot;00E90E5C&quot;/&gt;&lt;wsp:rsid wsp:val=&quot;00E917C5&quot;/&gt;&lt;wsp:rsid wsp:val=&quot;00E91931&quot;/&gt;&lt;wsp:rsid wsp:val=&quot;00E93E2A&quot;/&gt;&lt;wsp:rsid wsp:val=&quot;00E9443F&quot;/&gt;&lt;wsp:rsid wsp:val=&quot;00E9469D&quot;/&gt;&lt;wsp:rsid wsp:val=&quot;00E94A91&quot;/&gt;&lt;wsp:rsid wsp:val=&quot;00E95D98&quot;/&gt;&lt;wsp:rsid wsp:val=&quot;00E970ED&quot;/&gt;&lt;wsp:rsid wsp:val=&quot;00EA29A2&quot;/&gt;&lt;wsp:rsid wsp:val=&quot;00EA66BC&quot;/&gt;&lt;wsp:rsid wsp:val=&quot;00EB0754&quot;/&gt;&lt;wsp:rsid wsp:val=&quot;00EB07DB&quot;/&gt;&lt;wsp:rsid wsp:val=&quot;00EB0C4D&quot;/&gt;&lt;wsp:rsid wsp:val=&quot;00EB0D34&quot;/&gt;&lt;wsp:rsid wsp:val=&quot;00EB3052&quot;/&gt;&lt;wsp:rsid wsp:val=&quot;00EB31E2&quot;/&gt;&lt;wsp:rsid wsp:val=&quot;00EB58A4&quot;/&gt;&lt;wsp:rsid wsp:val=&quot;00EB5A65&quot;/&gt;&lt;wsp:rsid wsp:val=&quot;00EB6EDF&quot;/&gt;&lt;wsp:rsid wsp:val=&quot;00EB7A24&quot;/&gt;&lt;wsp:rsid wsp:val=&quot;00EB7DAD&quot;/&gt;&lt;wsp:rsid wsp:val=&quot;00EC020C&quot;/&gt;&lt;wsp:rsid wsp:val=&quot;00EC22DD&quot;/&gt;&lt;wsp:rsid wsp:val=&quot;00EC5765&quot;/&gt;&lt;wsp:rsid wsp:val=&quot;00EC7C33&quot;/&gt;&lt;wsp:rsid wsp:val=&quot;00EC7D82&quot;/&gt;&lt;wsp:rsid wsp:val=&quot;00EC7DC0&quot;/&gt;&lt;wsp:rsid wsp:val=&quot;00ED03B0&quot;/&gt;&lt;wsp:rsid wsp:val=&quot;00ED0982&quot;/&gt;&lt;wsp:rsid wsp:val=&quot;00ED2A89&quot;/&gt;&lt;wsp:rsid wsp:val=&quot;00ED329A&quot;/&gt;&lt;wsp:rsid wsp:val=&quot;00ED52F8&quot;/&gt;&lt;wsp:rsid wsp:val=&quot;00ED7099&quot;/&gt;&lt;wsp:rsid wsp:val=&quot;00EE0494&quot;/&gt;&lt;wsp:rsid wsp:val=&quot;00EE1A2C&quot;/&gt;&lt;wsp:rsid wsp:val=&quot;00EE3070&quot;/&gt;&lt;wsp:rsid wsp:val=&quot;00EE3506&quot;/&gt;&lt;wsp:rsid wsp:val=&quot;00EE43D1&quot;/&gt;&lt;wsp:rsid wsp:val=&quot;00EE47D1&quot;/&gt;&lt;wsp:rsid wsp:val=&quot;00EE5FED&quot;/&gt;&lt;wsp:rsid wsp:val=&quot;00EE61BE&quot;/&gt;&lt;wsp:rsid wsp:val=&quot;00EE7D2E&quot;/&gt;&lt;wsp:rsid wsp:val=&quot;00EF013B&quot;/&gt;&lt;wsp:rsid wsp:val=&quot;00EF1C4E&quot;/&gt;&lt;wsp:rsid wsp:val=&quot;00EF3BE7&quot;/&gt;&lt;wsp:rsid wsp:val=&quot;00EF47F4&quot;/&gt;&lt;wsp:rsid wsp:val=&quot;00EF5777&quot;/&gt;&lt;wsp:rsid wsp:val=&quot;00EF6874&quot;/&gt;&lt;wsp:rsid wsp:val=&quot;00EF6E2B&quot;/&gt;&lt;wsp:rsid wsp:val=&quot;00EF705D&quot;/&gt;&lt;wsp:rsid wsp:val=&quot;00F017B5&quot;/&gt;&lt;wsp:rsid wsp:val=&quot;00F01B7F&quot;/&gt;&lt;wsp:rsid wsp:val=&quot;00F02ADA&quot;/&gt;&lt;wsp:rsid wsp:val=&quot;00F067FA&quot;/&gt;&lt;wsp:rsid wsp:val=&quot;00F07A42&quot;/&gt;&lt;wsp:rsid wsp:val=&quot;00F10962&quot;/&gt;&lt;wsp:rsid wsp:val=&quot;00F13327&quot;/&gt;&lt;wsp:rsid wsp:val=&quot;00F1529F&quot;/&gt;&lt;wsp:rsid wsp:val=&quot;00F159BF&quot;/&gt;&lt;wsp:rsid wsp:val=&quot;00F15B42&quot;/&gt;&lt;wsp:rsid wsp:val=&quot;00F16739&quot;/&gt;&lt;wsp:rsid wsp:val=&quot;00F16825&quot;/&gt;&lt;wsp:rsid wsp:val=&quot;00F17239&quot;/&gt;&lt;wsp:rsid wsp:val=&quot;00F205DD&quot;/&gt;&lt;wsp:rsid wsp:val=&quot;00F20648&quot;/&gt;&lt;wsp:rsid wsp:val=&quot;00F2297A&quot;/&gt;&lt;wsp:rsid wsp:val=&quot;00F22A89&quot;/&gt;&lt;wsp:rsid wsp:val=&quot;00F23BA8&quot;/&gt;&lt;wsp:rsid wsp:val=&quot;00F24AA3&quot;/&gt;&lt;wsp:rsid wsp:val=&quot;00F25ED4&quot;/&gt;&lt;wsp:rsid wsp:val=&quot;00F31BB3&quot;/&gt;&lt;wsp:rsid wsp:val=&quot;00F32003&quot;/&gt;&lt;wsp:rsid wsp:val=&quot;00F32BE6&quot;/&gt;&lt;wsp:rsid wsp:val=&quot;00F34943&quot;/&gt;&lt;wsp:rsid wsp:val=&quot;00F35899&quot;/&gt;&lt;wsp:rsid wsp:val=&quot;00F3644A&quot;/&gt;&lt;wsp:rsid wsp:val=&quot;00F36F05&quot;/&gt;&lt;wsp:rsid wsp:val=&quot;00F3763C&quot;/&gt;&lt;wsp:rsid wsp:val=&quot;00F37760&quot;/&gt;&lt;wsp:rsid wsp:val=&quot;00F40352&quot;/&gt;&lt;wsp:rsid wsp:val=&quot;00F412BF&quot;/&gt;&lt;wsp:rsid wsp:val=&quot;00F41A1A&quot;/&gt;&lt;wsp:rsid wsp:val=&quot;00F42FC5&quot;/&gt;&lt;wsp:rsid wsp:val=&quot;00F434B5&quot;/&gt;&lt;wsp:rsid wsp:val=&quot;00F43770&quot;/&gt;&lt;wsp:rsid wsp:val=&quot;00F43A39&quot;/&gt;&lt;wsp:rsid wsp:val=&quot;00F43C72&quot;/&gt;&lt;wsp:rsid wsp:val=&quot;00F44D2D&quot;/&gt;&lt;wsp:rsid wsp:val=&quot;00F473D1&quot;/&gt;&lt;wsp:rsid wsp:val=&quot;00F474AD&quot;/&gt;&lt;wsp:rsid wsp:val=&quot;00F475E8&quot;/&gt;&lt;wsp:rsid wsp:val=&quot;00F477BD&quot;/&gt;&lt;wsp:rsid wsp:val=&quot;00F47BDA&quot;/&gt;&lt;wsp:rsid wsp:val=&quot;00F51586&quot;/&gt;&lt;wsp:rsid wsp:val=&quot;00F51EA7&quot;/&gt;&lt;wsp:rsid wsp:val=&quot;00F5339E&quot;/&gt;&lt;wsp:rsid wsp:val=&quot;00F53A2E&quot;/&gt;&lt;wsp:rsid wsp:val=&quot;00F54299&quot;/&gt;&lt;wsp:rsid wsp:val=&quot;00F547C1&quot;/&gt;&lt;wsp:rsid wsp:val=&quot;00F60930&quot;/&gt;&lt;wsp:rsid wsp:val=&quot;00F61695&quot;/&gt;&lt;wsp:rsid wsp:val=&quot;00F62428&quot;/&gt;&lt;wsp:rsid wsp:val=&quot;00F62AA2&quot;/&gt;&lt;wsp:rsid wsp:val=&quot;00F6396C&quot;/&gt;&lt;wsp:rsid wsp:val=&quot;00F63B09&quot;/&gt;&lt;wsp:rsid wsp:val=&quot;00F641C8&quot;/&gt;&lt;wsp:rsid wsp:val=&quot;00F64D19&quot;/&gt;&lt;wsp:rsid wsp:val=&quot;00F672FD&quot;/&gt;&lt;wsp:rsid wsp:val=&quot;00F677F9&quot;/&gt;&lt;wsp:rsid wsp:val=&quot;00F714FA&quot;/&gt;&lt;wsp:rsid wsp:val=&quot;00F71749&quot;/&gt;&lt;wsp:rsid wsp:val=&quot;00F73715&quot;/&gt;&lt;wsp:rsid wsp:val=&quot;00F73C56&quot;/&gt;&lt;wsp:rsid wsp:val=&quot;00F746F5&quot;/&gt;&lt;wsp:rsid wsp:val=&quot;00F749F0&quot;/&gt;&lt;wsp:rsid wsp:val=&quot;00F769D9&quot;/&gt;&lt;wsp:rsid wsp:val=&quot;00F76D75&quot;/&gt;&lt;wsp:rsid wsp:val=&quot;00F76E54&quot;/&gt;&lt;wsp:rsid wsp:val=&quot;00F774CA&quot;/&gt;&lt;wsp:rsid wsp:val=&quot;00F777CA&quot;/&gt;&lt;wsp:rsid wsp:val=&quot;00F80346&quot;/&gt;&lt;wsp:rsid wsp:val=&quot;00F805F6&quot;/&gt;&lt;wsp:rsid wsp:val=&quot;00F80ABB&quot;/&gt;&lt;wsp:rsid wsp:val=&quot;00F849DA&quot;/&gt;&lt;wsp:rsid wsp:val=&quot;00F930C6&quot;/&gt;&lt;wsp:rsid wsp:val=&quot;00F940C9&quot;/&gt;&lt;wsp:rsid wsp:val=&quot;00F94216&quot;/&gt;&lt;wsp:rsid wsp:val=&quot;00F95050&quot;/&gt;&lt;wsp:rsid wsp:val=&quot;00F96F91&quot;/&gt;&lt;wsp:rsid wsp:val=&quot;00F9782A&quot;/&gt;&lt;wsp:rsid wsp:val=&quot;00F97EFD&quot;/&gt;&lt;wsp:rsid wsp:val=&quot;00FA10AF&quot;/&gt;&lt;wsp:rsid wsp:val=&quot;00FA4F13&quot;/&gt;&lt;wsp:rsid wsp:val=&quot;00FA5C3A&quot;/&gt;&lt;wsp:rsid wsp:val=&quot;00FA674B&quot;/&gt;&lt;wsp:rsid wsp:val=&quot;00FA7631&quot;/&gt;&lt;wsp:rsid wsp:val=&quot;00FA7A88&quot;/&gt;&lt;wsp:rsid wsp:val=&quot;00FA7B8D&quot;/&gt;&lt;wsp:rsid wsp:val=&quot;00FB0377&quot;/&gt;&lt;wsp:rsid wsp:val=&quot;00FB119E&quot;/&gt;&lt;wsp:rsid wsp:val=&quot;00FB15C5&quot;/&gt;&lt;wsp:rsid wsp:val=&quot;00FB16CD&quot;/&gt;&lt;wsp:rsid wsp:val=&quot;00FB1804&quot;/&gt;&lt;wsp:rsid wsp:val=&quot;00FB4413&quot;/&gt;&lt;wsp:rsid wsp:val=&quot;00FB4DB5&quot;/&gt;&lt;wsp:rsid wsp:val=&quot;00FB61AB&quot;/&gt;&lt;wsp:rsid wsp:val=&quot;00FB6415&quot;/&gt;&lt;wsp:rsid wsp:val=&quot;00FB7326&quot;/&gt;&lt;wsp:rsid wsp:val=&quot;00FB7784&quot;/&gt;&lt;wsp:rsid wsp:val=&quot;00FC0CFE&quot;/&gt;&lt;wsp:rsid wsp:val=&quot;00FC1DE1&quot;/&gt;&lt;wsp:rsid wsp:val=&quot;00FC2491&quot;/&gt;&lt;wsp:rsid wsp:val=&quot;00FC2AAF&quot;/&gt;&lt;wsp:rsid wsp:val=&quot;00FC329C&quot;/&gt;&lt;wsp:rsid wsp:val=&quot;00FC43BC&quot;/&gt;&lt;wsp:rsid wsp:val=&quot;00FC4927&quot;/&gt;&lt;wsp:rsid wsp:val=&quot;00FC7365&quot;/&gt;&lt;wsp:rsid wsp:val=&quot;00FD04C9&quot;/&gt;&lt;wsp:rsid wsp:val=&quot;00FD0648&quot;/&gt;&lt;wsp:rsid wsp:val=&quot;00FD10FC&quot;/&gt;&lt;wsp:rsid wsp:val=&quot;00FD1DA8&quot;/&gt;&lt;wsp:rsid wsp:val=&quot;00FD3FB7&quot;/&gt;&lt;wsp:rsid wsp:val=&quot;00FD5928&quot;/&gt;&lt;wsp:rsid wsp:val=&quot;00FD6430&quot;/&gt;&lt;wsp:rsid wsp:val=&quot;00FD71F9&quot;/&gt;&lt;wsp:rsid wsp:val=&quot;00FD7AD7&quot;/&gt;&lt;wsp:rsid wsp:val=&quot;00FD7C1C&quot;/&gt;&lt;wsp:rsid wsp:val=&quot;00FD7CE6&quot;/&gt;&lt;wsp:rsid wsp:val=&quot;00FE0460&quot;/&gt;&lt;wsp:rsid wsp:val=&quot;00FE0B63&quot;/&gt;&lt;wsp:rsid wsp:val=&quot;00FE1B2A&quot;/&gt;&lt;wsp:rsid wsp:val=&quot;00FE39C8&quot;/&gt;&lt;wsp:rsid wsp:val=&quot;00FE482E&quot;/&gt;&lt;wsp:rsid wsp:val=&quot;00FE5365&quot;/&gt;&lt;wsp:rsid wsp:val=&quot;00FF23B0&quot;/&gt;&lt;wsp:rsid wsp:val=&quot;00FF25F5&quot;/&gt;&lt;wsp:rsid wsp:val=&quot;00FF2A49&quot;/&gt;&lt;wsp:rsid wsp:val=&quot;00FF2E5A&quot;/&gt;&lt;wsp:rsid wsp:val=&quot;00FF4502&quot;/&gt;&lt;wsp:rsid wsp:val=&quot;00FF4F70&quot;/&gt;&lt;wsp:rsid wsp:val=&quot;00FF55CB&quot;/&gt;&lt;wsp:rsid wsp:val=&quot;00FF6CD5&quot;/&gt;&lt;wsp:rsid wsp:val=&quot;00FF70CA&quot;/&gt;&lt;/wsp:rsids&gt;&lt;/w:docPr&gt;&lt;w:body&gt;&lt;w:p wsp:rsidR=&quot;00000000&quot; wsp:rsidRDefault=&quot;00BA588C&quot;&gt;&lt;m:oMathPara&gt;&lt;m:oMath&gt;&lt;m:r&gt;&lt;w:rPr&gt;&lt;w:rFonts w:ascii=&quot;Cambria Math&quot; w:h-ansi=&quot;Cambria Math&quot;/&gt;&lt;wx:font wx:val=&quot;Cambria Math&quot;/&gt;&lt;w:i/&gt;&lt;w:sz w:val=&quot;22&quot;/&gt;&lt;w:lang w:val=&quot;EN-US&quot;/&gt;&lt;/w:rPr&gt;&lt;m:t&gt;Y&lt;/m:t&gt;&lt;/m:r&gt;&lt;m:r&gt;&lt;w:rPr&gt;&lt;w:rFonts w:ascii=&quot;Cambria Math&quot; w:h-ansi=&quot;Cambria Math&quot;/&gt;&lt;wx:font wx:val=&quot;Cambria Math&quot;/&gt;&lt;w:i/&gt;&lt;w:sz w:val=&quot;22&quot;/&gt;&lt;/w:rPr&gt;&lt;m:t&gt;=137.302+685.207в€™&lt;/m:t&gt;&lt;/m:r&gt;&lt;m:sSub&gt;&lt;m:sSubPr&gt;&lt;m:ctrlPr&gt;&lt;w:rPr&gt;&lt;w:rFonts w:ascii=&quot;Cambria Math&quot; w:h-ansi=&quot;Cambria Math&quot;/&gt;&lt;wx:font wx:val=&quot;Cambria Math&quot;/&gt;&lt;w:i/&gt;&lt;w:sz w:val=&quot;22&quot;/&gt;&lt;w:lang w:val=&quot;EN-US&quot;/&gt;&lt;/w:rPr&gt;&lt;/m:ctrlPr&gt;&lt;/m:sSubPr&gt;&lt;m:e&gt;&lt;m:r&gt;&lt;w:rPr&gt;&lt;w:rFonts w:ascii=&quot;Cambria Math&quot; w:h-ansi=&quot;Cambria Math&quot;/&gt;&lt;wx:font wx:val=&quot;Cambria Math&quot;/&gt;&lt;w:i/&gt;&lt;w:sz w:val=&quot;22&quot;/&gt;&lt;w:lang w:val=&quot;EN-US&quot;/&gt;&lt;/w:rPr&gt;&lt;m:t&gt;X&lt;/m:t&gt;&lt;/m:r&gt;&lt;/m:e&gt;&lt;m:sub&gt;&lt;m:r&gt;&lt;w:rPr&gt;&lt;w:rFonts w:ascii=&quot;Cambria Math&quot; w:h-ansi=&quot;Cambria Math&quot;/&gt;&lt;wx:font wx:val=&quot;Cambria Math&quot;/&gt;&lt;w:i/&gt;&lt;w:sz w:val=&quot;22&quot;/&gt;&lt;/w:rPr&gt;&lt;m:t&gt;1&lt;/m:t&gt;&lt;/m:r&gt;&lt;/m:sub&gt;&lt;/m:sSub&gt;&lt;m:r&gt;&lt;w:rPr&gt;&lt;w:rFonts w:ascii=&quot;Cambria Math&quot; w:h-ansi=&quot;Cambria Math&quot;/&gt;&lt;wx:font wx:val=&quot;Cambria Math&quot;/&gt;&lt;w:i/&gt;&lt;w:sz w:val=&quot;22&quot;/&gt;&lt;/w:rPr&gt;&lt;m:t&gt;+1.419в€™ &lt;/m:t&gt;&lt;/m:r&gt;&lt;m:sSub&gt;&lt;m:sSubPr&gt;&lt;m:ctrlPr&gt;&lt;w:rPr&gt;&lt;w:rFonts w:ascii=&quot;Cambria Math&quot; w:h-ansi=&quot;Cambria Math&quot;/&gt;&lt;wx:font wx:val=&quot;Cambria Math&quot;/&gt;&lt;w:i/&gt;&lt;w:sz w:val=&quot;22&quot;/&gt;&lt;w:lang w:val=&quot;EN-US&quot;/&gt;&lt;/w:rPr&gt;&lt;/m:ctrlPr&gt;&lt;/m:sSubPr&gt;&lt;m:e&gt;&lt;m:r&gt;&lt;w:rPr&gt;&lt;w:rFonts w:ascii=&quot;Cambria Math&quot; w:h-ansi=&quot;Cambria Math&quot;/&gt;&lt;wx:font wx:val=&quot;Cambria Math&quot;/&gt;&lt;w:i/&gt;&lt;w:sz w:val=&quot;22&quot;/&gt;&lt;w:lang w:val=&quot;EN-US&quot;/&gt;&lt;/w:rPr&gt;&lt;m:t&gt;X&lt;/m:t&gt;&lt;/m:r&gt;&lt;/m:e&gt;&lt;m:sub&gt;&lt;m:r&gt;&lt;w:rPr&gt;&lt;w:rFonts w:ascii=&quot;Cambria Math&quot; w:h-ansi=&quot;Cambria Math&quot;/&gt;&lt;wx:font wx:val=&quot;Cambria Math&quot;/&gt;&lt;w:i/&gt;&lt;w:sz w:val=&quot;22&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85220D">
        <w:rPr>
          <w:lang w:eastAsia="ar-SA"/>
        </w:rPr>
        <w:fldChar w:fldCharType="end"/>
      </w:r>
      <w:r w:rsidRPr="00C92D70">
        <w:rPr>
          <w:lang w:eastAsia="ar-SA"/>
        </w:rPr>
        <w:t xml:space="preserve">                   (1)</w:t>
      </w:r>
    </w:p>
    <w:p w:rsidR="007C08D3" w:rsidRPr="00C92D70" w:rsidRDefault="007C08D3" w:rsidP="003931FB">
      <w:pPr>
        <w:spacing w:before="120" w:after="60"/>
        <w:rPr>
          <w:lang w:eastAsia="ar-SA"/>
        </w:rPr>
      </w:pPr>
      <w:r w:rsidRPr="00C92D70">
        <w:rPr>
          <w:lang w:eastAsia="ar-SA"/>
        </w:rPr>
        <w:t>где Y – уровень автомобилизации (единиц легковых автомобилей на 1000 жителей);</w:t>
      </w:r>
    </w:p>
    <w:p w:rsidR="007C08D3" w:rsidRPr="00C92D70" w:rsidRDefault="007C08D3" w:rsidP="003931FB">
      <w:pPr>
        <w:spacing w:before="120" w:after="60"/>
        <w:rPr>
          <w:lang w:eastAsia="ar-SA"/>
        </w:rPr>
      </w:pPr>
      <w:r w:rsidRPr="00C92D70">
        <w:rPr>
          <w:lang w:eastAsia="ar-SA"/>
        </w:rPr>
        <w:t xml:space="preserve">X1 – вовлеченность в агломерацию (дифференцированный показатель); </w:t>
      </w:r>
    </w:p>
    <w:p w:rsidR="007C08D3" w:rsidRPr="00C92D70" w:rsidRDefault="007C08D3" w:rsidP="003931FB">
      <w:pPr>
        <w:spacing w:before="120" w:after="60"/>
        <w:rPr>
          <w:lang w:eastAsia="ar-SA"/>
        </w:rPr>
      </w:pPr>
      <w:r w:rsidRPr="00C92D70">
        <w:rPr>
          <w:lang w:eastAsia="ar-SA"/>
        </w:rPr>
        <w:t>X2 – плотность сети автомобильных дорог (км\кв. м).</w:t>
      </w:r>
    </w:p>
    <w:p w:rsidR="007C08D3" w:rsidRPr="00C92D70" w:rsidRDefault="007C08D3" w:rsidP="003931FB">
      <w:pPr>
        <w:spacing w:before="120" w:after="60"/>
        <w:rPr>
          <w:lang w:eastAsia="ar-SA"/>
        </w:rPr>
      </w:pPr>
      <w:r w:rsidRPr="00C92D70">
        <w:rPr>
          <w:lang w:eastAsia="ar-SA"/>
        </w:rPr>
        <w:t>Построенная регрессионная модель имеет очень высокие показатели адекватности:</w:t>
      </w:r>
    </w:p>
    <w:p w:rsidR="007C08D3" w:rsidRPr="00C92D70" w:rsidRDefault="007C08D3" w:rsidP="003931FB">
      <w:pPr>
        <w:pStyle w:val="List"/>
      </w:pPr>
      <w:r w:rsidRPr="00C92D70">
        <w:t>уровень значимости t-статистики (p-значение) для коэффициентов меньше 0,05, следовательно, все коэффициенты факторных показателей, вошедших в модель, статистически значимы.</w:t>
      </w:r>
    </w:p>
    <w:p w:rsidR="007C08D3" w:rsidRPr="00C92D70" w:rsidRDefault="007C08D3" w:rsidP="003931FB">
      <w:pPr>
        <w:pStyle w:val="List"/>
      </w:pPr>
      <w:r w:rsidRPr="00C92D70">
        <w:t>коэффициент детерминации (R-квадрат) построенной модели равен 0,904</w:t>
      </w:r>
    </w:p>
    <w:p w:rsidR="007C08D3" w:rsidRDefault="007C08D3" w:rsidP="003931FB">
      <w:pPr>
        <w:pStyle w:val="a4"/>
        <w:rPr>
          <w:lang w:eastAsia="ar-SA"/>
        </w:rPr>
      </w:pPr>
      <w:r w:rsidRPr="00C92D70">
        <w:rPr>
          <w:lang w:eastAsia="ar-SA"/>
        </w:rPr>
        <w:t xml:space="preserve">Использование построенной регрессионной модели заключается в возможности вычисления значения уровня автомобилизации легковыми автомобилями для любых значений факторных показателей. </w:t>
      </w:r>
      <w:r>
        <w:rPr>
          <w:lang w:eastAsia="ar-SA"/>
        </w:rPr>
        <w:t>Значение по Абанскому району приведены в таблице 22.</w:t>
      </w:r>
    </w:p>
    <w:p w:rsidR="007C08D3" w:rsidRPr="00C92D70" w:rsidRDefault="007C08D3" w:rsidP="003931FB">
      <w:pPr>
        <w:pStyle w:val="Caption"/>
        <w:jc w:val="right"/>
      </w:pPr>
      <w:bookmarkStart w:id="112" w:name="_Ref375130636"/>
      <w:r w:rsidRPr="00C92D70">
        <w:t xml:space="preserve">Таблица </w:t>
      </w:r>
      <w:bookmarkEnd w:id="112"/>
      <w:r>
        <w:t>22</w:t>
      </w:r>
    </w:p>
    <w:p w:rsidR="007C08D3" w:rsidRPr="00C92D70" w:rsidRDefault="007C08D3" w:rsidP="003931FB">
      <w:pPr>
        <w:pStyle w:val="Caption"/>
      </w:pPr>
      <w:r w:rsidRPr="00C92D70">
        <w:t>Значение уровня автомобилизации на расчетный срок</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31"/>
        <w:gridCol w:w="2127"/>
        <w:gridCol w:w="1986"/>
        <w:gridCol w:w="1988"/>
      </w:tblGrid>
      <w:tr w:rsidR="007C08D3" w:rsidRPr="00C92D70" w:rsidTr="003F4DBB">
        <w:trPr>
          <w:trHeight w:val="1003"/>
          <w:tblHeader/>
        </w:trPr>
        <w:tc>
          <w:tcPr>
            <w:tcW w:w="3931" w:type="dxa"/>
            <w:vAlign w:val="center"/>
          </w:tcPr>
          <w:p w:rsidR="007C08D3" w:rsidRPr="00C92D70" w:rsidRDefault="007C08D3" w:rsidP="003F4DBB">
            <w:pPr>
              <w:jc w:val="center"/>
              <w:rPr>
                <w:sz w:val="20"/>
                <w:szCs w:val="20"/>
              </w:rPr>
            </w:pPr>
            <w:r w:rsidRPr="00C92D70">
              <w:rPr>
                <w:b/>
                <w:sz w:val="20"/>
                <w:szCs w:val="20"/>
              </w:rPr>
              <w:t>Наименование муниципального образования</w:t>
            </w:r>
          </w:p>
        </w:tc>
        <w:tc>
          <w:tcPr>
            <w:tcW w:w="2127" w:type="dxa"/>
            <w:vAlign w:val="center"/>
          </w:tcPr>
          <w:p w:rsidR="007C08D3" w:rsidRPr="00C92D70" w:rsidRDefault="007C08D3" w:rsidP="003F4DBB">
            <w:pPr>
              <w:jc w:val="center"/>
              <w:rPr>
                <w:sz w:val="20"/>
                <w:szCs w:val="20"/>
              </w:rPr>
            </w:pPr>
            <w:r w:rsidRPr="00C92D70">
              <w:rPr>
                <w:b/>
                <w:sz w:val="20"/>
                <w:szCs w:val="20"/>
              </w:rPr>
              <w:t>Значения проектного уровня автомобилизации, ед. легковых автомобилей на 1000 жителей</w:t>
            </w:r>
          </w:p>
        </w:tc>
        <w:tc>
          <w:tcPr>
            <w:tcW w:w="1986" w:type="dxa"/>
            <w:vAlign w:val="center"/>
          </w:tcPr>
          <w:p w:rsidR="007C08D3" w:rsidRPr="00C92D70" w:rsidRDefault="007C08D3" w:rsidP="003F4DBB">
            <w:pPr>
              <w:jc w:val="center"/>
              <w:rPr>
                <w:b/>
                <w:sz w:val="20"/>
                <w:szCs w:val="20"/>
              </w:rPr>
            </w:pPr>
            <w:r w:rsidRPr="00C92D70">
              <w:rPr>
                <w:b/>
                <w:sz w:val="20"/>
                <w:szCs w:val="20"/>
              </w:rPr>
              <w:t>Значения проектного уровня автомобилизации, ед. грузовых авто / 1000 жителей</w:t>
            </w:r>
          </w:p>
        </w:tc>
        <w:tc>
          <w:tcPr>
            <w:tcW w:w="1988" w:type="dxa"/>
            <w:vAlign w:val="center"/>
          </w:tcPr>
          <w:p w:rsidR="007C08D3" w:rsidRPr="00C92D70" w:rsidRDefault="007C08D3" w:rsidP="003F4DBB">
            <w:pPr>
              <w:jc w:val="center"/>
              <w:rPr>
                <w:b/>
                <w:sz w:val="20"/>
                <w:szCs w:val="20"/>
              </w:rPr>
            </w:pPr>
            <w:r w:rsidRPr="00C92D70">
              <w:rPr>
                <w:b/>
                <w:sz w:val="20"/>
                <w:szCs w:val="20"/>
              </w:rPr>
              <w:t>Значения проектного уровня автомобилизации, ед. мототранспорта / 1000 жителей</w:t>
            </w:r>
          </w:p>
        </w:tc>
      </w:tr>
      <w:tr w:rsidR="007C08D3" w:rsidRPr="00C92D70" w:rsidTr="003F4DBB">
        <w:trPr>
          <w:trHeight w:val="300"/>
        </w:trPr>
        <w:tc>
          <w:tcPr>
            <w:tcW w:w="3931" w:type="dxa"/>
            <w:vAlign w:val="center"/>
          </w:tcPr>
          <w:p w:rsidR="007C08D3" w:rsidRPr="00C92D70" w:rsidRDefault="007C08D3" w:rsidP="003F4DBB">
            <w:pPr>
              <w:jc w:val="center"/>
              <w:rPr>
                <w:sz w:val="20"/>
                <w:szCs w:val="20"/>
              </w:rPr>
            </w:pPr>
            <w:r w:rsidRPr="00C92D70">
              <w:rPr>
                <w:sz w:val="20"/>
                <w:szCs w:val="20"/>
              </w:rPr>
              <w:t>Абанский  район</w:t>
            </w:r>
          </w:p>
        </w:tc>
        <w:tc>
          <w:tcPr>
            <w:tcW w:w="2127" w:type="dxa"/>
            <w:vAlign w:val="center"/>
          </w:tcPr>
          <w:p w:rsidR="007C08D3" w:rsidRPr="00C92D70" w:rsidRDefault="007C08D3" w:rsidP="003F4DBB">
            <w:pPr>
              <w:jc w:val="center"/>
              <w:rPr>
                <w:sz w:val="20"/>
                <w:szCs w:val="20"/>
                <w:lang w:val="en-US"/>
              </w:rPr>
            </w:pPr>
            <w:r w:rsidRPr="00C92D70">
              <w:rPr>
                <w:sz w:val="20"/>
                <w:szCs w:val="20"/>
              </w:rPr>
              <w:t>440</w:t>
            </w:r>
          </w:p>
        </w:tc>
        <w:tc>
          <w:tcPr>
            <w:tcW w:w="1986" w:type="dxa"/>
            <w:vAlign w:val="center"/>
          </w:tcPr>
          <w:p w:rsidR="007C08D3" w:rsidRPr="00C92D70" w:rsidRDefault="007C08D3" w:rsidP="003F4DBB">
            <w:pPr>
              <w:jc w:val="center"/>
              <w:rPr>
                <w:sz w:val="20"/>
                <w:szCs w:val="20"/>
                <w:lang w:val="en-US"/>
              </w:rPr>
            </w:pPr>
            <w:r w:rsidRPr="00C92D70">
              <w:rPr>
                <w:sz w:val="20"/>
                <w:szCs w:val="20"/>
              </w:rPr>
              <w:t>15</w:t>
            </w:r>
            <w:r w:rsidRPr="00C92D70">
              <w:rPr>
                <w:sz w:val="20"/>
                <w:szCs w:val="20"/>
                <w:lang w:val="en-US"/>
              </w:rPr>
              <w:t>0</w:t>
            </w:r>
          </w:p>
        </w:tc>
        <w:tc>
          <w:tcPr>
            <w:tcW w:w="1988" w:type="dxa"/>
            <w:vAlign w:val="center"/>
          </w:tcPr>
          <w:p w:rsidR="007C08D3" w:rsidRPr="00C92D70" w:rsidRDefault="007C08D3" w:rsidP="003F4DBB">
            <w:pPr>
              <w:jc w:val="center"/>
              <w:rPr>
                <w:sz w:val="20"/>
                <w:szCs w:val="20"/>
                <w:lang w:val="en-US"/>
              </w:rPr>
            </w:pPr>
            <w:r w:rsidRPr="00C92D70">
              <w:rPr>
                <w:sz w:val="20"/>
                <w:szCs w:val="20"/>
                <w:lang w:val="en-US"/>
              </w:rPr>
              <w:t>40</w:t>
            </w:r>
          </w:p>
        </w:tc>
      </w:tr>
    </w:tbl>
    <w:p w:rsidR="007C08D3" w:rsidRPr="002705CA" w:rsidRDefault="007C08D3" w:rsidP="00DF2384">
      <w:pPr>
        <w:pStyle w:val="Heading2"/>
        <w:numPr>
          <w:ilvl w:val="1"/>
          <w:numId w:val="24"/>
        </w:numPr>
        <w:jc w:val="center"/>
      </w:pPr>
      <w:bookmarkStart w:id="113" w:name="_Toc396401955"/>
      <w:r w:rsidRPr="00C92D70">
        <w:t>Обеспеченность внешних автомобильных дорог объектами дорожного сервиса и элементами обустройства</w:t>
      </w:r>
      <w:bookmarkEnd w:id="113"/>
    </w:p>
    <w:p w:rsidR="007C08D3" w:rsidRPr="00C92D70" w:rsidRDefault="007C08D3" w:rsidP="002705CA">
      <w:pPr>
        <w:pStyle w:val="S5"/>
        <w:spacing w:before="0" w:after="0"/>
      </w:pPr>
      <w:r w:rsidRPr="00C92D70">
        <w:t>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p w:rsidR="007C08D3" w:rsidRPr="00C92D70" w:rsidRDefault="007C08D3" w:rsidP="002705CA">
      <w:pPr>
        <w:pStyle w:val="S5"/>
        <w:spacing w:before="0" w:after="0"/>
      </w:pPr>
      <w:r w:rsidRPr="00C92D70">
        <w:t>Объекты дорожного сервиса различного вида могут объединяться в единые комплексы.</w:t>
      </w:r>
    </w:p>
    <w:p w:rsidR="007C08D3" w:rsidRPr="00C92D70" w:rsidRDefault="007C08D3" w:rsidP="002705CA">
      <w:pPr>
        <w:pStyle w:val="S5"/>
        <w:spacing w:before="0" w:after="0"/>
      </w:pPr>
      <w:r w:rsidRPr="00C92D70">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w:t>
      </w:r>
    </w:p>
    <w:p w:rsidR="007C08D3" w:rsidRPr="00C92D70" w:rsidRDefault="007C08D3" w:rsidP="002705CA">
      <w:pPr>
        <w:pStyle w:val="S5"/>
        <w:spacing w:before="0" w:after="0"/>
      </w:pPr>
      <w:r w:rsidRPr="00C92D70">
        <w:t>Параметры размещения объектов дорожного сервиса на автомобильных дорогах представлены ниже (</w:t>
      </w:r>
      <w:r>
        <w:t>Таблица 23</w:t>
      </w:r>
      <w:r w:rsidRPr="00C92D70">
        <w:t>).</w:t>
      </w:r>
    </w:p>
    <w:p w:rsidR="007C08D3" w:rsidRPr="00C92D70" w:rsidRDefault="007C08D3" w:rsidP="003931FB">
      <w:pPr>
        <w:pStyle w:val="Caption"/>
        <w:jc w:val="right"/>
      </w:pPr>
      <w:bookmarkStart w:id="114" w:name="_Ref375131017"/>
      <w:bookmarkStart w:id="115" w:name="_Ref375829994"/>
      <w:r w:rsidRPr="00C92D70">
        <w:t xml:space="preserve">Таблица </w:t>
      </w:r>
      <w:bookmarkEnd w:id="114"/>
      <w:bookmarkEnd w:id="115"/>
      <w:r>
        <w:t>23</w:t>
      </w:r>
    </w:p>
    <w:p w:rsidR="007C08D3" w:rsidRPr="00C92D70" w:rsidRDefault="007C08D3" w:rsidP="003931FB">
      <w:pPr>
        <w:pStyle w:val="Caption"/>
      </w:pPr>
      <w:r w:rsidRPr="00C92D70">
        <w:t>Обеспеченность автомобильных дорог объектами дорожного сервиса</w:t>
      </w:r>
    </w:p>
    <w:tbl>
      <w:tblPr>
        <w:tblW w:w="10206" w:type="dxa"/>
        <w:tblInd w:w="108" w:type="dxa"/>
        <w:tblLayout w:type="fixed"/>
        <w:tblLook w:val="00A0"/>
      </w:tblPr>
      <w:tblGrid>
        <w:gridCol w:w="709"/>
        <w:gridCol w:w="1314"/>
        <w:gridCol w:w="27"/>
        <w:gridCol w:w="39"/>
        <w:gridCol w:w="72"/>
        <w:gridCol w:w="469"/>
        <w:gridCol w:w="628"/>
        <w:gridCol w:w="163"/>
        <w:gridCol w:w="2249"/>
        <w:gridCol w:w="1399"/>
        <w:gridCol w:w="1153"/>
        <w:gridCol w:w="421"/>
        <w:gridCol w:w="429"/>
        <w:gridCol w:w="1134"/>
      </w:tblGrid>
      <w:tr w:rsidR="007C08D3" w:rsidRPr="00C92D70" w:rsidTr="003F4DBB">
        <w:trPr>
          <w:trHeight w:val="230"/>
          <w:tblHeader/>
        </w:trPr>
        <w:tc>
          <w:tcPr>
            <w:tcW w:w="709" w:type="dxa"/>
            <w:vMerge w:val="restart"/>
            <w:tcBorders>
              <w:top w:val="single" w:sz="4" w:space="0" w:color="auto"/>
              <w:left w:val="single" w:sz="4" w:space="0" w:color="auto"/>
              <w:bottom w:val="single" w:sz="4" w:space="0" w:color="auto"/>
              <w:right w:val="single" w:sz="4" w:space="0" w:color="auto"/>
            </w:tcBorders>
            <w:noWrap/>
            <w:vAlign w:val="center"/>
          </w:tcPr>
          <w:p w:rsidR="007C08D3" w:rsidRPr="00C92D70" w:rsidRDefault="007C08D3" w:rsidP="003F4DBB">
            <w:pPr>
              <w:pStyle w:val="a9"/>
              <w:rPr>
                <w:sz w:val="20"/>
                <w:szCs w:val="20"/>
              </w:rPr>
            </w:pPr>
            <w:r w:rsidRPr="00C92D70">
              <w:rPr>
                <w:sz w:val="20"/>
                <w:szCs w:val="20"/>
              </w:rPr>
              <w:t>№ п.п</w:t>
            </w:r>
          </w:p>
        </w:tc>
        <w:tc>
          <w:tcPr>
            <w:tcW w:w="4961" w:type="dxa"/>
            <w:gridSpan w:val="8"/>
            <w:vMerge w:val="restart"/>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9"/>
              <w:rPr>
                <w:sz w:val="20"/>
                <w:szCs w:val="20"/>
              </w:rPr>
            </w:pPr>
            <w:r w:rsidRPr="00C92D70">
              <w:rPr>
                <w:sz w:val="20"/>
                <w:szCs w:val="20"/>
              </w:rPr>
              <w:t>Определяемый норматив</w:t>
            </w:r>
          </w:p>
        </w:tc>
        <w:tc>
          <w:tcPr>
            <w:tcW w:w="1399" w:type="dxa"/>
            <w:vMerge w:val="restart"/>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9"/>
              <w:rPr>
                <w:sz w:val="20"/>
                <w:szCs w:val="20"/>
              </w:rPr>
            </w:pPr>
            <w:r w:rsidRPr="00C92D70">
              <w:rPr>
                <w:sz w:val="20"/>
                <w:szCs w:val="20"/>
              </w:rPr>
              <w:t>ед. изм</w:t>
            </w:r>
          </w:p>
        </w:tc>
        <w:tc>
          <w:tcPr>
            <w:tcW w:w="2003" w:type="dxa"/>
            <w:gridSpan w:val="3"/>
            <w:vMerge w:val="restart"/>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9"/>
              <w:rPr>
                <w:sz w:val="20"/>
                <w:szCs w:val="20"/>
              </w:rPr>
            </w:pPr>
            <w:r w:rsidRPr="00C92D70">
              <w:rPr>
                <w:sz w:val="20"/>
                <w:szCs w:val="20"/>
              </w:rPr>
              <w:t>Нормативная ссылка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9"/>
              <w:rPr>
                <w:sz w:val="20"/>
                <w:szCs w:val="20"/>
              </w:rPr>
            </w:pPr>
            <w:r w:rsidRPr="00C92D70">
              <w:rPr>
                <w:sz w:val="20"/>
                <w:szCs w:val="20"/>
              </w:rPr>
              <w:t>Показатель</w:t>
            </w:r>
          </w:p>
        </w:tc>
      </w:tr>
      <w:tr w:rsidR="007C08D3" w:rsidRPr="00C92D70" w:rsidTr="003F4DBB">
        <w:trPr>
          <w:trHeight w:val="230"/>
          <w:tblHeader/>
        </w:trPr>
        <w:tc>
          <w:tcPr>
            <w:tcW w:w="709" w:type="dxa"/>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4961" w:type="dxa"/>
            <w:gridSpan w:val="8"/>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1399" w:type="dxa"/>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003" w:type="dxa"/>
            <w:gridSpan w:val="3"/>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r>
      <w:tr w:rsidR="007C08D3" w:rsidRPr="00C92D70" w:rsidTr="003F4DBB">
        <w:trPr>
          <w:trHeight w:val="230"/>
          <w:tblHeader/>
        </w:trPr>
        <w:tc>
          <w:tcPr>
            <w:tcW w:w="709" w:type="dxa"/>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4961" w:type="dxa"/>
            <w:gridSpan w:val="8"/>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1399" w:type="dxa"/>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003" w:type="dxa"/>
            <w:gridSpan w:val="3"/>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r>
      <w:tr w:rsidR="007C08D3" w:rsidRPr="00C92D70" w:rsidTr="003F4DBB">
        <w:trPr>
          <w:trHeight w:val="707"/>
        </w:trPr>
        <w:tc>
          <w:tcPr>
            <w:tcW w:w="709" w:type="dxa"/>
            <w:vMerge w:val="restart"/>
            <w:tcBorders>
              <w:top w:val="single" w:sz="4" w:space="0" w:color="auto"/>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r w:rsidRPr="00C92D70">
              <w:rPr>
                <w:sz w:val="20"/>
                <w:szCs w:val="20"/>
              </w:rPr>
              <w:t>1.1</w:t>
            </w:r>
          </w:p>
        </w:tc>
        <w:tc>
          <w:tcPr>
            <w:tcW w:w="1452" w:type="dxa"/>
            <w:gridSpan w:val="4"/>
            <w:vMerge w:val="restart"/>
            <w:tcBorders>
              <w:top w:val="single" w:sz="4" w:space="0" w:color="auto"/>
              <w:left w:val="single" w:sz="4" w:space="0" w:color="auto"/>
              <w:bottom w:val="single" w:sz="4" w:space="0" w:color="000000"/>
              <w:right w:val="single" w:sz="4" w:space="0" w:color="auto"/>
            </w:tcBorders>
            <w:vAlign w:val="center"/>
          </w:tcPr>
          <w:p w:rsidR="007C08D3" w:rsidRPr="00C92D70" w:rsidRDefault="007C08D3" w:rsidP="003F4DBB">
            <w:pPr>
              <w:pStyle w:val="ac"/>
              <w:rPr>
                <w:sz w:val="20"/>
                <w:szCs w:val="20"/>
              </w:rPr>
            </w:pPr>
            <w:r w:rsidRPr="00C92D70">
              <w:rPr>
                <w:sz w:val="20"/>
                <w:szCs w:val="20"/>
              </w:rPr>
              <w:t>Расстояние между стоянками автомобилей вблизи сооружений дорожной, автотранспортной службы и постов ГИБДД:</w:t>
            </w:r>
          </w:p>
        </w:tc>
        <w:tc>
          <w:tcPr>
            <w:tcW w:w="1260" w:type="dxa"/>
            <w:gridSpan w:val="3"/>
            <w:vMerge w:val="restart"/>
            <w:tcBorders>
              <w:top w:val="single" w:sz="4" w:space="0" w:color="auto"/>
              <w:left w:val="single" w:sz="4" w:space="0" w:color="auto"/>
              <w:bottom w:val="single" w:sz="4" w:space="0" w:color="000000"/>
              <w:right w:val="single" w:sz="4" w:space="0" w:color="auto"/>
            </w:tcBorders>
            <w:textDirection w:val="btLr"/>
            <w:vAlign w:val="bottom"/>
          </w:tcPr>
          <w:p w:rsidR="007C08D3" w:rsidRPr="00C92D70" w:rsidRDefault="007C08D3" w:rsidP="003F4DBB">
            <w:pPr>
              <w:pStyle w:val="ac"/>
              <w:rPr>
                <w:sz w:val="20"/>
                <w:szCs w:val="20"/>
              </w:rPr>
            </w:pPr>
            <w:r w:rsidRPr="00C92D70">
              <w:rPr>
                <w:sz w:val="20"/>
                <w:szCs w:val="20"/>
              </w:rPr>
              <w:t>для кратковременного отдыха:</w:t>
            </w:r>
          </w:p>
        </w:tc>
        <w:tc>
          <w:tcPr>
            <w:tcW w:w="2249" w:type="dxa"/>
            <w:tcBorders>
              <w:top w:val="single" w:sz="4" w:space="0" w:color="auto"/>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 xml:space="preserve">на дорогах I - II категорий; </w:t>
            </w:r>
          </w:p>
        </w:tc>
        <w:tc>
          <w:tcPr>
            <w:tcW w:w="1399" w:type="dxa"/>
            <w:vMerge w:val="restart"/>
            <w:tcBorders>
              <w:top w:val="single" w:sz="4" w:space="0" w:color="auto"/>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r w:rsidRPr="00C92D70">
              <w:rPr>
                <w:sz w:val="20"/>
                <w:szCs w:val="20"/>
              </w:rPr>
              <w:t>км</w:t>
            </w:r>
          </w:p>
        </w:tc>
        <w:tc>
          <w:tcPr>
            <w:tcW w:w="2003" w:type="dxa"/>
            <w:gridSpan w:val="3"/>
            <w:vMerge w:val="restart"/>
            <w:tcBorders>
              <w:top w:val="single" w:sz="4" w:space="0" w:color="auto"/>
              <w:left w:val="single" w:sz="4" w:space="0" w:color="auto"/>
              <w:bottom w:val="single" w:sz="8" w:space="0" w:color="000000"/>
              <w:right w:val="single" w:sz="4" w:space="0" w:color="000000"/>
            </w:tcBorders>
            <w:vAlign w:val="center"/>
          </w:tcPr>
          <w:p w:rsidR="007C08D3" w:rsidRPr="00C92D70" w:rsidRDefault="007C08D3" w:rsidP="003F4DBB">
            <w:pPr>
              <w:pStyle w:val="ac"/>
              <w:rPr>
                <w:sz w:val="20"/>
                <w:szCs w:val="20"/>
              </w:rPr>
            </w:pPr>
            <w:r w:rsidRPr="00C92D70">
              <w:rPr>
                <w:sz w:val="20"/>
                <w:szCs w:val="20"/>
              </w:rPr>
              <w:t>Методические рекомендации по размещению и проектированию площадок для стоянок автомобилей п.10</w:t>
            </w: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10-15</w:t>
            </w:r>
          </w:p>
        </w:tc>
      </w:tr>
      <w:tr w:rsidR="007C08D3" w:rsidRPr="00C92D70" w:rsidTr="003F4DBB">
        <w:trPr>
          <w:trHeight w:val="1241"/>
        </w:trPr>
        <w:tc>
          <w:tcPr>
            <w:tcW w:w="70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p>
        </w:tc>
        <w:tc>
          <w:tcPr>
            <w:tcW w:w="1452" w:type="dxa"/>
            <w:gridSpan w:val="4"/>
            <w:vMerge/>
            <w:tcBorders>
              <w:top w:val="single" w:sz="8" w:space="0" w:color="auto"/>
              <w:left w:val="single" w:sz="4"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60" w:type="dxa"/>
            <w:gridSpan w:val="3"/>
            <w:vMerge/>
            <w:tcBorders>
              <w:top w:val="single" w:sz="8" w:space="0" w:color="auto"/>
              <w:left w:val="single" w:sz="4"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2249" w:type="dxa"/>
            <w:tcBorders>
              <w:top w:val="nil"/>
              <w:left w:val="nil"/>
              <w:bottom w:val="nil"/>
              <w:right w:val="single" w:sz="4" w:space="0" w:color="auto"/>
            </w:tcBorders>
          </w:tcPr>
          <w:p w:rsidR="007C08D3" w:rsidRPr="00C92D70" w:rsidRDefault="007C08D3" w:rsidP="003F4DBB">
            <w:pPr>
              <w:pStyle w:val="ac"/>
              <w:rPr>
                <w:sz w:val="20"/>
                <w:szCs w:val="20"/>
              </w:rPr>
            </w:pPr>
            <w:r w:rsidRPr="00C92D70">
              <w:rPr>
                <w:sz w:val="20"/>
                <w:szCs w:val="20"/>
              </w:rPr>
              <w:t>на дорогах III категории</w:t>
            </w:r>
          </w:p>
        </w:tc>
        <w:tc>
          <w:tcPr>
            <w:tcW w:w="1399" w:type="dxa"/>
            <w:vMerge/>
            <w:tcBorders>
              <w:top w:val="single" w:sz="8" w:space="0" w:color="auto"/>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2003" w:type="dxa"/>
            <w:gridSpan w:val="3"/>
            <w:vMerge/>
            <w:tcBorders>
              <w:top w:val="single" w:sz="8" w:space="0" w:color="auto"/>
              <w:left w:val="single" w:sz="4" w:space="0" w:color="auto"/>
              <w:bottom w:val="single" w:sz="8"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20-30</w:t>
            </w:r>
          </w:p>
        </w:tc>
      </w:tr>
      <w:tr w:rsidR="007C08D3" w:rsidRPr="00C92D70" w:rsidTr="003F4DBB">
        <w:trPr>
          <w:trHeight w:val="20"/>
        </w:trPr>
        <w:tc>
          <w:tcPr>
            <w:tcW w:w="70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p>
        </w:tc>
        <w:tc>
          <w:tcPr>
            <w:tcW w:w="1452" w:type="dxa"/>
            <w:gridSpan w:val="4"/>
            <w:vMerge/>
            <w:tcBorders>
              <w:top w:val="single" w:sz="8" w:space="0" w:color="auto"/>
              <w:left w:val="single" w:sz="4"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3509" w:type="dxa"/>
            <w:gridSpan w:val="4"/>
            <w:tcBorders>
              <w:top w:val="single" w:sz="4" w:space="0" w:color="auto"/>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 xml:space="preserve">для длительного отдыха на дорогах I - III категорий </w:t>
            </w:r>
          </w:p>
        </w:tc>
        <w:tc>
          <w:tcPr>
            <w:tcW w:w="1399" w:type="dxa"/>
            <w:vMerge/>
            <w:tcBorders>
              <w:top w:val="single" w:sz="8" w:space="0" w:color="auto"/>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2003" w:type="dxa"/>
            <w:gridSpan w:val="3"/>
            <w:vMerge/>
            <w:tcBorders>
              <w:top w:val="single" w:sz="8" w:space="0" w:color="auto"/>
              <w:left w:val="single" w:sz="4" w:space="0" w:color="auto"/>
              <w:bottom w:val="single" w:sz="8"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30-60</w:t>
            </w:r>
          </w:p>
        </w:tc>
      </w:tr>
      <w:tr w:rsidR="007C08D3" w:rsidRPr="00C92D70" w:rsidTr="003F4DBB">
        <w:trPr>
          <w:trHeight w:val="20"/>
        </w:trPr>
        <w:tc>
          <w:tcPr>
            <w:tcW w:w="70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p>
        </w:tc>
        <w:tc>
          <w:tcPr>
            <w:tcW w:w="1452" w:type="dxa"/>
            <w:gridSpan w:val="4"/>
            <w:vMerge w:val="restart"/>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r w:rsidRPr="00C92D70">
              <w:rPr>
                <w:sz w:val="20"/>
                <w:szCs w:val="20"/>
              </w:rPr>
              <w:t>Минимальная вместимость площадок отдыха:</w:t>
            </w:r>
          </w:p>
        </w:tc>
        <w:tc>
          <w:tcPr>
            <w:tcW w:w="3509" w:type="dxa"/>
            <w:gridSpan w:val="4"/>
            <w:tcBorders>
              <w:top w:val="single" w:sz="4" w:space="0" w:color="auto"/>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для кратковременного отдыха;</w:t>
            </w:r>
          </w:p>
        </w:tc>
        <w:tc>
          <w:tcPr>
            <w:tcW w:w="1399" w:type="dxa"/>
            <w:vMerge w:val="restart"/>
            <w:tcBorders>
              <w:top w:val="nil"/>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r w:rsidRPr="00C92D70">
              <w:rPr>
                <w:sz w:val="20"/>
                <w:szCs w:val="20"/>
              </w:rPr>
              <w:t>автомобилей</w:t>
            </w:r>
          </w:p>
        </w:tc>
        <w:tc>
          <w:tcPr>
            <w:tcW w:w="2003" w:type="dxa"/>
            <w:gridSpan w:val="3"/>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nil"/>
              <w:right w:val="single" w:sz="8" w:space="0" w:color="000000"/>
            </w:tcBorders>
            <w:vAlign w:val="center"/>
          </w:tcPr>
          <w:p w:rsidR="007C08D3" w:rsidRPr="00C92D70" w:rsidRDefault="007C08D3" w:rsidP="003F4DBB">
            <w:pPr>
              <w:pStyle w:val="aa"/>
              <w:rPr>
                <w:sz w:val="20"/>
                <w:szCs w:val="20"/>
              </w:rPr>
            </w:pPr>
            <w:r w:rsidRPr="00C92D70">
              <w:rPr>
                <w:sz w:val="20"/>
                <w:szCs w:val="20"/>
              </w:rPr>
              <w:t>5</w:t>
            </w:r>
          </w:p>
        </w:tc>
      </w:tr>
      <w:tr w:rsidR="007C08D3" w:rsidRPr="00C92D70" w:rsidTr="003F4DBB">
        <w:trPr>
          <w:trHeight w:val="20"/>
        </w:trPr>
        <w:tc>
          <w:tcPr>
            <w:tcW w:w="70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p>
        </w:tc>
        <w:tc>
          <w:tcPr>
            <w:tcW w:w="1452" w:type="dxa"/>
            <w:gridSpan w:val="4"/>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3509" w:type="dxa"/>
            <w:gridSpan w:val="4"/>
            <w:tcBorders>
              <w:top w:val="single" w:sz="4" w:space="0" w:color="auto"/>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для длительного отдыха;</w:t>
            </w:r>
          </w:p>
        </w:tc>
        <w:tc>
          <w:tcPr>
            <w:tcW w:w="1399" w:type="dxa"/>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p>
        </w:tc>
        <w:tc>
          <w:tcPr>
            <w:tcW w:w="2003" w:type="dxa"/>
            <w:gridSpan w:val="3"/>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nil"/>
              <w:right w:val="single" w:sz="8" w:space="0" w:color="000000"/>
            </w:tcBorders>
            <w:vAlign w:val="center"/>
          </w:tcPr>
          <w:p w:rsidR="007C08D3" w:rsidRPr="00C92D70" w:rsidRDefault="007C08D3" w:rsidP="003F4DBB">
            <w:pPr>
              <w:pStyle w:val="aa"/>
              <w:rPr>
                <w:sz w:val="20"/>
                <w:szCs w:val="20"/>
              </w:rPr>
            </w:pPr>
            <w:r w:rsidRPr="00C92D70">
              <w:rPr>
                <w:sz w:val="20"/>
                <w:szCs w:val="20"/>
              </w:rPr>
              <w:t>10</w:t>
            </w:r>
          </w:p>
        </w:tc>
      </w:tr>
      <w:tr w:rsidR="007C08D3" w:rsidRPr="00C92D70" w:rsidTr="003F4DBB">
        <w:trPr>
          <w:trHeight w:val="20"/>
        </w:trPr>
        <w:tc>
          <w:tcPr>
            <w:tcW w:w="70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p>
        </w:tc>
        <w:tc>
          <w:tcPr>
            <w:tcW w:w="1452" w:type="dxa"/>
            <w:gridSpan w:val="4"/>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3509" w:type="dxa"/>
            <w:gridSpan w:val="4"/>
            <w:tcBorders>
              <w:top w:val="single" w:sz="4" w:space="0" w:color="auto"/>
              <w:left w:val="nil"/>
              <w:bottom w:val="single" w:sz="8" w:space="0" w:color="auto"/>
              <w:right w:val="single" w:sz="4" w:space="0" w:color="auto"/>
            </w:tcBorders>
          </w:tcPr>
          <w:p w:rsidR="007C08D3" w:rsidRPr="00C92D70" w:rsidRDefault="007C08D3" w:rsidP="003F4DBB">
            <w:pPr>
              <w:pStyle w:val="ac"/>
              <w:rPr>
                <w:sz w:val="20"/>
                <w:szCs w:val="20"/>
              </w:rPr>
            </w:pPr>
            <w:r w:rsidRPr="00C92D70">
              <w:rPr>
                <w:sz w:val="20"/>
                <w:szCs w:val="20"/>
              </w:rPr>
              <w:t xml:space="preserve">на подходах магистральных дорог I - II категорий к крупным городам </w:t>
            </w:r>
          </w:p>
        </w:tc>
        <w:tc>
          <w:tcPr>
            <w:tcW w:w="1399" w:type="dxa"/>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p>
        </w:tc>
        <w:tc>
          <w:tcPr>
            <w:tcW w:w="2003" w:type="dxa"/>
            <w:gridSpan w:val="3"/>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8"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80</w:t>
            </w:r>
          </w:p>
        </w:tc>
      </w:tr>
      <w:tr w:rsidR="007C08D3" w:rsidRPr="00C92D70" w:rsidTr="003F4DBB">
        <w:trPr>
          <w:trHeight w:val="20"/>
        </w:trPr>
        <w:tc>
          <w:tcPr>
            <w:tcW w:w="709" w:type="dxa"/>
            <w:vMerge w:val="restart"/>
            <w:tcBorders>
              <w:top w:val="nil"/>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r w:rsidRPr="00C92D70">
              <w:rPr>
                <w:sz w:val="20"/>
                <w:szCs w:val="20"/>
              </w:rPr>
              <w:t>1.2</w:t>
            </w:r>
          </w:p>
        </w:tc>
        <w:tc>
          <w:tcPr>
            <w:tcW w:w="1921" w:type="dxa"/>
            <w:gridSpan w:val="5"/>
            <w:vMerge w:val="restart"/>
            <w:tcBorders>
              <w:top w:val="single" w:sz="8" w:space="0" w:color="auto"/>
              <w:left w:val="single" w:sz="4" w:space="0" w:color="auto"/>
              <w:bottom w:val="single" w:sz="8" w:space="0" w:color="000000"/>
              <w:right w:val="single" w:sz="4" w:space="0" w:color="000000"/>
            </w:tcBorders>
            <w:vAlign w:val="center"/>
          </w:tcPr>
          <w:p w:rsidR="007C08D3" w:rsidRPr="00C92D70" w:rsidRDefault="007C08D3" w:rsidP="003F4DBB">
            <w:pPr>
              <w:pStyle w:val="ac"/>
              <w:rPr>
                <w:sz w:val="20"/>
                <w:szCs w:val="20"/>
              </w:rPr>
            </w:pPr>
            <w:r w:rsidRPr="00C92D70">
              <w:rPr>
                <w:sz w:val="20"/>
                <w:szCs w:val="20"/>
              </w:rPr>
              <w:t xml:space="preserve">Удаление площадок от кромок основных полос движения дорог: </w:t>
            </w:r>
          </w:p>
        </w:tc>
        <w:tc>
          <w:tcPr>
            <w:tcW w:w="3040" w:type="dxa"/>
            <w:gridSpan w:val="3"/>
            <w:tcBorders>
              <w:top w:val="nil"/>
              <w:left w:val="nil"/>
              <w:bottom w:val="single" w:sz="4" w:space="0" w:color="auto"/>
              <w:right w:val="single" w:sz="4" w:space="0" w:color="auto"/>
            </w:tcBorders>
            <w:vAlign w:val="center"/>
          </w:tcPr>
          <w:p w:rsidR="007C08D3" w:rsidRPr="00C92D70" w:rsidRDefault="007C08D3" w:rsidP="003F4DBB">
            <w:pPr>
              <w:pStyle w:val="ac"/>
              <w:rPr>
                <w:sz w:val="20"/>
                <w:szCs w:val="20"/>
              </w:rPr>
            </w:pPr>
            <w:r w:rsidRPr="00C92D70">
              <w:rPr>
                <w:sz w:val="20"/>
                <w:szCs w:val="20"/>
              </w:rPr>
              <w:t xml:space="preserve">I - III категорий </w:t>
            </w:r>
          </w:p>
        </w:tc>
        <w:tc>
          <w:tcPr>
            <w:tcW w:w="1399" w:type="dxa"/>
            <w:vMerge w:val="restart"/>
            <w:tcBorders>
              <w:top w:val="nil"/>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r w:rsidRPr="00C92D70">
              <w:rPr>
                <w:sz w:val="20"/>
                <w:szCs w:val="20"/>
              </w:rPr>
              <w:t>м</w:t>
            </w:r>
          </w:p>
        </w:tc>
        <w:tc>
          <w:tcPr>
            <w:tcW w:w="2003" w:type="dxa"/>
            <w:gridSpan w:val="3"/>
            <w:vMerge w:val="restart"/>
            <w:tcBorders>
              <w:top w:val="single" w:sz="8" w:space="0" w:color="auto"/>
              <w:left w:val="single" w:sz="4" w:space="0" w:color="auto"/>
              <w:bottom w:val="single" w:sz="8" w:space="0" w:color="000000"/>
              <w:right w:val="single" w:sz="4" w:space="0" w:color="000000"/>
            </w:tcBorders>
            <w:vAlign w:val="center"/>
          </w:tcPr>
          <w:p w:rsidR="007C08D3" w:rsidRPr="00C92D70" w:rsidRDefault="007C08D3" w:rsidP="003F4DBB">
            <w:pPr>
              <w:pStyle w:val="ac"/>
              <w:rPr>
                <w:sz w:val="20"/>
                <w:szCs w:val="20"/>
              </w:rPr>
            </w:pPr>
            <w:r w:rsidRPr="00C92D70">
              <w:rPr>
                <w:sz w:val="20"/>
                <w:szCs w:val="20"/>
              </w:rPr>
              <w:t>Методические рекомендации по размещению и проектированию площадок для стоянок автомобилей п.16</w:t>
            </w:r>
          </w:p>
        </w:tc>
        <w:tc>
          <w:tcPr>
            <w:tcW w:w="1134" w:type="dxa"/>
            <w:tcBorders>
              <w:top w:val="single" w:sz="8" w:space="0" w:color="auto"/>
              <w:left w:val="nil"/>
              <w:bottom w:val="single" w:sz="4" w:space="0" w:color="auto"/>
              <w:right w:val="single" w:sz="8" w:space="0" w:color="000000"/>
            </w:tcBorders>
            <w:noWrap/>
            <w:vAlign w:val="center"/>
          </w:tcPr>
          <w:p w:rsidR="007C08D3" w:rsidRPr="00C92D70" w:rsidRDefault="007C08D3" w:rsidP="003F4DBB">
            <w:pPr>
              <w:pStyle w:val="aa"/>
              <w:rPr>
                <w:sz w:val="20"/>
                <w:szCs w:val="20"/>
              </w:rPr>
            </w:pPr>
            <w:r w:rsidRPr="00C92D70">
              <w:rPr>
                <w:sz w:val="20"/>
                <w:szCs w:val="20"/>
              </w:rPr>
              <w:t>25</w:t>
            </w:r>
          </w:p>
        </w:tc>
      </w:tr>
      <w:tr w:rsidR="007C08D3" w:rsidRPr="00C92D70" w:rsidTr="003F4DBB">
        <w:trPr>
          <w:trHeight w:val="20"/>
        </w:trPr>
        <w:tc>
          <w:tcPr>
            <w:tcW w:w="709" w:type="dxa"/>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p>
        </w:tc>
        <w:tc>
          <w:tcPr>
            <w:tcW w:w="1921" w:type="dxa"/>
            <w:gridSpan w:val="5"/>
            <w:vMerge/>
            <w:tcBorders>
              <w:top w:val="single" w:sz="8" w:space="0" w:color="auto"/>
              <w:left w:val="single" w:sz="4" w:space="0" w:color="auto"/>
              <w:bottom w:val="single" w:sz="8" w:space="0" w:color="000000"/>
              <w:right w:val="single" w:sz="4" w:space="0" w:color="000000"/>
            </w:tcBorders>
            <w:vAlign w:val="center"/>
          </w:tcPr>
          <w:p w:rsidR="007C08D3" w:rsidRPr="00C92D70" w:rsidRDefault="007C08D3" w:rsidP="003F4DBB">
            <w:pPr>
              <w:pStyle w:val="ac"/>
              <w:rPr>
                <w:sz w:val="20"/>
                <w:szCs w:val="20"/>
              </w:rPr>
            </w:pPr>
          </w:p>
        </w:tc>
        <w:tc>
          <w:tcPr>
            <w:tcW w:w="3040" w:type="dxa"/>
            <w:gridSpan w:val="3"/>
            <w:tcBorders>
              <w:top w:val="nil"/>
              <w:left w:val="nil"/>
              <w:bottom w:val="single" w:sz="8" w:space="0" w:color="auto"/>
              <w:right w:val="single" w:sz="4" w:space="0" w:color="auto"/>
            </w:tcBorders>
            <w:vAlign w:val="center"/>
          </w:tcPr>
          <w:p w:rsidR="007C08D3" w:rsidRPr="00C92D70" w:rsidRDefault="007C08D3" w:rsidP="003F4DBB">
            <w:pPr>
              <w:pStyle w:val="ac"/>
              <w:rPr>
                <w:sz w:val="20"/>
                <w:szCs w:val="20"/>
              </w:rPr>
            </w:pPr>
            <w:r w:rsidRPr="00C92D70">
              <w:rPr>
                <w:sz w:val="20"/>
                <w:szCs w:val="20"/>
              </w:rPr>
              <w:t>IV - V категорий</w:t>
            </w:r>
          </w:p>
        </w:tc>
        <w:tc>
          <w:tcPr>
            <w:tcW w:w="1399" w:type="dxa"/>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p>
        </w:tc>
        <w:tc>
          <w:tcPr>
            <w:tcW w:w="2003" w:type="dxa"/>
            <w:gridSpan w:val="3"/>
            <w:vMerge/>
            <w:tcBorders>
              <w:top w:val="single" w:sz="8" w:space="0" w:color="auto"/>
              <w:left w:val="single" w:sz="4" w:space="0" w:color="auto"/>
              <w:bottom w:val="single" w:sz="8"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8" w:space="0" w:color="auto"/>
              <w:right w:val="single" w:sz="8" w:space="0" w:color="000000"/>
            </w:tcBorders>
            <w:noWrap/>
            <w:vAlign w:val="center"/>
          </w:tcPr>
          <w:p w:rsidR="007C08D3" w:rsidRPr="00C92D70" w:rsidRDefault="007C08D3" w:rsidP="003F4DBB">
            <w:pPr>
              <w:pStyle w:val="aa"/>
              <w:rPr>
                <w:sz w:val="20"/>
                <w:szCs w:val="20"/>
              </w:rPr>
            </w:pPr>
            <w:r w:rsidRPr="00C92D70">
              <w:rPr>
                <w:sz w:val="20"/>
                <w:szCs w:val="20"/>
              </w:rPr>
              <w:t>15</w:t>
            </w:r>
          </w:p>
        </w:tc>
      </w:tr>
      <w:tr w:rsidR="007C08D3" w:rsidRPr="00C92D70" w:rsidTr="003F4DBB">
        <w:trPr>
          <w:trHeight w:val="20"/>
        </w:trPr>
        <w:tc>
          <w:tcPr>
            <w:tcW w:w="709" w:type="dxa"/>
            <w:vMerge w:val="restart"/>
            <w:tcBorders>
              <w:top w:val="nil"/>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r w:rsidRPr="00C92D70">
              <w:rPr>
                <w:sz w:val="20"/>
                <w:szCs w:val="20"/>
              </w:rPr>
              <w:t>1.3</w:t>
            </w:r>
          </w:p>
        </w:tc>
        <w:tc>
          <w:tcPr>
            <w:tcW w:w="1380" w:type="dxa"/>
            <w:gridSpan w:val="3"/>
            <w:vMerge w:val="restart"/>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r w:rsidRPr="00C92D70">
              <w:rPr>
                <w:sz w:val="20"/>
                <w:szCs w:val="20"/>
              </w:rPr>
              <w:t>Размеры стояночной полосы на 1 автомобиль:</w:t>
            </w:r>
          </w:p>
        </w:tc>
        <w:tc>
          <w:tcPr>
            <w:tcW w:w="3581" w:type="dxa"/>
            <w:gridSpan w:val="5"/>
            <w:tcBorders>
              <w:top w:val="single" w:sz="8" w:space="0" w:color="auto"/>
              <w:left w:val="nil"/>
              <w:bottom w:val="single" w:sz="4" w:space="0" w:color="auto"/>
              <w:right w:val="single" w:sz="4" w:space="0" w:color="000000"/>
            </w:tcBorders>
          </w:tcPr>
          <w:p w:rsidR="007C08D3" w:rsidRPr="00C92D70" w:rsidRDefault="007C08D3" w:rsidP="003F4DBB">
            <w:pPr>
              <w:pStyle w:val="ac"/>
              <w:rPr>
                <w:sz w:val="20"/>
                <w:szCs w:val="20"/>
              </w:rPr>
            </w:pPr>
            <w:r w:rsidRPr="00C92D70">
              <w:rPr>
                <w:sz w:val="20"/>
                <w:szCs w:val="20"/>
              </w:rPr>
              <w:t>при продольном размещении автомобилей</w:t>
            </w:r>
          </w:p>
        </w:tc>
        <w:tc>
          <w:tcPr>
            <w:tcW w:w="1399" w:type="dxa"/>
            <w:vMerge w:val="restart"/>
            <w:tcBorders>
              <w:top w:val="nil"/>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r w:rsidRPr="00C92D70">
              <w:rPr>
                <w:sz w:val="20"/>
                <w:szCs w:val="20"/>
              </w:rPr>
              <w:t>м</w:t>
            </w:r>
          </w:p>
        </w:tc>
        <w:tc>
          <w:tcPr>
            <w:tcW w:w="1574" w:type="dxa"/>
            <w:gridSpan w:val="2"/>
            <w:vMerge w:val="restart"/>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r w:rsidRPr="00C92D70">
              <w:rPr>
                <w:sz w:val="20"/>
                <w:szCs w:val="20"/>
              </w:rPr>
              <w:t>Методические рекомендации по размещению и проектированию площадок для стоянок автомобилей</w:t>
            </w:r>
          </w:p>
        </w:tc>
        <w:tc>
          <w:tcPr>
            <w:tcW w:w="429" w:type="dxa"/>
            <w:tcBorders>
              <w:top w:val="nil"/>
              <w:left w:val="nil"/>
              <w:bottom w:val="single" w:sz="4" w:space="0" w:color="auto"/>
              <w:right w:val="single" w:sz="4" w:space="0" w:color="auto"/>
            </w:tcBorders>
            <w:vAlign w:val="center"/>
          </w:tcPr>
          <w:p w:rsidR="007C08D3" w:rsidRPr="00C92D70" w:rsidRDefault="007C08D3" w:rsidP="003F4DBB">
            <w:pPr>
              <w:pStyle w:val="ac"/>
              <w:rPr>
                <w:sz w:val="20"/>
                <w:szCs w:val="20"/>
              </w:rPr>
            </w:pPr>
            <w:r w:rsidRPr="00C92D70">
              <w:rPr>
                <w:sz w:val="20"/>
                <w:szCs w:val="20"/>
              </w:rPr>
              <w:t>п.20</w:t>
            </w:r>
          </w:p>
        </w:tc>
        <w:tc>
          <w:tcPr>
            <w:tcW w:w="1134" w:type="dxa"/>
            <w:tcBorders>
              <w:top w:val="single" w:sz="8" w:space="0" w:color="auto"/>
              <w:left w:val="nil"/>
              <w:bottom w:val="single" w:sz="4" w:space="0" w:color="auto"/>
              <w:right w:val="single" w:sz="8" w:space="0" w:color="000000"/>
            </w:tcBorders>
            <w:noWrap/>
            <w:vAlign w:val="center"/>
          </w:tcPr>
          <w:p w:rsidR="007C08D3" w:rsidRPr="00C92D70" w:rsidRDefault="007C08D3" w:rsidP="003F4DBB">
            <w:pPr>
              <w:pStyle w:val="aa"/>
              <w:rPr>
                <w:sz w:val="20"/>
                <w:szCs w:val="20"/>
              </w:rPr>
            </w:pPr>
            <w:r w:rsidRPr="00C92D70">
              <w:rPr>
                <w:sz w:val="20"/>
                <w:szCs w:val="20"/>
              </w:rPr>
              <w:t>7,5 × 3</w:t>
            </w:r>
          </w:p>
        </w:tc>
      </w:tr>
      <w:tr w:rsidR="007C08D3" w:rsidRPr="00C92D70" w:rsidTr="003F4DBB">
        <w:trPr>
          <w:trHeight w:val="517"/>
        </w:trPr>
        <w:tc>
          <w:tcPr>
            <w:tcW w:w="709" w:type="dxa"/>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1380" w:type="dxa"/>
            <w:gridSpan w:val="3"/>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541" w:type="dxa"/>
            <w:gridSpan w:val="2"/>
            <w:vMerge w:val="restart"/>
            <w:tcBorders>
              <w:top w:val="nil"/>
              <w:left w:val="single" w:sz="4" w:space="0" w:color="auto"/>
              <w:bottom w:val="single" w:sz="8" w:space="0" w:color="000000"/>
              <w:right w:val="single" w:sz="4" w:space="0" w:color="auto"/>
            </w:tcBorders>
            <w:textDirection w:val="btLr"/>
            <w:vAlign w:val="bottom"/>
          </w:tcPr>
          <w:p w:rsidR="007C08D3" w:rsidRPr="00C92D70" w:rsidRDefault="007C08D3" w:rsidP="003F4DBB">
            <w:pPr>
              <w:pStyle w:val="ac"/>
              <w:rPr>
                <w:sz w:val="20"/>
                <w:szCs w:val="20"/>
              </w:rPr>
            </w:pPr>
            <w:r w:rsidRPr="00C92D70">
              <w:rPr>
                <w:sz w:val="20"/>
                <w:szCs w:val="20"/>
              </w:rPr>
              <w:t>при поперечном:</w:t>
            </w:r>
          </w:p>
        </w:tc>
        <w:tc>
          <w:tcPr>
            <w:tcW w:w="3040" w:type="dxa"/>
            <w:gridSpan w:val="3"/>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для легковых автомобилей;</w:t>
            </w:r>
          </w:p>
        </w:tc>
        <w:tc>
          <w:tcPr>
            <w:tcW w:w="1399" w:type="dxa"/>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p>
        </w:tc>
        <w:tc>
          <w:tcPr>
            <w:tcW w:w="1574" w:type="dxa"/>
            <w:gridSpan w:val="2"/>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429" w:type="dxa"/>
            <w:vMerge w:val="restart"/>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r w:rsidRPr="00C92D70">
              <w:rPr>
                <w:sz w:val="20"/>
                <w:szCs w:val="20"/>
              </w:rPr>
              <w:t>п.21</w:t>
            </w:r>
          </w:p>
        </w:tc>
        <w:tc>
          <w:tcPr>
            <w:tcW w:w="1134" w:type="dxa"/>
            <w:tcBorders>
              <w:top w:val="single" w:sz="4" w:space="0" w:color="auto"/>
              <w:left w:val="nil"/>
              <w:bottom w:val="single" w:sz="4" w:space="0" w:color="auto"/>
              <w:right w:val="single" w:sz="8" w:space="0" w:color="000000"/>
            </w:tcBorders>
            <w:noWrap/>
            <w:vAlign w:val="center"/>
          </w:tcPr>
          <w:p w:rsidR="007C08D3" w:rsidRPr="00C92D70" w:rsidRDefault="007C08D3" w:rsidP="003F4DBB">
            <w:pPr>
              <w:pStyle w:val="aa"/>
              <w:rPr>
                <w:sz w:val="20"/>
                <w:szCs w:val="20"/>
              </w:rPr>
            </w:pPr>
            <w:r w:rsidRPr="00C92D70">
              <w:rPr>
                <w:sz w:val="20"/>
                <w:szCs w:val="20"/>
              </w:rPr>
              <w:t>2,5 × 5</w:t>
            </w:r>
          </w:p>
        </w:tc>
      </w:tr>
      <w:tr w:rsidR="007C08D3" w:rsidRPr="00C92D70" w:rsidTr="003F4DBB">
        <w:trPr>
          <w:trHeight w:val="1258"/>
        </w:trPr>
        <w:tc>
          <w:tcPr>
            <w:tcW w:w="709" w:type="dxa"/>
            <w:vMerge/>
            <w:tcBorders>
              <w:top w:val="nil"/>
              <w:left w:val="single" w:sz="4" w:space="0" w:color="auto"/>
              <w:bottom w:val="nil"/>
              <w:right w:val="single" w:sz="4" w:space="0" w:color="auto"/>
            </w:tcBorders>
            <w:vAlign w:val="center"/>
          </w:tcPr>
          <w:p w:rsidR="007C08D3" w:rsidRPr="00C92D70" w:rsidRDefault="007C08D3" w:rsidP="003F4DBB">
            <w:pPr>
              <w:pStyle w:val="ac"/>
              <w:rPr>
                <w:sz w:val="20"/>
                <w:szCs w:val="20"/>
              </w:rPr>
            </w:pPr>
          </w:p>
        </w:tc>
        <w:tc>
          <w:tcPr>
            <w:tcW w:w="1380" w:type="dxa"/>
            <w:gridSpan w:val="3"/>
            <w:vMerge/>
            <w:tcBorders>
              <w:top w:val="nil"/>
              <w:left w:val="single" w:sz="4" w:space="0" w:color="auto"/>
              <w:bottom w:val="nil"/>
              <w:right w:val="single" w:sz="4" w:space="0" w:color="auto"/>
            </w:tcBorders>
            <w:vAlign w:val="center"/>
          </w:tcPr>
          <w:p w:rsidR="007C08D3" w:rsidRPr="00C92D70" w:rsidRDefault="007C08D3" w:rsidP="003F4DBB">
            <w:pPr>
              <w:pStyle w:val="ac"/>
              <w:rPr>
                <w:sz w:val="20"/>
                <w:szCs w:val="20"/>
              </w:rPr>
            </w:pPr>
          </w:p>
        </w:tc>
        <w:tc>
          <w:tcPr>
            <w:tcW w:w="541" w:type="dxa"/>
            <w:gridSpan w:val="2"/>
            <w:vMerge/>
            <w:tcBorders>
              <w:top w:val="nil"/>
              <w:left w:val="single" w:sz="4" w:space="0" w:color="auto"/>
              <w:bottom w:val="nil"/>
              <w:right w:val="single" w:sz="4" w:space="0" w:color="auto"/>
            </w:tcBorders>
            <w:vAlign w:val="center"/>
          </w:tcPr>
          <w:p w:rsidR="007C08D3" w:rsidRPr="00C92D70" w:rsidRDefault="007C08D3" w:rsidP="003F4DBB">
            <w:pPr>
              <w:pStyle w:val="ac"/>
              <w:rPr>
                <w:sz w:val="20"/>
                <w:szCs w:val="20"/>
              </w:rPr>
            </w:pPr>
          </w:p>
        </w:tc>
        <w:tc>
          <w:tcPr>
            <w:tcW w:w="3040" w:type="dxa"/>
            <w:gridSpan w:val="3"/>
            <w:tcBorders>
              <w:top w:val="nil"/>
              <w:left w:val="nil"/>
              <w:bottom w:val="nil"/>
              <w:right w:val="single" w:sz="4" w:space="0" w:color="auto"/>
            </w:tcBorders>
          </w:tcPr>
          <w:p w:rsidR="007C08D3" w:rsidRPr="00C92D70" w:rsidRDefault="007C08D3" w:rsidP="003F4DBB">
            <w:pPr>
              <w:pStyle w:val="ac"/>
              <w:rPr>
                <w:sz w:val="20"/>
                <w:szCs w:val="20"/>
              </w:rPr>
            </w:pPr>
            <w:r w:rsidRPr="00C92D70">
              <w:rPr>
                <w:sz w:val="20"/>
                <w:szCs w:val="20"/>
              </w:rPr>
              <w:t>для грузовых</w:t>
            </w:r>
          </w:p>
        </w:tc>
        <w:tc>
          <w:tcPr>
            <w:tcW w:w="1399" w:type="dxa"/>
            <w:vMerge/>
            <w:tcBorders>
              <w:top w:val="nil"/>
              <w:left w:val="single" w:sz="4" w:space="0" w:color="auto"/>
              <w:bottom w:val="nil"/>
              <w:right w:val="single" w:sz="4" w:space="0" w:color="auto"/>
            </w:tcBorders>
            <w:vAlign w:val="center"/>
          </w:tcPr>
          <w:p w:rsidR="007C08D3" w:rsidRPr="00C92D70" w:rsidRDefault="007C08D3" w:rsidP="003F4DBB">
            <w:pPr>
              <w:pStyle w:val="aa"/>
              <w:rPr>
                <w:sz w:val="20"/>
                <w:szCs w:val="20"/>
              </w:rPr>
            </w:pPr>
          </w:p>
        </w:tc>
        <w:tc>
          <w:tcPr>
            <w:tcW w:w="1574" w:type="dxa"/>
            <w:gridSpan w:val="2"/>
            <w:vMerge/>
            <w:tcBorders>
              <w:top w:val="nil"/>
              <w:left w:val="single" w:sz="4" w:space="0" w:color="auto"/>
              <w:bottom w:val="nil"/>
              <w:right w:val="single" w:sz="4" w:space="0" w:color="auto"/>
            </w:tcBorders>
            <w:vAlign w:val="center"/>
          </w:tcPr>
          <w:p w:rsidR="007C08D3" w:rsidRPr="00C92D70" w:rsidRDefault="007C08D3" w:rsidP="003F4DBB">
            <w:pPr>
              <w:pStyle w:val="ac"/>
              <w:rPr>
                <w:sz w:val="20"/>
                <w:szCs w:val="20"/>
              </w:rPr>
            </w:pPr>
          </w:p>
        </w:tc>
        <w:tc>
          <w:tcPr>
            <w:tcW w:w="429" w:type="dxa"/>
            <w:vMerge/>
            <w:tcBorders>
              <w:top w:val="nil"/>
              <w:left w:val="single" w:sz="4" w:space="0" w:color="auto"/>
              <w:bottom w:val="nil"/>
              <w:right w:val="single" w:sz="4" w:space="0" w:color="auto"/>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noWrap/>
            <w:vAlign w:val="center"/>
          </w:tcPr>
          <w:p w:rsidR="007C08D3" w:rsidRPr="00C92D70" w:rsidRDefault="007C08D3" w:rsidP="003F4DBB">
            <w:pPr>
              <w:pStyle w:val="aa"/>
              <w:rPr>
                <w:sz w:val="20"/>
                <w:szCs w:val="20"/>
              </w:rPr>
            </w:pPr>
            <w:r w:rsidRPr="00C92D70">
              <w:rPr>
                <w:sz w:val="20"/>
                <w:szCs w:val="20"/>
              </w:rPr>
              <w:t>3,5 × 7</w:t>
            </w:r>
          </w:p>
        </w:tc>
      </w:tr>
      <w:tr w:rsidR="007C08D3" w:rsidRPr="00C92D70" w:rsidTr="003F4DBB">
        <w:trPr>
          <w:trHeight w:val="20"/>
        </w:trPr>
        <w:tc>
          <w:tcPr>
            <w:tcW w:w="709" w:type="dxa"/>
            <w:tcBorders>
              <w:top w:val="single" w:sz="8" w:space="0" w:color="auto"/>
              <w:left w:val="single" w:sz="4" w:space="0" w:color="auto"/>
              <w:bottom w:val="single" w:sz="8" w:space="0" w:color="auto"/>
              <w:right w:val="single" w:sz="4" w:space="0" w:color="auto"/>
            </w:tcBorders>
            <w:vAlign w:val="center"/>
          </w:tcPr>
          <w:p w:rsidR="007C08D3" w:rsidRPr="00C92D70" w:rsidRDefault="007C08D3" w:rsidP="003F4DBB">
            <w:pPr>
              <w:pStyle w:val="aa"/>
              <w:rPr>
                <w:sz w:val="20"/>
                <w:szCs w:val="20"/>
              </w:rPr>
            </w:pPr>
            <w:r w:rsidRPr="00C92D70">
              <w:rPr>
                <w:sz w:val="20"/>
                <w:szCs w:val="20"/>
              </w:rPr>
              <w:t>1.4</w:t>
            </w:r>
          </w:p>
        </w:tc>
        <w:tc>
          <w:tcPr>
            <w:tcW w:w="4961" w:type="dxa"/>
            <w:gridSpan w:val="8"/>
            <w:tcBorders>
              <w:top w:val="single" w:sz="8" w:space="0" w:color="auto"/>
              <w:left w:val="nil"/>
              <w:bottom w:val="single" w:sz="4" w:space="0" w:color="auto"/>
              <w:right w:val="single" w:sz="4" w:space="0" w:color="000000"/>
            </w:tcBorders>
            <w:vAlign w:val="center"/>
          </w:tcPr>
          <w:p w:rsidR="007C08D3" w:rsidRPr="00C92D70" w:rsidRDefault="007C08D3" w:rsidP="003F4DBB">
            <w:pPr>
              <w:pStyle w:val="ac"/>
              <w:rPr>
                <w:sz w:val="20"/>
                <w:szCs w:val="20"/>
              </w:rPr>
            </w:pPr>
            <w:r w:rsidRPr="00C92D70">
              <w:rPr>
                <w:sz w:val="20"/>
                <w:szCs w:val="20"/>
              </w:rPr>
              <w:t>Минимальная длина остановочной площадки</w:t>
            </w:r>
          </w:p>
        </w:tc>
        <w:tc>
          <w:tcPr>
            <w:tcW w:w="1399" w:type="dxa"/>
            <w:tcBorders>
              <w:top w:val="single" w:sz="8" w:space="0" w:color="auto"/>
              <w:left w:val="nil"/>
              <w:bottom w:val="single" w:sz="4" w:space="0" w:color="auto"/>
              <w:right w:val="single" w:sz="4" w:space="0" w:color="auto"/>
            </w:tcBorders>
            <w:vAlign w:val="center"/>
          </w:tcPr>
          <w:p w:rsidR="007C08D3" w:rsidRPr="00C92D70" w:rsidRDefault="007C08D3" w:rsidP="003F4DBB">
            <w:pPr>
              <w:pStyle w:val="aa"/>
              <w:rPr>
                <w:sz w:val="20"/>
                <w:szCs w:val="20"/>
              </w:rPr>
            </w:pPr>
            <w:r w:rsidRPr="00C92D70">
              <w:rPr>
                <w:sz w:val="20"/>
                <w:szCs w:val="20"/>
              </w:rPr>
              <w:t>м</w:t>
            </w:r>
          </w:p>
        </w:tc>
        <w:tc>
          <w:tcPr>
            <w:tcW w:w="2003" w:type="dxa"/>
            <w:gridSpan w:val="3"/>
            <w:tcBorders>
              <w:top w:val="single" w:sz="8" w:space="0" w:color="auto"/>
              <w:left w:val="nil"/>
              <w:bottom w:val="single" w:sz="4" w:space="0" w:color="auto"/>
              <w:right w:val="single" w:sz="4" w:space="0" w:color="000000"/>
            </w:tcBorders>
            <w:vAlign w:val="center"/>
          </w:tcPr>
          <w:p w:rsidR="007C08D3" w:rsidRPr="00C92D70" w:rsidRDefault="007C08D3" w:rsidP="003F4DBB">
            <w:pPr>
              <w:pStyle w:val="ac"/>
              <w:rPr>
                <w:sz w:val="20"/>
                <w:szCs w:val="20"/>
              </w:rPr>
            </w:pPr>
            <w:r w:rsidRPr="00C92D70">
              <w:rPr>
                <w:sz w:val="20"/>
                <w:szCs w:val="20"/>
              </w:rPr>
              <w:t>СНиП 2.05.02-85* п.10.8</w:t>
            </w:r>
          </w:p>
        </w:tc>
        <w:tc>
          <w:tcPr>
            <w:tcW w:w="1134" w:type="dxa"/>
            <w:tcBorders>
              <w:top w:val="single" w:sz="8"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10</w:t>
            </w:r>
          </w:p>
        </w:tc>
      </w:tr>
      <w:tr w:rsidR="007C08D3" w:rsidRPr="00C92D70" w:rsidTr="003F4DBB">
        <w:trPr>
          <w:trHeight w:val="20"/>
        </w:trPr>
        <w:tc>
          <w:tcPr>
            <w:tcW w:w="709" w:type="dxa"/>
            <w:vMerge w:val="restart"/>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a"/>
              <w:rPr>
                <w:sz w:val="20"/>
                <w:szCs w:val="20"/>
              </w:rPr>
            </w:pPr>
            <w:r w:rsidRPr="00C92D70">
              <w:rPr>
                <w:sz w:val="20"/>
                <w:szCs w:val="20"/>
              </w:rPr>
              <w:t>1.5</w:t>
            </w:r>
          </w:p>
        </w:tc>
        <w:tc>
          <w:tcPr>
            <w:tcW w:w="2549" w:type="dxa"/>
            <w:gridSpan w:val="6"/>
            <w:vMerge w:val="restart"/>
            <w:tcBorders>
              <w:top w:val="single" w:sz="8" w:space="0" w:color="auto"/>
              <w:left w:val="single" w:sz="8" w:space="0" w:color="auto"/>
              <w:bottom w:val="single" w:sz="8" w:space="0" w:color="000000"/>
              <w:right w:val="single" w:sz="4" w:space="0" w:color="000000"/>
            </w:tcBorders>
            <w:vAlign w:val="center"/>
          </w:tcPr>
          <w:p w:rsidR="007C08D3" w:rsidRPr="00C92D70" w:rsidRDefault="007C08D3" w:rsidP="003F4DBB">
            <w:pPr>
              <w:pStyle w:val="ac"/>
              <w:rPr>
                <w:sz w:val="20"/>
                <w:szCs w:val="20"/>
              </w:rPr>
            </w:pPr>
            <w:r w:rsidRPr="00C92D70">
              <w:rPr>
                <w:sz w:val="20"/>
                <w:szCs w:val="20"/>
              </w:rPr>
              <w:t>Минимальные радиусы кривых в плане для размещения остановок на автомобильных дорогах категории:</w:t>
            </w:r>
          </w:p>
        </w:tc>
        <w:tc>
          <w:tcPr>
            <w:tcW w:w="2412" w:type="dxa"/>
            <w:gridSpan w:val="2"/>
            <w:tcBorders>
              <w:top w:val="single" w:sz="8" w:space="0" w:color="auto"/>
              <w:left w:val="nil"/>
              <w:bottom w:val="single" w:sz="4" w:space="0" w:color="auto"/>
              <w:right w:val="single" w:sz="4" w:space="0" w:color="auto"/>
            </w:tcBorders>
            <w:vAlign w:val="center"/>
          </w:tcPr>
          <w:p w:rsidR="007C08D3" w:rsidRPr="00C92D70" w:rsidRDefault="007C08D3" w:rsidP="003F4DBB">
            <w:pPr>
              <w:pStyle w:val="ac"/>
              <w:rPr>
                <w:sz w:val="20"/>
                <w:szCs w:val="20"/>
              </w:rPr>
            </w:pPr>
            <w:r w:rsidRPr="00C92D70">
              <w:rPr>
                <w:sz w:val="20"/>
                <w:szCs w:val="20"/>
              </w:rPr>
              <w:t>I, II</w:t>
            </w:r>
          </w:p>
        </w:tc>
        <w:tc>
          <w:tcPr>
            <w:tcW w:w="1399" w:type="dxa"/>
            <w:vMerge w:val="restart"/>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r w:rsidRPr="00C92D70">
              <w:rPr>
                <w:sz w:val="20"/>
                <w:szCs w:val="20"/>
              </w:rPr>
              <w:t>м</w:t>
            </w:r>
          </w:p>
        </w:tc>
        <w:tc>
          <w:tcPr>
            <w:tcW w:w="2003" w:type="dxa"/>
            <w:gridSpan w:val="3"/>
            <w:vMerge w:val="restart"/>
            <w:tcBorders>
              <w:top w:val="single" w:sz="8" w:space="0" w:color="auto"/>
              <w:left w:val="nil"/>
              <w:bottom w:val="single" w:sz="8" w:space="0" w:color="000000"/>
              <w:right w:val="single" w:sz="4" w:space="0" w:color="000000"/>
            </w:tcBorders>
            <w:vAlign w:val="center"/>
          </w:tcPr>
          <w:p w:rsidR="007C08D3" w:rsidRPr="00C92D70" w:rsidRDefault="007C08D3" w:rsidP="003F4DBB">
            <w:pPr>
              <w:pStyle w:val="ac"/>
              <w:rPr>
                <w:sz w:val="20"/>
                <w:szCs w:val="20"/>
              </w:rPr>
            </w:pPr>
            <w:r w:rsidRPr="00C92D70">
              <w:rPr>
                <w:sz w:val="20"/>
                <w:szCs w:val="20"/>
              </w:rPr>
              <w:t>СНиП 2.05.02-85* п.10.9</w:t>
            </w:r>
          </w:p>
        </w:tc>
        <w:tc>
          <w:tcPr>
            <w:tcW w:w="1134" w:type="dxa"/>
            <w:tcBorders>
              <w:top w:val="single" w:sz="8" w:space="0" w:color="auto"/>
              <w:left w:val="nil"/>
              <w:bottom w:val="nil"/>
              <w:right w:val="single" w:sz="8" w:space="0" w:color="000000"/>
            </w:tcBorders>
            <w:vAlign w:val="center"/>
          </w:tcPr>
          <w:p w:rsidR="007C08D3" w:rsidRPr="00C92D70" w:rsidRDefault="007C08D3" w:rsidP="003F4DBB">
            <w:pPr>
              <w:pStyle w:val="aa"/>
              <w:rPr>
                <w:sz w:val="20"/>
                <w:szCs w:val="20"/>
              </w:rPr>
            </w:pPr>
            <w:r w:rsidRPr="00C92D70">
              <w:rPr>
                <w:sz w:val="20"/>
                <w:szCs w:val="20"/>
              </w:rPr>
              <w:t>1000</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a"/>
              <w:rPr>
                <w:sz w:val="20"/>
                <w:szCs w:val="20"/>
              </w:rPr>
            </w:pPr>
          </w:p>
        </w:tc>
        <w:tc>
          <w:tcPr>
            <w:tcW w:w="2549" w:type="dxa"/>
            <w:gridSpan w:val="6"/>
            <w:vMerge/>
            <w:tcBorders>
              <w:top w:val="single" w:sz="8" w:space="0" w:color="auto"/>
              <w:left w:val="single" w:sz="8" w:space="0" w:color="auto"/>
              <w:bottom w:val="single" w:sz="8" w:space="0" w:color="000000"/>
              <w:right w:val="single" w:sz="4" w:space="0" w:color="000000"/>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noWrap/>
            <w:vAlign w:val="bottom"/>
          </w:tcPr>
          <w:p w:rsidR="007C08D3" w:rsidRPr="00C92D70" w:rsidRDefault="007C08D3" w:rsidP="003F4DBB">
            <w:pPr>
              <w:pStyle w:val="ac"/>
              <w:rPr>
                <w:sz w:val="20"/>
                <w:szCs w:val="20"/>
              </w:rPr>
            </w:pPr>
            <w:r w:rsidRPr="00C92D70">
              <w:rPr>
                <w:sz w:val="20"/>
                <w:szCs w:val="20"/>
              </w:rPr>
              <w:t>III</w:t>
            </w:r>
          </w:p>
        </w:tc>
        <w:tc>
          <w:tcPr>
            <w:tcW w:w="139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p>
        </w:tc>
        <w:tc>
          <w:tcPr>
            <w:tcW w:w="2003" w:type="dxa"/>
            <w:gridSpan w:val="3"/>
            <w:vMerge/>
            <w:tcBorders>
              <w:top w:val="single" w:sz="8" w:space="0" w:color="auto"/>
              <w:left w:val="nil"/>
              <w:bottom w:val="single" w:sz="8"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600</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a"/>
              <w:rPr>
                <w:sz w:val="20"/>
                <w:szCs w:val="20"/>
              </w:rPr>
            </w:pPr>
          </w:p>
        </w:tc>
        <w:tc>
          <w:tcPr>
            <w:tcW w:w="2549" w:type="dxa"/>
            <w:gridSpan w:val="6"/>
            <w:vMerge/>
            <w:tcBorders>
              <w:top w:val="single" w:sz="8" w:space="0" w:color="auto"/>
              <w:left w:val="single" w:sz="8" w:space="0" w:color="auto"/>
              <w:bottom w:val="single" w:sz="8" w:space="0" w:color="000000"/>
              <w:right w:val="single" w:sz="4" w:space="0" w:color="000000"/>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8" w:space="0" w:color="auto"/>
              <w:right w:val="single" w:sz="4" w:space="0" w:color="auto"/>
            </w:tcBorders>
            <w:noWrap/>
            <w:vAlign w:val="bottom"/>
          </w:tcPr>
          <w:p w:rsidR="007C08D3" w:rsidRPr="00C92D70" w:rsidRDefault="007C08D3" w:rsidP="003F4DBB">
            <w:pPr>
              <w:pStyle w:val="ac"/>
              <w:rPr>
                <w:sz w:val="20"/>
                <w:szCs w:val="20"/>
              </w:rPr>
            </w:pPr>
            <w:r w:rsidRPr="00C92D70">
              <w:rPr>
                <w:sz w:val="20"/>
                <w:szCs w:val="20"/>
              </w:rPr>
              <w:t>IV - V</w:t>
            </w:r>
          </w:p>
        </w:tc>
        <w:tc>
          <w:tcPr>
            <w:tcW w:w="139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p>
        </w:tc>
        <w:tc>
          <w:tcPr>
            <w:tcW w:w="2003" w:type="dxa"/>
            <w:gridSpan w:val="3"/>
            <w:vMerge/>
            <w:tcBorders>
              <w:top w:val="single" w:sz="8" w:space="0" w:color="auto"/>
              <w:left w:val="nil"/>
              <w:bottom w:val="single" w:sz="8"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8"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400</w:t>
            </w:r>
          </w:p>
        </w:tc>
      </w:tr>
      <w:tr w:rsidR="007C08D3" w:rsidRPr="00C92D70" w:rsidTr="003F4DBB">
        <w:trPr>
          <w:trHeight w:val="20"/>
        </w:trPr>
        <w:tc>
          <w:tcPr>
            <w:tcW w:w="709" w:type="dxa"/>
            <w:vMerge w:val="restart"/>
            <w:tcBorders>
              <w:top w:val="single" w:sz="8" w:space="0" w:color="auto"/>
              <w:left w:val="single" w:sz="4" w:space="0" w:color="auto"/>
              <w:bottom w:val="single" w:sz="4" w:space="0" w:color="000000"/>
              <w:right w:val="single" w:sz="4" w:space="0" w:color="auto"/>
            </w:tcBorders>
            <w:noWrap/>
            <w:vAlign w:val="center"/>
          </w:tcPr>
          <w:p w:rsidR="007C08D3" w:rsidRPr="00C92D70" w:rsidRDefault="007C08D3" w:rsidP="003F4DBB">
            <w:pPr>
              <w:pStyle w:val="aa"/>
              <w:rPr>
                <w:sz w:val="20"/>
                <w:szCs w:val="20"/>
              </w:rPr>
            </w:pPr>
            <w:r w:rsidRPr="00C92D70">
              <w:rPr>
                <w:sz w:val="20"/>
                <w:szCs w:val="20"/>
              </w:rPr>
              <w:t>1.6</w:t>
            </w:r>
          </w:p>
        </w:tc>
        <w:tc>
          <w:tcPr>
            <w:tcW w:w="2549" w:type="dxa"/>
            <w:gridSpan w:val="6"/>
            <w:vMerge w:val="restart"/>
            <w:tcBorders>
              <w:top w:val="single" w:sz="4" w:space="0" w:color="auto"/>
              <w:left w:val="single" w:sz="4" w:space="0" w:color="auto"/>
              <w:bottom w:val="single" w:sz="4" w:space="0" w:color="auto"/>
              <w:right w:val="single" w:sz="4" w:space="0" w:color="auto"/>
            </w:tcBorders>
            <w:vAlign w:val="bottom"/>
          </w:tcPr>
          <w:p w:rsidR="007C08D3" w:rsidRPr="00C92D70" w:rsidRDefault="007C08D3" w:rsidP="003F4DBB">
            <w:pPr>
              <w:pStyle w:val="ac"/>
              <w:rPr>
                <w:sz w:val="20"/>
                <w:szCs w:val="20"/>
              </w:rPr>
            </w:pPr>
            <w:r w:rsidRPr="00C92D70">
              <w:rPr>
                <w:sz w:val="20"/>
                <w:szCs w:val="20"/>
              </w:rPr>
              <w:t>Расстояние между остановками:</w:t>
            </w:r>
          </w:p>
        </w:tc>
        <w:tc>
          <w:tcPr>
            <w:tcW w:w="2412" w:type="dxa"/>
            <w:gridSpan w:val="2"/>
            <w:tcBorders>
              <w:top w:val="single" w:sz="4" w:space="0" w:color="auto"/>
              <w:left w:val="nil"/>
              <w:bottom w:val="single" w:sz="4" w:space="0" w:color="auto"/>
              <w:right w:val="single" w:sz="4" w:space="0" w:color="auto"/>
            </w:tcBorders>
            <w:noWrap/>
            <w:vAlign w:val="bottom"/>
          </w:tcPr>
          <w:p w:rsidR="007C08D3" w:rsidRPr="00C92D70" w:rsidRDefault="007C08D3" w:rsidP="003F4DBB">
            <w:pPr>
              <w:pStyle w:val="ac"/>
              <w:rPr>
                <w:sz w:val="20"/>
                <w:szCs w:val="20"/>
              </w:rPr>
            </w:pPr>
            <w:r w:rsidRPr="00C92D70">
              <w:rPr>
                <w:sz w:val="20"/>
                <w:szCs w:val="20"/>
              </w:rPr>
              <w:t>для категории I-III</w:t>
            </w:r>
          </w:p>
        </w:tc>
        <w:tc>
          <w:tcPr>
            <w:tcW w:w="1399" w:type="dxa"/>
            <w:vMerge w:val="restart"/>
            <w:tcBorders>
              <w:top w:val="single" w:sz="4" w:space="0" w:color="auto"/>
              <w:left w:val="single" w:sz="4" w:space="0" w:color="auto"/>
              <w:bottom w:val="single" w:sz="4" w:space="0" w:color="000000"/>
              <w:right w:val="single" w:sz="4" w:space="0" w:color="auto"/>
            </w:tcBorders>
            <w:noWrap/>
            <w:vAlign w:val="center"/>
          </w:tcPr>
          <w:p w:rsidR="007C08D3" w:rsidRPr="00C92D70" w:rsidRDefault="007C08D3" w:rsidP="003F4DBB">
            <w:pPr>
              <w:pStyle w:val="aa"/>
              <w:rPr>
                <w:sz w:val="20"/>
                <w:szCs w:val="20"/>
              </w:rPr>
            </w:pPr>
            <w:r w:rsidRPr="00C92D70">
              <w:rPr>
                <w:sz w:val="20"/>
                <w:szCs w:val="20"/>
              </w:rPr>
              <w:t>км</w:t>
            </w:r>
          </w:p>
        </w:tc>
        <w:tc>
          <w:tcPr>
            <w:tcW w:w="2003" w:type="dxa"/>
            <w:gridSpan w:val="3"/>
            <w:vMerge w:val="restart"/>
            <w:tcBorders>
              <w:top w:val="single" w:sz="4" w:space="0" w:color="auto"/>
              <w:left w:val="single" w:sz="4" w:space="0" w:color="auto"/>
              <w:bottom w:val="single" w:sz="4" w:space="0" w:color="000000"/>
              <w:right w:val="single" w:sz="4" w:space="0" w:color="000000"/>
            </w:tcBorders>
            <w:noWrap/>
            <w:vAlign w:val="center"/>
          </w:tcPr>
          <w:p w:rsidR="007C08D3" w:rsidRPr="00C92D70" w:rsidRDefault="007C08D3" w:rsidP="003F4DBB">
            <w:pPr>
              <w:pStyle w:val="ac"/>
              <w:rPr>
                <w:sz w:val="20"/>
                <w:szCs w:val="20"/>
              </w:rPr>
            </w:pPr>
            <w:r w:rsidRPr="00C92D70">
              <w:rPr>
                <w:sz w:val="20"/>
                <w:szCs w:val="20"/>
              </w:rPr>
              <w:t>СНиП 2.05.02-85* п.10.9</w:t>
            </w: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3</w:t>
            </w:r>
          </w:p>
        </w:tc>
      </w:tr>
      <w:tr w:rsidR="007C08D3" w:rsidRPr="00C92D70" w:rsidTr="003F4DBB">
        <w:trPr>
          <w:trHeight w:val="20"/>
        </w:trPr>
        <w:tc>
          <w:tcPr>
            <w:tcW w:w="709" w:type="dxa"/>
            <w:vMerge/>
            <w:tcBorders>
              <w:top w:val="single" w:sz="4" w:space="0" w:color="auto"/>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2549" w:type="dxa"/>
            <w:gridSpan w:val="6"/>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noWrap/>
            <w:vAlign w:val="bottom"/>
          </w:tcPr>
          <w:p w:rsidR="007C08D3" w:rsidRPr="00C92D70" w:rsidRDefault="007C08D3" w:rsidP="003F4DBB">
            <w:pPr>
              <w:pStyle w:val="ac"/>
              <w:rPr>
                <w:sz w:val="20"/>
                <w:szCs w:val="20"/>
              </w:rPr>
            </w:pPr>
            <w:r w:rsidRPr="00C92D70">
              <w:rPr>
                <w:sz w:val="20"/>
                <w:szCs w:val="20"/>
              </w:rPr>
              <w:t>в курортных районах</w:t>
            </w:r>
          </w:p>
        </w:tc>
        <w:tc>
          <w:tcPr>
            <w:tcW w:w="1399" w:type="dxa"/>
            <w:vMerge/>
            <w:tcBorders>
              <w:top w:val="single" w:sz="4" w:space="0" w:color="auto"/>
              <w:left w:val="single" w:sz="4" w:space="0" w:color="auto"/>
              <w:bottom w:val="single" w:sz="4" w:space="0" w:color="000000"/>
              <w:right w:val="single" w:sz="4" w:space="0" w:color="auto"/>
            </w:tcBorders>
            <w:vAlign w:val="center"/>
          </w:tcPr>
          <w:p w:rsidR="007C08D3" w:rsidRPr="00C92D70" w:rsidRDefault="007C08D3" w:rsidP="003F4DBB">
            <w:pPr>
              <w:pStyle w:val="aa"/>
              <w:rPr>
                <w:sz w:val="20"/>
                <w:szCs w:val="20"/>
              </w:rPr>
            </w:pPr>
          </w:p>
        </w:tc>
        <w:tc>
          <w:tcPr>
            <w:tcW w:w="2003" w:type="dxa"/>
            <w:gridSpan w:val="3"/>
            <w:vMerge/>
            <w:tcBorders>
              <w:top w:val="single" w:sz="4"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1,5</w:t>
            </w:r>
          </w:p>
        </w:tc>
      </w:tr>
      <w:tr w:rsidR="007C08D3" w:rsidRPr="00C92D70" w:rsidTr="003F4DBB">
        <w:trPr>
          <w:trHeight w:val="20"/>
        </w:trPr>
        <w:tc>
          <w:tcPr>
            <w:tcW w:w="709" w:type="dxa"/>
            <w:vMerge w:val="restart"/>
            <w:tcBorders>
              <w:top w:val="nil"/>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r w:rsidRPr="00C92D70">
              <w:rPr>
                <w:sz w:val="20"/>
                <w:szCs w:val="20"/>
              </w:rPr>
              <w:t>1.7</w:t>
            </w:r>
          </w:p>
        </w:tc>
        <w:tc>
          <w:tcPr>
            <w:tcW w:w="2549" w:type="dxa"/>
            <w:gridSpan w:val="6"/>
            <w:vMerge w:val="restart"/>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r w:rsidRPr="00C92D70">
              <w:rPr>
                <w:sz w:val="20"/>
                <w:szCs w:val="20"/>
              </w:rPr>
              <w:t>Мощность АЗС от интенсивности движения:</w:t>
            </w: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Св. 1000 до 2000</w:t>
            </w:r>
          </w:p>
        </w:tc>
        <w:tc>
          <w:tcPr>
            <w:tcW w:w="1399" w:type="dxa"/>
            <w:vMerge w:val="restart"/>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r w:rsidRPr="00C92D70">
              <w:rPr>
                <w:sz w:val="20"/>
                <w:szCs w:val="20"/>
              </w:rPr>
              <w:t xml:space="preserve"> заправок в сутки </w:t>
            </w:r>
          </w:p>
        </w:tc>
        <w:tc>
          <w:tcPr>
            <w:tcW w:w="2003" w:type="dxa"/>
            <w:gridSpan w:val="3"/>
            <w:vMerge w:val="restart"/>
            <w:tcBorders>
              <w:top w:val="nil"/>
              <w:left w:val="single" w:sz="4" w:space="0" w:color="auto"/>
              <w:bottom w:val="single" w:sz="8" w:space="0" w:color="000000"/>
              <w:right w:val="single" w:sz="4" w:space="0" w:color="auto"/>
            </w:tcBorders>
            <w:noWrap/>
            <w:vAlign w:val="center"/>
          </w:tcPr>
          <w:p w:rsidR="007C08D3" w:rsidRPr="00C92D70" w:rsidRDefault="007C08D3" w:rsidP="003F4DBB">
            <w:pPr>
              <w:pStyle w:val="ac"/>
              <w:rPr>
                <w:sz w:val="20"/>
                <w:szCs w:val="20"/>
              </w:rPr>
            </w:pPr>
            <w:r w:rsidRPr="00C92D70">
              <w:rPr>
                <w:sz w:val="20"/>
                <w:szCs w:val="20"/>
              </w:rPr>
              <w:t>СНиП 2.05.02-85* п.10.13*</w:t>
            </w:r>
          </w:p>
        </w:tc>
        <w:tc>
          <w:tcPr>
            <w:tcW w:w="1134" w:type="dxa"/>
            <w:tcBorders>
              <w:top w:val="single" w:sz="8"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250</w:t>
            </w:r>
          </w:p>
        </w:tc>
      </w:tr>
      <w:tr w:rsidR="007C08D3" w:rsidRPr="00C92D70" w:rsidTr="003F4DBB">
        <w:trPr>
          <w:trHeight w:val="20"/>
        </w:trPr>
        <w:tc>
          <w:tcPr>
            <w:tcW w:w="709" w:type="dxa"/>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2549" w:type="dxa"/>
            <w:gridSpan w:val="6"/>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  »  2000  »  3000</w:t>
            </w:r>
          </w:p>
        </w:tc>
        <w:tc>
          <w:tcPr>
            <w:tcW w:w="1399"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2003" w:type="dxa"/>
            <w:gridSpan w:val="3"/>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500</w:t>
            </w:r>
          </w:p>
        </w:tc>
      </w:tr>
      <w:tr w:rsidR="007C08D3" w:rsidRPr="00C92D70" w:rsidTr="003F4DBB">
        <w:trPr>
          <w:trHeight w:val="20"/>
        </w:trPr>
        <w:tc>
          <w:tcPr>
            <w:tcW w:w="709" w:type="dxa"/>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2549" w:type="dxa"/>
            <w:gridSpan w:val="6"/>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  »  3000  »  5000</w:t>
            </w:r>
          </w:p>
        </w:tc>
        <w:tc>
          <w:tcPr>
            <w:tcW w:w="1399"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2003" w:type="dxa"/>
            <w:gridSpan w:val="3"/>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750</w:t>
            </w:r>
          </w:p>
        </w:tc>
      </w:tr>
      <w:tr w:rsidR="007C08D3" w:rsidRPr="00C92D70" w:rsidTr="003F4DBB">
        <w:trPr>
          <w:trHeight w:val="20"/>
        </w:trPr>
        <w:tc>
          <w:tcPr>
            <w:tcW w:w="709" w:type="dxa"/>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2549" w:type="dxa"/>
            <w:gridSpan w:val="6"/>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  »  5000  »  7000</w:t>
            </w:r>
          </w:p>
        </w:tc>
        <w:tc>
          <w:tcPr>
            <w:tcW w:w="1399"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2003" w:type="dxa"/>
            <w:gridSpan w:val="3"/>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750</w:t>
            </w:r>
          </w:p>
        </w:tc>
      </w:tr>
      <w:tr w:rsidR="007C08D3" w:rsidRPr="00C92D70" w:rsidTr="003F4DBB">
        <w:trPr>
          <w:trHeight w:val="20"/>
        </w:trPr>
        <w:tc>
          <w:tcPr>
            <w:tcW w:w="709" w:type="dxa"/>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2549" w:type="dxa"/>
            <w:gridSpan w:val="6"/>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  »  7000  »  20 000</w:t>
            </w:r>
          </w:p>
        </w:tc>
        <w:tc>
          <w:tcPr>
            <w:tcW w:w="1399"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2003" w:type="dxa"/>
            <w:gridSpan w:val="3"/>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1000</w:t>
            </w:r>
          </w:p>
        </w:tc>
      </w:tr>
      <w:tr w:rsidR="007C08D3" w:rsidRPr="00C92D70" w:rsidTr="003F4DBB">
        <w:trPr>
          <w:trHeight w:val="20"/>
        </w:trPr>
        <w:tc>
          <w:tcPr>
            <w:tcW w:w="709" w:type="dxa"/>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2549" w:type="dxa"/>
            <w:gridSpan w:val="6"/>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Св. 20 000</w:t>
            </w:r>
          </w:p>
        </w:tc>
        <w:tc>
          <w:tcPr>
            <w:tcW w:w="1399" w:type="dxa"/>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p>
        </w:tc>
        <w:tc>
          <w:tcPr>
            <w:tcW w:w="2003" w:type="dxa"/>
            <w:gridSpan w:val="3"/>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1000</w:t>
            </w:r>
          </w:p>
        </w:tc>
      </w:tr>
      <w:tr w:rsidR="007C08D3" w:rsidRPr="00C92D70" w:rsidTr="003F4DBB">
        <w:trPr>
          <w:trHeight w:val="20"/>
        </w:trPr>
        <w:tc>
          <w:tcPr>
            <w:tcW w:w="709" w:type="dxa"/>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2549" w:type="dxa"/>
            <w:gridSpan w:val="6"/>
            <w:vMerge w:val="restart"/>
            <w:tcBorders>
              <w:top w:val="single" w:sz="4" w:space="0" w:color="auto"/>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r w:rsidRPr="00C92D70">
              <w:rPr>
                <w:sz w:val="20"/>
                <w:szCs w:val="20"/>
              </w:rPr>
              <w:t>Расстояние между АЗС от интенсивности движения:</w:t>
            </w: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Св. 1000 до 2001</w:t>
            </w:r>
          </w:p>
        </w:tc>
        <w:tc>
          <w:tcPr>
            <w:tcW w:w="1399" w:type="dxa"/>
            <w:vMerge w:val="restart"/>
            <w:tcBorders>
              <w:top w:val="nil"/>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r w:rsidRPr="00C92D70">
              <w:rPr>
                <w:sz w:val="20"/>
                <w:szCs w:val="20"/>
              </w:rPr>
              <w:t>км</w:t>
            </w:r>
          </w:p>
        </w:tc>
        <w:tc>
          <w:tcPr>
            <w:tcW w:w="2003" w:type="dxa"/>
            <w:gridSpan w:val="3"/>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1134" w:type="dxa"/>
            <w:tcBorders>
              <w:top w:val="single" w:sz="8"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30-40</w:t>
            </w:r>
          </w:p>
        </w:tc>
      </w:tr>
      <w:tr w:rsidR="007C08D3" w:rsidRPr="00C92D70" w:rsidTr="003F4DBB">
        <w:trPr>
          <w:trHeight w:val="20"/>
        </w:trPr>
        <w:tc>
          <w:tcPr>
            <w:tcW w:w="709" w:type="dxa"/>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2549" w:type="dxa"/>
            <w:gridSpan w:val="6"/>
            <w:vMerge/>
            <w:tcBorders>
              <w:top w:val="single" w:sz="4" w:space="0" w:color="auto"/>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  »  2000  »  3001</w:t>
            </w:r>
          </w:p>
        </w:tc>
        <w:tc>
          <w:tcPr>
            <w:tcW w:w="1399" w:type="dxa"/>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2003" w:type="dxa"/>
            <w:gridSpan w:val="3"/>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40-50</w:t>
            </w:r>
          </w:p>
        </w:tc>
      </w:tr>
      <w:tr w:rsidR="007C08D3" w:rsidRPr="00C92D70" w:rsidTr="003F4DBB">
        <w:trPr>
          <w:trHeight w:val="20"/>
        </w:trPr>
        <w:tc>
          <w:tcPr>
            <w:tcW w:w="709" w:type="dxa"/>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2549" w:type="dxa"/>
            <w:gridSpan w:val="6"/>
            <w:vMerge/>
            <w:tcBorders>
              <w:top w:val="single" w:sz="4" w:space="0" w:color="auto"/>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  »  3000  »  5001</w:t>
            </w:r>
          </w:p>
        </w:tc>
        <w:tc>
          <w:tcPr>
            <w:tcW w:w="1399" w:type="dxa"/>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2003" w:type="dxa"/>
            <w:gridSpan w:val="3"/>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40-50</w:t>
            </w:r>
          </w:p>
        </w:tc>
      </w:tr>
      <w:tr w:rsidR="007C08D3" w:rsidRPr="00C92D70" w:rsidTr="003F4DBB">
        <w:trPr>
          <w:trHeight w:val="20"/>
        </w:trPr>
        <w:tc>
          <w:tcPr>
            <w:tcW w:w="709" w:type="dxa"/>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2549" w:type="dxa"/>
            <w:gridSpan w:val="6"/>
            <w:vMerge/>
            <w:tcBorders>
              <w:top w:val="single" w:sz="4" w:space="0" w:color="auto"/>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  »  5000  »  7001</w:t>
            </w:r>
          </w:p>
        </w:tc>
        <w:tc>
          <w:tcPr>
            <w:tcW w:w="1399" w:type="dxa"/>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2003" w:type="dxa"/>
            <w:gridSpan w:val="3"/>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50-60</w:t>
            </w:r>
          </w:p>
        </w:tc>
      </w:tr>
      <w:tr w:rsidR="007C08D3" w:rsidRPr="00C92D70" w:rsidTr="003F4DBB">
        <w:trPr>
          <w:trHeight w:val="20"/>
        </w:trPr>
        <w:tc>
          <w:tcPr>
            <w:tcW w:w="709" w:type="dxa"/>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2549" w:type="dxa"/>
            <w:gridSpan w:val="6"/>
            <w:vMerge/>
            <w:tcBorders>
              <w:top w:val="single" w:sz="4" w:space="0" w:color="auto"/>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  »  7000  »  20 001</w:t>
            </w:r>
          </w:p>
        </w:tc>
        <w:tc>
          <w:tcPr>
            <w:tcW w:w="1399" w:type="dxa"/>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2003" w:type="dxa"/>
            <w:gridSpan w:val="3"/>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40-50</w:t>
            </w:r>
          </w:p>
        </w:tc>
      </w:tr>
      <w:tr w:rsidR="007C08D3" w:rsidRPr="00C92D70" w:rsidTr="003F4DBB">
        <w:trPr>
          <w:trHeight w:val="20"/>
        </w:trPr>
        <w:tc>
          <w:tcPr>
            <w:tcW w:w="709" w:type="dxa"/>
            <w:vMerge/>
            <w:tcBorders>
              <w:top w:val="nil"/>
              <w:left w:val="single" w:sz="4" w:space="0" w:color="auto"/>
              <w:bottom w:val="single" w:sz="8" w:space="0" w:color="auto"/>
              <w:right w:val="single" w:sz="4" w:space="0" w:color="auto"/>
            </w:tcBorders>
            <w:vAlign w:val="center"/>
          </w:tcPr>
          <w:p w:rsidR="007C08D3" w:rsidRPr="00C92D70" w:rsidRDefault="007C08D3" w:rsidP="003F4DBB">
            <w:pPr>
              <w:pStyle w:val="ac"/>
              <w:rPr>
                <w:sz w:val="20"/>
                <w:szCs w:val="20"/>
              </w:rPr>
            </w:pPr>
          </w:p>
        </w:tc>
        <w:tc>
          <w:tcPr>
            <w:tcW w:w="2549" w:type="dxa"/>
            <w:gridSpan w:val="6"/>
            <w:vMerge/>
            <w:tcBorders>
              <w:top w:val="single" w:sz="4" w:space="0" w:color="auto"/>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8" w:space="0" w:color="auto"/>
              <w:right w:val="single" w:sz="4" w:space="0" w:color="auto"/>
            </w:tcBorders>
          </w:tcPr>
          <w:p w:rsidR="007C08D3" w:rsidRPr="00C92D70" w:rsidRDefault="007C08D3" w:rsidP="003F4DBB">
            <w:pPr>
              <w:pStyle w:val="ac"/>
              <w:rPr>
                <w:sz w:val="20"/>
                <w:szCs w:val="20"/>
              </w:rPr>
            </w:pPr>
            <w:r w:rsidRPr="00C92D70">
              <w:rPr>
                <w:sz w:val="20"/>
                <w:szCs w:val="20"/>
              </w:rPr>
              <w:t>Св. 20 001</w:t>
            </w:r>
          </w:p>
        </w:tc>
        <w:tc>
          <w:tcPr>
            <w:tcW w:w="1399" w:type="dxa"/>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2003" w:type="dxa"/>
            <w:gridSpan w:val="3"/>
            <w:vMerge/>
            <w:tcBorders>
              <w:top w:val="nil"/>
              <w:left w:val="single" w:sz="4" w:space="0" w:color="auto"/>
              <w:bottom w:val="single" w:sz="8" w:space="0" w:color="000000"/>
              <w:right w:val="single" w:sz="4" w:space="0" w:color="auto"/>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20-25</w:t>
            </w:r>
          </w:p>
        </w:tc>
      </w:tr>
      <w:tr w:rsidR="007C08D3" w:rsidRPr="00C92D70" w:rsidTr="003F4DBB">
        <w:trPr>
          <w:trHeight w:val="20"/>
        </w:trPr>
        <w:tc>
          <w:tcPr>
            <w:tcW w:w="709" w:type="dxa"/>
            <w:vMerge w:val="restart"/>
            <w:tcBorders>
              <w:top w:val="single" w:sz="8" w:space="0" w:color="auto"/>
              <w:left w:val="single" w:sz="8" w:space="0" w:color="auto"/>
              <w:bottom w:val="single" w:sz="8" w:space="0" w:color="auto"/>
              <w:right w:val="single" w:sz="8" w:space="0" w:color="auto"/>
            </w:tcBorders>
            <w:noWrap/>
            <w:vAlign w:val="center"/>
          </w:tcPr>
          <w:p w:rsidR="007C08D3" w:rsidRPr="00C92D70" w:rsidRDefault="007C08D3" w:rsidP="003F4DBB">
            <w:pPr>
              <w:pStyle w:val="aa"/>
              <w:rPr>
                <w:sz w:val="20"/>
                <w:szCs w:val="20"/>
              </w:rPr>
            </w:pPr>
            <w:r w:rsidRPr="00C92D70">
              <w:rPr>
                <w:sz w:val="20"/>
                <w:szCs w:val="20"/>
              </w:rPr>
              <w:t>1.8</w:t>
            </w:r>
          </w:p>
        </w:tc>
        <w:tc>
          <w:tcPr>
            <w:tcW w:w="1341" w:type="dxa"/>
            <w:gridSpan w:val="2"/>
            <w:vMerge w:val="restart"/>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r w:rsidRPr="00C92D70">
              <w:rPr>
                <w:sz w:val="20"/>
                <w:szCs w:val="20"/>
              </w:rPr>
              <w:t>Мощность СТО в зависимости от расстояния между ними:</w:t>
            </w:r>
          </w:p>
        </w:tc>
        <w:tc>
          <w:tcPr>
            <w:tcW w:w="1208" w:type="dxa"/>
            <w:gridSpan w:val="4"/>
            <w:vMerge w:val="restart"/>
            <w:tcBorders>
              <w:top w:val="single" w:sz="8" w:space="0" w:color="auto"/>
              <w:left w:val="nil"/>
              <w:bottom w:val="nil"/>
              <w:right w:val="single" w:sz="4" w:space="0" w:color="auto"/>
            </w:tcBorders>
            <w:textDirection w:val="btLr"/>
            <w:vAlign w:val="center"/>
          </w:tcPr>
          <w:p w:rsidR="007C08D3" w:rsidRPr="00C92D70" w:rsidRDefault="007C08D3" w:rsidP="003F4DBB">
            <w:pPr>
              <w:pStyle w:val="aa"/>
              <w:rPr>
                <w:sz w:val="20"/>
                <w:szCs w:val="20"/>
              </w:rPr>
            </w:pPr>
            <w:r w:rsidRPr="00C92D70">
              <w:rPr>
                <w:sz w:val="20"/>
                <w:szCs w:val="20"/>
              </w:rPr>
              <w:t xml:space="preserve">80 км </w:t>
            </w:r>
          </w:p>
          <w:p w:rsidR="007C08D3" w:rsidRPr="00C92D70" w:rsidRDefault="007C08D3" w:rsidP="003F4DBB">
            <w:pPr>
              <w:pStyle w:val="aa"/>
              <w:rPr>
                <w:sz w:val="20"/>
                <w:szCs w:val="20"/>
              </w:rPr>
            </w:pPr>
            <w:r w:rsidRPr="00C92D70">
              <w:rPr>
                <w:sz w:val="20"/>
                <w:szCs w:val="20"/>
              </w:rPr>
              <w:t>при интенсивности движения</w:t>
            </w:r>
          </w:p>
        </w:tc>
        <w:tc>
          <w:tcPr>
            <w:tcW w:w="2412" w:type="dxa"/>
            <w:gridSpan w:val="2"/>
            <w:tcBorders>
              <w:top w:val="nil"/>
              <w:left w:val="nil"/>
              <w:bottom w:val="nil"/>
              <w:right w:val="single" w:sz="4" w:space="0" w:color="auto"/>
            </w:tcBorders>
          </w:tcPr>
          <w:p w:rsidR="007C08D3" w:rsidRPr="00C92D70" w:rsidRDefault="007C08D3" w:rsidP="003F4DBB">
            <w:pPr>
              <w:pStyle w:val="ac"/>
              <w:rPr>
                <w:sz w:val="20"/>
                <w:szCs w:val="20"/>
              </w:rPr>
            </w:pPr>
            <w:r w:rsidRPr="00C92D70">
              <w:rPr>
                <w:sz w:val="20"/>
                <w:szCs w:val="20"/>
              </w:rPr>
              <w:t>1000 ед/сут</w:t>
            </w:r>
          </w:p>
        </w:tc>
        <w:tc>
          <w:tcPr>
            <w:tcW w:w="1399" w:type="dxa"/>
            <w:vMerge w:val="restart"/>
            <w:tcBorders>
              <w:top w:val="single" w:sz="8" w:space="0" w:color="auto"/>
              <w:left w:val="single" w:sz="4" w:space="0" w:color="auto"/>
              <w:bottom w:val="nil"/>
              <w:right w:val="nil"/>
            </w:tcBorders>
            <w:vAlign w:val="center"/>
          </w:tcPr>
          <w:p w:rsidR="007C08D3" w:rsidRPr="00C92D70" w:rsidRDefault="007C08D3" w:rsidP="003F4DBB">
            <w:pPr>
              <w:pStyle w:val="aa"/>
              <w:rPr>
                <w:sz w:val="20"/>
                <w:szCs w:val="20"/>
              </w:rPr>
            </w:pPr>
            <w:r w:rsidRPr="00C92D70">
              <w:rPr>
                <w:sz w:val="20"/>
                <w:szCs w:val="20"/>
              </w:rPr>
              <w:t>пост</w:t>
            </w:r>
          </w:p>
        </w:tc>
        <w:tc>
          <w:tcPr>
            <w:tcW w:w="2003" w:type="dxa"/>
            <w:gridSpan w:val="3"/>
            <w:vMerge w:val="restart"/>
            <w:tcBorders>
              <w:top w:val="single" w:sz="8" w:space="0" w:color="auto"/>
              <w:left w:val="single" w:sz="4" w:space="0" w:color="auto"/>
              <w:bottom w:val="single" w:sz="4" w:space="0" w:color="000000"/>
              <w:right w:val="single" w:sz="4" w:space="0" w:color="000000"/>
            </w:tcBorders>
            <w:noWrap/>
            <w:vAlign w:val="center"/>
          </w:tcPr>
          <w:p w:rsidR="007C08D3" w:rsidRPr="00C92D70" w:rsidRDefault="007C08D3" w:rsidP="003F4DBB">
            <w:pPr>
              <w:pStyle w:val="ac"/>
              <w:rPr>
                <w:sz w:val="20"/>
                <w:szCs w:val="20"/>
              </w:rPr>
            </w:pPr>
            <w:r w:rsidRPr="00C92D70">
              <w:rPr>
                <w:sz w:val="20"/>
                <w:szCs w:val="20"/>
              </w:rPr>
              <w:t>СНиП 2.05.02-85* п.10.14</w:t>
            </w: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1</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single" w:sz="8" w:space="0" w:color="auto"/>
              <w:left w:val="nil"/>
              <w:bottom w:val="nil"/>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single" w:sz="4" w:space="0" w:color="auto"/>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2000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1</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single" w:sz="8" w:space="0" w:color="auto"/>
              <w:left w:val="nil"/>
              <w:bottom w:val="nil"/>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3000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2</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single" w:sz="8" w:space="0" w:color="auto"/>
              <w:left w:val="nil"/>
              <w:bottom w:val="nil"/>
              <w:right w:val="single" w:sz="4" w:space="0" w:color="auto"/>
            </w:tcBorders>
            <w:vAlign w:val="center"/>
          </w:tcPr>
          <w:p w:rsidR="007C08D3" w:rsidRPr="00C92D70" w:rsidRDefault="007C08D3" w:rsidP="003F4DBB">
            <w:pPr>
              <w:pStyle w:val="ac"/>
              <w:rPr>
                <w:sz w:val="20"/>
                <w:szCs w:val="20"/>
              </w:rPr>
            </w:pPr>
          </w:p>
        </w:tc>
        <w:tc>
          <w:tcPr>
            <w:tcW w:w="2412" w:type="dxa"/>
            <w:gridSpan w:val="2"/>
            <w:vMerge w:val="restart"/>
            <w:tcBorders>
              <w:top w:val="nil"/>
              <w:left w:val="nil"/>
              <w:right w:val="single" w:sz="4" w:space="0" w:color="auto"/>
            </w:tcBorders>
          </w:tcPr>
          <w:p w:rsidR="007C08D3" w:rsidRPr="00C92D70" w:rsidRDefault="007C08D3" w:rsidP="003F4DBB">
            <w:pPr>
              <w:pStyle w:val="ac"/>
              <w:rPr>
                <w:sz w:val="20"/>
                <w:szCs w:val="20"/>
              </w:rPr>
            </w:pPr>
            <w:r w:rsidRPr="00C92D70">
              <w:rPr>
                <w:sz w:val="20"/>
                <w:szCs w:val="20"/>
              </w:rPr>
              <w:t>4000</w:t>
            </w:r>
          </w:p>
          <w:p w:rsidR="007C08D3" w:rsidRPr="00C92D70" w:rsidRDefault="007C08D3" w:rsidP="003F4DBB">
            <w:pPr>
              <w:pStyle w:val="ac"/>
              <w:rPr>
                <w:sz w:val="20"/>
                <w:szCs w:val="20"/>
              </w:rPr>
            </w:pPr>
            <w:r w:rsidRPr="00C92D70">
              <w:rPr>
                <w:sz w:val="20"/>
                <w:szCs w:val="20"/>
              </w:rPr>
              <w:t> </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3</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single" w:sz="8" w:space="0" w:color="auto"/>
              <w:left w:val="nil"/>
              <w:bottom w:val="nil"/>
              <w:right w:val="single" w:sz="4" w:space="0" w:color="auto"/>
            </w:tcBorders>
            <w:vAlign w:val="center"/>
          </w:tcPr>
          <w:p w:rsidR="007C08D3" w:rsidRPr="00C92D70" w:rsidRDefault="007C08D3" w:rsidP="003F4DBB">
            <w:pPr>
              <w:pStyle w:val="ac"/>
              <w:rPr>
                <w:sz w:val="20"/>
                <w:szCs w:val="20"/>
              </w:rPr>
            </w:pPr>
          </w:p>
        </w:tc>
        <w:tc>
          <w:tcPr>
            <w:tcW w:w="2412" w:type="dxa"/>
            <w:gridSpan w:val="2"/>
            <w:vMerge/>
            <w:tcBorders>
              <w:left w:val="nil"/>
              <w:bottom w:val="single" w:sz="4" w:space="0" w:color="auto"/>
              <w:right w:val="single" w:sz="4" w:space="0" w:color="auto"/>
            </w:tcBorders>
          </w:tcPr>
          <w:p w:rsidR="007C08D3" w:rsidRPr="00C92D70" w:rsidRDefault="007C08D3" w:rsidP="003F4DBB">
            <w:pPr>
              <w:pStyle w:val="ac"/>
              <w:rPr>
                <w:sz w:val="20"/>
                <w:szCs w:val="20"/>
              </w:rPr>
            </w:pP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2</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single" w:sz="8" w:space="0" w:color="auto"/>
              <w:left w:val="nil"/>
              <w:bottom w:val="nil"/>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6000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2</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single" w:sz="8" w:space="0" w:color="auto"/>
              <w:left w:val="nil"/>
              <w:bottom w:val="nil"/>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8000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2</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single" w:sz="8" w:space="0" w:color="auto"/>
              <w:left w:val="nil"/>
              <w:bottom w:val="nil"/>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10 000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3</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single" w:sz="8" w:space="0" w:color="auto"/>
              <w:left w:val="nil"/>
              <w:bottom w:val="nil"/>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15 000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5</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single" w:sz="8" w:space="0" w:color="auto"/>
              <w:left w:val="nil"/>
              <w:bottom w:val="nil"/>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20 000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5</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single" w:sz="8" w:space="0" w:color="auto"/>
              <w:left w:val="nil"/>
              <w:bottom w:val="nil"/>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30 000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8</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val="restart"/>
            <w:tcBorders>
              <w:top w:val="single" w:sz="4" w:space="0" w:color="auto"/>
              <w:left w:val="single" w:sz="4" w:space="0" w:color="auto"/>
              <w:bottom w:val="single" w:sz="4" w:space="0" w:color="auto"/>
              <w:right w:val="single" w:sz="4" w:space="0" w:color="auto"/>
            </w:tcBorders>
            <w:textDirection w:val="btLr"/>
            <w:vAlign w:val="center"/>
          </w:tcPr>
          <w:p w:rsidR="007C08D3" w:rsidRPr="00C92D70" w:rsidRDefault="007C08D3" w:rsidP="003F4DBB">
            <w:pPr>
              <w:pStyle w:val="aa"/>
              <w:rPr>
                <w:sz w:val="20"/>
                <w:szCs w:val="20"/>
              </w:rPr>
            </w:pPr>
            <w:r w:rsidRPr="00C92D70">
              <w:rPr>
                <w:sz w:val="20"/>
                <w:szCs w:val="20"/>
              </w:rPr>
              <w:t>100 км</w:t>
            </w:r>
          </w:p>
          <w:p w:rsidR="007C08D3" w:rsidRPr="00C92D70" w:rsidRDefault="007C08D3" w:rsidP="003F4DBB">
            <w:pPr>
              <w:pStyle w:val="aa"/>
              <w:rPr>
                <w:sz w:val="20"/>
                <w:szCs w:val="20"/>
              </w:rPr>
            </w:pPr>
            <w:r w:rsidRPr="00C92D70">
              <w:rPr>
                <w:sz w:val="20"/>
                <w:szCs w:val="20"/>
              </w:rPr>
              <w:t xml:space="preserve"> при интенсивности движения</w:t>
            </w: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1000 ед/сут</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1</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2000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2</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3000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2</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vMerge w:val="restart"/>
            <w:tcBorders>
              <w:top w:val="nil"/>
              <w:left w:val="nil"/>
              <w:right w:val="single" w:sz="4" w:space="0" w:color="auto"/>
            </w:tcBorders>
          </w:tcPr>
          <w:p w:rsidR="007C08D3" w:rsidRPr="00C92D70" w:rsidRDefault="007C08D3" w:rsidP="003F4DBB">
            <w:pPr>
              <w:pStyle w:val="ac"/>
              <w:rPr>
                <w:sz w:val="20"/>
                <w:szCs w:val="20"/>
              </w:rPr>
            </w:pPr>
            <w:r w:rsidRPr="00C92D70">
              <w:rPr>
                <w:sz w:val="20"/>
                <w:szCs w:val="20"/>
              </w:rPr>
              <w:t>4000</w:t>
            </w:r>
          </w:p>
          <w:p w:rsidR="007C08D3" w:rsidRPr="00C92D70" w:rsidRDefault="007C08D3" w:rsidP="003F4DBB">
            <w:pPr>
              <w:pStyle w:val="ac"/>
              <w:rPr>
                <w:sz w:val="20"/>
                <w:szCs w:val="20"/>
              </w:rPr>
            </w:pPr>
            <w:r w:rsidRPr="00C92D70">
              <w:rPr>
                <w:sz w:val="20"/>
                <w:szCs w:val="20"/>
              </w:rPr>
              <w:t> </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3</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vMerge/>
            <w:tcBorders>
              <w:left w:val="nil"/>
              <w:bottom w:val="single" w:sz="4" w:space="0" w:color="auto"/>
              <w:right w:val="single" w:sz="4" w:space="0" w:color="auto"/>
            </w:tcBorders>
          </w:tcPr>
          <w:p w:rsidR="007C08D3" w:rsidRPr="00C92D70" w:rsidRDefault="007C08D3" w:rsidP="003F4DBB">
            <w:pPr>
              <w:pStyle w:val="ac"/>
              <w:rPr>
                <w:sz w:val="20"/>
                <w:szCs w:val="20"/>
              </w:rPr>
            </w:pP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2</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6000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2</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8000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3</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10 000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3</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15 000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5</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20 000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5</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single" w:sz="4" w:space="0" w:color="auto"/>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30 000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8</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val="restart"/>
            <w:tcBorders>
              <w:top w:val="nil"/>
              <w:left w:val="single" w:sz="4" w:space="0" w:color="auto"/>
              <w:bottom w:val="single" w:sz="4" w:space="0" w:color="auto"/>
              <w:right w:val="single" w:sz="4" w:space="0" w:color="auto"/>
            </w:tcBorders>
            <w:textDirection w:val="btLr"/>
            <w:vAlign w:val="center"/>
          </w:tcPr>
          <w:p w:rsidR="007C08D3" w:rsidRPr="00C92D70" w:rsidRDefault="007C08D3" w:rsidP="003F4DBB">
            <w:pPr>
              <w:pStyle w:val="aa"/>
              <w:rPr>
                <w:sz w:val="20"/>
                <w:szCs w:val="20"/>
              </w:rPr>
            </w:pPr>
            <w:r w:rsidRPr="00C92D70">
              <w:rPr>
                <w:sz w:val="20"/>
                <w:szCs w:val="20"/>
              </w:rPr>
              <w:t>150 км  при интенсивности движения</w:t>
            </w: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1000 ед/сут</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1</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2000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2</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3000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3</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4000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 </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2</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6000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3</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8000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3</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10 000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3</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15 000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5</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20 000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8</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30 000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по расчету</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val="restart"/>
            <w:tcBorders>
              <w:top w:val="nil"/>
              <w:left w:val="single" w:sz="4" w:space="0" w:color="auto"/>
              <w:bottom w:val="single" w:sz="4" w:space="0" w:color="auto"/>
              <w:right w:val="single" w:sz="4" w:space="0" w:color="auto"/>
            </w:tcBorders>
            <w:textDirection w:val="btLr"/>
            <w:vAlign w:val="center"/>
          </w:tcPr>
          <w:p w:rsidR="007C08D3" w:rsidRPr="00C92D70" w:rsidRDefault="007C08D3" w:rsidP="003F4DBB">
            <w:pPr>
              <w:pStyle w:val="aa"/>
              <w:rPr>
                <w:sz w:val="20"/>
                <w:szCs w:val="20"/>
              </w:rPr>
            </w:pPr>
            <w:r w:rsidRPr="00C92D70">
              <w:rPr>
                <w:sz w:val="20"/>
                <w:szCs w:val="20"/>
              </w:rPr>
              <w:t>200 км</w:t>
            </w:r>
          </w:p>
          <w:p w:rsidR="007C08D3" w:rsidRPr="00C92D70" w:rsidRDefault="007C08D3" w:rsidP="003F4DBB">
            <w:pPr>
              <w:pStyle w:val="aa"/>
              <w:rPr>
                <w:sz w:val="20"/>
                <w:szCs w:val="20"/>
              </w:rPr>
            </w:pPr>
            <w:r w:rsidRPr="00C92D70">
              <w:rPr>
                <w:sz w:val="20"/>
                <w:szCs w:val="20"/>
              </w:rPr>
              <w:t xml:space="preserve"> при интенсивности движения</w:t>
            </w: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1000 ед/сут</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2</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2000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3</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3000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3</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vMerge w:val="restart"/>
            <w:tcBorders>
              <w:top w:val="nil"/>
              <w:left w:val="nil"/>
              <w:right w:val="single" w:sz="4" w:space="0" w:color="auto"/>
            </w:tcBorders>
          </w:tcPr>
          <w:p w:rsidR="007C08D3" w:rsidRPr="00C92D70" w:rsidRDefault="007C08D3" w:rsidP="003F4DBB">
            <w:pPr>
              <w:pStyle w:val="ac"/>
              <w:rPr>
                <w:sz w:val="20"/>
                <w:szCs w:val="20"/>
              </w:rPr>
            </w:pPr>
            <w:r w:rsidRPr="00C92D70">
              <w:rPr>
                <w:sz w:val="20"/>
                <w:szCs w:val="20"/>
              </w:rPr>
              <w:t>4000</w:t>
            </w:r>
          </w:p>
          <w:p w:rsidR="007C08D3" w:rsidRPr="00C92D70" w:rsidRDefault="007C08D3" w:rsidP="003F4DBB">
            <w:pPr>
              <w:pStyle w:val="ac"/>
              <w:rPr>
                <w:sz w:val="20"/>
                <w:szCs w:val="20"/>
              </w:rPr>
            </w:pPr>
            <w:r w:rsidRPr="00C92D70">
              <w:rPr>
                <w:sz w:val="20"/>
                <w:szCs w:val="20"/>
              </w:rPr>
              <w:t> </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vMerge/>
            <w:tcBorders>
              <w:left w:val="nil"/>
              <w:bottom w:val="single" w:sz="4" w:space="0" w:color="auto"/>
              <w:right w:val="single" w:sz="4" w:space="0" w:color="auto"/>
            </w:tcBorders>
          </w:tcPr>
          <w:p w:rsidR="007C08D3" w:rsidRPr="00C92D70" w:rsidRDefault="007C08D3" w:rsidP="003F4DBB">
            <w:pPr>
              <w:pStyle w:val="ac"/>
              <w:rPr>
                <w:sz w:val="20"/>
                <w:szCs w:val="20"/>
              </w:rPr>
            </w:pP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2</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6000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3</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8000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3</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10 000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5</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15 000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8</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20 000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по расчету</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30 000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по расчету</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val="restart"/>
            <w:tcBorders>
              <w:top w:val="nil"/>
              <w:left w:val="single" w:sz="4" w:space="0" w:color="auto"/>
              <w:bottom w:val="single" w:sz="4" w:space="0" w:color="auto"/>
              <w:right w:val="single" w:sz="4" w:space="0" w:color="auto"/>
            </w:tcBorders>
            <w:textDirection w:val="btLr"/>
            <w:vAlign w:val="center"/>
          </w:tcPr>
          <w:p w:rsidR="007C08D3" w:rsidRPr="00C92D70" w:rsidRDefault="007C08D3" w:rsidP="003F4DBB">
            <w:pPr>
              <w:pStyle w:val="aa"/>
              <w:rPr>
                <w:sz w:val="20"/>
                <w:szCs w:val="20"/>
              </w:rPr>
            </w:pPr>
            <w:r w:rsidRPr="00C92D70">
              <w:rPr>
                <w:sz w:val="20"/>
                <w:szCs w:val="20"/>
              </w:rPr>
              <w:t>250 км</w:t>
            </w:r>
          </w:p>
          <w:p w:rsidR="007C08D3" w:rsidRPr="00C92D70" w:rsidRDefault="007C08D3" w:rsidP="003F4DBB">
            <w:pPr>
              <w:pStyle w:val="aa"/>
              <w:rPr>
                <w:sz w:val="20"/>
                <w:szCs w:val="20"/>
              </w:rPr>
            </w:pPr>
            <w:r w:rsidRPr="00C92D70">
              <w:rPr>
                <w:sz w:val="20"/>
                <w:szCs w:val="20"/>
              </w:rPr>
              <w:t xml:space="preserve"> при интенсивности движения</w:t>
            </w: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1000 ед/сут</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3</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2000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3</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3000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5</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vMerge w:val="restart"/>
            <w:tcBorders>
              <w:top w:val="nil"/>
              <w:left w:val="nil"/>
              <w:right w:val="single" w:sz="4" w:space="0" w:color="auto"/>
            </w:tcBorders>
          </w:tcPr>
          <w:p w:rsidR="007C08D3" w:rsidRPr="00C92D70" w:rsidRDefault="007C08D3" w:rsidP="003F4DBB">
            <w:pPr>
              <w:pStyle w:val="ac"/>
              <w:rPr>
                <w:sz w:val="20"/>
                <w:szCs w:val="20"/>
              </w:rPr>
            </w:pPr>
            <w:r w:rsidRPr="00C92D70">
              <w:rPr>
                <w:sz w:val="20"/>
                <w:szCs w:val="20"/>
              </w:rPr>
              <w:t>4000</w:t>
            </w:r>
          </w:p>
          <w:p w:rsidR="007C08D3" w:rsidRPr="00C92D70" w:rsidRDefault="007C08D3" w:rsidP="003F4DBB">
            <w:pPr>
              <w:pStyle w:val="ac"/>
              <w:rPr>
                <w:sz w:val="20"/>
                <w:szCs w:val="20"/>
              </w:rPr>
            </w:pPr>
            <w:r w:rsidRPr="00C92D70">
              <w:rPr>
                <w:sz w:val="20"/>
                <w:szCs w:val="20"/>
              </w:rPr>
              <w:t> </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vMerge/>
            <w:tcBorders>
              <w:left w:val="nil"/>
              <w:bottom w:val="single" w:sz="4" w:space="0" w:color="auto"/>
              <w:right w:val="single" w:sz="4" w:space="0" w:color="auto"/>
            </w:tcBorders>
          </w:tcPr>
          <w:p w:rsidR="007C08D3" w:rsidRPr="00C92D70" w:rsidRDefault="007C08D3" w:rsidP="003F4DBB">
            <w:pPr>
              <w:pStyle w:val="ac"/>
              <w:rPr>
                <w:sz w:val="20"/>
                <w:szCs w:val="20"/>
              </w:rPr>
            </w:pP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3</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6000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3</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8000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5</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10 000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5</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15 000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8</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20 000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по расчету</w:t>
            </w:r>
          </w:p>
        </w:tc>
      </w:tr>
      <w:tr w:rsidR="007C08D3" w:rsidRPr="00C92D70" w:rsidTr="003F4DBB">
        <w:trPr>
          <w:trHeight w:val="20"/>
        </w:trPr>
        <w:tc>
          <w:tcPr>
            <w:tcW w:w="709" w:type="dxa"/>
            <w:vMerge/>
            <w:tcBorders>
              <w:top w:val="single" w:sz="8" w:space="0" w:color="auto"/>
              <w:left w:val="single" w:sz="8" w:space="0" w:color="auto"/>
              <w:bottom w:val="single" w:sz="8" w:space="0" w:color="auto"/>
              <w:right w:val="single" w:sz="8" w:space="0" w:color="auto"/>
            </w:tcBorders>
            <w:vAlign w:val="center"/>
          </w:tcPr>
          <w:p w:rsidR="007C08D3" w:rsidRPr="00C92D70" w:rsidRDefault="007C08D3" w:rsidP="003F4DBB">
            <w:pPr>
              <w:pStyle w:val="ac"/>
              <w:rPr>
                <w:sz w:val="20"/>
                <w:szCs w:val="20"/>
              </w:rPr>
            </w:pPr>
          </w:p>
        </w:tc>
        <w:tc>
          <w:tcPr>
            <w:tcW w:w="1341" w:type="dxa"/>
            <w:gridSpan w:val="2"/>
            <w:vMerge/>
            <w:tcBorders>
              <w:top w:val="single" w:sz="8" w:space="0" w:color="auto"/>
              <w:left w:val="single" w:sz="8" w:space="0" w:color="auto"/>
              <w:bottom w:val="single" w:sz="4" w:space="0" w:color="000000"/>
              <w:right w:val="single" w:sz="4" w:space="0" w:color="auto"/>
            </w:tcBorders>
            <w:vAlign w:val="center"/>
          </w:tcPr>
          <w:p w:rsidR="007C08D3" w:rsidRPr="00C92D70" w:rsidRDefault="007C08D3" w:rsidP="003F4DBB">
            <w:pPr>
              <w:pStyle w:val="ac"/>
              <w:rPr>
                <w:sz w:val="20"/>
                <w:szCs w:val="20"/>
              </w:rPr>
            </w:pPr>
          </w:p>
        </w:tc>
        <w:tc>
          <w:tcPr>
            <w:tcW w:w="1208" w:type="dxa"/>
            <w:gridSpan w:val="4"/>
            <w:vMerge/>
            <w:tcBorders>
              <w:top w:val="nil"/>
              <w:left w:val="single" w:sz="4" w:space="0" w:color="auto"/>
              <w:bottom w:val="single" w:sz="4" w:space="0" w:color="auto"/>
              <w:right w:val="single" w:sz="4" w:space="0" w:color="auto"/>
            </w:tcBorders>
            <w:vAlign w:val="center"/>
          </w:tcPr>
          <w:p w:rsidR="007C08D3" w:rsidRPr="00C92D70" w:rsidRDefault="007C08D3" w:rsidP="003F4DBB">
            <w:pPr>
              <w:pStyle w:val="ac"/>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pStyle w:val="ac"/>
              <w:rPr>
                <w:sz w:val="20"/>
                <w:szCs w:val="20"/>
              </w:rPr>
            </w:pPr>
            <w:r w:rsidRPr="00C92D70">
              <w:rPr>
                <w:sz w:val="20"/>
                <w:szCs w:val="20"/>
              </w:rPr>
              <w:t>30 000</w:t>
            </w:r>
          </w:p>
        </w:tc>
        <w:tc>
          <w:tcPr>
            <w:tcW w:w="1399" w:type="dxa"/>
            <w:vMerge/>
            <w:tcBorders>
              <w:top w:val="single" w:sz="8" w:space="0" w:color="auto"/>
              <w:left w:val="single" w:sz="4" w:space="0" w:color="auto"/>
              <w:bottom w:val="nil"/>
              <w:right w:val="nil"/>
            </w:tcBorders>
            <w:vAlign w:val="center"/>
          </w:tcPr>
          <w:p w:rsidR="007C08D3" w:rsidRPr="00C92D70" w:rsidRDefault="007C08D3" w:rsidP="003F4DBB">
            <w:pPr>
              <w:pStyle w:val="ac"/>
              <w:rPr>
                <w:sz w:val="20"/>
                <w:szCs w:val="20"/>
              </w:rPr>
            </w:pPr>
          </w:p>
        </w:tc>
        <w:tc>
          <w:tcPr>
            <w:tcW w:w="2003" w:type="dxa"/>
            <w:gridSpan w:val="3"/>
            <w:vMerge/>
            <w:tcBorders>
              <w:top w:val="single" w:sz="8" w:space="0" w:color="auto"/>
              <w:left w:val="single" w:sz="4" w:space="0" w:color="auto"/>
              <w:bottom w:val="single" w:sz="4" w:space="0" w:color="000000"/>
              <w:right w:val="single" w:sz="4" w:space="0" w:color="000000"/>
            </w:tcBorders>
            <w:vAlign w:val="center"/>
          </w:tcPr>
          <w:p w:rsidR="007C08D3" w:rsidRPr="00C92D70" w:rsidRDefault="007C08D3" w:rsidP="003F4DBB">
            <w:pPr>
              <w:pStyle w:val="ac"/>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по расчету</w:t>
            </w:r>
          </w:p>
        </w:tc>
      </w:tr>
      <w:tr w:rsidR="007C08D3" w:rsidRPr="00C92D70" w:rsidTr="003F4DBB">
        <w:trPr>
          <w:trHeight w:val="20"/>
        </w:trPr>
        <w:tc>
          <w:tcPr>
            <w:tcW w:w="709" w:type="dxa"/>
            <w:tcBorders>
              <w:top w:val="single" w:sz="8" w:space="0" w:color="auto"/>
              <w:left w:val="single" w:sz="4" w:space="0" w:color="auto"/>
              <w:bottom w:val="single" w:sz="4" w:space="0" w:color="auto"/>
              <w:right w:val="single" w:sz="4" w:space="0" w:color="auto"/>
            </w:tcBorders>
            <w:vAlign w:val="center"/>
          </w:tcPr>
          <w:p w:rsidR="007C08D3" w:rsidRPr="00C92D70" w:rsidRDefault="007C08D3" w:rsidP="003F4DBB">
            <w:pPr>
              <w:pStyle w:val="aa"/>
              <w:rPr>
                <w:sz w:val="20"/>
                <w:szCs w:val="20"/>
              </w:rPr>
            </w:pPr>
            <w:r w:rsidRPr="00C92D70">
              <w:rPr>
                <w:sz w:val="20"/>
                <w:szCs w:val="20"/>
              </w:rPr>
              <w:t>1.9</w:t>
            </w:r>
          </w:p>
        </w:tc>
        <w:tc>
          <w:tcPr>
            <w:tcW w:w="4961" w:type="dxa"/>
            <w:gridSpan w:val="8"/>
            <w:tcBorders>
              <w:top w:val="single" w:sz="8" w:space="0" w:color="auto"/>
              <w:left w:val="nil"/>
              <w:bottom w:val="single" w:sz="4" w:space="0" w:color="auto"/>
              <w:right w:val="single" w:sz="4" w:space="0" w:color="000000"/>
            </w:tcBorders>
            <w:vAlign w:val="center"/>
          </w:tcPr>
          <w:p w:rsidR="007C08D3" w:rsidRPr="00C92D70" w:rsidRDefault="007C08D3" w:rsidP="003F4DBB">
            <w:pPr>
              <w:pStyle w:val="ac"/>
              <w:rPr>
                <w:sz w:val="20"/>
                <w:szCs w:val="20"/>
              </w:rPr>
            </w:pPr>
            <w:r w:rsidRPr="00C92D70">
              <w:rPr>
                <w:sz w:val="20"/>
                <w:szCs w:val="20"/>
              </w:rPr>
              <w:t>Наибольшее расстояние между мотелями и кемпингами</w:t>
            </w:r>
          </w:p>
        </w:tc>
        <w:tc>
          <w:tcPr>
            <w:tcW w:w="1399" w:type="dxa"/>
            <w:tcBorders>
              <w:top w:val="single" w:sz="8" w:space="0" w:color="auto"/>
              <w:left w:val="nil"/>
              <w:bottom w:val="single" w:sz="4" w:space="0" w:color="auto"/>
              <w:right w:val="single" w:sz="4" w:space="0" w:color="auto"/>
            </w:tcBorders>
            <w:vAlign w:val="center"/>
          </w:tcPr>
          <w:p w:rsidR="007C08D3" w:rsidRPr="00C92D70" w:rsidRDefault="007C08D3" w:rsidP="003F4DBB">
            <w:pPr>
              <w:pStyle w:val="aa"/>
              <w:rPr>
                <w:sz w:val="20"/>
                <w:szCs w:val="20"/>
              </w:rPr>
            </w:pPr>
            <w:r w:rsidRPr="00C92D70">
              <w:rPr>
                <w:sz w:val="20"/>
                <w:szCs w:val="20"/>
              </w:rPr>
              <w:t>км</w:t>
            </w:r>
          </w:p>
        </w:tc>
        <w:tc>
          <w:tcPr>
            <w:tcW w:w="2003" w:type="dxa"/>
            <w:gridSpan w:val="3"/>
            <w:tcBorders>
              <w:top w:val="single" w:sz="8" w:space="0" w:color="auto"/>
              <w:left w:val="nil"/>
              <w:bottom w:val="single" w:sz="4" w:space="0" w:color="auto"/>
              <w:right w:val="single" w:sz="4" w:space="0" w:color="000000"/>
            </w:tcBorders>
            <w:vAlign w:val="center"/>
          </w:tcPr>
          <w:p w:rsidR="007C08D3" w:rsidRPr="00C92D70" w:rsidRDefault="007C08D3" w:rsidP="003F4DBB">
            <w:pPr>
              <w:pStyle w:val="ac"/>
              <w:rPr>
                <w:sz w:val="20"/>
                <w:szCs w:val="20"/>
              </w:rPr>
            </w:pPr>
            <w:r w:rsidRPr="00C92D70">
              <w:rPr>
                <w:sz w:val="20"/>
                <w:szCs w:val="20"/>
              </w:rPr>
              <w:t>СНиП 2.05.02-85* п.10.15</w:t>
            </w:r>
          </w:p>
        </w:tc>
        <w:tc>
          <w:tcPr>
            <w:tcW w:w="1134" w:type="dxa"/>
            <w:tcBorders>
              <w:top w:val="single" w:sz="8" w:space="0" w:color="auto"/>
              <w:left w:val="nil"/>
              <w:bottom w:val="single" w:sz="4" w:space="0" w:color="auto"/>
              <w:right w:val="single" w:sz="8" w:space="0" w:color="000000"/>
            </w:tcBorders>
            <w:vAlign w:val="center"/>
          </w:tcPr>
          <w:p w:rsidR="007C08D3" w:rsidRPr="00C92D70" w:rsidRDefault="007C08D3" w:rsidP="003F4DBB">
            <w:pPr>
              <w:pStyle w:val="aa"/>
              <w:rPr>
                <w:sz w:val="20"/>
                <w:szCs w:val="20"/>
              </w:rPr>
            </w:pPr>
            <w:r w:rsidRPr="00C92D70">
              <w:rPr>
                <w:sz w:val="20"/>
                <w:szCs w:val="20"/>
              </w:rPr>
              <w:t>500</w:t>
            </w:r>
          </w:p>
        </w:tc>
      </w:tr>
      <w:tr w:rsidR="007C08D3" w:rsidRPr="00C92D70" w:rsidTr="003F4DBB">
        <w:trPr>
          <w:trHeight w:val="20"/>
        </w:trPr>
        <w:tc>
          <w:tcPr>
            <w:tcW w:w="709" w:type="dxa"/>
            <w:vMerge w:val="restart"/>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pStyle w:val="aa"/>
              <w:rPr>
                <w:sz w:val="20"/>
                <w:szCs w:val="20"/>
              </w:rPr>
            </w:pPr>
            <w:r w:rsidRPr="00C92D70">
              <w:rPr>
                <w:sz w:val="20"/>
                <w:szCs w:val="20"/>
              </w:rPr>
              <w:t>1.10</w:t>
            </w:r>
          </w:p>
        </w:tc>
        <w:tc>
          <w:tcPr>
            <w:tcW w:w="1314" w:type="dxa"/>
            <w:vMerge w:val="restart"/>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r w:rsidRPr="00C92D70">
              <w:rPr>
                <w:sz w:val="20"/>
                <w:szCs w:val="20"/>
              </w:rPr>
              <w:t>Размеры земельных участков для:</w:t>
            </w:r>
          </w:p>
        </w:tc>
        <w:tc>
          <w:tcPr>
            <w:tcW w:w="1235" w:type="dxa"/>
            <w:gridSpan w:val="5"/>
            <w:vMerge w:val="restart"/>
            <w:tcBorders>
              <w:top w:val="single" w:sz="8" w:space="0" w:color="auto"/>
              <w:left w:val="single" w:sz="4" w:space="0" w:color="auto"/>
              <w:bottom w:val="single" w:sz="4" w:space="0" w:color="000000"/>
              <w:right w:val="single" w:sz="4" w:space="0" w:color="auto"/>
            </w:tcBorders>
            <w:textDirection w:val="btLr"/>
            <w:vAlign w:val="bottom"/>
          </w:tcPr>
          <w:p w:rsidR="007C08D3" w:rsidRPr="00C92D70" w:rsidRDefault="007C08D3" w:rsidP="003F4DBB">
            <w:pPr>
              <w:rPr>
                <w:sz w:val="20"/>
                <w:szCs w:val="20"/>
              </w:rPr>
            </w:pPr>
            <w:r w:rsidRPr="00C92D70">
              <w:rPr>
                <w:sz w:val="20"/>
                <w:szCs w:val="20"/>
              </w:rPr>
              <w:t>СТО мощностью:</w:t>
            </w:r>
          </w:p>
        </w:tc>
        <w:tc>
          <w:tcPr>
            <w:tcW w:w="2412" w:type="dxa"/>
            <w:gridSpan w:val="2"/>
            <w:tcBorders>
              <w:top w:val="single" w:sz="8" w:space="0" w:color="auto"/>
              <w:left w:val="nil"/>
              <w:bottom w:val="single" w:sz="4" w:space="0" w:color="auto"/>
              <w:right w:val="single" w:sz="4" w:space="0" w:color="auto"/>
            </w:tcBorders>
            <w:vAlign w:val="bottom"/>
          </w:tcPr>
          <w:p w:rsidR="007C08D3" w:rsidRPr="00C92D70" w:rsidRDefault="007C08D3" w:rsidP="003F4DBB">
            <w:pPr>
              <w:rPr>
                <w:sz w:val="20"/>
                <w:szCs w:val="20"/>
              </w:rPr>
            </w:pPr>
            <w:r w:rsidRPr="00C92D70">
              <w:rPr>
                <w:sz w:val="20"/>
                <w:szCs w:val="20"/>
              </w:rPr>
              <w:t>на 10 постов</w:t>
            </w:r>
          </w:p>
        </w:tc>
        <w:tc>
          <w:tcPr>
            <w:tcW w:w="1399" w:type="dxa"/>
            <w:vMerge w:val="restart"/>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jc w:val="center"/>
              <w:rPr>
                <w:sz w:val="20"/>
                <w:szCs w:val="20"/>
              </w:rPr>
            </w:pPr>
            <w:r w:rsidRPr="00C92D70">
              <w:rPr>
                <w:sz w:val="20"/>
                <w:szCs w:val="20"/>
              </w:rPr>
              <w:t>га</w:t>
            </w:r>
          </w:p>
        </w:tc>
        <w:tc>
          <w:tcPr>
            <w:tcW w:w="1153" w:type="dxa"/>
            <w:vMerge w:val="restart"/>
            <w:tcBorders>
              <w:top w:val="single" w:sz="8" w:space="0" w:color="auto"/>
              <w:left w:val="single" w:sz="4" w:space="0" w:color="auto"/>
              <w:bottom w:val="single" w:sz="8" w:space="0" w:color="000000"/>
              <w:right w:val="single" w:sz="4" w:space="0" w:color="auto"/>
            </w:tcBorders>
            <w:textDirection w:val="btLr"/>
            <w:vAlign w:val="center"/>
          </w:tcPr>
          <w:p w:rsidR="007C08D3" w:rsidRPr="00C92D70" w:rsidRDefault="007C08D3" w:rsidP="003F4DBB">
            <w:pPr>
              <w:jc w:val="center"/>
              <w:rPr>
                <w:sz w:val="20"/>
                <w:szCs w:val="20"/>
              </w:rPr>
            </w:pPr>
            <w:r w:rsidRPr="00C92D70">
              <w:rPr>
                <w:sz w:val="20"/>
                <w:szCs w:val="20"/>
              </w:rPr>
              <w:t>СНиП 2.07.01-89*</w:t>
            </w:r>
          </w:p>
        </w:tc>
        <w:tc>
          <w:tcPr>
            <w:tcW w:w="850" w:type="dxa"/>
            <w:gridSpan w:val="2"/>
            <w:vMerge w:val="restart"/>
            <w:tcBorders>
              <w:top w:val="single" w:sz="8" w:space="0" w:color="auto"/>
              <w:left w:val="single" w:sz="4" w:space="0" w:color="auto"/>
              <w:bottom w:val="single" w:sz="4" w:space="0" w:color="000000"/>
              <w:right w:val="single" w:sz="4" w:space="0" w:color="auto"/>
            </w:tcBorders>
            <w:vAlign w:val="center"/>
          </w:tcPr>
          <w:p w:rsidR="007C08D3" w:rsidRPr="00C92D70" w:rsidRDefault="007C08D3" w:rsidP="003F4DBB">
            <w:pPr>
              <w:rPr>
                <w:sz w:val="20"/>
                <w:szCs w:val="20"/>
              </w:rPr>
            </w:pPr>
            <w:r w:rsidRPr="00C92D70">
              <w:rPr>
                <w:sz w:val="20"/>
                <w:szCs w:val="20"/>
              </w:rPr>
              <w:t>п.6.40</w:t>
            </w:r>
          </w:p>
        </w:tc>
        <w:tc>
          <w:tcPr>
            <w:tcW w:w="1134" w:type="dxa"/>
            <w:tcBorders>
              <w:top w:val="single" w:sz="8" w:space="0" w:color="auto"/>
              <w:left w:val="nil"/>
              <w:bottom w:val="single" w:sz="4" w:space="0" w:color="auto"/>
              <w:right w:val="single" w:sz="8" w:space="0" w:color="000000"/>
            </w:tcBorders>
            <w:vAlign w:val="center"/>
          </w:tcPr>
          <w:p w:rsidR="007C08D3" w:rsidRPr="00C92D70" w:rsidRDefault="007C08D3" w:rsidP="003F4DBB">
            <w:pPr>
              <w:rPr>
                <w:sz w:val="20"/>
                <w:szCs w:val="20"/>
              </w:rPr>
            </w:pPr>
            <w:r w:rsidRPr="00C92D70">
              <w:rPr>
                <w:sz w:val="20"/>
                <w:szCs w:val="20"/>
              </w:rPr>
              <w:t>1</w:t>
            </w:r>
          </w:p>
        </w:tc>
      </w:tr>
      <w:tr w:rsidR="007C08D3" w:rsidRPr="00C92D70" w:rsidTr="003F4DBB">
        <w:trPr>
          <w:trHeight w:val="20"/>
        </w:trPr>
        <w:tc>
          <w:tcPr>
            <w:tcW w:w="70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1314"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1235" w:type="dxa"/>
            <w:gridSpan w:val="5"/>
            <w:vMerge/>
            <w:tcBorders>
              <w:top w:val="single" w:sz="8" w:space="0" w:color="auto"/>
              <w:left w:val="single" w:sz="4" w:space="0" w:color="auto"/>
              <w:bottom w:val="single" w:sz="4" w:space="0" w:color="000000"/>
              <w:right w:val="single" w:sz="4" w:space="0" w:color="auto"/>
            </w:tcBorders>
            <w:vAlign w:val="center"/>
          </w:tcPr>
          <w:p w:rsidR="007C08D3" w:rsidRPr="00C92D70" w:rsidRDefault="007C08D3" w:rsidP="003F4DBB">
            <w:pPr>
              <w:rPr>
                <w:sz w:val="20"/>
                <w:szCs w:val="20"/>
              </w:rPr>
            </w:pPr>
          </w:p>
        </w:tc>
        <w:tc>
          <w:tcPr>
            <w:tcW w:w="2412" w:type="dxa"/>
            <w:gridSpan w:val="2"/>
            <w:tcBorders>
              <w:top w:val="nil"/>
              <w:left w:val="nil"/>
              <w:bottom w:val="single" w:sz="4" w:space="0" w:color="auto"/>
              <w:right w:val="single" w:sz="4" w:space="0" w:color="auto"/>
            </w:tcBorders>
            <w:vAlign w:val="bottom"/>
          </w:tcPr>
          <w:p w:rsidR="007C08D3" w:rsidRPr="00C92D70" w:rsidRDefault="007C08D3" w:rsidP="003F4DBB">
            <w:pPr>
              <w:rPr>
                <w:sz w:val="20"/>
                <w:szCs w:val="20"/>
              </w:rPr>
            </w:pPr>
            <w:r w:rsidRPr="00C92D70">
              <w:rPr>
                <w:sz w:val="20"/>
                <w:szCs w:val="20"/>
              </w:rPr>
              <w:t>на 15 постов</w:t>
            </w:r>
          </w:p>
        </w:tc>
        <w:tc>
          <w:tcPr>
            <w:tcW w:w="139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jc w:val="center"/>
              <w:rPr>
                <w:sz w:val="20"/>
                <w:szCs w:val="20"/>
              </w:rPr>
            </w:pPr>
          </w:p>
        </w:tc>
        <w:tc>
          <w:tcPr>
            <w:tcW w:w="1153"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jc w:val="center"/>
              <w:rPr>
                <w:sz w:val="20"/>
                <w:szCs w:val="20"/>
              </w:rPr>
            </w:pPr>
          </w:p>
        </w:tc>
        <w:tc>
          <w:tcPr>
            <w:tcW w:w="850" w:type="dxa"/>
            <w:gridSpan w:val="2"/>
            <w:vMerge/>
            <w:tcBorders>
              <w:top w:val="single" w:sz="8" w:space="0" w:color="auto"/>
              <w:left w:val="single" w:sz="4" w:space="0" w:color="auto"/>
              <w:bottom w:val="single" w:sz="4" w:space="0" w:color="000000"/>
              <w:right w:val="single" w:sz="4" w:space="0" w:color="auto"/>
            </w:tcBorders>
            <w:vAlign w:val="center"/>
          </w:tcPr>
          <w:p w:rsidR="007C08D3" w:rsidRPr="00C92D70" w:rsidRDefault="007C08D3" w:rsidP="003F4DBB">
            <w:pPr>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rPr>
                <w:sz w:val="20"/>
                <w:szCs w:val="20"/>
              </w:rPr>
            </w:pPr>
            <w:r w:rsidRPr="00C92D70">
              <w:rPr>
                <w:sz w:val="20"/>
                <w:szCs w:val="20"/>
              </w:rPr>
              <w:t>1,5</w:t>
            </w:r>
          </w:p>
        </w:tc>
      </w:tr>
      <w:tr w:rsidR="007C08D3" w:rsidRPr="00C92D70" w:rsidTr="003F4DBB">
        <w:trPr>
          <w:trHeight w:val="20"/>
        </w:trPr>
        <w:tc>
          <w:tcPr>
            <w:tcW w:w="70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1314"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1235" w:type="dxa"/>
            <w:gridSpan w:val="5"/>
            <w:vMerge/>
            <w:tcBorders>
              <w:top w:val="single" w:sz="8" w:space="0" w:color="auto"/>
              <w:left w:val="single" w:sz="4" w:space="0" w:color="auto"/>
              <w:bottom w:val="single" w:sz="4" w:space="0" w:color="000000"/>
              <w:right w:val="single" w:sz="4" w:space="0" w:color="auto"/>
            </w:tcBorders>
            <w:vAlign w:val="center"/>
          </w:tcPr>
          <w:p w:rsidR="007C08D3" w:rsidRPr="00C92D70" w:rsidRDefault="007C08D3" w:rsidP="003F4DBB">
            <w:pPr>
              <w:rPr>
                <w:sz w:val="20"/>
                <w:szCs w:val="20"/>
              </w:rPr>
            </w:pPr>
          </w:p>
        </w:tc>
        <w:tc>
          <w:tcPr>
            <w:tcW w:w="2412" w:type="dxa"/>
            <w:gridSpan w:val="2"/>
            <w:tcBorders>
              <w:top w:val="nil"/>
              <w:left w:val="nil"/>
              <w:bottom w:val="single" w:sz="4" w:space="0" w:color="auto"/>
              <w:right w:val="single" w:sz="4" w:space="0" w:color="auto"/>
            </w:tcBorders>
            <w:vAlign w:val="bottom"/>
          </w:tcPr>
          <w:p w:rsidR="007C08D3" w:rsidRPr="00C92D70" w:rsidRDefault="007C08D3" w:rsidP="003F4DBB">
            <w:pPr>
              <w:rPr>
                <w:sz w:val="20"/>
                <w:szCs w:val="20"/>
              </w:rPr>
            </w:pPr>
            <w:r w:rsidRPr="00C92D70">
              <w:rPr>
                <w:sz w:val="20"/>
                <w:szCs w:val="20"/>
              </w:rPr>
              <w:t>на 25 постов</w:t>
            </w:r>
          </w:p>
        </w:tc>
        <w:tc>
          <w:tcPr>
            <w:tcW w:w="139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jc w:val="center"/>
              <w:rPr>
                <w:sz w:val="20"/>
                <w:szCs w:val="20"/>
              </w:rPr>
            </w:pPr>
          </w:p>
        </w:tc>
        <w:tc>
          <w:tcPr>
            <w:tcW w:w="1153"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jc w:val="center"/>
              <w:rPr>
                <w:sz w:val="20"/>
                <w:szCs w:val="20"/>
              </w:rPr>
            </w:pPr>
          </w:p>
        </w:tc>
        <w:tc>
          <w:tcPr>
            <w:tcW w:w="850" w:type="dxa"/>
            <w:gridSpan w:val="2"/>
            <w:vMerge/>
            <w:tcBorders>
              <w:top w:val="single" w:sz="8" w:space="0" w:color="auto"/>
              <w:left w:val="single" w:sz="4" w:space="0" w:color="auto"/>
              <w:bottom w:val="single" w:sz="4" w:space="0" w:color="000000"/>
              <w:right w:val="single" w:sz="4" w:space="0" w:color="auto"/>
            </w:tcBorders>
            <w:vAlign w:val="center"/>
          </w:tcPr>
          <w:p w:rsidR="007C08D3" w:rsidRPr="00C92D70" w:rsidRDefault="007C08D3" w:rsidP="003F4DBB">
            <w:pPr>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rPr>
                <w:sz w:val="20"/>
                <w:szCs w:val="20"/>
              </w:rPr>
            </w:pPr>
            <w:r w:rsidRPr="00C92D70">
              <w:rPr>
                <w:sz w:val="20"/>
                <w:szCs w:val="20"/>
              </w:rPr>
              <w:t>2</w:t>
            </w:r>
          </w:p>
        </w:tc>
      </w:tr>
      <w:tr w:rsidR="007C08D3" w:rsidRPr="00C92D70" w:rsidTr="003F4DBB">
        <w:trPr>
          <w:trHeight w:val="559"/>
        </w:trPr>
        <w:tc>
          <w:tcPr>
            <w:tcW w:w="70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1314"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1235" w:type="dxa"/>
            <w:gridSpan w:val="5"/>
            <w:vMerge/>
            <w:tcBorders>
              <w:top w:val="single" w:sz="8" w:space="0" w:color="auto"/>
              <w:left w:val="single" w:sz="4" w:space="0" w:color="auto"/>
              <w:bottom w:val="single" w:sz="4" w:space="0" w:color="000000"/>
              <w:right w:val="single" w:sz="4" w:space="0" w:color="auto"/>
            </w:tcBorders>
            <w:vAlign w:val="center"/>
          </w:tcPr>
          <w:p w:rsidR="007C08D3" w:rsidRPr="00C92D70" w:rsidRDefault="007C08D3" w:rsidP="003F4DBB">
            <w:pPr>
              <w:rPr>
                <w:sz w:val="20"/>
                <w:szCs w:val="20"/>
              </w:rPr>
            </w:pPr>
          </w:p>
        </w:tc>
        <w:tc>
          <w:tcPr>
            <w:tcW w:w="2412" w:type="dxa"/>
            <w:gridSpan w:val="2"/>
            <w:tcBorders>
              <w:top w:val="nil"/>
              <w:left w:val="nil"/>
              <w:bottom w:val="single" w:sz="4" w:space="0" w:color="auto"/>
              <w:right w:val="single" w:sz="4" w:space="0" w:color="auto"/>
            </w:tcBorders>
            <w:vAlign w:val="bottom"/>
          </w:tcPr>
          <w:p w:rsidR="007C08D3" w:rsidRPr="00C92D70" w:rsidRDefault="007C08D3" w:rsidP="003F4DBB">
            <w:pPr>
              <w:rPr>
                <w:sz w:val="20"/>
                <w:szCs w:val="20"/>
              </w:rPr>
            </w:pPr>
            <w:r w:rsidRPr="00C92D70">
              <w:rPr>
                <w:sz w:val="20"/>
                <w:szCs w:val="20"/>
              </w:rPr>
              <w:t>на 40 постов</w:t>
            </w:r>
          </w:p>
        </w:tc>
        <w:tc>
          <w:tcPr>
            <w:tcW w:w="139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jc w:val="center"/>
              <w:rPr>
                <w:sz w:val="20"/>
                <w:szCs w:val="20"/>
              </w:rPr>
            </w:pPr>
          </w:p>
        </w:tc>
        <w:tc>
          <w:tcPr>
            <w:tcW w:w="1153"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jc w:val="center"/>
              <w:rPr>
                <w:sz w:val="20"/>
                <w:szCs w:val="20"/>
              </w:rPr>
            </w:pPr>
          </w:p>
        </w:tc>
        <w:tc>
          <w:tcPr>
            <w:tcW w:w="850" w:type="dxa"/>
            <w:gridSpan w:val="2"/>
            <w:vMerge/>
            <w:tcBorders>
              <w:top w:val="single" w:sz="8" w:space="0" w:color="auto"/>
              <w:left w:val="single" w:sz="4" w:space="0" w:color="auto"/>
              <w:bottom w:val="single" w:sz="4" w:space="0" w:color="000000"/>
              <w:right w:val="single" w:sz="4" w:space="0" w:color="auto"/>
            </w:tcBorders>
            <w:vAlign w:val="center"/>
          </w:tcPr>
          <w:p w:rsidR="007C08D3" w:rsidRPr="00C92D70" w:rsidRDefault="007C08D3" w:rsidP="003F4DBB">
            <w:pPr>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rPr>
                <w:sz w:val="20"/>
                <w:szCs w:val="20"/>
              </w:rPr>
            </w:pPr>
            <w:r w:rsidRPr="00C92D70">
              <w:rPr>
                <w:sz w:val="20"/>
                <w:szCs w:val="20"/>
              </w:rPr>
              <w:t>3,5</w:t>
            </w:r>
          </w:p>
        </w:tc>
      </w:tr>
      <w:tr w:rsidR="007C08D3" w:rsidRPr="00C92D70" w:rsidTr="003F4DBB">
        <w:trPr>
          <w:trHeight w:val="20"/>
        </w:trPr>
        <w:tc>
          <w:tcPr>
            <w:tcW w:w="70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1314"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1235" w:type="dxa"/>
            <w:gridSpan w:val="5"/>
            <w:vMerge w:val="restart"/>
            <w:tcBorders>
              <w:top w:val="nil"/>
              <w:left w:val="single" w:sz="4" w:space="0" w:color="auto"/>
              <w:bottom w:val="single" w:sz="8" w:space="0" w:color="000000"/>
              <w:right w:val="single" w:sz="4" w:space="0" w:color="auto"/>
            </w:tcBorders>
            <w:textDirection w:val="btLr"/>
            <w:vAlign w:val="center"/>
          </w:tcPr>
          <w:p w:rsidR="007C08D3" w:rsidRPr="00C92D70" w:rsidRDefault="007C08D3" w:rsidP="003F4DBB">
            <w:pPr>
              <w:rPr>
                <w:sz w:val="20"/>
                <w:szCs w:val="20"/>
              </w:rPr>
            </w:pPr>
            <w:r w:rsidRPr="00C92D70">
              <w:rPr>
                <w:sz w:val="20"/>
                <w:szCs w:val="20"/>
              </w:rPr>
              <w:t>АЗС мощностью:</w:t>
            </w:r>
          </w:p>
        </w:tc>
        <w:tc>
          <w:tcPr>
            <w:tcW w:w="2412" w:type="dxa"/>
            <w:gridSpan w:val="2"/>
            <w:tcBorders>
              <w:top w:val="nil"/>
              <w:left w:val="nil"/>
              <w:bottom w:val="single" w:sz="4" w:space="0" w:color="auto"/>
              <w:right w:val="single" w:sz="4" w:space="0" w:color="auto"/>
            </w:tcBorders>
          </w:tcPr>
          <w:p w:rsidR="007C08D3" w:rsidRPr="00C92D70" w:rsidRDefault="007C08D3" w:rsidP="003F4DBB">
            <w:pPr>
              <w:rPr>
                <w:sz w:val="20"/>
                <w:szCs w:val="20"/>
              </w:rPr>
            </w:pPr>
            <w:r w:rsidRPr="00C92D70">
              <w:rPr>
                <w:sz w:val="20"/>
                <w:szCs w:val="20"/>
              </w:rPr>
              <w:t>на 2 колонки</w:t>
            </w:r>
          </w:p>
        </w:tc>
        <w:tc>
          <w:tcPr>
            <w:tcW w:w="139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jc w:val="center"/>
              <w:rPr>
                <w:sz w:val="20"/>
                <w:szCs w:val="20"/>
              </w:rPr>
            </w:pPr>
          </w:p>
        </w:tc>
        <w:tc>
          <w:tcPr>
            <w:tcW w:w="1153"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jc w:val="center"/>
              <w:rPr>
                <w:sz w:val="20"/>
                <w:szCs w:val="20"/>
              </w:rPr>
            </w:pPr>
          </w:p>
        </w:tc>
        <w:tc>
          <w:tcPr>
            <w:tcW w:w="850" w:type="dxa"/>
            <w:gridSpan w:val="2"/>
            <w:vMerge w:val="restart"/>
            <w:tcBorders>
              <w:top w:val="nil"/>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r w:rsidRPr="00C92D70">
              <w:rPr>
                <w:sz w:val="20"/>
                <w:szCs w:val="20"/>
              </w:rPr>
              <w:t>п.6.41</w:t>
            </w: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rPr>
                <w:sz w:val="20"/>
                <w:szCs w:val="20"/>
              </w:rPr>
            </w:pPr>
            <w:r w:rsidRPr="00C92D70">
              <w:rPr>
                <w:sz w:val="20"/>
                <w:szCs w:val="20"/>
              </w:rPr>
              <w:t>0,1</w:t>
            </w:r>
          </w:p>
        </w:tc>
      </w:tr>
      <w:tr w:rsidR="007C08D3" w:rsidRPr="00C92D70" w:rsidTr="003F4DBB">
        <w:trPr>
          <w:trHeight w:val="20"/>
        </w:trPr>
        <w:tc>
          <w:tcPr>
            <w:tcW w:w="70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1314"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1235" w:type="dxa"/>
            <w:gridSpan w:val="5"/>
            <w:vMerge/>
            <w:tcBorders>
              <w:top w:val="nil"/>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rPr>
                <w:sz w:val="20"/>
                <w:szCs w:val="20"/>
              </w:rPr>
            </w:pPr>
            <w:r w:rsidRPr="00C92D70">
              <w:rPr>
                <w:sz w:val="20"/>
                <w:szCs w:val="20"/>
              </w:rPr>
              <w:t>на 5 колонок</w:t>
            </w:r>
          </w:p>
        </w:tc>
        <w:tc>
          <w:tcPr>
            <w:tcW w:w="139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jc w:val="center"/>
              <w:rPr>
                <w:sz w:val="20"/>
                <w:szCs w:val="20"/>
              </w:rPr>
            </w:pPr>
          </w:p>
        </w:tc>
        <w:tc>
          <w:tcPr>
            <w:tcW w:w="1153"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jc w:val="center"/>
              <w:rPr>
                <w:sz w:val="20"/>
                <w:szCs w:val="20"/>
              </w:rPr>
            </w:pPr>
          </w:p>
        </w:tc>
        <w:tc>
          <w:tcPr>
            <w:tcW w:w="850" w:type="dxa"/>
            <w:gridSpan w:val="2"/>
            <w:vMerge/>
            <w:tcBorders>
              <w:top w:val="nil"/>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rPr>
                <w:sz w:val="20"/>
                <w:szCs w:val="20"/>
              </w:rPr>
            </w:pPr>
            <w:r w:rsidRPr="00C92D70">
              <w:rPr>
                <w:sz w:val="20"/>
                <w:szCs w:val="20"/>
              </w:rPr>
              <w:t>0,2</w:t>
            </w:r>
          </w:p>
        </w:tc>
      </w:tr>
      <w:tr w:rsidR="007C08D3" w:rsidRPr="00C92D70" w:rsidTr="003F4DBB">
        <w:trPr>
          <w:trHeight w:val="20"/>
        </w:trPr>
        <w:tc>
          <w:tcPr>
            <w:tcW w:w="70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1314"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1235" w:type="dxa"/>
            <w:gridSpan w:val="5"/>
            <w:vMerge/>
            <w:tcBorders>
              <w:top w:val="nil"/>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rPr>
                <w:sz w:val="20"/>
                <w:szCs w:val="20"/>
              </w:rPr>
            </w:pPr>
            <w:r w:rsidRPr="00C92D70">
              <w:rPr>
                <w:sz w:val="20"/>
                <w:szCs w:val="20"/>
              </w:rPr>
              <w:t>на 7 колонок</w:t>
            </w:r>
          </w:p>
        </w:tc>
        <w:tc>
          <w:tcPr>
            <w:tcW w:w="139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jc w:val="center"/>
              <w:rPr>
                <w:sz w:val="20"/>
                <w:szCs w:val="20"/>
              </w:rPr>
            </w:pPr>
          </w:p>
        </w:tc>
        <w:tc>
          <w:tcPr>
            <w:tcW w:w="1153"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jc w:val="center"/>
              <w:rPr>
                <w:sz w:val="20"/>
                <w:szCs w:val="20"/>
              </w:rPr>
            </w:pPr>
          </w:p>
        </w:tc>
        <w:tc>
          <w:tcPr>
            <w:tcW w:w="850" w:type="dxa"/>
            <w:gridSpan w:val="2"/>
            <w:vMerge/>
            <w:tcBorders>
              <w:top w:val="nil"/>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rPr>
                <w:sz w:val="20"/>
                <w:szCs w:val="20"/>
              </w:rPr>
            </w:pPr>
            <w:r w:rsidRPr="00C92D70">
              <w:rPr>
                <w:sz w:val="20"/>
                <w:szCs w:val="20"/>
              </w:rPr>
              <w:t>0,3</w:t>
            </w:r>
          </w:p>
        </w:tc>
      </w:tr>
      <w:tr w:rsidR="007C08D3" w:rsidRPr="00C92D70" w:rsidTr="003F4DBB">
        <w:trPr>
          <w:trHeight w:val="20"/>
        </w:trPr>
        <w:tc>
          <w:tcPr>
            <w:tcW w:w="70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1314"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1235" w:type="dxa"/>
            <w:gridSpan w:val="5"/>
            <w:vMerge/>
            <w:tcBorders>
              <w:top w:val="nil"/>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2412" w:type="dxa"/>
            <w:gridSpan w:val="2"/>
            <w:tcBorders>
              <w:top w:val="nil"/>
              <w:left w:val="nil"/>
              <w:bottom w:val="single" w:sz="4" w:space="0" w:color="auto"/>
              <w:right w:val="single" w:sz="4" w:space="0" w:color="auto"/>
            </w:tcBorders>
          </w:tcPr>
          <w:p w:rsidR="007C08D3" w:rsidRPr="00C92D70" w:rsidRDefault="007C08D3" w:rsidP="003F4DBB">
            <w:pPr>
              <w:rPr>
                <w:sz w:val="20"/>
                <w:szCs w:val="20"/>
              </w:rPr>
            </w:pPr>
            <w:r w:rsidRPr="00C92D70">
              <w:rPr>
                <w:sz w:val="20"/>
                <w:szCs w:val="20"/>
              </w:rPr>
              <w:t>на 9 колонок</w:t>
            </w:r>
          </w:p>
        </w:tc>
        <w:tc>
          <w:tcPr>
            <w:tcW w:w="139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jc w:val="center"/>
              <w:rPr>
                <w:sz w:val="20"/>
                <w:szCs w:val="20"/>
              </w:rPr>
            </w:pPr>
          </w:p>
        </w:tc>
        <w:tc>
          <w:tcPr>
            <w:tcW w:w="1153"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jc w:val="center"/>
              <w:rPr>
                <w:sz w:val="20"/>
                <w:szCs w:val="20"/>
              </w:rPr>
            </w:pPr>
          </w:p>
        </w:tc>
        <w:tc>
          <w:tcPr>
            <w:tcW w:w="850" w:type="dxa"/>
            <w:gridSpan w:val="2"/>
            <w:vMerge/>
            <w:tcBorders>
              <w:top w:val="nil"/>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rPr>
                <w:sz w:val="20"/>
                <w:szCs w:val="20"/>
              </w:rPr>
            </w:pPr>
            <w:r w:rsidRPr="00C92D70">
              <w:rPr>
                <w:sz w:val="20"/>
                <w:szCs w:val="20"/>
              </w:rPr>
              <w:t>0,35</w:t>
            </w:r>
          </w:p>
        </w:tc>
      </w:tr>
      <w:tr w:rsidR="007C08D3" w:rsidRPr="00C92D70" w:rsidTr="003F4DBB">
        <w:trPr>
          <w:trHeight w:val="20"/>
        </w:trPr>
        <w:tc>
          <w:tcPr>
            <w:tcW w:w="70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1314"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1235" w:type="dxa"/>
            <w:gridSpan w:val="5"/>
            <w:vMerge/>
            <w:tcBorders>
              <w:top w:val="nil"/>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2412" w:type="dxa"/>
            <w:gridSpan w:val="2"/>
            <w:tcBorders>
              <w:top w:val="nil"/>
              <w:left w:val="nil"/>
              <w:bottom w:val="single" w:sz="8" w:space="0" w:color="auto"/>
              <w:right w:val="single" w:sz="4" w:space="0" w:color="auto"/>
            </w:tcBorders>
          </w:tcPr>
          <w:p w:rsidR="007C08D3" w:rsidRPr="00C92D70" w:rsidRDefault="007C08D3" w:rsidP="003F4DBB">
            <w:pPr>
              <w:rPr>
                <w:sz w:val="20"/>
                <w:szCs w:val="20"/>
              </w:rPr>
            </w:pPr>
            <w:r w:rsidRPr="00C92D70">
              <w:rPr>
                <w:sz w:val="20"/>
                <w:szCs w:val="20"/>
              </w:rPr>
              <w:t>на 11 колонок</w:t>
            </w:r>
          </w:p>
        </w:tc>
        <w:tc>
          <w:tcPr>
            <w:tcW w:w="1399"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jc w:val="center"/>
              <w:rPr>
                <w:sz w:val="20"/>
                <w:szCs w:val="20"/>
              </w:rPr>
            </w:pPr>
          </w:p>
        </w:tc>
        <w:tc>
          <w:tcPr>
            <w:tcW w:w="1153" w:type="dxa"/>
            <w:vMerge/>
            <w:tcBorders>
              <w:top w:val="single" w:sz="8" w:space="0" w:color="auto"/>
              <w:left w:val="single" w:sz="4" w:space="0" w:color="auto"/>
              <w:bottom w:val="single" w:sz="8" w:space="0" w:color="000000"/>
              <w:right w:val="single" w:sz="4" w:space="0" w:color="auto"/>
            </w:tcBorders>
            <w:vAlign w:val="center"/>
          </w:tcPr>
          <w:p w:rsidR="007C08D3" w:rsidRPr="00C92D70" w:rsidRDefault="007C08D3" w:rsidP="003F4DBB">
            <w:pPr>
              <w:jc w:val="center"/>
              <w:rPr>
                <w:sz w:val="20"/>
                <w:szCs w:val="20"/>
              </w:rPr>
            </w:pPr>
          </w:p>
        </w:tc>
        <w:tc>
          <w:tcPr>
            <w:tcW w:w="850" w:type="dxa"/>
            <w:gridSpan w:val="2"/>
            <w:vMerge/>
            <w:tcBorders>
              <w:top w:val="nil"/>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1134" w:type="dxa"/>
            <w:tcBorders>
              <w:top w:val="single" w:sz="4" w:space="0" w:color="auto"/>
              <w:left w:val="nil"/>
              <w:bottom w:val="single" w:sz="8" w:space="0" w:color="auto"/>
              <w:right w:val="single" w:sz="8" w:space="0" w:color="000000"/>
            </w:tcBorders>
            <w:vAlign w:val="center"/>
          </w:tcPr>
          <w:p w:rsidR="007C08D3" w:rsidRPr="00C92D70" w:rsidRDefault="007C08D3" w:rsidP="003F4DBB">
            <w:pPr>
              <w:rPr>
                <w:sz w:val="20"/>
                <w:szCs w:val="20"/>
              </w:rPr>
            </w:pPr>
            <w:r w:rsidRPr="00C92D70">
              <w:rPr>
                <w:sz w:val="20"/>
                <w:szCs w:val="20"/>
              </w:rPr>
              <w:t>0,4</w:t>
            </w:r>
          </w:p>
        </w:tc>
      </w:tr>
      <w:tr w:rsidR="007C08D3" w:rsidRPr="00C92D70" w:rsidTr="003F4DBB">
        <w:trPr>
          <w:trHeight w:val="20"/>
        </w:trPr>
        <w:tc>
          <w:tcPr>
            <w:tcW w:w="709" w:type="dxa"/>
            <w:vMerge w:val="restart"/>
            <w:tcBorders>
              <w:top w:val="single" w:sz="4" w:space="0" w:color="auto"/>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r w:rsidRPr="00C92D70">
              <w:rPr>
                <w:sz w:val="20"/>
                <w:szCs w:val="20"/>
              </w:rPr>
              <w:t>1.11</w:t>
            </w:r>
          </w:p>
        </w:tc>
        <w:tc>
          <w:tcPr>
            <w:tcW w:w="2549" w:type="dxa"/>
            <w:gridSpan w:val="6"/>
            <w:vMerge w:val="restart"/>
            <w:tcBorders>
              <w:top w:val="single" w:sz="4" w:space="0" w:color="auto"/>
              <w:left w:val="single" w:sz="4" w:space="0" w:color="auto"/>
              <w:bottom w:val="single" w:sz="8" w:space="0" w:color="000000"/>
              <w:right w:val="single" w:sz="4" w:space="0" w:color="000000"/>
            </w:tcBorders>
            <w:vAlign w:val="center"/>
          </w:tcPr>
          <w:p w:rsidR="007C08D3" w:rsidRPr="00C92D70" w:rsidRDefault="007C08D3" w:rsidP="003F4DBB">
            <w:pPr>
              <w:rPr>
                <w:sz w:val="20"/>
                <w:szCs w:val="20"/>
              </w:rPr>
            </w:pPr>
            <w:r w:rsidRPr="00C92D70">
              <w:rPr>
                <w:sz w:val="20"/>
                <w:szCs w:val="20"/>
              </w:rPr>
              <w:t>Потребность в объектах транспортного обслуживания:</w:t>
            </w:r>
          </w:p>
        </w:tc>
        <w:tc>
          <w:tcPr>
            <w:tcW w:w="2412" w:type="dxa"/>
            <w:gridSpan w:val="2"/>
            <w:tcBorders>
              <w:top w:val="single" w:sz="4" w:space="0" w:color="auto"/>
              <w:left w:val="nil"/>
              <w:bottom w:val="single" w:sz="4" w:space="0" w:color="auto"/>
              <w:right w:val="single" w:sz="4" w:space="0" w:color="auto"/>
            </w:tcBorders>
            <w:vAlign w:val="center"/>
          </w:tcPr>
          <w:p w:rsidR="007C08D3" w:rsidRPr="00C92D70" w:rsidRDefault="007C08D3" w:rsidP="003F4DBB">
            <w:pPr>
              <w:rPr>
                <w:sz w:val="20"/>
                <w:szCs w:val="20"/>
              </w:rPr>
            </w:pPr>
            <w:r w:rsidRPr="00C92D70">
              <w:rPr>
                <w:sz w:val="20"/>
                <w:szCs w:val="20"/>
              </w:rPr>
              <w:t>станции технического обслуживания</w:t>
            </w:r>
          </w:p>
        </w:tc>
        <w:tc>
          <w:tcPr>
            <w:tcW w:w="1399" w:type="dxa"/>
            <w:tcBorders>
              <w:top w:val="single" w:sz="4" w:space="0" w:color="auto"/>
              <w:left w:val="nil"/>
              <w:bottom w:val="single" w:sz="4" w:space="0" w:color="auto"/>
              <w:right w:val="single" w:sz="4" w:space="0" w:color="auto"/>
            </w:tcBorders>
            <w:vAlign w:val="center"/>
          </w:tcPr>
          <w:p w:rsidR="007C08D3" w:rsidRPr="00C92D70" w:rsidRDefault="007C08D3" w:rsidP="003F4DBB">
            <w:pPr>
              <w:jc w:val="center"/>
              <w:rPr>
                <w:sz w:val="20"/>
                <w:szCs w:val="20"/>
              </w:rPr>
            </w:pPr>
            <w:r w:rsidRPr="00C92D70">
              <w:rPr>
                <w:sz w:val="20"/>
                <w:szCs w:val="20"/>
              </w:rPr>
              <w:t>пост/кол-во автомобилей</w:t>
            </w:r>
          </w:p>
        </w:tc>
        <w:tc>
          <w:tcPr>
            <w:tcW w:w="1153" w:type="dxa"/>
            <w:vMerge w:val="restart"/>
            <w:tcBorders>
              <w:top w:val="single" w:sz="4" w:space="0" w:color="auto"/>
              <w:left w:val="single" w:sz="4" w:space="0" w:color="auto"/>
              <w:bottom w:val="single" w:sz="8" w:space="0" w:color="000000"/>
              <w:right w:val="single" w:sz="4" w:space="0" w:color="auto"/>
            </w:tcBorders>
            <w:textDirection w:val="btLr"/>
            <w:vAlign w:val="center"/>
          </w:tcPr>
          <w:p w:rsidR="007C08D3" w:rsidRPr="00C92D70" w:rsidRDefault="007C08D3" w:rsidP="003F4DBB">
            <w:pPr>
              <w:jc w:val="center"/>
              <w:rPr>
                <w:sz w:val="20"/>
                <w:szCs w:val="20"/>
              </w:rPr>
            </w:pPr>
            <w:r w:rsidRPr="00C92D70">
              <w:rPr>
                <w:sz w:val="20"/>
                <w:szCs w:val="20"/>
              </w:rPr>
              <w:t>СНиП 2.07.01-89*</w:t>
            </w:r>
          </w:p>
        </w:tc>
        <w:tc>
          <w:tcPr>
            <w:tcW w:w="850" w:type="dxa"/>
            <w:gridSpan w:val="2"/>
            <w:tcBorders>
              <w:top w:val="single" w:sz="4" w:space="0" w:color="auto"/>
              <w:left w:val="nil"/>
              <w:bottom w:val="single" w:sz="4" w:space="0" w:color="auto"/>
              <w:right w:val="single" w:sz="4" w:space="0" w:color="auto"/>
            </w:tcBorders>
            <w:vAlign w:val="center"/>
          </w:tcPr>
          <w:p w:rsidR="007C08D3" w:rsidRPr="00C92D70" w:rsidRDefault="007C08D3" w:rsidP="003F4DBB">
            <w:pPr>
              <w:rPr>
                <w:sz w:val="20"/>
                <w:szCs w:val="20"/>
              </w:rPr>
            </w:pPr>
            <w:r w:rsidRPr="00C92D70">
              <w:rPr>
                <w:sz w:val="20"/>
                <w:szCs w:val="20"/>
              </w:rPr>
              <w:t>п.6.40</w:t>
            </w:r>
          </w:p>
        </w:tc>
        <w:tc>
          <w:tcPr>
            <w:tcW w:w="1134" w:type="dxa"/>
            <w:tcBorders>
              <w:top w:val="single" w:sz="4" w:space="0" w:color="auto"/>
              <w:left w:val="nil"/>
              <w:bottom w:val="single" w:sz="4" w:space="0" w:color="auto"/>
              <w:right w:val="single" w:sz="8" w:space="0" w:color="000000"/>
            </w:tcBorders>
            <w:vAlign w:val="center"/>
          </w:tcPr>
          <w:p w:rsidR="007C08D3" w:rsidRPr="00C92D70" w:rsidRDefault="007C08D3" w:rsidP="003F4DBB">
            <w:pPr>
              <w:rPr>
                <w:sz w:val="20"/>
                <w:szCs w:val="20"/>
              </w:rPr>
            </w:pPr>
            <w:r w:rsidRPr="00C92D70">
              <w:rPr>
                <w:sz w:val="20"/>
                <w:szCs w:val="20"/>
              </w:rPr>
              <w:t>1 на 200</w:t>
            </w:r>
          </w:p>
        </w:tc>
      </w:tr>
      <w:tr w:rsidR="007C08D3" w:rsidRPr="00C92D70" w:rsidTr="003F4DBB">
        <w:trPr>
          <w:trHeight w:val="20"/>
        </w:trPr>
        <w:tc>
          <w:tcPr>
            <w:tcW w:w="709" w:type="dxa"/>
            <w:vMerge/>
            <w:tcBorders>
              <w:top w:val="single" w:sz="4" w:space="0" w:color="auto"/>
              <w:left w:val="single" w:sz="4" w:space="0" w:color="auto"/>
              <w:bottom w:val="single" w:sz="8" w:space="0" w:color="000000"/>
              <w:right w:val="single" w:sz="4" w:space="0" w:color="auto"/>
            </w:tcBorders>
            <w:vAlign w:val="center"/>
          </w:tcPr>
          <w:p w:rsidR="007C08D3" w:rsidRPr="00C92D70" w:rsidRDefault="007C08D3" w:rsidP="003F4DBB">
            <w:pPr>
              <w:rPr>
                <w:sz w:val="20"/>
                <w:szCs w:val="20"/>
              </w:rPr>
            </w:pPr>
          </w:p>
        </w:tc>
        <w:tc>
          <w:tcPr>
            <w:tcW w:w="2549" w:type="dxa"/>
            <w:gridSpan w:val="6"/>
            <w:vMerge/>
            <w:tcBorders>
              <w:top w:val="single" w:sz="4" w:space="0" w:color="auto"/>
              <w:left w:val="single" w:sz="4" w:space="0" w:color="auto"/>
              <w:bottom w:val="single" w:sz="8" w:space="0" w:color="000000"/>
              <w:right w:val="single" w:sz="4" w:space="0" w:color="000000"/>
            </w:tcBorders>
            <w:vAlign w:val="center"/>
          </w:tcPr>
          <w:p w:rsidR="007C08D3" w:rsidRPr="00C92D70" w:rsidRDefault="007C08D3" w:rsidP="003F4DBB">
            <w:pPr>
              <w:rPr>
                <w:sz w:val="20"/>
                <w:szCs w:val="20"/>
              </w:rPr>
            </w:pPr>
          </w:p>
        </w:tc>
        <w:tc>
          <w:tcPr>
            <w:tcW w:w="2412" w:type="dxa"/>
            <w:gridSpan w:val="2"/>
            <w:tcBorders>
              <w:top w:val="nil"/>
              <w:left w:val="nil"/>
              <w:bottom w:val="single" w:sz="8" w:space="0" w:color="auto"/>
              <w:right w:val="single" w:sz="4" w:space="0" w:color="auto"/>
            </w:tcBorders>
            <w:vAlign w:val="center"/>
          </w:tcPr>
          <w:p w:rsidR="007C08D3" w:rsidRPr="00C92D70" w:rsidRDefault="007C08D3" w:rsidP="003F4DBB">
            <w:pPr>
              <w:rPr>
                <w:sz w:val="20"/>
                <w:szCs w:val="20"/>
              </w:rPr>
            </w:pPr>
            <w:r w:rsidRPr="00C92D70">
              <w:rPr>
                <w:sz w:val="20"/>
                <w:szCs w:val="20"/>
              </w:rPr>
              <w:t>автозаправочные станции</w:t>
            </w:r>
          </w:p>
        </w:tc>
        <w:tc>
          <w:tcPr>
            <w:tcW w:w="1399" w:type="dxa"/>
            <w:tcBorders>
              <w:top w:val="nil"/>
              <w:left w:val="nil"/>
              <w:bottom w:val="single" w:sz="8" w:space="0" w:color="auto"/>
              <w:right w:val="single" w:sz="4" w:space="0" w:color="auto"/>
            </w:tcBorders>
            <w:vAlign w:val="center"/>
          </w:tcPr>
          <w:p w:rsidR="007C08D3" w:rsidRPr="00C92D70" w:rsidRDefault="007C08D3" w:rsidP="003F4DBB">
            <w:pPr>
              <w:jc w:val="center"/>
              <w:rPr>
                <w:sz w:val="20"/>
                <w:szCs w:val="20"/>
              </w:rPr>
            </w:pPr>
            <w:r w:rsidRPr="00C92D70">
              <w:rPr>
                <w:sz w:val="20"/>
                <w:szCs w:val="20"/>
              </w:rPr>
              <w:t>колонка/кол-во автомобилей</w:t>
            </w:r>
          </w:p>
        </w:tc>
        <w:tc>
          <w:tcPr>
            <w:tcW w:w="1153" w:type="dxa"/>
            <w:vMerge/>
            <w:tcBorders>
              <w:top w:val="single" w:sz="4" w:space="0" w:color="auto"/>
              <w:left w:val="single" w:sz="4" w:space="0" w:color="auto"/>
              <w:bottom w:val="single" w:sz="8" w:space="0" w:color="000000"/>
              <w:right w:val="single" w:sz="4" w:space="0" w:color="auto"/>
            </w:tcBorders>
            <w:vAlign w:val="center"/>
          </w:tcPr>
          <w:p w:rsidR="007C08D3" w:rsidRPr="00C92D70" w:rsidRDefault="007C08D3" w:rsidP="003F4DBB">
            <w:pPr>
              <w:jc w:val="center"/>
              <w:rPr>
                <w:sz w:val="20"/>
                <w:szCs w:val="20"/>
              </w:rPr>
            </w:pPr>
          </w:p>
        </w:tc>
        <w:tc>
          <w:tcPr>
            <w:tcW w:w="850" w:type="dxa"/>
            <w:gridSpan w:val="2"/>
            <w:tcBorders>
              <w:top w:val="nil"/>
              <w:left w:val="nil"/>
              <w:bottom w:val="single" w:sz="8" w:space="0" w:color="auto"/>
              <w:right w:val="single" w:sz="4" w:space="0" w:color="auto"/>
            </w:tcBorders>
            <w:vAlign w:val="center"/>
          </w:tcPr>
          <w:p w:rsidR="007C08D3" w:rsidRPr="00C92D70" w:rsidRDefault="007C08D3" w:rsidP="003F4DBB">
            <w:pPr>
              <w:rPr>
                <w:sz w:val="20"/>
                <w:szCs w:val="20"/>
              </w:rPr>
            </w:pPr>
            <w:r w:rsidRPr="00C92D70">
              <w:rPr>
                <w:sz w:val="20"/>
                <w:szCs w:val="20"/>
              </w:rPr>
              <w:t>п.6.41</w:t>
            </w:r>
          </w:p>
        </w:tc>
        <w:tc>
          <w:tcPr>
            <w:tcW w:w="1134" w:type="dxa"/>
            <w:tcBorders>
              <w:top w:val="single" w:sz="4" w:space="0" w:color="auto"/>
              <w:left w:val="nil"/>
              <w:bottom w:val="single" w:sz="8" w:space="0" w:color="auto"/>
              <w:right w:val="single" w:sz="8" w:space="0" w:color="000000"/>
            </w:tcBorders>
            <w:vAlign w:val="center"/>
          </w:tcPr>
          <w:p w:rsidR="007C08D3" w:rsidRPr="00C92D70" w:rsidRDefault="007C08D3" w:rsidP="003F4DBB">
            <w:pPr>
              <w:rPr>
                <w:sz w:val="20"/>
                <w:szCs w:val="20"/>
              </w:rPr>
            </w:pPr>
            <w:r w:rsidRPr="00C92D70">
              <w:rPr>
                <w:sz w:val="20"/>
                <w:szCs w:val="20"/>
              </w:rPr>
              <w:t>1 на 1200</w:t>
            </w:r>
          </w:p>
        </w:tc>
      </w:tr>
    </w:tbl>
    <w:p w:rsidR="007C08D3" w:rsidRPr="002705CA" w:rsidRDefault="007C08D3" w:rsidP="00DF2384">
      <w:pPr>
        <w:pStyle w:val="Heading2"/>
        <w:numPr>
          <w:ilvl w:val="1"/>
          <w:numId w:val="24"/>
        </w:numPr>
        <w:jc w:val="center"/>
      </w:pPr>
      <w:bookmarkStart w:id="116" w:name="_Toc396401956"/>
      <w:r w:rsidRPr="00C92D70">
        <w:t>Показатели инженерной подготовки и защиты территории</w:t>
      </w:r>
      <w:bookmarkEnd w:id="116"/>
    </w:p>
    <w:p w:rsidR="007C08D3" w:rsidRPr="00C92D70" w:rsidRDefault="007C08D3" w:rsidP="003931FB">
      <w:pPr>
        <w:pStyle w:val="a4"/>
      </w:pPr>
      <w:r w:rsidRPr="00C92D70">
        <w:t>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7C08D3" w:rsidRPr="00C92D70" w:rsidRDefault="007C08D3" w:rsidP="003931FB">
      <w:pPr>
        <w:pStyle w:val="a4"/>
      </w:pPr>
      <w:r w:rsidRPr="00C92D70">
        <w:t>При разработке проектов планировки и застройки городских и сельских поселений следует предусматривать при необходимости инженерную защиту от затопления, подтопления, селевых потоков, снежных лавин, оползней и обвалов.</w:t>
      </w:r>
    </w:p>
    <w:p w:rsidR="007C08D3" w:rsidRPr="00C92D70" w:rsidRDefault="007C08D3" w:rsidP="003931FB">
      <w:pPr>
        <w:pStyle w:val="a4"/>
      </w:pPr>
      <w:r w:rsidRPr="00C92D70">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7C08D3" w:rsidRPr="00C92D70" w:rsidRDefault="007C08D3" w:rsidP="003931FB">
      <w:pPr>
        <w:pStyle w:val="a4"/>
      </w:pPr>
      <w:r w:rsidRPr="00C92D70">
        <w:t>Отвод поверхностных вод следует осуществлять со всего бассейна (стоки в водоемы, водостоки, овраги и т.п.) в соответствии со СНиП 2.04.03-85</w:t>
      </w:r>
      <w:r>
        <w:t xml:space="preserve"> «Канализация, наружные сети и сооружения»</w:t>
      </w:r>
      <w:r w:rsidRPr="00C92D70">
        <w:t>, предусматривая в городах, как правило, дождевую канализацию закрытого типа с предварительной очисткой стока.</w:t>
      </w:r>
    </w:p>
    <w:p w:rsidR="007C08D3" w:rsidRPr="00C92D70" w:rsidRDefault="007C08D3" w:rsidP="003931FB">
      <w:pPr>
        <w:pStyle w:val="a4"/>
      </w:pPr>
      <w:r w:rsidRPr="00C92D70">
        <w:t>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7C08D3" w:rsidRPr="00C92D70" w:rsidRDefault="007C08D3" w:rsidP="003931FB">
      <w:pPr>
        <w:pStyle w:val="a4"/>
      </w:pPr>
      <w:r w:rsidRPr="00C92D70">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7C08D3" w:rsidRPr="00C92D70" w:rsidRDefault="007C08D3" w:rsidP="003931FB">
      <w:pPr>
        <w:pStyle w:val="a4"/>
      </w:pPr>
      <w:r w:rsidRPr="00C92D70">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w:t>
      </w:r>
    </w:p>
    <w:p w:rsidR="007C08D3" w:rsidRPr="00C92D70" w:rsidRDefault="007C08D3" w:rsidP="003931FB">
      <w:pPr>
        <w:pStyle w:val="a4"/>
      </w:pPr>
      <w:r w:rsidRPr="00C92D70">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7C08D3" w:rsidRPr="00C92D70" w:rsidRDefault="007C08D3" w:rsidP="002705CA">
      <w:pPr>
        <w:pStyle w:val="a4"/>
      </w:pPr>
      <w:r w:rsidRPr="00C92D70">
        <w:t>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 сооружение плотин и запруд в зоне формирования селя, строительство селенаправляющих дамб и отводящих каналов на конусе выноса.</w:t>
      </w:r>
    </w:p>
    <w:p w:rsidR="007C08D3" w:rsidRPr="00C92D70" w:rsidRDefault="007C08D3" w:rsidP="002705CA">
      <w:pPr>
        <w:pStyle w:val="S5"/>
        <w:spacing w:before="0" w:after="0"/>
      </w:pPr>
      <w:r w:rsidRPr="00C92D70">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7C08D3" w:rsidRPr="00C92D70" w:rsidRDefault="007C08D3" w:rsidP="002705CA">
      <w:pPr>
        <w:pStyle w:val="S5"/>
        <w:spacing w:before="0" w:after="0"/>
      </w:pPr>
      <w:r w:rsidRPr="00C92D70">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7C08D3" w:rsidRPr="00C92D70" w:rsidRDefault="007C08D3" w:rsidP="002705CA">
      <w:pPr>
        <w:pStyle w:val="S5"/>
        <w:spacing w:before="0" w:after="0"/>
      </w:pPr>
      <w:r w:rsidRPr="00C92D70">
        <w:t>В городских и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7C08D3" w:rsidRPr="00C92D70" w:rsidRDefault="007C08D3" w:rsidP="002705CA">
      <w:pPr>
        <w:pStyle w:val="S5"/>
        <w:spacing w:before="0" w:after="0"/>
      </w:pPr>
      <w:r w:rsidRPr="00C92D70">
        <w:t>Нормируемые показатели инженерной подготовки и защиты территории представлены ниже (</w:t>
      </w:r>
      <w:r>
        <w:t>Таблица 24</w:t>
      </w:r>
      <w:r w:rsidRPr="00C92D70">
        <w:t>).</w:t>
      </w:r>
    </w:p>
    <w:p w:rsidR="007C08D3" w:rsidRPr="00C92D70" w:rsidRDefault="007C08D3" w:rsidP="003931FB">
      <w:pPr>
        <w:pStyle w:val="Caption"/>
        <w:jc w:val="right"/>
      </w:pPr>
      <w:bookmarkStart w:id="117" w:name="_Ref375141282"/>
      <w:r w:rsidRPr="00C92D70">
        <w:t xml:space="preserve">Таблица </w:t>
      </w:r>
      <w:bookmarkEnd w:id="117"/>
      <w:r>
        <w:t>24</w:t>
      </w:r>
    </w:p>
    <w:p w:rsidR="007C08D3" w:rsidRPr="00C92D70" w:rsidRDefault="007C08D3" w:rsidP="003931FB">
      <w:pPr>
        <w:pStyle w:val="Caption"/>
      </w:pPr>
      <w:r w:rsidRPr="00C92D70">
        <w:t>Показатели инженерной подготовки и защиты территории</w:t>
      </w:r>
    </w:p>
    <w:tbl>
      <w:tblPr>
        <w:tblW w:w="10223"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4"/>
        <w:gridCol w:w="1887"/>
        <w:gridCol w:w="2137"/>
        <w:gridCol w:w="1192"/>
        <w:gridCol w:w="2080"/>
        <w:gridCol w:w="1893"/>
      </w:tblGrid>
      <w:tr w:rsidR="007C08D3" w:rsidRPr="00C92D70" w:rsidTr="003F4DBB">
        <w:trPr>
          <w:trHeight w:val="230"/>
          <w:tblHeader/>
        </w:trPr>
        <w:tc>
          <w:tcPr>
            <w:tcW w:w="533" w:type="dxa"/>
            <w:vMerge w:val="restart"/>
            <w:noWrap/>
            <w:vAlign w:val="center"/>
          </w:tcPr>
          <w:p w:rsidR="007C08D3" w:rsidRPr="00C92D70" w:rsidRDefault="007C08D3" w:rsidP="003F4DBB">
            <w:pPr>
              <w:pStyle w:val="a9"/>
              <w:rPr>
                <w:sz w:val="20"/>
                <w:szCs w:val="20"/>
              </w:rPr>
            </w:pPr>
            <w:r w:rsidRPr="00C92D70">
              <w:rPr>
                <w:sz w:val="20"/>
                <w:szCs w:val="20"/>
              </w:rPr>
              <w:t>№ п.п</w:t>
            </w:r>
          </w:p>
        </w:tc>
        <w:tc>
          <w:tcPr>
            <w:tcW w:w="4020" w:type="dxa"/>
            <w:gridSpan w:val="2"/>
            <w:vMerge w:val="restart"/>
            <w:vAlign w:val="center"/>
          </w:tcPr>
          <w:p w:rsidR="007C08D3" w:rsidRPr="00C92D70" w:rsidRDefault="007C08D3" w:rsidP="003F4DBB">
            <w:pPr>
              <w:pStyle w:val="a9"/>
              <w:rPr>
                <w:sz w:val="20"/>
                <w:szCs w:val="20"/>
              </w:rPr>
            </w:pPr>
            <w:r w:rsidRPr="00C92D70">
              <w:rPr>
                <w:sz w:val="20"/>
                <w:szCs w:val="20"/>
              </w:rPr>
              <w:t>Определяемый норматив</w:t>
            </w:r>
          </w:p>
        </w:tc>
        <w:tc>
          <w:tcPr>
            <w:tcW w:w="709" w:type="dxa"/>
            <w:vMerge w:val="restart"/>
            <w:vAlign w:val="center"/>
          </w:tcPr>
          <w:p w:rsidR="007C08D3" w:rsidRPr="00C92D70" w:rsidRDefault="007C08D3" w:rsidP="003F4DBB">
            <w:pPr>
              <w:pStyle w:val="a9"/>
              <w:rPr>
                <w:sz w:val="20"/>
                <w:szCs w:val="20"/>
              </w:rPr>
            </w:pPr>
            <w:r w:rsidRPr="00C92D70">
              <w:rPr>
                <w:sz w:val="20"/>
                <w:szCs w:val="20"/>
              </w:rPr>
              <w:t>ед. изм</w:t>
            </w:r>
          </w:p>
        </w:tc>
        <w:tc>
          <w:tcPr>
            <w:tcW w:w="2552" w:type="dxa"/>
            <w:vMerge w:val="restart"/>
            <w:vAlign w:val="center"/>
          </w:tcPr>
          <w:p w:rsidR="007C08D3" w:rsidRPr="00C92D70" w:rsidRDefault="007C08D3" w:rsidP="003F4DBB">
            <w:pPr>
              <w:pStyle w:val="a9"/>
              <w:rPr>
                <w:sz w:val="20"/>
                <w:szCs w:val="20"/>
              </w:rPr>
            </w:pPr>
            <w:r w:rsidRPr="00C92D70">
              <w:rPr>
                <w:sz w:val="20"/>
                <w:szCs w:val="20"/>
              </w:rPr>
              <w:t>Нормативная ссылка</w:t>
            </w:r>
          </w:p>
        </w:tc>
        <w:tc>
          <w:tcPr>
            <w:tcW w:w="2409" w:type="dxa"/>
            <w:vMerge w:val="restart"/>
            <w:vAlign w:val="center"/>
          </w:tcPr>
          <w:p w:rsidR="007C08D3" w:rsidRPr="00C92D70" w:rsidRDefault="007C08D3" w:rsidP="003F4DBB">
            <w:pPr>
              <w:pStyle w:val="a9"/>
              <w:rPr>
                <w:sz w:val="20"/>
                <w:szCs w:val="20"/>
              </w:rPr>
            </w:pPr>
            <w:r w:rsidRPr="00C92D70">
              <w:rPr>
                <w:sz w:val="20"/>
                <w:szCs w:val="20"/>
              </w:rPr>
              <w:t>Показатель</w:t>
            </w:r>
          </w:p>
        </w:tc>
      </w:tr>
      <w:tr w:rsidR="007C08D3" w:rsidRPr="00C92D70" w:rsidTr="003F4DBB">
        <w:trPr>
          <w:trHeight w:val="230"/>
          <w:tblHeader/>
        </w:trPr>
        <w:tc>
          <w:tcPr>
            <w:tcW w:w="533" w:type="dxa"/>
            <w:vMerge/>
            <w:vAlign w:val="center"/>
          </w:tcPr>
          <w:p w:rsidR="007C08D3" w:rsidRPr="00C92D70" w:rsidRDefault="007C08D3" w:rsidP="003F4DBB">
            <w:pPr>
              <w:pStyle w:val="ac"/>
              <w:rPr>
                <w:sz w:val="20"/>
                <w:szCs w:val="20"/>
              </w:rPr>
            </w:pPr>
          </w:p>
        </w:tc>
        <w:tc>
          <w:tcPr>
            <w:tcW w:w="4020" w:type="dxa"/>
            <w:gridSpan w:val="2"/>
            <w:vMerge/>
            <w:vAlign w:val="center"/>
          </w:tcPr>
          <w:p w:rsidR="007C08D3" w:rsidRPr="00C92D70" w:rsidRDefault="007C08D3" w:rsidP="003F4DBB">
            <w:pPr>
              <w:pStyle w:val="ac"/>
              <w:rPr>
                <w:sz w:val="20"/>
                <w:szCs w:val="20"/>
              </w:rPr>
            </w:pPr>
          </w:p>
        </w:tc>
        <w:tc>
          <w:tcPr>
            <w:tcW w:w="709" w:type="dxa"/>
            <w:vMerge/>
            <w:vAlign w:val="center"/>
          </w:tcPr>
          <w:p w:rsidR="007C08D3" w:rsidRPr="00C92D70" w:rsidRDefault="007C08D3" w:rsidP="003F4DBB">
            <w:pPr>
              <w:pStyle w:val="ac"/>
              <w:rPr>
                <w:sz w:val="20"/>
                <w:szCs w:val="20"/>
              </w:rPr>
            </w:pPr>
          </w:p>
        </w:tc>
        <w:tc>
          <w:tcPr>
            <w:tcW w:w="2552" w:type="dxa"/>
            <w:vMerge/>
            <w:vAlign w:val="center"/>
          </w:tcPr>
          <w:p w:rsidR="007C08D3" w:rsidRPr="00C92D70" w:rsidRDefault="007C08D3" w:rsidP="003F4DBB">
            <w:pPr>
              <w:pStyle w:val="ac"/>
              <w:rPr>
                <w:sz w:val="20"/>
                <w:szCs w:val="20"/>
              </w:rPr>
            </w:pPr>
          </w:p>
        </w:tc>
        <w:tc>
          <w:tcPr>
            <w:tcW w:w="2409" w:type="dxa"/>
            <w:vMerge/>
            <w:vAlign w:val="center"/>
          </w:tcPr>
          <w:p w:rsidR="007C08D3" w:rsidRPr="00C92D70" w:rsidRDefault="007C08D3" w:rsidP="003F4DBB">
            <w:pPr>
              <w:pStyle w:val="ac"/>
              <w:rPr>
                <w:sz w:val="20"/>
                <w:szCs w:val="20"/>
              </w:rPr>
            </w:pPr>
          </w:p>
        </w:tc>
      </w:tr>
      <w:tr w:rsidR="007C08D3" w:rsidRPr="00C92D70" w:rsidTr="003F4DBB">
        <w:trPr>
          <w:trHeight w:val="230"/>
          <w:tblHeader/>
        </w:trPr>
        <w:tc>
          <w:tcPr>
            <w:tcW w:w="533" w:type="dxa"/>
            <w:vMerge/>
            <w:vAlign w:val="center"/>
          </w:tcPr>
          <w:p w:rsidR="007C08D3" w:rsidRPr="00C92D70" w:rsidRDefault="007C08D3" w:rsidP="003F4DBB">
            <w:pPr>
              <w:pStyle w:val="ac"/>
              <w:rPr>
                <w:sz w:val="20"/>
                <w:szCs w:val="20"/>
              </w:rPr>
            </w:pPr>
          </w:p>
        </w:tc>
        <w:tc>
          <w:tcPr>
            <w:tcW w:w="4020" w:type="dxa"/>
            <w:gridSpan w:val="2"/>
            <w:vMerge/>
            <w:vAlign w:val="center"/>
          </w:tcPr>
          <w:p w:rsidR="007C08D3" w:rsidRPr="00C92D70" w:rsidRDefault="007C08D3" w:rsidP="003F4DBB">
            <w:pPr>
              <w:pStyle w:val="ac"/>
              <w:rPr>
                <w:sz w:val="20"/>
                <w:szCs w:val="20"/>
              </w:rPr>
            </w:pPr>
          </w:p>
        </w:tc>
        <w:tc>
          <w:tcPr>
            <w:tcW w:w="709" w:type="dxa"/>
            <w:vMerge/>
            <w:vAlign w:val="center"/>
          </w:tcPr>
          <w:p w:rsidR="007C08D3" w:rsidRPr="00C92D70" w:rsidRDefault="007C08D3" w:rsidP="003F4DBB">
            <w:pPr>
              <w:pStyle w:val="ac"/>
              <w:rPr>
                <w:sz w:val="20"/>
                <w:szCs w:val="20"/>
              </w:rPr>
            </w:pPr>
          </w:p>
        </w:tc>
        <w:tc>
          <w:tcPr>
            <w:tcW w:w="2552" w:type="dxa"/>
            <w:vMerge/>
            <w:vAlign w:val="center"/>
          </w:tcPr>
          <w:p w:rsidR="007C08D3" w:rsidRPr="00C92D70" w:rsidRDefault="007C08D3" w:rsidP="003F4DBB">
            <w:pPr>
              <w:pStyle w:val="ac"/>
              <w:rPr>
                <w:sz w:val="20"/>
                <w:szCs w:val="20"/>
              </w:rPr>
            </w:pPr>
          </w:p>
        </w:tc>
        <w:tc>
          <w:tcPr>
            <w:tcW w:w="2409" w:type="dxa"/>
            <w:vMerge/>
            <w:vAlign w:val="center"/>
          </w:tcPr>
          <w:p w:rsidR="007C08D3" w:rsidRPr="00C92D70" w:rsidRDefault="007C08D3" w:rsidP="003F4DBB">
            <w:pPr>
              <w:pStyle w:val="ac"/>
              <w:rPr>
                <w:sz w:val="20"/>
                <w:szCs w:val="20"/>
              </w:rPr>
            </w:pPr>
          </w:p>
        </w:tc>
      </w:tr>
      <w:tr w:rsidR="007C08D3" w:rsidRPr="00C92D70" w:rsidTr="003F4DBB">
        <w:trPr>
          <w:trHeight w:val="20"/>
        </w:trPr>
        <w:tc>
          <w:tcPr>
            <w:tcW w:w="533" w:type="dxa"/>
            <w:vMerge w:val="restart"/>
            <w:vAlign w:val="center"/>
          </w:tcPr>
          <w:p w:rsidR="007C08D3" w:rsidRPr="00C92D70" w:rsidRDefault="007C08D3" w:rsidP="003F4DBB">
            <w:pPr>
              <w:pStyle w:val="aa"/>
              <w:rPr>
                <w:sz w:val="20"/>
                <w:szCs w:val="20"/>
              </w:rPr>
            </w:pPr>
            <w:r w:rsidRPr="00C92D70">
              <w:rPr>
                <w:sz w:val="20"/>
                <w:szCs w:val="20"/>
              </w:rPr>
              <w:t>1.1</w:t>
            </w:r>
          </w:p>
        </w:tc>
        <w:tc>
          <w:tcPr>
            <w:tcW w:w="1682" w:type="dxa"/>
            <w:vMerge w:val="restart"/>
            <w:vAlign w:val="center"/>
          </w:tcPr>
          <w:p w:rsidR="007C08D3" w:rsidRPr="00C92D70" w:rsidRDefault="007C08D3" w:rsidP="003F4DBB">
            <w:pPr>
              <w:pStyle w:val="ac"/>
              <w:rPr>
                <w:sz w:val="20"/>
                <w:szCs w:val="20"/>
              </w:rPr>
            </w:pPr>
            <w:r w:rsidRPr="00C92D70">
              <w:rPr>
                <w:sz w:val="20"/>
                <w:szCs w:val="20"/>
              </w:rPr>
              <w:t>Наименьшие уклоны лотков проезжей части, кюветов и водоотводных канав:</w:t>
            </w:r>
          </w:p>
        </w:tc>
        <w:tc>
          <w:tcPr>
            <w:tcW w:w="2338" w:type="dxa"/>
            <w:shd w:val="clear" w:color="000000" w:fill="FFFFFF"/>
          </w:tcPr>
          <w:p w:rsidR="007C08D3" w:rsidRPr="00C92D70" w:rsidRDefault="007C08D3" w:rsidP="003F4DBB">
            <w:pPr>
              <w:pStyle w:val="ac"/>
              <w:rPr>
                <w:sz w:val="20"/>
                <w:szCs w:val="20"/>
              </w:rPr>
            </w:pPr>
            <w:r w:rsidRPr="00C92D70">
              <w:rPr>
                <w:sz w:val="20"/>
                <w:szCs w:val="20"/>
              </w:rPr>
              <w:t>лотков, покрытых асфальтобетоном</w:t>
            </w:r>
          </w:p>
        </w:tc>
        <w:tc>
          <w:tcPr>
            <w:tcW w:w="709" w:type="dxa"/>
            <w:vMerge w:val="restart"/>
            <w:vAlign w:val="center"/>
          </w:tcPr>
          <w:p w:rsidR="007C08D3" w:rsidRPr="00C92D70" w:rsidRDefault="007C08D3" w:rsidP="003F4DBB">
            <w:pPr>
              <w:pStyle w:val="aa"/>
              <w:rPr>
                <w:sz w:val="20"/>
                <w:szCs w:val="20"/>
              </w:rPr>
            </w:pPr>
            <w:r w:rsidRPr="00C92D70">
              <w:rPr>
                <w:sz w:val="20"/>
                <w:szCs w:val="20"/>
              </w:rPr>
              <w:t>доли единицы</w:t>
            </w:r>
          </w:p>
        </w:tc>
        <w:tc>
          <w:tcPr>
            <w:tcW w:w="2552" w:type="dxa"/>
            <w:vMerge w:val="restart"/>
            <w:vAlign w:val="center"/>
          </w:tcPr>
          <w:p w:rsidR="007C08D3" w:rsidRPr="00C92D70" w:rsidRDefault="007C08D3" w:rsidP="003F4DBB">
            <w:pPr>
              <w:pStyle w:val="ac"/>
              <w:rPr>
                <w:sz w:val="20"/>
                <w:szCs w:val="20"/>
              </w:rPr>
            </w:pPr>
            <w:r w:rsidRPr="00C92D70">
              <w:rPr>
                <w:sz w:val="20"/>
                <w:szCs w:val="20"/>
              </w:rPr>
              <w:t>СНиП 2.04.03-85 п.2.42</w:t>
            </w:r>
          </w:p>
        </w:tc>
        <w:tc>
          <w:tcPr>
            <w:tcW w:w="2409" w:type="dxa"/>
            <w:vAlign w:val="center"/>
          </w:tcPr>
          <w:p w:rsidR="007C08D3" w:rsidRPr="00C92D70" w:rsidRDefault="007C08D3" w:rsidP="003F4DBB">
            <w:pPr>
              <w:pStyle w:val="aa"/>
              <w:rPr>
                <w:sz w:val="20"/>
                <w:szCs w:val="20"/>
              </w:rPr>
            </w:pPr>
            <w:r w:rsidRPr="00C92D70">
              <w:rPr>
                <w:sz w:val="20"/>
                <w:szCs w:val="20"/>
              </w:rPr>
              <w:t>0,003</w:t>
            </w:r>
          </w:p>
        </w:tc>
      </w:tr>
      <w:tr w:rsidR="007C08D3" w:rsidRPr="00C92D70" w:rsidTr="003F4DBB">
        <w:trPr>
          <w:trHeight w:val="20"/>
        </w:trPr>
        <w:tc>
          <w:tcPr>
            <w:tcW w:w="533" w:type="dxa"/>
            <w:vMerge/>
            <w:vAlign w:val="center"/>
          </w:tcPr>
          <w:p w:rsidR="007C08D3" w:rsidRPr="00C92D70" w:rsidRDefault="007C08D3" w:rsidP="003F4DBB">
            <w:pPr>
              <w:pStyle w:val="aa"/>
              <w:rPr>
                <w:sz w:val="20"/>
                <w:szCs w:val="20"/>
              </w:rPr>
            </w:pPr>
          </w:p>
        </w:tc>
        <w:tc>
          <w:tcPr>
            <w:tcW w:w="1682" w:type="dxa"/>
            <w:vMerge/>
            <w:vAlign w:val="center"/>
          </w:tcPr>
          <w:p w:rsidR="007C08D3" w:rsidRPr="00C92D70" w:rsidRDefault="007C08D3" w:rsidP="003F4DBB">
            <w:pPr>
              <w:pStyle w:val="ac"/>
              <w:rPr>
                <w:sz w:val="20"/>
                <w:szCs w:val="20"/>
              </w:rPr>
            </w:pPr>
          </w:p>
        </w:tc>
        <w:tc>
          <w:tcPr>
            <w:tcW w:w="2338" w:type="dxa"/>
            <w:shd w:val="clear" w:color="000000" w:fill="FFFFFF"/>
          </w:tcPr>
          <w:p w:rsidR="007C08D3" w:rsidRPr="00C92D70" w:rsidRDefault="007C08D3" w:rsidP="003F4DBB">
            <w:pPr>
              <w:pStyle w:val="ac"/>
              <w:rPr>
                <w:sz w:val="20"/>
                <w:szCs w:val="20"/>
              </w:rPr>
            </w:pPr>
            <w:r w:rsidRPr="00C92D70">
              <w:rPr>
                <w:sz w:val="20"/>
                <w:szCs w:val="20"/>
              </w:rPr>
              <w:t>лотков, покрытых брусчаткой или щебеночным покрытием</w:t>
            </w:r>
          </w:p>
        </w:tc>
        <w:tc>
          <w:tcPr>
            <w:tcW w:w="709" w:type="dxa"/>
            <w:vMerge/>
            <w:vAlign w:val="center"/>
          </w:tcPr>
          <w:p w:rsidR="007C08D3" w:rsidRPr="00C92D70" w:rsidRDefault="007C08D3" w:rsidP="003F4DBB">
            <w:pPr>
              <w:pStyle w:val="ac"/>
              <w:rPr>
                <w:sz w:val="20"/>
                <w:szCs w:val="20"/>
              </w:rPr>
            </w:pPr>
          </w:p>
        </w:tc>
        <w:tc>
          <w:tcPr>
            <w:tcW w:w="2552" w:type="dxa"/>
            <w:vMerge/>
            <w:vAlign w:val="center"/>
          </w:tcPr>
          <w:p w:rsidR="007C08D3" w:rsidRPr="00C92D70" w:rsidRDefault="007C08D3" w:rsidP="003F4DBB">
            <w:pPr>
              <w:pStyle w:val="ac"/>
              <w:rPr>
                <w:sz w:val="20"/>
                <w:szCs w:val="20"/>
              </w:rPr>
            </w:pPr>
          </w:p>
        </w:tc>
        <w:tc>
          <w:tcPr>
            <w:tcW w:w="2409" w:type="dxa"/>
            <w:vAlign w:val="center"/>
          </w:tcPr>
          <w:p w:rsidR="007C08D3" w:rsidRPr="00C92D70" w:rsidRDefault="007C08D3" w:rsidP="003F4DBB">
            <w:pPr>
              <w:pStyle w:val="aa"/>
              <w:rPr>
                <w:sz w:val="20"/>
                <w:szCs w:val="20"/>
              </w:rPr>
            </w:pPr>
            <w:r w:rsidRPr="00C92D70">
              <w:rPr>
                <w:sz w:val="20"/>
                <w:szCs w:val="20"/>
              </w:rPr>
              <w:t>0,004</w:t>
            </w:r>
          </w:p>
        </w:tc>
      </w:tr>
      <w:tr w:rsidR="007C08D3" w:rsidRPr="00C92D70" w:rsidTr="003F4DBB">
        <w:trPr>
          <w:trHeight w:val="20"/>
        </w:trPr>
        <w:tc>
          <w:tcPr>
            <w:tcW w:w="533" w:type="dxa"/>
            <w:vMerge/>
            <w:vAlign w:val="center"/>
          </w:tcPr>
          <w:p w:rsidR="007C08D3" w:rsidRPr="00C92D70" w:rsidRDefault="007C08D3" w:rsidP="003F4DBB">
            <w:pPr>
              <w:pStyle w:val="aa"/>
              <w:rPr>
                <w:sz w:val="20"/>
                <w:szCs w:val="20"/>
              </w:rPr>
            </w:pPr>
          </w:p>
        </w:tc>
        <w:tc>
          <w:tcPr>
            <w:tcW w:w="1682" w:type="dxa"/>
            <w:vMerge/>
            <w:vAlign w:val="center"/>
          </w:tcPr>
          <w:p w:rsidR="007C08D3" w:rsidRPr="00C92D70" w:rsidRDefault="007C08D3" w:rsidP="003F4DBB">
            <w:pPr>
              <w:pStyle w:val="ac"/>
              <w:rPr>
                <w:sz w:val="20"/>
                <w:szCs w:val="20"/>
              </w:rPr>
            </w:pPr>
          </w:p>
        </w:tc>
        <w:tc>
          <w:tcPr>
            <w:tcW w:w="2338" w:type="dxa"/>
            <w:shd w:val="clear" w:color="000000" w:fill="FFFFFF"/>
          </w:tcPr>
          <w:p w:rsidR="007C08D3" w:rsidRPr="00C92D70" w:rsidRDefault="007C08D3" w:rsidP="003F4DBB">
            <w:pPr>
              <w:pStyle w:val="ac"/>
              <w:rPr>
                <w:sz w:val="20"/>
                <w:szCs w:val="20"/>
              </w:rPr>
            </w:pPr>
            <w:r w:rsidRPr="00C92D70">
              <w:rPr>
                <w:sz w:val="20"/>
                <w:szCs w:val="20"/>
              </w:rPr>
              <w:t>булыжной мостовой</w:t>
            </w:r>
          </w:p>
        </w:tc>
        <w:tc>
          <w:tcPr>
            <w:tcW w:w="709" w:type="dxa"/>
            <w:vMerge/>
            <w:vAlign w:val="center"/>
          </w:tcPr>
          <w:p w:rsidR="007C08D3" w:rsidRPr="00C92D70" w:rsidRDefault="007C08D3" w:rsidP="003F4DBB">
            <w:pPr>
              <w:pStyle w:val="ac"/>
              <w:rPr>
                <w:sz w:val="20"/>
                <w:szCs w:val="20"/>
              </w:rPr>
            </w:pPr>
          </w:p>
        </w:tc>
        <w:tc>
          <w:tcPr>
            <w:tcW w:w="2552" w:type="dxa"/>
            <w:vMerge/>
            <w:vAlign w:val="center"/>
          </w:tcPr>
          <w:p w:rsidR="007C08D3" w:rsidRPr="00C92D70" w:rsidRDefault="007C08D3" w:rsidP="003F4DBB">
            <w:pPr>
              <w:pStyle w:val="ac"/>
              <w:rPr>
                <w:sz w:val="20"/>
                <w:szCs w:val="20"/>
              </w:rPr>
            </w:pPr>
          </w:p>
        </w:tc>
        <w:tc>
          <w:tcPr>
            <w:tcW w:w="2409" w:type="dxa"/>
            <w:vAlign w:val="center"/>
          </w:tcPr>
          <w:p w:rsidR="007C08D3" w:rsidRPr="00C92D70" w:rsidRDefault="007C08D3" w:rsidP="003F4DBB">
            <w:pPr>
              <w:pStyle w:val="aa"/>
              <w:rPr>
                <w:sz w:val="20"/>
                <w:szCs w:val="20"/>
              </w:rPr>
            </w:pPr>
            <w:r w:rsidRPr="00C92D70">
              <w:rPr>
                <w:sz w:val="20"/>
                <w:szCs w:val="20"/>
              </w:rPr>
              <w:t>0,005</w:t>
            </w:r>
          </w:p>
        </w:tc>
      </w:tr>
      <w:tr w:rsidR="007C08D3" w:rsidRPr="00C92D70" w:rsidTr="003F4DBB">
        <w:trPr>
          <w:trHeight w:val="20"/>
        </w:trPr>
        <w:tc>
          <w:tcPr>
            <w:tcW w:w="533" w:type="dxa"/>
            <w:vMerge/>
            <w:vAlign w:val="center"/>
          </w:tcPr>
          <w:p w:rsidR="007C08D3" w:rsidRPr="00C92D70" w:rsidRDefault="007C08D3" w:rsidP="003F4DBB">
            <w:pPr>
              <w:pStyle w:val="aa"/>
              <w:rPr>
                <w:sz w:val="20"/>
                <w:szCs w:val="20"/>
              </w:rPr>
            </w:pPr>
          </w:p>
        </w:tc>
        <w:tc>
          <w:tcPr>
            <w:tcW w:w="1682" w:type="dxa"/>
            <w:vMerge/>
            <w:vAlign w:val="center"/>
          </w:tcPr>
          <w:p w:rsidR="007C08D3" w:rsidRPr="00C92D70" w:rsidRDefault="007C08D3" w:rsidP="003F4DBB">
            <w:pPr>
              <w:pStyle w:val="ac"/>
              <w:rPr>
                <w:sz w:val="20"/>
                <w:szCs w:val="20"/>
              </w:rPr>
            </w:pPr>
          </w:p>
        </w:tc>
        <w:tc>
          <w:tcPr>
            <w:tcW w:w="2338" w:type="dxa"/>
            <w:shd w:val="clear" w:color="000000" w:fill="FFFFFF"/>
          </w:tcPr>
          <w:p w:rsidR="007C08D3" w:rsidRPr="00C92D70" w:rsidRDefault="007C08D3" w:rsidP="003F4DBB">
            <w:pPr>
              <w:pStyle w:val="ac"/>
              <w:rPr>
                <w:sz w:val="20"/>
                <w:szCs w:val="20"/>
              </w:rPr>
            </w:pPr>
            <w:r w:rsidRPr="00C92D70">
              <w:rPr>
                <w:sz w:val="20"/>
                <w:szCs w:val="20"/>
              </w:rPr>
              <w:t>отдельных лотков и кюветов</w:t>
            </w:r>
          </w:p>
        </w:tc>
        <w:tc>
          <w:tcPr>
            <w:tcW w:w="709" w:type="dxa"/>
            <w:vMerge/>
            <w:vAlign w:val="center"/>
          </w:tcPr>
          <w:p w:rsidR="007C08D3" w:rsidRPr="00C92D70" w:rsidRDefault="007C08D3" w:rsidP="003F4DBB">
            <w:pPr>
              <w:pStyle w:val="ac"/>
              <w:rPr>
                <w:sz w:val="20"/>
                <w:szCs w:val="20"/>
              </w:rPr>
            </w:pPr>
          </w:p>
        </w:tc>
        <w:tc>
          <w:tcPr>
            <w:tcW w:w="2552" w:type="dxa"/>
            <w:vMerge/>
            <w:vAlign w:val="center"/>
          </w:tcPr>
          <w:p w:rsidR="007C08D3" w:rsidRPr="00C92D70" w:rsidRDefault="007C08D3" w:rsidP="003F4DBB">
            <w:pPr>
              <w:pStyle w:val="ac"/>
              <w:rPr>
                <w:sz w:val="20"/>
                <w:szCs w:val="20"/>
              </w:rPr>
            </w:pPr>
          </w:p>
        </w:tc>
        <w:tc>
          <w:tcPr>
            <w:tcW w:w="2409" w:type="dxa"/>
            <w:vAlign w:val="center"/>
          </w:tcPr>
          <w:p w:rsidR="007C08D3" w:rsidRPr="00C92D70" w:rsidRDefault="007C08D3" w:rsidP="003F4DBB">
            <w:pPr>
              <w:pStyle w:val="aa"/>
              <w:rPr>
                <w:sz w:val="20"/>
                <w:szCs w:val="20"/>
              </w:rPr>
            </w:pPr>
            <w:r w:rsidRPr="00C92D70">
              <w:rPr>
                <w:sz w:val="20"/>
                <w:szCs w:val="20"/>
              </w:rPr>
              <w:t>0,006</w:t>
            </w:r>
          </w:p>
        </w:tc>
      </w:tr>
      <w:tr w:rsidR="007C08D3" w:rsidRPr="00C92D70" w:rsidTr="003F4DBB">
        <w:trPr>
          <w:trHeight w:val="20"/>
        </w:trPr>
        <w:tc>
          <w:tcPr>
            <w:tcW w:w="533" w:type="dxa"/>
            <w:vMerge/>
            <w:vAlign w:val="center"/>
          </w:tcPr>
          <w:p w:rsidR="007C08D3" w:rsidRPr="00C92D70" w:rsidRDefault="007C08D3" w:rsidP="003F4DBB">
            <w:pPr>
              <w:pStyle w:val="aa"/>
              <w:rPr>
                <w:sz w:val="20"/>
                <w:szCs w:val="20"/>
              </w:rPr>
            </w:pPr>
          </w:p>
        </w:tc>
        <w:tc>
          <w:tcPr>
            <w:tcW w:w="1682" w:type="dxa"/>
            <w:vMerge/>
            <w:vAlign w:val="center"/>
          </w:tcPr>
          <w:p w:rsidR="007C08D3" w:rsidRPr="00C92D70" w:rsidRDefault="007C08D3" w:rsidP="003F4DBB">
            <w:pPr>
              <w:pStyle w:val="ac"/>
              <w:rPr>
                <w:sz w:val="20"/>
                <w:szCs w:val="20"/>
              </w:rPr>
            </w:pPr>
          </w:p>
        </w:tc>
        <w:tc>
          <w:tcPr>
            <w:tcW w:w="2338" w:type="dxa"/>
            <w:shd w:val="clear" w:color="000000" w:fill="FFFFFF"/>
          </w:tcPr>
          <w:p w:rsidR="007C08D3" w:rsidRPr="00C92D70" w:rsidRDefault="007C08D3" w:rsidP="003F4DBB">
            <w:pPr>
              <w:pStyle w:val="ac"/>
              <w:rPr>
                <w:sz w:val="20"/>
                <w:szCs w:val="20"/>
              </w:rPr>
            </w:pPr>
            <w:r w:rsidRPr="00C92D70">
              <w:rPr>
                <w:sz w:val="20"/>
                <w:szCs w:val="20"/>
              </w:rPr>
              <w:t>водоотводящих канав</w:t>
            </w:r>
          </w:p>
        </w:tc>
        <w:tc>
          <w:tcPr>
            <w:tcW w:w="709" w:type="dxa"/>
            <w:vMerge/>
            <w:vAlign w:val="center"/>
          </w:tcPr>
          <w:p w:rsidR="007C08D3" w:rsidRPr="00C92D70" w:rsidRDefault="007C08D3" w:rsidP="003F4DBB">
            <w:pPr>
              <w:pStyle w:val="ac"/>
              <w:rPr>
                <w:sz w:val="20"/>
                <w:szCs w:val="20"/>
              </w:rPr>
            </w:pPr>
          </w:p>
        </w:tc>
        <w:tc>
          <w:tcPr>
            <w:tcW w:w="2552" w:type="dxa"/>
            <w:vMerge/>
            <w:vAlign w:val="center"/>
          </w:tcPr>
          <w:p w:rsidR="007C08D3" w:rsidRPr="00C92D70" w:rsidRDefault="007C08D3" w:rsidP="003F4DBB">
            <w:pPr>
              <w:pStyle w:val="ac"/>
              <w:rPr>
                <w:sz w:val="20"/>
                <w:szCs w:val="20"/>
              </w:rPr>
            </w:pPr>
          </w:p>
        </w:tc>
        <w:tc>
          <w:tcPr>
            <w:tcW w:w="2409" w:type="dxa"/>
            <w:vAlign w:val="center"/>
          </w:tcPr>
          <w:p w:rsidR="007C08D3" w:rsidRPr="00C92D70" w:rsidRDefault="007C08D3" w:rsidP="003F4DBB">
            <w:pPr>
              <w:pStyle w:val="aa"/>
              <w:rPr>
                <w:sz w:val="20"/>
                <w:szCs w:val="20"/>
              </w:rPr>
            </w:pPr>
            <w:r w:rsidRPr="00C92D70">
              <w:rPr>
                <w:sz w:val="20"/>
                <w:szCs w:val="20"/>
              </w:rPr>
              <w:t>0,003</w:t>
            </w:r>
          </w:p>
        </w:tc>
      </w:tr>
      <w:tr w:rsidR="007C08D3" w:rsidRPr="00C92D70" w:rsidTr="003F4DBB">
        <w:trPr>
          <w:trHeight w:val="20"/>
        </w:trPr>
        <w:tc>
          <w:tcPr>
            <w:tcW w:w="533" w:type="dxa"/>
            <w:vMerge/>
            <w:vAlign w:val="center"/>
          </w:tcPr>
          <w:p w:rsidR="007C08D3" w:rsidRPr="00C92D70" w:rsidRDefault="007C08D3" w:rsidP="003F4DBB">
            <w:pPr>
              <w:pStyle w:val="aa"/>
              <w:rPr>
                <w:sz w:val="20"/>
                <w:szCs w:val="20"/>
              </w:rPr>
            </w:pPr>
          </w:p>
        </w:tc>
        <w:tc>
          <w:tcPr>
            <w:tcW w:w="1682" w:type="dxa"/>
            <w:vMerge/>
            <w:vAlign w:val="center"/>
          </w:tcPr>
          <w:p w:rsidR="007C08D3" w:rsidRPr="00C92D70" w:rsidRDefault="007C08D3" w:rsidP="003F4DBB">
            <w:pPr>
              <w:pStyle w:val="ac"/>
              <w:rPr>
                <w:sz w:val="20"/>
                <w:szCs w:val="20"/>
              </w:rPr>
            </w:pPr>
          </w:p>
        </w:tc>
        <w:tc>
          <w:tcPr>
            <w:tcW w:w="2338" w:type="dxa"/>
            <w:shd w:val="clear" w:color="000000" w:fill="FFFFFF"/>
          </w:tcPr>
          <w:p w:rsidR="007C08D3" w:rsidRPr="00C92D70" w:rsidRDefault="007C08D3" w:rsidP="003F4DBB">
            <w:pPr>
              <w:pStyle w:val="ac"/>
              <w:rPr>
                <w:sz w:val="20"/>
                <w:szCs w:val="20"/>
              </w:rPr>
            </w:pPr>
            <w:r w:rsidRPr="00C92D70">
              <w:rPr>
                <w:sz w:val="20"/>
                <w:szCs w:val="20"/>
              </w:rPr>
              <w:t>полимерных, полимербетонных лотков</w:t>
            </w:r>
          </w:p>
        </w:tc>
        <w:tc>
          <w:tcPr>
            <w:tcW w:w="709" w:type="dxa"/>
            <w:vMerge/>
            <w:vAlign w:val="center"/>
          </w:tcPr>
          <w:p w:rsidR="007C08D3" w:rsidRPr="00C92D70" w:rsidRDefault="007C08D3" w:rsidP="003F4DBB">
            <w:pPr>
              <w:pStyle w:val="ac"/>
              <w:rPr>
                <w:sz w:val="20"/>
                <w:szCs w:val="20"/>
              </w:rPr>
            </w:pPr>
          </w:p>
        </w:tc>
        <w:tc>
          <w:tcPr>
            <w:tcW w:w="2552" w:type="dxa"/>
            <w:vMerge/>
            <w:vAlign w:val="center"/>
          </w:tcPr>
          <w:p w:rsidR="007C08D3" w:rsidRPr="00C92D70" w:rsidRDefault="007C08D3" w:rsidP="003F4DBB">
            <w:pPr>
              <w:pStyle w:val="ac"/>
              <w:rPr>
                <w:sz w:val="20"/>
                <w:szCs w:val="20"/>
              </w:rPr>
            </w:pPr>
          </w:p>
        </w:tc>
        <w:tc>
          <w:tcPr>
            <w:tcW w:w="2409" w:type="dxa"/>
            <w:vAlign w:val="center"/>
          </w:tcPr>
          <w:p w:rsidR="007C08D3" w:rsidRPr="00C92D70" w:rsidRDefault="007C08D3" w:rsidP="003F4DBB">
            <w:pPr>
              <w:pStyle w:val="aa"/>
              <w:rPr>
                <w:sz w:val="20"/>
                <w:szCs w:val="20"/>
              </w:rPr>
            </w:pPr>
            <w:r w:rsidRPr="00C92D70">
              <w:rPr>
                <w:sz w:val="20"/>
                <w:szCs w:val="20"/>
              </w:rPr>
              <w:t>0,001-0,005</w:t>
            </w:r>
          </w:p>
        </w:tc>
      </w:tr>
      <w:tr w:rsidR="007C08D3" w:rsidRPr="00C92D70" w:rsidTr="003F4DBB">
        <w:trPr>
          <w:trHeight w:val="20"/>
        </w:trPr>
        <w:tc>
          <w:tcPr>
            <w:tcW w:w="533" w:type="dxa"/>
            <w:vMerge w:val="restart"/>
            <w:noWrap/>
            <w:vAlign w:val="center"/>
          </w:tcPr>
          <w:p w:rsidR="007C08D3" w:rsidRPr="00C92D70" w:rsidRDefault="007C08D3" w:rsidP="003F4DBB">
            <w:pPr>
              <w:pStyle w:val="aa"/>
              <w:rPr>
                <w:sz w:val="20"/>
                <w:szCs w:val="20"/>
              </w:rPr>
            </w:pPr>
            <w:r w:rsidRPr="00C92D70">
              <w:rPr>
                <w:sz w:val="20"/>
                <w:szCs w:val="20"/>
              </w:rPr>
              <w:t>1.2</w:t>
            </w:r>
          </w:p>
        </w:tc>
        <w:tc>
          <w:tcPr>
            <w:tcW w:w="1682" w:type="dxa"/>
            <w:vMerge w:val="restart"/>
            <w:vAlign w:val="center"/>
          </w:tcPr>
          <w:p w:rsidR="007C08D3" w:rsidRPr="00C92D70" w:rsidRDefault="007C08D3" w:rsidP="003F4DBB">
            <w:pPr>
              <w:pStyle w:val="ac"/>
              <w:rPr>
                <w:sz w:val="20"/>
                <w:szCs w:val="20"/>
              </w:rPr>
            </w:pPr>
            <w:r w:rsidRPr="00C92D70">
              <w:rPr>
                <w:sz w:val="20"/>
                <w:szCs w:val="20"/>
              </w:rPr>
              <w:t>Нормы осушения (глубины понижения грунтовых вод, считая от проектной отметки территории) при проектировании защиты от подтопления</w:t>
            </w:r>
          </w:p>
        </w:tc>
        <w:tc>
          <w:tcPr>
            <w:tcW w:w="2338" w:type="dxa"/>
          </w:tcPr>
          <w:p w:rsidR="007C08D3" w:rsidRPr="00C92D70" w:rsidRDefault="007C08D3" w:rsidP="003F4DBB">
            <w:pPr>
              <w:pStyle w:val="ac"/>
              <w:rPr>
                <w:sz w:val="20"/>
                <w:szCs w:val="20"/>
              </w:rPr>
            </w:pPr>
            <w:r w:rsidRPr="00C92D70">
              <w:rPr>
                <w:sz w:val="20"/>
                <w:szCs w:val="20"/>
              </w:rPr>
              <w:t>территории крупных промышленных зон и комплексов</w:t>
            </w:r>
          </w:p>
        </w:tc>
        <w:tc>
          <w:tcPr>
            <w:tcW w:w="709" w:type="dxa"/>
            <w:vMerge w:val="restart"/>
            <w:noWrap/>
            <w:vAlign w:val="center"/>
          </w:tcPr>
          <w:p w:rsidR="007C08D3" w:rsidRPr="00C92D70" w:rsidRDefault="007C08D3" w:rsidP="003F4DBB">
            <w:pPr>
              <w:pStyle w:val="aa"/>
              <w:rPr>
                <w:sz w:val="20"/>
                <w:szCs w:val="20"/>
              </w:rPr>
            </w:pPr>
            <w:r w:rsidRPr="00C92D70">
              <w:rPr>
                <w:sz w:val="20"/>
                <w:szCs w:val="20"/>
              </w:rPr>
              <w:t>м</w:t>
            </w:r>
          </w:p>
        </w:tc>
        <w:tc>
          <w:tcPr>
            <w:tcW w:w="2552" w:type="dxa"/>
            <w:vMerge w:val="restart"/>
            <w:vAlign w:val="center"/>
          </w:tcPr>
          <w:p w:rsidR="007C08D3" w:rsidRPr="00C92D70" w:rsidRDefault="007C08D3" w:rsidP="003F4DBB">
            <w:pPr>
              <w:pStyle w:val="ac"/>
              <w:rPr>
                <w:sz w:val="20"/>
                <w:szCs w:val="20"/>
              </w:rPr>
            </w:pPr>
            <w:r w:rsidRPr="00C92D70">
              <w:rPr>
                <w:sz w:val="20"/>
                <w:szCs w:val="20"/>
              </w:rPr>
              <w:t>СНиП 2.06.15-85 п.2.7</w:t>
            </w:r>
          </w:p>
        </w:tc>
        <w:tc>
          <w:tcPr>
            <w:tcW w:w="2409" w:type="dxa"/>
            <w:vAlign w:val="center"/>
          </w:tcPr>
          <w:p w:rsidR="007C08D3" w:rsidRPr="00C92D70" w:rsidRDefault="007C08D3" w:rsidP="003F4DBB">
            <w:pPr>
              <w:pStyle w:val="aa"/>
              <w:rPr>
                <w:sz w:val="20"/>
                <w:szCs w:val="20"/>
              </w:rPr>
            </w:pPr>
            <w:r w:rsidRPr="00C92D70">
              <w:rPr>
                <w:sz w:val="20"/>
                <w:szCs w:val="20"/>
              </w:rPr>
              <w:t>до 15</w:t>
            </w:r>
          </w:p>
        </w:tc>
      </w:tr>
      <w:tr w:rsidR="007C08D3" w:rsidRPr="00C92D70" w:rsidTr="003F4DBB">
        <w:trPr>
          <w:trHeight w:val="20"/>
        </w:trPr>
        <w:tc>
          <w:tcPr>
            <w:tcW w:w="533" w:type="dxa"/>
            <w:vMerge/>
            <w:vAlign w:val="center"/>
          </w:tcPr>
          <w:p w:rsidR="007C08D3" w:rsidRPr="00C92D70" w:rsidRDefault="007C08D3" w:rsidP="003F4DBB">
            <w:pPr>
              <w:pStyle w:val="aa"/>
              <w:rPr>
                <w:sz w:val="20"/>
                <w:szCs w:val="20"/>
              </w:rPr>
            </w:pPr>
          </w:p>
        </w:tc>
        <w:tc>
          <w:tcPr>
            <w:tcW w:w="1682" w:type="dxa"/>
            <w:vMerge/>
            <w:vAlign w:val="center"/>
          </w:tcPr>
          <w:p w:rsidR="007C08D3" w:rsidRPr="00C92D70" w:rsidRDefault="007C08D3" w:rsidP="003F4DBB">
            <w:pPr>
              <w:pStyle w:val="ac"/>
              <w:rPr>
                <w:sz w:val="20"/>
                <w:szCs w:val="20"/>
              </w:rPr>
            </w:pPr>
          </w:p>
        </w:tc>
        <w:tc>
          <w:tcPr>
            <w:tcW w:w="2338" w:type="dxa"/>
          </w:tcPr>
          <w:p w:rsidR="007C08D3" w:rsidRPr="00C92D70" w:rsidRDefault="007C08D3" w:rsidP="003F4DBB">
            <w:pPr>
              <w:pStyle w:val="ac"/>
              <w:rPr>
                <w:sz w:val="20"/>
                <w:szCs w:val="20"/>
              </w:rPr>
            </w:pPr>
            <w:r w:rsidRPr="00C92D70">
              <w:rPr>
                <w:sz w:val="20"/>
                <w:szCs w:val="20"/>
              </w:rPr>
              <w:t>территории городских промышленных зон, коммунально-складских зон, центры крупнейших, крупных и больших городов</w:t>
            </w:r>
          </w:p>
        </w:tc>
        <w:tc>
          <w:tcPr>
            <w:tcW w:w="709" w:type="dxa"/>
            <w:vMerge/>
            <w:vAlign w:val="center"/>
          </w:tcPr>
          <w:p w:rsidR="007C08D3" w:rsidRPr="00C92D70" w:rsidRDefault="007C08D3" w:rsidP="003F4DBB">
            <w:pPr>
              <w:pStyle w:val="aa"/>
              <w:rPr>
                <w:sz w:val="20"/>
                <w:szCs w:val="20"/>
              </w:rPr>
            </w:pPr>
          </w:p>
        </w:tc>
        <w:tc>
          <w:tcPr>
            <w:tcW w:w="2552" w:type="dxa"/>
            <w:vMerge/>
            <w:vAlign w:val="center"/>
          </w:tcPr>
          <w:p w:rsidR="007C08D3" w:rsidRPr="00C92D70" w:rsidRDefault="007C08D3" w:rsidP="003F4DBB">
            <w:pPr>
              <w:pStyle w:val="ac"/>
              <w:rPr>
                <w:sz w:val="20"/>
                <w:szCs w:val="20"/>
              </w:rPr>
            </w:pPr>
          </w:p>
        </w:tc>
        <w:tc>
          <w:tcPr>
            <w:tcW w:w="2409" w:type="dxa"/>
            <w:vAlign w:val="center"/>
          </w:tcPr>
          <w:p w:rsidR="007C08D3" w:rsidRPr="00C92D70" w:rsidRDefault="007C08D3" w:rsidP="003F4DBB">
            <w:pPr>
              <w:pStyle w:val="aa"/>
              <w:rPr>
                <w:sz w:val="20"/>
                <w:szCs w:val="20"/>
              </w:rPr>
            </w:pPr>
            <w:r w:rsidRPr="00C92D70">
              <w:rPr>
                <w:sz w:val="20"/>
                <w:szCs w:val="20"/>
              </w:rPr>
              <w:t>5</w:t>
            </w:r>
          </w:p>
        </w:tc>
      </w:tr>
      <w:tr w:rsidR="007C08D3" w:rsidRPr="00C92D70" w:rsidTr="003F4DBB">
        <w:trPr>
          <w:trHeight w:val="20"/>
        </w:trPr>
        <w:tc>
          <w:tcPr>
            <w:tcW w:w="533" w:type="dxa"/>
            <w:vMerge/>
            <w:vAlign w:val="center"/>
          </w:tcPr>
          <w:p w:rsidR="007C08D3" w:rsidRPr="00C92D70" w:rsidRDefault="007C08D3" w:rsidP="003F4DBB">
            <w:pPr>
              <w:pStyle w:val="aa"/>
              <w:rPr>
                <w:sz w:val="20"/>
                <w:szCs w:val="20"/>
              </w:rPr>
            </w:pPr>
          </w:p>
        </w:tc>
        <w:tc>
          <w:tcPr>
            <w:tcW w:w="1682" w:type="dxa"/>
            <w:vMerge/>
            <w:vAlign w:val="center"/>
          </w:tcPr>
          <w:p w:rsidR="007C08D3" w:rsidRPr="00C92D70" w:rsidRDefault="007C08D3" w:rsidP="003F4DBB">
            <w:pPr>
              <w:pStyle w:val="ac"/>
              <w:rPr>
                <w:sz w:val="20"/>
                <w:szCs w:val="20"/>
              </w:rPr>
            </w:pPr>
          </w:p>
        </w:tc>
        <w:tc>
          <w:tcPr>
            <w:tcW w:w="2338" w:type="dxa"/>
          </w:tcPr>
          <w:p w:rsidR="007C08D3" w:rsidRPr="00C92D70" w:rsidRDefault="007C08D3" w:rsidP="003F4DBB">
            <w:pPr>
              <w:pStyle w:val="ac"/>
              <w:rPr>
                <w:sz w:val="20"/>
                <w:szCs w:val="20"/>
              </w:rPr>
            </w:pPr>
            <w:r w:rsidRPr="00C92D70">
              <w:rPr>
                <w:sz w:val="20"/>
                <w:szCs w:val="20"/>
              </w:rPr>
              <w:t>селитебные территории городов и сельских населенных пунктов</w:t>
            </w:r>
          </w:p>
        </w:tc>
        <w:tc>
          <w:tcPr>
            <w:tcW w:w="709" w:type="dxa"/>
            <w:vMerge/>
            <w:vAlign w:val="center"/>
          </w:tcPr>
          <w:p w:rsidR="007C08D3" w:rsidRPr="00C92D70" w:rsidRDefault="007C08D3" w:rsidP="003F4DBB">
            <w:pPr>
              <w:pStyle w:val="aa"/>
              <w:rPr>
                <w:sz w:val="20"/>
                <w:szCs w:val="20"/>
              </w:rPr>
            </w:pPr>
          </w:p>
        </w:tc>
        <w:tc>
          <w:tcPr>
            <w:tcW w:w="2552" w:type="dxa"/>
            <w:vMerge/>
            <w:vAlign w:val="center"/>
          </w:tcPr>
          <w:p w:rsidR="007C08D3" w:rsidRPr="00C92D70" w:rsidRDefault="007C08D3" w:rsidP="003F4DBB">
            <w:pPr>
              <w:pStyle w:val="ac"/>
              <w:rPr>
                <w:sz w:val="20"/>
                <w:szCs w:val="20"/>
              </w:rPr>
            </w:pPr>
          </w:p>
        </w:tc>
        <w:tc>
          <w:tcPr>
            <w:tcW w:w="2409" w:type="dxa"/>
            <w:vAlign w:val="center"/>
          </w:tcPr>
          <w:p w:rsidR="007C08D3" w:rsidRPr="00C92D70" w:rsidRDefault="007C08D3" w:rsidP="003F4DBB">
            <w:pPr>
              <w:pStyle w:val="aa"/>
              <w:rPr>
                <w:sz w:val="20"/>
                <w:szCs w:val="20"/>
              </w:rPr>
            </w:pPr>
            <w:r w:rsidRPr="00C92D70">
              <w:rPr>
                <w:sz w:val="20"/>
                <w:szCs w:val="20"/>
              </w:rPr>
              <w:t>2</w:t>
            </w:r>
          </w:p>
        </w:tc>
      </w:tr>
      <w:tr w:rsidR="007C08D3" w:rsidRPr="00C92D70" w:rsidTr="003F4DBB">
        <w:trPr>
          <w:trHeight w:val="20"/>
        </w:trPr>
        <w:tc>
          <w:tcPr>
            <w:tcW w:w="533" w:type="dxa"/>
            <w:vMerge/>
            <w:vAlign w:val="center"/>
          </w:tcPr>
          <w:p w:rsidR="007C08D3" w:rsidRPr="00C92D70" w:rsidRDefault="007C08D3" w:rsidP="003F4DBB">
            <w:pPr>
              <w:pStyle w:val="aa"/>
              <w:rPr>
                <w:sz w:val="20"/>
                <w:szCs w:val="20"/>
              </w:rPr>
            </w:pPr>
          </w:p>
        </w:tc>
        <w:tc>
          <w:tcPr>
            <w:tcW w:w="1682" w:type="dxa"/>
            <w:vMerge/>
            <w:vAlign w:val="center"/>
          </w:tcPr>
          <w:p w:rsidR="007C08D3" w:rsidRPr="00C92D70" w:rsidRDefault="007C08D3" w:rsidP="003F4DBB">
            <w:pPr>
              <w:pStyle w:val="ac"/>
              <w:rPr>
                <w:sz w:val="20"/>
                <w:szCs w:val="20"/>
              </w:rPr>
            </w:pPr>
          </w:p>
        </w:tc>
        <w:tc>
          <w:tcPr>
            <w:tcW w:w="2338" w:type="dxa"/>
          </w:tcPr>
          <w:p w:rsidR="007C08D3" w:rsidRPr="00C92D70" w:rsidRDefault="007C08D3" w:rsidP="003F4DBB">
            <w:pPr>
              <w:pStyle w:val="ac"/>
              <w:rPr>
                <w:sz w:val="20"/>
                <w:szCs w:val="20"/>
              </w:rPr>
            </w:pPr>
            <w:r w:rsidRPr="00C92D70">
              <w:rPr>
                <w:sz w:val="20"/>
                <w:szCs w:val="20"/>
              </w:rPr>
              <w:t>территории спортивно-оздоровительных объектов и учреждений обслуживания зон отдыха</w:t>
            </w:r>
          </w:p>
        </w:tc>
        <w:tc>
          <w:tcPr>
            <w:tcW w:w="709" w:type="dxa"/>
            <w:vMerge/>
            <w:vAlign w:val="center"/>
          </w:tcPr>
          <w:p w:rsidR="007C08D3" w:rsidRPr="00C92D70" w:rsidRDefault="007C08D3" w:rsidP="003F4DBB">
            <w:pPr>
              <w:pStyle w:val="aa"/>
              <w:rPr>
                <w:sz w:val="20"/>
                <w:szCs w:val="20"/>
              </w:rPr>
            </w:pPr>
          </w:p>
        </w:tc>
        <w:tc>
          <w:tcPr>
            <w:tcW w:w="2552" w:type="dxa"/>
            <w:vMerge/>
            <w:vAlign w:val="center"/>
          </w:tcPr>
          <w:p w:rsidR="007C08D3" w:rsidRPr="00C92D70" w:rsidRDefault="007C08D3" w:rsidP="003F4DBB">
            <w:pPr>
              <w:pStyle w:val="ac"/>
              <w:rPr>
                <w:sz w:val="20"/>
                <w:szCs w:val="20"/>
              </w:rPr>
            </w:pPr>
          </w:p>
        </w:tc>
        <w:tc>
          <w:tcPr>
            <w:tcW w:w="2409" w:type="dxa"/>
            <w:vAlign w:val="center"/>
          </w:tcPr>
          <w:p w:rsidR="007C08D3" w:rsidRPr="00C92D70" w:rsidRDefault="007C08D3" w:rsidP="003F4DBB">
            <w:pPr>
              <w:pStyle w:val="aa"/>
              <w:rPr>
                <w:sz w:val="20"/>
                <w:szCs w:val="20"/>
              </w:rPr>
            </w:pPr>
            <w:r w:rsidRPr="00C92D70">
              <w:rPr>
                <w:sz w:val="20"/>
                <w:szCs w:val="20"/>
              </w:rPr>
              <w:t>1</w:t>
            </w:r>
          </w:p>
        </w:tc>
      </w:tr>
      <w:tr w:rsidR="007C08D3" w:rsidRPr="00C92D70" w:rsidTr="003F4DBB">
        <w:trPr>
          <w:trHeight w:val="20"/>
        </w:trPr>
        <w:tc>
          <w:tcPr>
            <w:tcW w:w="533" w:type="dxa"/>
            <w:vMerge/>
            <w:vAlign w:val="center"/>
          </w:tcPr>
          <w:p w:rsidR="007C08D3" w:rsidRPr="00C92D70" w:rsidRDefault="007C08D3" w:rsidP="003F4DBB">
            <w:pPr>
              <w:pStyle w:val="aa"/>
              <w:rPr>
                <w:sz w:val="20"/>
                <w:szCs w:val="20"/>
              </w:rPr>
            </w:pPr>
          </w:p>
        </w:tc>
        <w:tc>
          <w:tcPr>
            <w:tcW w:w="1682" w:type="dxa"/>
            <w:vMerge/>
            <w:vAlign w:val="center"/>
          </w:tcPr>
          <w:p w:rsidR="007C08D3" w:rsidRPr="00C92D70" w:rsidRDefault="007C08D3" w:rsidP="003F4DBB">
            <w:pPr>
              <w:pStyle w:val="ac"/>
              <w:rPr>
                <w:sz w:val="20"/>
                <w:szCs w:val="20"/>
              </w:rPr>
            </w:pPr>
          </w:p>
        </w:tc>
        <w:tc>
          <w:tcPr>
            <w:tcW w:w="2338" w:type="dxa"/>
          </w:tcPr>
          <w:p w:rsidR="007C08D3" w:rsidRPr="00C92D70" w:rsidRDefault="007C08D3" w:rsidP="003F4DBB">
            <w:pPr>
              <w:pStyle w:val="ac"/>
              <w:rPr>
                <w:sz w:val="20"/>
                <w:szCs w:val="20"/>
              </w:rPr>
            </w:pPr>
            <w:r w:rsidRPr="00C92D70">
              <w:rPr>
                <w:sz w:val="20"/>
                <w:szCs w:val="20"/>
              </w:rPr>
              <w:t>территории зон рекреационного и защитного назначения (зеленые насаждения общего пользования, парки, санитарно-защитные зоны)</w:t>
            </w:r>
          </w:p>
        </w:tc>
        <w:tc>
          <w:tcPr>
            <w:tcW w:w="709" w:type="dxa"/>
            <w:vMerge/>
            <w:vAlign w:val="center"/>
          </w:tcPr>
          <w:p w:rsidR="007C08D3" w:rsidRPr="00C92D70" w:rsidRDefault="007C08D3" w:rsidP="003F4DBB">
            <w:pPr>
              <w:pStyle w:val="aa"/>
              <w:rPr>
                <w:sz w:val="20"/>
                <w:szCs w:val="20"/>
              </w:rPr>
            </w:pPr>
          </w:p>
        </w:tc>
        <w:tc>
          <w:tcPr>
            <w:tcW w:w="2552" w:type="dxa"/>
            <w:vMerge/>
            <w:vAlign w:val="center"/>
          </w:tcPr>
          <w:p w:rsidR="007C08D3" w:rsidRPr="00C92D70" w:rsidRDefault="007C08D3" w:rsidP="003F4DBB">
            <w:pPr>
              <w:pStyle w:val="ac"/>
              <w:rPr>
                <w:sz w:val="20"/>
                <w:szCs w:val="20"/>
              </w:rPr>
            </w:pPr>
          </w:p>
        </w:tc>
        <w:tc>
          <w:tcPr>
            <w:tcW w:w="2409" w:type="dxa"/>
            <w:vAlign w:val="center"/>
          </w:tcPr>
          <w:p w:rsidR="007C08D3" w:rsidRPr="00C92D70" w:rsidRDefault="007C08D3" w:rsidP="003F4DBB">
            <w:pPr>
              <w:pStyle w:val="aa"/>
              <w:rPr>
                <w:sz w:val="20"/>
                <w:szCs w:val="20"/>
              </w:rPr>
            </w:pPr>
            <w:r w:rsidRPr="00C92D70">
              <w:rPr>
                <w:sz w:val="20"/>
                <w:szCs w:val="20"/>
              </w:rPr>
              <w:t>1</w:t>
            </w:r>
          </w:p>
        </w:tc>
      </w:tr>
      <w:tr w:rsidR="007C08D3" w:rsidRPr="00C92D70" w:rsidTr="003F4DBB">
        <w:trPr>
          <w:trHeight w:val="20"/>
        </w:trPr>
        <w:tc>
          <w:tcPr>
            <w:tcW w:w="533" w:type="dxa"/>
            <w:noWrap/>
            <w:vAlign w:val="center"/>
          </w:tcPr>
          <w:p w:rsidR="007C08D3" w:rsidRPr="00C92D70" w:rsidRDefault="007C08D3" w:rsidP="003F4DBB">
            <w:pPr>
              <w:pStyle w:val="aa"/>
              <w:rPr>
                <w:sz w:val="20"/>
                <w:szCs w:val="20"/>
              </w:rPr>
            </w:pPr>
            <w:r w:rsidRPr="00C92D70">
              <w:rPr>
                <w:sz w:val="20"/>
                <w:szCs w:val="20"/>
              </w:rPr>
              <w:t>1.3</w:t>
            </w:r>
          </w:p>
        </w:tc>
        <w:tc>
          <w:tcPr>
            <w:tcW w:w="4020" w:type="dxa"/>
            <w:gridSpan w:val="2"/>
            <w:vAlign w:val="bottom"/>
          </w:tcPr>
          <w:p w:rsidR="007C08D3" w:rsidRPr="00C92D70" w:rsidRDefault="007C08D3" w:rsidP="003F4DBB">
            <w:pPr>
              <w:pStyle w:val="ac"/>
              <w:rPr>
                <w:sz w:val="20"/>
                <w:szCs w:val="20"/>
              </w:rPr>
            </w:pPr>
            <w:r w:rsidRPr="00C92D70">
              <w:rPr>
                <w:sz w:val="20"/>
                <w:szCs w:val="20"/>
              </w:rPr>
              <w:t>Отметка бровки подсыпанной территории  выше расчетного горизонта высоких вод с учетом высоты волны при ветровом нагоне</w:t>
            </w:r>
          </w:p>
        </w:tc>
        <w:tc>
          <w:tcPr>
            <w:tcW w:w="709" w:type="dxa"/>
            <w:noWrap/>
            <w:vAlign w:val="center"/>
          </w:tcPr>
          <w:p w:rsidR="007C08D3" w:rsidRPr="00C92D70" w:rsidRDefault="007C08D3" w:rsidP="003F4DBB">
            <w:pPr>
              <w:pStyle w:val="aa"/>
              <w:rPr>
                <w:sz w:val="20"/>
                <w:szCs w:val="20"/>
              </w:rPr>
            </w:pPr>
            <w:r w:rsidRPr="00C92D70">
              <w:rPr>
                <w:sz w:val="20"/>
                <w:szCs w:val="20"/>
              </w:rPr>
              <w:t>м</w:t>
            </w:r>
          </w:p>
        </w:tc>
        <w:tc>
          <w:tcPr>
            <w:tcW w:w="2552" w:type="dxa"/>
            <w:vAlign w:val="center"/>
          </w:tcPr>
          <w:p w:rsidR="007C08D3" w:rsidRPr="00C92D70" w:rsidRDefault="007C08D3" w:rsidP="003F4DBB">
            <w:pPr>
              <w:pStyle w:val="ac"/>
              <w:rPr>
                <w:sz w:val="20"/>
                <w:szCs w:val="20"/>
              </w:rPr>
            </w:pPr>
            <w:r w:rsidRPr="00C92D70">
              <w:rPr>
                <w:sz w:val="20"/>
                <w:szCs w:val="20"/>
              </w:rPr>
              <w:t>СНиП 2.06.15-85 п.3.11</w:t>
            </w:r>
          </w:p>
        </w:tc>
        <w:tc>
          <w:tcPr>
            <w:tcW w:w="2409" w:type="dxa"/>
            <w:vAlign w:val="center"/>
          </w:tcPr>
          <w:p w:rsidR="007C08D3" w:rsidRPr="00C92D70" w:rsidRDefault="007C08D3" w:rsidP="003F4DBB">
            <w:pPr>
              <w:pStyle w:val="aa"/>
              <w:rPr>
                <w:sz w:val="20"/>
                <w:szCs w:val="20"/>
              </w:rPr>
            </w:pPr>
            <w:r w:rsidRPr="00C92D70">
              <w:rPr>
                <w:sz w:val="20"/>
                <w:szCs w:val="20"/>
              </w:rPr>
              <w:t>0,5</w:t>
            </w:r>
          </w:p>
        </w:tc>
      </w:tr>
    </w:tbl>
    <w:p w:rsidR="007C08D3" w:rsidRPr="00C92D70" w:rsidRDefault="007C08D3" w:rsidP="003931FB">
      <w:pPr>
        <w:pStyle w:val="a4"/>
      </w:pPr>
    </w:p>
    <w:p w:rsidR="007C08D3" w:rsidRPr="00C92D70" w:rsidRDefault="007C08D3" w:rsidP="00A34F7C">
      <w:pPr>
        <w:pStyle w:val="Heading1"/>
        <w:numPr>
          <w:ilvl w:val="0"/>
          <w:numId w:val="24"/>
        </w:numPr>
      </w:pPr>
      <w:r w:rsidRPr="00C92D70">
        <w:t>Нормативы обеспеченности организации в границах муниципального района создания транспортных услуг населению между поселениями</w:t>
      </w:r>
      <w:bookmarkEnd w:id="105"/>
    </w:p>
    <w:p w:rsidR="007C08D3" w:rsidRPr="00C92D70" w:rsidRDefault="007C08D3" w:rsidP="003931FB">
      <w:pPr>
        <w:pStyle w:val="a4"/>
      </w:pPr>
      <w:r w:rsidRPr="00C92D70">
        <w:t>Нормативы транспортного обслуживания населения, а также нормативы на дорожную деятельность для населенных пунктов, расположенных на межселенных территориях, следует определять по нормативам градостроительного проектирования Красноярского края, разработанным для поселений.</w:t>
      </w:r>
    </w:p>
    <w:p w:rsidR="007C08D3" w:rsidRPr="00C92D70" w:rsidRDefault="007C08D3" w:rsidP="007C2856">
      <w:pPr>
        <w:pStyle w:val="Heading1"/>
        <w:numPr>
          <w:ilvl w:val="0"/>
          <w:numId w:val="24"/>
        </w:numPr>
      </w:pPr>
      <w:bookmarkStart w:id="118" w:name="_Toc393384063"/>
      <w:r w:rsidRPr="00C92D70">
        <w:t>Нормативы обеспеченности организации в границах муниципального района межпоселенческих мест захоронения, ритуальных услуг</w:t>
      </w:r>
      <w:bookmarkEnd w:id="118"/>
    </w:p>
    <w:p w:rsidR="007C08D3" w:rsidRPr="002705CA" w:rsidRDefault="007C08D3" w:rsidP="00DF2384">
      <w:pPr>
        <w:pStyle w:val="Heading2"/>
        <w:numPr>
          <w:ilvl w:val="1"/>
          <w:numId w:val="24"/>
        </w:numPr>
        <w:jc w:val="center"/>
      </w:pPr>
      <w:bookmarkStart w:id="119" w:name="_Toc393384064"/>
      <w:r w:rsidRPr="00C92D70">
        <w:t>Нормативные размеры земельного участка для кладбища</w:t>
      </w:r>
      <w:bookmarkEnd w:id="119"/>
    </w:p>
    <w:p w:rsidR="007C08D3" w:rsidRPr="00C92D70" w:rsidRDefault="007C08D3" w:rsidP="00366F37">
      <w:pPr>
        <w:pStyle w:val="a4"/>
      </w:pPr>
      <w:r w:rsidRPr="00C92D70">
        <w:t xml:space="preserve">Нормативные размеры земельного участка для кладбища составляют 0,24 га на 1 тыс. чел., в соответствии с требованиями </w:t>
      </w:r>
      <w:hyperlink r:id="rId15"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C92D70">
          <w:t>СНиП 2.07.01-89*</w:t>
        </w:r>
      </w:hyperlink>
      <w:r>
        <w:t xml:space="preserve"> «</w:t>
      </w:r>
      <w:r w:rsidRPr="00C92D70">
        <w:t>Градостроительство. Планировка и застройка</w:t>
      </w:r>
      <w:r>
        <w:t xml:space="preserve"> городских и сельских поселений»</w:t>
      </w:r>
      <w:r w:rsidRPr="00C92D70">
        <w:t>.</w:t>
      </w:r>
    </w:p>
    <w:p w:rsidR="007C08D3" w:rsidRPr="00C92D70" w:rsidRDefault="007C08D3" w:rsidP="00366F37">
      <w:pPr>
        <w:pStyle w:val="a4"/>
      </w:pPr>
      <w:r w:rsidRPr="00C92D70">
        <w:t>Максимально допустимый размер кладбища устанавливается в соответстви</w:t>
      </w:r>
      <w:r>
        <w:t>и с СанПиН 2.2.1/2.1.1.1200-03 «</w:t>
      </w:r>
      <w:r w:rsidRPr="00C92D70">
        <w:t>Санитарно-защитные зоны и санитарная классификация предприя</w:t>
      </w:r>
      <w:r>
        <w:t>тий, сооружений и иных объектов»</w:t>
      </w:r>
      <w:r w:rsidRPr="00C92D70">
        <w:t>: размещение кладбища размером территории более 40 га не допускается.</w:t>
      </w:r>
    </w:p>
    <w:p w:rsidR="007C08D3" w:rsidRPr="002705CA" w:rsidRDefault="007C08D3" w:rsidP="00DF2384">
      <w:pPr>
        <w:pStyle w:val="Heading2"/>
        <w:numPr>
          <w:ilvl w:val="1"/>
          <w:numId w:val="24"/>
        </w:numPr>
        <w:jc w:val="center"/>
      </w:pPr>
      <w:bookmarkStart w:id="120" w:name="_Toc393384065"/>
      <w:r w:rsidRPr="00C92D70">
        <w:t>Нормативные требования к размещению объектов ритуального назначения</w:t>
      </w:r>
      <w:bookmarkEnd w:id="120"/>
    </w:p>
    <w:p w:rsidR="007C08D3" w:rsidRPr="00C92D70" w:rsidRDefault="007C08D3" w:rsidP="002705CA">
      <w:pPr>
        <w:pStyle w:val="a4"/>
      </w:pPr>
      <w:r w:rsidRPr="00C92D70">
        <w:t>Нормативные требования к размещению кладбищ установлены в соответствии с СанПиН 2.1.2882-11 «Гигиенические требования к размещению, устройству и содержанию кладбищ, зданий и сооружений похоронного назначения».</w:t>
      </w:r>
    </w:p>
    <w:p w:rsidR="007C08D3" w:rsidRPr="00C92D70" w:rsidRDefault="007C08D3" w:rsidP="002705CA">
      <w:pPr>
        <w:pStyle w:val="a4"/>
      </w:pPr>
      <w:r w:rsidRPr="00C92D70">
        <w:t>Не разрешается размещать кладбища на территориях:</w:t>
      </w:r>
    </w:p>
    <w:p w:rsidR="007C08D3" w:rsidRPr="00C92D70" w:rsidRDefault="007C08D3" w:rsidP="002705CA">
      <w:pPr>
        <w:pStyle w:val="List"/>
        <w:spacing w:after="0"/>
      </w:pPr>
      <w:r w:rsidRPr="00C92D70">
        <w:t xml:space="preserve">первого и второго </w:t>
      </w:r>
      <w:hyperlink r:id="rId16" w:history="1">
        <w:r w:rsidRPr="00C92D70">
          <w:t>поясов</w:t>
        </w:r>
      </w:hyperlink>
      <w:r w:rsidRPr="00C92D70">
        <w:t xml:space="preserve"> зон санитарной охраны источников централизованного водоснабжения и минеральных источников;</w:t>
      </w:r>
    </w:p>
    <w:p w:rsidR="007C08D3" w:rsidRPr="00C92D70" w:rsidRDefault="007C08D3" w:rsidP="002705CA">
      <w:pPr>
        <w:pStyle w:val="List"/>
        <w:spacing w:after="0"/>
      </w:pPr>
      <w:r w:rsidRPr="00C92D70">
        <w:t>первой зоны санитарной охраны курортов;</w:t>
      </w:r>
    </w:p>
    <w:p w:rsidR="007C08D3" w:rsidRPr="00C92D70" w:rsidRDefault="007C08D3" w:rsidP="002705CA">
      <w:pPr>
        <w:pStyle w:val="List"/>
        <w:spacing w:after="0"/>
      </w:pPr>
      <w:r w:rsidRPr="00C92D70">
        <w:t>с выходом на поверхность закарстованных, сильнотрещиноватых пород и в местах выклинивания водоносных горизонтов;</w:t>
      </w:r>
    </w:p>
    <w:p w:rsidR="007C08D3" w:rsidRPr="00C92D70" w:rsidRDefault="007C08D3" w:rsidP="002705CA">
      <w:pPr>
        <w:pStyle w:val="List"/>
        <w:spacing w:after="0"/>
      </w:pPr>
      <w:r w:rsidRPr="00C92D70">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7C08D3" w:rsidRPr="00C92D70" w:rsidRDefault="007C08D3" w:rsidP="002705CA">
      <w:pPr>
        <w:pStyle w:val="List"/>
        <w:spacing w:after="0"/>
      </w:pPr>
      <w:r w:rsidRPr="00C92D70">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7C08D3" w:rsidRPr="00C92D70" w:rsidRDefault="007C08D3" w:rsidP="002705CA">
      <w:pPr>
        <w:pStyle w:val="a4"/>
      </w:pPr>
      <w:r w:rsidRPr="00C92D70">
        <w:t>Кладбища с погребением путем предания тела (останков) умершего земле (захоронение в могилу, склеп) размещают на расстоянии:</w:t>
      </w:r>
    </w:p>
    <w:p w:rsidR="007C08D3" w:rsidRPr="00C92D70" w:rsidRDefault="007C08D3" w:rsidP="002705CA">
      <w:pPr>
        <w:pStyle w:val="List"/>
        <w:spacing w:after="0"/>
      </w:pPr>
      <w:r w:rsidRPr="00C92D70">
        <w:t xml:space="preserve">от жилых, общественных зданий, спортивно-оздоровительных и санаторно-курортных зон в соответствии с </w:t>
      </w:r>
      <w:hyperlink r:id="rId17" w:history="1">
        <w:r w:rsidRPr="00C92D70">
          <w:t>санитарными правилами</w:t>
        </w:r>
      </w:hyperlink>
      <w:r w:rsidRPr="00C92D70">
        <w:t xml:space="preserve"> по санитарно-защитным зонам и санитарной классификации предприятий, сооружений и иных объектов;</w:t>
      </w:r>
    </w:p>
    <w:p w:rsidR="007C08D3" w:rsidRPr="00C92D70" w:rsidRDefault="007C08D3" w:rsidP="002705CA">
      <w:pPr>
        <w:pStyle w:val="List"/>
        <w:spacing w:after="0"/>
      </w:pPr>
      <w:r w:rsidRPr="00C92D70">
        <w:t xml:space="preserve">от водозаборных сооружений централизованного источника водоснабжения населения в соответствии с </w:t>
      </w:r>
      <w:hyperlink r:id="rId18" w:history="1">
        <w:r w:rsidRPr="00C92D70">
          <w:t>санитарными правилами</w:t>
        </w:r>
      </w:hyperlink>
      <w:r w:rsidRPr="00C92D70">
        <w:t>, регламентирующими требования к зонам санитарной охраны водоисточников.</w:t>
      </w:r>
    </w:p>
    <w:p w:rsidR="007C08D3" w:rsidRPr="00C92D70" w:rsidRDefault="007C08D3" w:rsidP="002705CA">
      <w:pPr>
        <w:pStyle w:val="a4"/>
      </w:pPr>
      <w:r w:rsidRPr="00C92D70">
        <w:t>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7C08D3" w:rsidRPr="00C92D70" w:rsidRDefault="007C08D3" w:rsidP="002705CA">
      <w:pPr>
        <w:pStyle w:val="a4"/>
      </w:pPr>
      <w:r w:rsidRPr="00C92D70">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организаций, культурно-просветительных учреждений, садоводческих товариществ, коттеджной застройки, учреждений социального обеспечения населения.</w:t>
      </w:r>
    </w:p>
    <w:p w:rsidR="007C08D3" w:rsidRPr="00C92D70" w:rsidRDefault="007C08D3" w:rsidP="002705CA">
      <w:pPr>
        <w:pStyle w:val="a4"/>
      </w:pPr>
      <w:r w:rsidRPr="00C92D70">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общеобразовательных), спортивно-оздоровительных организаций, культурно-просветительных учреждений и учреждений социального обеспечения должно составлять не менее 50 м.</w:t>
      </w:r>
    </w:p>
    <w:p w:rsidR="007C08D3" w:rsidRPr="002705CA" w:rsidRDefault="007C08D3" w:rsidP="00DF2384">
      <w:pPr>
        <w:pStyle w:val="Heading2"/>
        <w:numPr>
          <w:ilvl w:val="1"/>
          <w:numId w:val="24"/>
        </w:numPr>
        <w:jc w:val="center"/>
      </w:pPr>
      <w:bookmarkStart w:id="121" w:name="_Toc393384066"/>
      <w:r w:rsidRPr="00C92D70">
        <w:t>Нормативные требования к участку, отводимому под кладбище.</w:t>
      </w:r>
      <w:bookmarkEnd w:id="121"/>
    </w:p>
    <w:p w:rsidR="007C08D3" w:rsidRPr="00C92D70" w:rsidRDefault="007C08D3" w:rsidP="002705CA">
      <w:pPr>
        <w:pStyle w:val="a4"/>
      </w:pPr>
      <w:r w:rsidRPr="00C92D70">
        <w:t>Участок, отводимый под кладбище, должен удовлетворять следующим требованиям:</w:t>
      </w:r>
    </w:p>
    <w:p w:rsidR="007C08D3" w:rsidRPr="00C92D70" w:rsidRDefault="007C08D3" w:rsidP="002705CA">
      <w:pPr>
        <w:pStyle w:val="List"/>
        <w:spacing w:after="0"/>
      </w:pPr>
      <w:r w:rsidRPr="00C92D70">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7C08D3" w:rsidRPr="00C92D70" w:rsidRDefault="007C08D3" w:rsidP="002705CA">
      <w:pPr>
        <w:pStyle w:val="List"/>
        <w:spacing w:after="0"/>
      </w:pPr>
      <w:r w:rsidRPr="00C92D70">
        <w:t>не затопляться при паводках;</w:t>
      </w:r>
    </w:p>
    <w:p w:rsidR="007C08D3" w:rsidRPr="00C92D70" w:rsidRDefault="007C08D3" w:rsidP="002705CA">
      <w:pPr>
        <w:pStyle w:val="List"/>
        <w:spacing w:after="0"/>
      </w:pPr>
      <w:r w:rsidRPr="00C92D70">
        <w:t>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поверхности земли участок может быть использован лишь для размещения кладбища для погребения после кремации;</w:t>
      </w:r>
    </w:p>
    <w:p w:rsidR="007C08D3" w:rsidRPr="00C92D70" w:rsidRDefault="007C08D3" w:rsidP="002705CA">
      <w:pPr>
        <w:pStyle w:val="List"/>
        <w:spacing w:after="0"/>
      </w:pPr>
      <w:r w:rsidRPr="00C92D70">
        <w:t>иметь сухую, пористую почву (супесчаную, песчаную) на глубине 1,5 м и ниже с влажностью почвы в пределах 6 - 18%.</w:t>
      </w:r>
    </w:p>
    <w:p w:rsidR="007C08D3" w:rsidRPr="002705CA" w:rsidRDefault="007C08D3" w:rsidP="00DF2384">
      <w:pPr>
        <w:pStyle w:val="Heading2"/>
        <w:numPr>
          <w:ilvl w:val="1"/>
          <w:numId w:val="24"/>
        </w:numPr>
        <w:jc w:val="center"/>
      </w:pPr>
      <w:bookmarkStart w:id="122" w:name="_Toc393384067"/>
      <w:r w:rsidRPr="00C92D70">
        <w:t>Нормативные требования к использованию территорий закрытых кладбищ.</w:t>
      </w:r>
      <w:bookmarkEnd w:id="122"/>
    </w:p>
    <w:p w:rsidR="007C08D3" w:rsidRPr="00C92D70" w:rsidRDefault="007C08D3" w:rsidP="00366F37">
      <w:pPr>
        <w:pStyle w:val="a4"/>
      </w:pPr>
      <w:r w:rsidRPr="00C92D70">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w:t>
      </w:r>
    </w:p>
    <w:p w:rsidR="007C08D3" w:rsidRPr="00C92D70" w:rsidRDefault="007C08D3" w:rsidP="00366F37">
      <w:pPr>
        <w:pStyle w:val="a4"/>
      </w:pPr>
      <w:r w:rsidRPr="00C92D70">
        <w:t>Производить захоронения на закрытых кладбищах запрещается, за исключением захоронения урн с прахом после кремации в родственные могилы, а также в колумбарные ниши.</w:t>
      </w:r>
    </w:p>
    <w:p w:rsidR="007C08D3" w:rsidRDefault="007C08D3" w:rsidP="002705CA">
      <w:pPr>
        <w:pStyle w:val="Heading2"/>
        <w:numPr>
          <w:ilvl w:val="1"/>
          <w:numId w:val="24"/>
        </w:numPr>
        <w:jc w:val="center"/>
      </w:pPr>
      <w:bookmarkStart w:id="123" w:name="_Toc393384068"/>
      <w:r w:rsidRPr="00C92D70">
        <w:t>Нормативные требования к благоустройству объектов ритуального назначения.</w:t>
      </w:r>
      <w:bookmarkEnd w:id="123"/>
    </w:p>
    <w:p w:rsidR="007C08D3" w:rsidRPr="002705CA" w:rsidRDefault="007C08D3" w:rsidP="002705CA">
      <w:pPr>
        <w:pStyle w:val="a4"/>
      </w:pPr>
    </w:p>
    <w:p w:rsidR="007C08D3" w:rsidRPr="00C92D70" w:rsidRDefault="007C08D3" w:rsidP="00366F37">
      <w:pPr>
        <w:pStyle w:val="a4"/>
      </w:pPr>
      <w:r w:rsidRPr="00C92D70">
        <w:t>На участках кладбищ, крематориев, зданий и сооружений похоронного назначения необходимо предусмотреть зону зеленых насаждений, стоянки автокатафалков и автотранспорта, урны для сбора мусора, площадки для мусоросборников с подъездами к ним.</w:t>
      </w:r>
    </w:p>
    <w:p w:rsidR="007C08D3" w:rsidRPr="00C92D70" w:rsidRDefault="007C08D3" w:rsidP="00366F37">
      <w:pPr>
        <w:pStyle w:val="a4"/>
      </w:pPr>
      <w:r w:rsidRPr="00C92D70">
        <w:t>Площадки для мусоросборников должны быть ограждены и иметь твердое покрытие (асфальтирование, бетонирование).</w:t>
      </w:r>
    </w:p>
    <w:p w:rsidR="007C08D3" w:rsidRPr="00C92D70" w:rsidRDefault="007C08D3" w:rsidP="00366F37">
      <w:pPr>
        <w:pStyle w:val="a4"/>
      </w:pPr>
      <w:r w:rsidRPr="00C92D70">
        <w:t>Территория санитарно-защитных зон должна быть спланирована, благоустроена и озеленена, иметь транспортные и инженерные коридоры.</w:t>
      </w:r>
    </w:p>
    <w:p w:rsidR="007C08D3" w:rsidRPr="00C92D70" w:rsidRDefault="007C08D3" w:rsidP="007C2856">
      <w:pPr>
        <w:pStyle w:val="Heading1"/>
        <w:numPr>
          <w:ilvl w:val="0"/>
          <w:numId w:val="24"/>
        </w:numPr>
      </w:pPr>
      <w:bookmarkStart w:id="124" w:name="_Toc393384069"/>
      <w:r w:rsidRPr="00C92D70">
        <w:t>Нормативы обеспеченности организации  в границах муниципального района санитарной очистки</w:t>
      </w:r>
      <w:bookmarkEnd w:id="124"/>
    </w:p>
    <w:p w:rsidR="007C08D3" w:rsidRPr="002705CA" w:rsidRDefault="007C08D3" w:rsidP="00327B9A">
      <w:pPr>
        <w:pStyle w:val="Heading2"/>
        <w:numPr>
          <w:ilvl w:val="1"/>
          <w:numId w:val="24"/>
        </w:numPr>
        <w:jc w:val="center"/>
      </w:pPr>
      <w:bookmarkStart w:id="125" w:name="_Toc393384070"/>
      <w:r w:rsidRPr="00C92D70">
        <w:t>Размеры  земельных участков и санитарно-защитных зон, предприятий  и  сооружений  по  транспортировке,  обезвреживанию  и переработке  твёрдых бытовых  отходов</w:t>
      </w:r>
      <w:bookmarkEnd w:id="125"/>
    </w:p>
    <w:p w:rsidR="007C08D3" w:rsidRPr="00C92D70" w:rsidRDefault="007C08D3" w:rsidP="00366F37">
      <w:pPr>
        <w:pStyle w:val="a4"/>
      </w:pPr>
      <w:r w:rsidRPr="00C92D70">
        <w:t>При разработке документов территориального планирования необходимо предусматривать ликвидацию несанкционированных свалок и свалок ТБО, не соответствующих природоохранным нормам.</w:t>
      </w:r>
    </w:p>
    <w:p w:rsidR="007C08D3" w:rsidRPr="00C92D70" w:rsidRDefault="007C08D3" w:rsidP="00366F37">
      <w:pPr>
        <w:pStyle w:val="a4"/>
      </w:pPr>
      <w:r w:rsidRPr="00C92D70">
        <w:t xml:space="preserve">Минимальные расчетные показатели размеров  земельных участков, предприятий  и  сооружений по  транспортировке,  обезвреживанию  и переработке  твёрдых бытовых  отходов  следует  принимать </w:t>
      </w:r>
      <w:r>
        <w:t xml:space="preserve"> в  соответствии  с  таблицей 25</w:t>
      </w:r>
      <w:r w:rsidRPr="00C92D70">
        <w:t xml:space="preserve">, с учётом требований </w:t>
      </w:r>
      <w:hyperlink r:id="rId19"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C92D70">
          <w:t>СНиП 2.07.01-89*</w:t>
        </w:r>
      </w:hyperlink>
      <w:r w:rsidRPr="00C92D70">
        <w:t xml:space="preserve">. </w:t>
      </w:r>
    </w:p>
    <w:p w:rsidR="007C08D3" w:rsidRDefault="007C08D3" w:rsidP="00366F37">
      <w:pPr>
        <w:pStyle w:val="Caption"/>
        <w:jc w:val="right"/>
      </w:pPr>
    </w:p>
    <w:p w:rsidR="007C08D3" w:rsidRPr="00C92D70" w:rsidRDefault="007C08D3" w:rsidP="00366F37">
      <w:pPr>
        <w:pStyle w:val="Caption"/>
        <w:jc w:val="right"/>
      </w:pPr>
      <w:r w:rsidRPr="00C92D70">
        <w:t xml:space="preserve">Таблица </w:t>
      </w:r>
      <w:r>
        <w:t>25</w:t>
      </w:r>
    </w:p>
    <w:p w:rsidR="007C08D3" w:rsidRPr="00C92D70" w:rsidRDefault="007C08D3" w:rsidP="00366F37">
      <w:pPr>
        <w:pStyle w:val="Caption"/>
      </w:pPr>
      <w:r w:rsidRPr="00C92D70">
        <w:t>Размеры земельных участков, предприятий и сооружений по транспортировке, обезвреживанию и переработке твёрдых бытовых отходов.</w:t>
      </w:r>
    </w:p>
    <w:tbl>
      <w:tblPr>
        <w:tblW w:w="0" w:type="auto"/>
        <w:jc w:val="righ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04"/>
        <w:gridCol w:w="3167"/>
        <w:gridCol w:w="3352"/>
      </w:tblGrid>
      <w:tr w:rsidR="007C08D3" w:rsidRPr="00C92D70" w:rsidTr="007B3255">
        <w:trPr>
          <w:jc w:val="right"/>
        </w:trPr>
        <w:tc>
          <w:tcPr>
            <w:tcW w:w="3404" w:type="dxa"/>
          </w:tcPr>
          <w:p w:rsidR="007C08D3" w:rsidRPr="00C92D70" w:rsidRDefault="007C08D3" w:rsidP="007B3255">
            <w:pPr>
              <w:jc w:val="center"/>
              <w:rPr>
                <w:b/>
                <w:sz w:val="20"/>
                <w:szCs w:val="20"/>
              </w:rPr>
            </w:pPr>
            <w:r w:rsidRPr="00C92D70">
              <w:rPr>
                <w:b/>
                <w:sz w:val="20"/>
                <w:szCs w:val="20"/>
              </w:rPr>
              <w:t>Предприятия и сооружения</w:t>
            </w:r>
          </w:p>
          <w:p w:rsidR="007C08D3" w:rsidRPr="00C92D70" w:rsidRDefault="007C08D3" w:rsidP="007B3255">
            <w:pPr>
              <w:jc w:val="center"/>
              <w:rPr>
                <w:b/>
                <w:sz w:val="20"/>
                <w:szCs w:val="20"/>
              </w:rPr>
            </w:pPr>
          </w:p>
        </w:tc>
        <w:tc>
          <w:tcPr>
            <w:tcW w:w="3167" w:type="dxa"/>
          </w:tcPr>
          <w:p w:rsidR="007C08D3" w:rsidRPr="00C92D70" w:rsidRDefault="007C08D3" w:rsidP="007B3255">
            <w:pPr>
              <w:jc w:val="center"/>
              <w:rPr>
                <w:b/>
                <w:sz w:val="20"/>
                <w:szCs w:val="20"/>
              </w:rPr>
            </w:pPr>
            <w:r w:rsidRPr="00C92D70">
              <w:rPr>
                <w:b/>
                <w:sz w:val="20"/>
                <w:szCs w:val="20"/>
              </w:rPr>
              <w:t>Размеры земельных участков, га, на 1000 т твердых</w:t>
            </w:r>
          </w:p>
          <w:p w:rsidR="007C08D3" w:rsidRPr="00C92D70" w:rsidRDefault="007C08D3" w:rsidP="007B3255">
            <w:pPr>
              <w:jc w:val="center"/>
              <w:rPr>
                <w:b/>
                <w:sz w:val="20"/>
                <w:szCs w:val="20"/>
              </w:rPr>
            </w:pPr>
            <w:r w:rsidRPr="00C92D70">
              <w:rPr>
                <w:b/>
                <w:sz w:val="20"/>
                <w:szCs w:val="20"/>
              </w:rPr>
              <w:t>бытовых отходов в год</w:t>
            </w:r>
          </w:p>
        </w:tc>
        <w:tc>
          <w:tcPr>
            <w:tcW w:w="3352" w:type="dxa"/>
          </w:tcPr>
          <w:p w:rsidR="007C08D3" w:rsidRPr="00C92D70" w:rsidRDefault="007C08D3" w:rsidP="007B3255">
            <w:pPr>
              <w:jc w:val="center"/>
              <w:rPr>
                <w:b/>
                <w:sz w:val="20"/>
                <w:szCs w:val="20"/>
              </w:rPr>
            </w:pPr>
            <w:r w:rsidRPr="00C92D70">
              <w:rPr>
                <w:b/>
                <w:sz w:val="20"/>
                <w:szCs w:val="20"/>
              </w:rPr>
              <w:t>Санитарно-защитные зоны, м</w:t>
            </w:r>
          </w:p>
        </w:tc>
      </w:tr>
      <w:tr w:rsidR="007C08D3" w:rsidRPr="00C92D70" w:rsidTr="007B3255">
        <w:trPr>
          <w:jc w:val="right"/>
        </w:trPr>
        <w:tc>
          <w:tcPr>
            <w:tcW w:w="3404" w:type="dxa"/>
          </w:tcPr>
          <w:p w:rsidR="007C08D3" w:rsidRPr="00C92D70" w:rsidRDefault="007C08D3" w:rsidP="007B3255">
            <w:pPr>
              <w:rPr>
                <w:sz w:val="20"/>
                <w:szCs w:val="20"/>
              </w:rPr>
            </w:pPr>
            <w:r w:rsidRPr="00C92D70">
              <w:rPr>
                <w:sz w:val="20"/>
                <w:szCs w:val="20"/>
              </w:rPr>
              <w:t xml:space="preserve">Предприятия по промышленной переработке </w:t>
            </w:r>
          </w:p>
          <w:p w:rsidR="007C08D3" w:rsidRPr="00C92D70" w:rsidRDefault="007C08D3" w:rsidP="007B3255">
            <w:pPr>
              <w:rPr>
                <w:sz w:val="20"/>
                <w:szCs w:val="20"/>
              </w:rPr>
            </w:pPr>
            <w:r w:rsidRPr="00C92D70">
              <w:rPr>
                <w:sz w:val="20"/>
                <w:szCs w:val="20"/>
              </w:rPr>
              <w:t xml:space="preserve">твёрдых бытовых отходов мощностью, тыс. т в год: </w:t>
            </w:r>
          </w:p>
          <w:p w:rsidR="007C08D3" w:rsidRPr="00C92D70" w:rsidRDefault="007C08D3" w:rsidP="007B3255">
            <w:pPr>
              <w:rPr>
                <w:sz w:val="20"/>
                <w:szCs w:val="20"/>
              </w:rPr>
            </w:pPr>
            <w:r w:rsidRPr="00C92D70">
              <w:rPr>
                <w:sz w:val="20"/>
                <w:szCs w:val="20"/>
              </w:rPr>
              <w:t>до 40</w:t>
            </w:r>
          </w:p>
          <w:p w:rsidR="007C08D3" w:rsidRPr="00C92D70" w:rsidRDefault="007C08D3" w:rsidP="007B3255">
            <w:pPr>
              <w:rPr>
                <w:sz w:val="20"/>
                <w:szCs w:val="20"/>
              </w:rPr>
            </w:pPr>
            <w:r w:rsidRPr="00C92D70">
              <w:rPr>
                <w:sz w:val="20"/>
                <w:szCs w:val="20"/>
              </w:rPr>
              <w:t xml:space="preserve">до 100; </w:t>
            </w:r>
          </w:p>
          <w:p w:rsidR="007C08D3" w:rsidRPr="00C92D70" w:rsidRDefault="007C08D3" w:rsidP="007B3255">
            <w:pPr>
              <w:rPr>
                <w:sz w:val="20"/>
                <w:szCs w:val="20"/>
              </w:rPr>
            </w:pPr>
            <w:r w:rsidRPr="00C92D70">
              <w:rPr>
                <w:sz w:val="20"/>
                <w:szCs w:val="20"/>
              </w:rPr>
              <w:t xml:space="preserve">свыше 100 </w:t>
            </w:r>
          </w:p>
        </w:tc>
        <w:tc>
          <w:tcPr>
            <w:tcW w:w="3167" w:type="dxa"/>
          </w:tcPr>
          <w:p w:rsidR="007C08D3" w:rsidRPr="00C92D70" w:rsidRDefault="007C08D3" w:rsidP="007B3255">
            <w:pPr>
              <w:rPr>
                <w:sz w:val="20"/>
                <w:szCs w:val="20"/>
              </w:rPr>
            </w:pPr>
          </w:p>
          <w:p w:rsidR="007C08D3" w:rsidRPr="00C92D70" w:rsidRDefault="007C08D3" w:rsidP="007B3255">
            <w:pPr>
              <w:rPr>
                <w:sz w:val="20"/>
                <w:szCs w:val="20"/>
              </w:rPr>
            </w:pPr>
          </w:p>
          <w:p w:rsidR="007C08D3" w:rsidRPr="00C92D70" w:rsidRDefault="007C08D3" w:rsidP="007B3255">
            <w:pPr>
              <w:rPr>
                <w:sz w:val="20"/>
                <w:szCs w:val="20"/>
              </w:rPr>
            </w:pPr>
          </w:p>
          <w:p w:rsidR="007C08D3" w:rsidRPr="00C92D70" w:rsidRDefault="007C08D3" w:rsidP="007B3255">
            <w:pPr>
              <w:rPr>
                <w:sz w:val="20"/>
                <w:szCs w:val="20"/>
              </w:rPr>
            </w:pPr>
          </w:p>
          <w:p w:rsidR="007C08D3" w:rsidRPr="00C92D70" w:rsidRDefault="007C08D3" w:rsidP="007B3255">
            <w:pPr>
              <w:rPr>
                <w:sz w:val="20"/>
                <w:szCs w:val="20"/>
              </w:rPr>
            </w:pPr>
            <w:r w:rsidRPr="00C92D70">
              <w:rPr>
                <w:sz w:val="20"/>
                <w:szCs w:val="20"/>
              </w:rPr>
              <w:t xml:space="preserve">0,05 </w:t>
            </w:r>
          </w:p>
          <w:p w:rsidR="007C08D3" w:rsidRPr="00C92D70" w:rsidRDefault="007C08D3" w:rsidP="007B3255">
            <w:pPr>
              <w:rPr>
                <w:sz w:val="20"/>
                <w:szCs w:val="20"/>
              </w:rPr>
            </w:pPr>
            <w:r w:rsidRPr="00C92D70">
              <w:rPr>
                <w:sz w:val="20"/>
                <w:szCs w:val="20"/>
              </w:rPr>
              <w:t xml:space="preserve">0,05 </w:t>
            </w:r>
          </w:p>
          <w:p w:rsidR="007C08D3" w:rsidRPr="00C92D70" w:rsidRDefault="007C08D3" w:rsidP="007B3255">
            <w:pPr>
              <w:rPr>
                <w:sz w:val="20"/>
                <w:szCs w:val="20"/>
              </w:rPr>
            </w:pPr>
            <w:r w:rsidRPr="00C92D70">
              <w:rPr>
                <w:sz w:val="20"/>
                <w:szCs w:val="20"/>
              </w:rPr>
              <w:t>0,05</w:t>
            </w:r>
          </w:p>
        </w:tc>
        <w:tc>
          <w:tcPr>
            <w:tcW w:w="3352" w:type="dxa"/>
          </w:tcPr>
          <w:p w:rsidR="007C08D3" w:rsidRPr="00C92D70" w:rsidRDefault="007C08D3" w:rsidP="007B3255">
            <w:pPr>
              <w:rPr>
                <w:sz w:val="20"/>
                <w:szCs w:val="20"/>
              </w:rPr>
            </w:pPr>
          </w:p>
          <w:p w:rsidR="007C08D3" w:rsidRPr="00C92D70" w:rsidRDefault="007C08D3" w:rsidP="007B3255">
            <w:pPr>
              <w:rPr>
                <w:sz w:val="20"/>
                <w:szCs w:val="20"/>
              </w:rPr>
            </w:pPr>
          </w:p>
          <w:p w:rsidR="007C08D3" w:rsidRPr="00C92D70" w:rsidRDefault="007C08D3" w:rsidP="007B3255">
            <w:pPr>
              <w:rPr>
                <w:sz w:val="20"/>
                <w:szCs w:val="20"/>
              </w:rPr>
            </w:pPr>
          </w:p>
          <w:p w:rsidR="007C08D3" w:rsidRPr="00C92D70" w:rsidRDefault="007C08D3" w:rsidP="007B3255">
            <w:pPr>
              <w:rPr>
                <w:sz w:val="20"/>
                <w:szCs w:val="20"/>
              </w:rPr>
            </w:pPr>
          </w:p>
          <w:p w:rsidR="007C08D3" w:rsidRPr="00C92D70" w:rsidRDefault="007C08D3" w:rsidP="007B3255">
            <w:pPr>
              <w:rPr>
                <w:sz w:val="20"/>
                <w:szCs w:val="20"/>
              </w:rPr>
            </w:pPr>
            <w:r w:rsidRPr="00C92D70">
              <w:rPr>
                <w:sz w:val="20"/>
                <w:szCs w:val="20"/>
              </w:rPr>
              <w:t>500</w:t>
            </w:r>
          </w:p>
          <w:p w:rsidR="007C08D3" w:rsidRPr="00C92D70" w:rsidRDefault="007C08D3" w:rsidP="007B3255">
            <w:pPr>
              <w:rPr>
                <w:sz w:val="20"/>
                <w:szCs w:val="20"/>
              </w:rPr>
            </w:pPr>
            <w:r w:rsidRPr="00C92D70">
              <w:rPr>
                <w:sz w:val="20"/>
                <w:szCs w:val="20"/>
                <w:lang w:val="en-US"/>
              </w:rPr>
              <w:t>1000</w:t>
            </w:r>
          </w:p>
          <w:p w:rsidR="007C08D3" w:rsidRPr="00C92D70" w:rsidRDefault="007C08D3" w:rsidP="007B3255">
            <w:pPr>
              <w:rPr>
                <w:sz w:val="20"/>
                <w:szCs w:val="20"/>
              </w:rPr>
            </w:pPr>
            <w:r w:rsidRPr="00C92D70">
              <w:rPr>
                <w:sz w:val="20"/>
                <w:szCs w:val="20"/>
              </w:rPr>
              <w:t>1000</w:t>
            </w:r>
          </w:p>
        </w:tc>
      </w:tr>
      <w:tr w:rsidR="007C08D3" w:rsidRPr="00C92D70" w:rsidTr="007B3255">
        <w:trPr>
          <w:jc w:val="right"/>
        </w:trPr>
        <w:tc>
          <w:tcPr>
            <w:tcW w:w="3404" w:type="dxa"/>
          </w:tcPr>
          <w:p w:rsidR="007C08D3" w:rsidRPr="00C92D70" w:rsidRDefault="007C08D3" w:rsidP="007B3255">
            <w:pPr>
              <w:rPr>
                <w:sz w:val="20"/>
                <w:szCs w:val="20"/>
                <w:lang w:val="en-US"/>
              </w:rPr>
            </w:pPr>
            <w:r w:rsidRPr="00C92D70">
              <w:rPr>
                <w:sz w:val="20"/>
                <w:szCs w:val="20"/>
              </w:rPr>
              <w:t xml:space="preserve">Полигоны </w:t>
            </w:r>
          </w:p>
        </w:tc>
        <w:tc>
          <w:tcPr>
            <w:tcW w:w="3167" w:type="dxa"/>
          </w:tcPr>
          <w:p w:rsidR="007C08D3" w:rsidRPr="00C92D70" w:rsidRDefault="007C08D3" w:rsidP="007B3255">
            <w:pPr>
              <w:rPr>
                <w:sz w:val="20"/>
                <w:szCs w:val="20"/>
                <w:lang w:val="en-US"/>
              </w:rPr>
            </w:pPr>
            <w:r w:rsidRPr="00C92D70">
              <w:rPr>
                <w:sz w:val="20"/>
                <w:szCs w:val="20"/>
              </w:rPr>
              <w:t>0,02 - 0,05</w:t>
            </w:r>
          </w:p>
        </w:tc>
        <w:tc>
          <w:tcPr>
            <w:tcW w:w="3352" w:type="dxa"/>
          </w:tcPr>
          <w:p w:rsidR="007C08D3" w:rsidRPr="00C92D70" w:rsidRDefault="007C08D3" w:rsidP="007B3255">
            <w:pPr>
              <w:rPr>
                <w:sz w:val="20"/>
                <w:szCs w:val="20"/>
              </w:rPr>
            </w:pPr>
            <w:r w:rsidRPr="00C92D70">
              <w:rPr>
                <w:sz w:val="20"/>
                <w:szCs w:val="20"/>
              </w:rPr>
              <w:t>500</w:t>
            </w:r>
          </w:p>
        </w:tc>
      </w:tr>
      <w:tr w:rsidR="007C08D3" w:rsidRPr="00C92D70" w:rsidTr="007B3255">
        <w:trPr>
          <w:jc w:val="right"/>
        </w:trPr>
        <w:tc>
          <w:tcPr>
            <w:tcW w:w="3404" w:type="dxa"/>
          </w:tcPr>
          <w:p w:rsidR="007C08D3" w:rsidRPr="00C92D70" w:rsidRDefault="007C08D3" w:rsidP="007B3255">
            <w:pPr>
              <w:rPr>
                <w:sz w:val="20"/>
                <w:szCs w:val="20"/>
                <w:lang w:val="en-US"/>
              </w:rPr>
            </w:pPr>
            <w:r w:rsidRPr="00C92D70">
              <w:rPr>
                <w:sz w:val="20"/>
                <w:szCs w:val="20"/>
              </w:rPr>
              <w:t>Участки  компостирования  отходов</w:t>
            </w:r>
          </w:p>
        </w:tc>
        <w:tc>
          <w:tcPr>
            <w:tcW w:w="3167" w:type="dxa"/>
          </w:tcPr>
          <w:p w:rsidR="007C08D3" w:rsidRPr="00C92D70" w:rsidRDefault="007C08D3" w:rsidP="007B3255">
            <w:pPr>
              <w:rPr>
                <w:sz w:val="20"/>
                <w:szCs w:val="20"/>
                <w:lang w:val="en-US"/>
              </w:rPr>
            </w:pPr>
            <w:r w:rsidRPr="00C92D70">
              <w:rPr>
                <w:sz w:val="20"/>
                <w:szCs w:val="20"/>
              </w:rPr>
              <w:t>0,50 - 1,00</w:t>
            </w:r>
          </w:p>
        </w:tc>
        <w:tc>
          <w:tcPr>
            <w:tcW w:w="3352" w:type="dxa"/>
          </w:tcPr>
          <w:p w:rsidR="007C08D3" w:rsidRPr="00C92D70" w:rsidRDefault="007C08D3" w:rsidP="007B3255">
            <w:pPr>
              <w:rPr>
                <w:sz w:val="20"/>
                <w:szCs w:val="20"/>
              </w:rPr>
            </w:pPr>
            <w:r w:rsidRPr="00C92D70">
              <w:rPr>
                <w:sz w:val="20"/>
                <w:szCs w:val="20"/>
              </w:rPr>
              <w:t>500</w:t>
            </w:r>
          </w:p>
        </w:tc>
      </w:tr>
      <w:tr w:rsidR="007C08D3" w:rsidRPr="00C92D70" w:rsidTr="007B3255">
        <w:trPr>
          <w:jc w:val="right"/>
        </w:trPr>
        <w:tc>
          <w:tcPr>
            <w:tcW w:w="3404" w:type="dxa"/>
          </w:tcPr>
          <w:p w:rsidR="007C08D3" w:rsidRPr="00C92D70" w:rsidRDefault="007C08D3" w:rsidP="007B3255">
            <w:pPr>
              <w:rPr>
                <w:sz w:val="20"/>
                <w:szCs w:val="20"/>
                <w:lang w:val="en-US"/>
              </w:rPr>
            </w:pPr>
            <w:r w:rsidRPr="00C92D70">
              <w:rPr>
                <w:sz w:val="20"/>
                <w:szCs w:val="20"/>
              </w:rPr>
              <w:t xml:space="preserve">Поля ассенизации  </w:t>
            </w:r>
          </w:p>
        </w:tc>
        <w:tc>
          <w:tcPr>
            <w:tcW w:w="3167" w:type="dxa"/>
          </w:tcPr>
          <w:p w:rsidR="007C08D3" w:rsidRPr="00C92D70" w:rsidRDefault="007C08D3" w:rsidP="007B3255">
            <w:pPr>
              <w:rPr>
                <w:sz w:val="20"/>
                <w:szCs w:val="20"/>
                <w:lang w:val="en-US"/>
              </w:rPr>
            </w:pPr>
            <w:r w:rsidRPr="00C92D70">
              <w:rPr>
                <w:sz w:val="20"/>
                <w:szCs w:val="20"/>
              </w:rPr>
              <w:t>2,00 – 4,00</w:t>
            </w:r>
          </w:p>
        </w:tc>
        <w:tc>
          <w:tcPr>
            <w:tcW w:w="3352" w:type="dxa"/>
          </w:tcPr>
          <w:p w:rsidR="007C08D3" w:rsidRPr="00C92D70" w:rsidRDefault="007C08D3" w:rsidP="007B3255">
            <w:pPr>
              <w:rPr>
                <w:sz w:val="20"/>
                <w:szCs w:val="20"/>
              </w:rPr>
            </w:pPr>
            <w:r w:rsidRPr="00C92D70">
              <w:rPr>
                <w:sz w:val="20"/>
                <w:szCs w:val="20"/>
              </w:rPr>
              <w:t>1000</w:t>
            </w:r>
          </w:p>
        </w:tc>
      </w:tr>
      <w:tr w:rsidR="007C08D3" w:rsidRPr="00C92D70" w:rsidTr="007B3255">
        <w:trPr>
          <w:jc w:val="right"/>
        </w:trPr>
        <w:tc>
          <w:tcPr>
            <w:tcW w:w="3404" w:type="dxa"/>
          </w:tcPr>
          <w:p w:rsidR="007C08D3" w:rsidRPr="00C92D70" w:rsidRDefault="007C08D3" w:rsidP="007B3255">
            <w:pPr>
              <w:rPr>
                <w:sz w:val="20"/>
                <w:szCs w:val="20"/>
                <w:lang w:val="en-US"/>
              </w:rPr>
            </w:pPr>
            <w:r w:rsidRPr="00C92D70">
              <w:rPr>
                <w:sz w:val="20"/>
                <w:szCs w:val="20"/>
              </w:rPr>
              <w:t xml:space="preserve">Сливные станции  </w:t>
            </w:r>
          </w:p>
        </w:tc>
        <w:tc>
          <w:tcPr>
            <w:tcW w:w="3167" w:type="dxa"/>
          </w:tcPr>
          <w:p w:rsidR="007C08D3" w:rsidRPr="00C92D70" w:rsidRDefault="007C08D3" w:rsidP="007B3255">
            <w:pPr>
              <w:rPr>
                <w:sz w:val="20"/>
                <w:szCs w:val="20"/>
                <w:lang w:val="en-US"/>
              </w:rPr>
            </w:pPr>
            <w:r w:rsidRPr="00C92D70">
              <w:rPr>
                <w:sz w:val="20"/>
                <w:szCs w:val="20"/>
              </w:rPr>
              <w:t>0,20</w:t>
            </w:r>
          </w:p>
        </w:tc>
        <w:tc>
          <w:tcPr>
            <w:tcW w:w="3352" w:type="dxa"/>
          </w:tcPr>
          <w:p w:rsidR="007C08D3" w:rsidRPr="00C92D70" w:rsidRDefault="007C08D3" w:rsidP="007B3255">
            <w:pPr>
              <w:rPr>
                <w:sz w:val="20"/>
                <w:szCs w:val="20"/>
              </w:rPr>
            </w:pPr>
            <w:r w:rsidRPr="00C92D70">
              <w:rPr>
                <w:sz w:val="20"/>
                <w:szCs w:val="20"/>
              </w:rPr>
              <w:t>500</w:t>
            </w:r>
          </w:p>
        </w:tc>
      </w:tr>
      <w:tr w:rsidR="007C08D3" w:rsidRPr="00C92D70" w:rsidTr="007B3255">
        <w:trPr>
          <w:jc w:val="right"/>
        </w:trPr>
        <w:tc>
          <w:tcPr>
            <w:tcW w:w="3404" w:type="dxa"/>
          </w:tcPr>
          <w:p w:rsidR="007C08D3" w:rsidRPr="00C92D70" w:rsidRDefault="007C08D3" w:rsidP="007B3255">
            <w:pPr>
              <w:rPr>
                <w:sz w:val="20"/>
                <w:szCs w:val="20"/>
                <w:lang w:val="en-US"/>
              </w:rPr>
            </w:pPr>
            <w:r w:rsidRPr="00C92D70">
              <w:rPr>
                <w:sz w:val="20"/>
                <w:szCs w:val="20"/>
              </w:rPr>
              <w:t xml:space="preserve">Мусороперегрузочные станции  </w:t>
            </w:r>
          </w:p>
        </w:tc>
        <w:tc>
          <w:tcPr>
            <w:tcW w:w="3167" w:type="dxa"/>
          </w:tcPr>
          <w:p w:rsidR="007C08D3" w:rsidRPr="00C92D70" w:rsidRDefault="007C08D3" w:rsidP="007B3255">
            <w:pPr>
              <w:rPr>
                <w:sz w:val="20"/>
                <w:szCs w:val="20"/>
                <w:lang w:val="en-US"/>
              </w:rPr>
            </w:pPr>
            <w:r w:rsidRPr="00C92D70">
              <w:rPr>
                <w:sz w:val="20"/>
                <w:szCs w:val="20"/>
              </w:rPr>
              <w:t>0,04</w:t>
            </w:r>
          </w:p>
        </w:tc>
        <w:tc>
          <w:tcPr>
            <w:tcW w:w="3352" w:type="dxa"/>
          </w:tcPr>
          <w:p w:rsidR="007C08D3" w:rsidRPr="00C92D70" w:rsidRDefault="007C08D3" w:rsidP="007B3255">
            <w:pPr>
              <w:rPr>
                <w:sz w:val="20"/>
                <w:szCs w:val="20"/>
              </w:rPr>
            </w:pPr>
            <w:r w:rsidRPr="00C92D70">
              <w:rPr>
                <w:sz w:val="20"/>
                <w:szCs w:val="20"/>
              </w:rPr>
              <w:t>100</w:t>
            </w:r>
          </w:p>
        </w:tc>
      </w:tr>
      <w:tr w:rsidR="007C08D3" w:rsidRPr="00C92D70" w:rsidTr="007B3255">
        <w:trPr>
          <w:jc w:val="right"/>
        </w:trPr>
        <w:tc>
          <w:tcPr>
            <w:tcW w:w="3404" w:type="dxa"/>
          </w:tcPr>
          <w:p w:rsidR="007C08D3" w:rsidRPr="00C92D70" w:rsidRDefault="007C08D3" w:rsidP="007B3255">
            <w:pPr>
              <w:rPr>
                <w:sz w:val="20"/>
                <w:szCs w:val="20"/>
              </w:rPr>
            </w:pPr>
            <w:r w:rsidRPr="00C92D70">
              <w:rPr>
                <w:sz w:val="20"/>
                <w:szCs w:val="20"/>
              </w:rPr>
              <w:t xml:space="preserve">Поля складирования и захоронения    </w:t>
            </w:r>
          </w:p>
          <w:p w:rsidR="007C08D3" w:rsidRPr="00C92D70" w:rsidRDefault="007C08D3" w:rsidP="007B3255">
            <w:pPr>
              <w:rPr>
                <w:sz w:val="20"/>
                <w:szCs w:val="20"/>
              </w:rPr>
            </w:pPr>
            <w:r w:rsidRPr="00C92D70">
              <w:rPr>
                <w:sz w:val="20"/>
                <w:szCs w:val="20"/>
              </w:rPr>
              <w:t xml:space="preserve">обезвреженных осадков (по сухому веществу) </w:t>
            </w:r>
          </w:p>
        </w:tc>
        <w:tc>
          <w:tcPr>
            <w:tcW w:w="3167" w:type="dxa"/>
          </w:tcPr>
          <w:p w:rsidR="007C08D3" w:rsidRPr="00C92D70" w:rsidRDefault="007C08D3" w:rsidP="007B3255">
            <w:pPr>
              <w:rPr>
                <w:sz w:val="20"/>
                <w:szCs w:val="20"/>
              </w:rPr>
            </w:pPr>
            <w:r w:rsidRPr="00C92D70">
              <w:rPr>
                <w:sz w:val="20"/>
                <w:szCs w:val="20"/>
              </w:rPr>
              <w:t xml:space="preserve">0,30 </w:t>
            </w:r>
          </w:p>
          <w:p w:rsidR="007C08D3" w:rsidRPr="00C92D70" w:rsidRDefault="007C08D3" w:rsidP="007B3255">
            <w:pPr>
              <w:rPr>
                <w:sz w:val="20"/>
                <w:szCs w:val="20"/>
                <w:lang w:val="en-US"/>
              </w:rPr>
            </w:pPr>
          </w:p>
        </w:tc>
        <w:tc>
          <w:tcPr>
            <w:tcW w:w="3352" w:type="dxa"/>
          </w:tcPr>
          <w:p w:rsidR="007C08D3" w:rsidRPr="00C92D70" w:rsidRDefault="007C08D3" w:rsidP="007B3255">
            <w:pPr>
              <w:rPr>
                <w:sz w:val="20"/>
                <w:szCs w:val="20"/>
              </w:rPr>
            </w:pPr>
            <w:r w:rsidRPr="00C92D70">
              <w:rPr>
                <w:sz w:val="20"/>
                <w:szCs w:val="20"/>
              </w:rPr>
              <w:t>1000</w:t>
            </w:r>
          </w:p>
        </w:tc>
      </w:tr>
      <w:tr w:rsidR="007C08D3" w:rsidRPr="00C92D70" w:rsidTr="007B3255">
        <w:trPr>
          <w:jc w:val="right"/>
        </w:trPr>
        <w:tc>
          <w:tcPr>
            <w:tcW w:w="3404" w:type="dxa"/>
          </w:tcPr>
          <w:p w:rsidR="007C08D3" w:rsidRPr="00C92D70" w:rsidRDefault="007C08D3" w:rsidP="007B3255">
            <w:pPr>
              <w:rPr>
                <w:sz w:val="20"/>
                <w:szCs w:val="20"/>
              </w:rPr>
            </w:pPr>
            <w:r w:rsidRPr="00C92D70">
              <w:rPr>
                <w:sz w:val="20"/>
                <w:szCs w:val="20"/>
              </w:rPr>
              <w:t xml:space="preserve">Площади участка для складирования снега </w:t>
            </w:r>
          </w:p>
        </w:tc>
        <w:tc>
          <w:tcPr>
            <w:tcW w:w="3167" w:type="dxa"/>
          </w:tcPr>
          <w:p w:rsidR="007C08D3" w:rsidRPr="00C92D70" w:rsidRDefault="007C08D3" w:rsidP="007B3255">
            <w:pPr>
              <w:rPr>
                <w:sz w:val="20"/>
                <w:szCs w:val="20"/>
              </w:rPr>
            </w:pPr>
            <w:r w:rsidRPr="00C92D70">
              <w:rPr>
                <w:sz w:val="20"/>
                <w:szCs w:val="20"/>
              </w:rPr>
              <w:t xml:space="preserve">0,50 </w:t>
            </w:r>
          </w:p>
        </w:tc>
        <w:tc>
          <w:tcPr>
            <w:tcW w:w="3352" w:type="dxa"/>
          </w:tcPr>
          <w:p w:rsidR="007C08D3" w:rsidRPr="00C92D70" w:rsidRDefault="007C08D3" w:rsidP="007B3255">
            <w:pPr>
              <w:rPr>
                <w:sz w:val="20"/>
                <w:szCs w:val="20"/>
                <w:lang w:val="en-US"/>
              </w:rPr>
            </w:pPr>
            <w:r w:rsidRPr="00C92D70">
              <w:rPr>
                <w:sz w:val="20"/>
                <w:szCs w:val="20"/>
                <w:lang w:val="en-US"/>
              </w:rPr>
              <w:t>100</w:t>
            </w:r>
          </w:p>
        </w:tc>
      </w:tr>
    </w:tbl>
    <w:p w:rsidR="007C08D3" w:rsidRPr="002705CA" w:rsidRDefault="007C08D3" w:rsidP="00327B9A">
      <w:pPr>
        <w:pStyle w:val="Heading2"/>
        <w:numPr>
          <w:ilvl w:val="1"/>
          <w:numId w:val="24"/>
        </w:numPr>
        <w:jc w:val="center"/>
      </w:pPr>
      <w:bookmarkStart w:id="126" w:name="_Toc393384071"/>
      <w:r w:rsidRPr="00C92D70">
        <w:t>Нормативы накопления твёрдых бытовых отходов</w:t>
      </w:r>
      <w:bookmarkEnd w:id="126"/>
    </w:p>
    <w:p w:rsidR="007C08D3" w:rsidRPr="00C92D70" w:rsidRDefault="007C08D3" w:rsidP="00366F37">
      <w:pPr>
        <w:pStyle w:val="a4"/>
      </w:pPr>
      <w:r w:rsidRPr="00C92D70">
        <w:t xml:space="preserve">Нормы накопления твёрдых бытовых отходов рассчитаны на основании требований </w:t>
      </w:r>
      <w:hyperlink r:id="rId20"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C92D70">
          <w:t>СНиП 2.07.01-89*</w:t>
        </w:r>
      </w:hyperlink>
      <w:r>
        <w:t xml:space="preserve"> «</w:t>
      </w:r>
      <w:r w:rsidRPr="00C92D70">
        <w:t>Градостроительство. Планировка и застройка городских и сельских поселений" и Сборника удельных показателей образования отходов производства и потребления</w:t>
      </w:r>
      <w:r>
        <w:t>»</w:t>
      </w:r>
      <w:r w:rsidRPr="00C92D70">
        <w:t xml:space="preserve">. </w:t>
      </w:r>
    </w:p>
    <w:p w:rsidR="007C08D3" w:rsidRPr="00C92D70" w:rsidRDefault="007C08D3" w:rsidP="00A34AF7">
      <w:pPr>
        <w:pStyle w:val="a4"/>
        <w:ind w:firstLine="0"/>
      </w:pPr>
      <w:r>
        <w:t xml:space="preserve">       </w:t>
      </w:r>
      <w:r w:rsidRPr="00C92D70">
        <w:t xml:space="preserve"> </w:t>
      </w:r>
      <w:r>
        <w:t>Согласно генеральной</w:t>
      </w:r>
      <w:r w:rsidRPr="00C92D70">
        <w:t xml:space="preserve"> схем</w:t>
      </w:r>
      <w:r>
        <w:t>ы</w:t>
      </w:r>
      <w:r w:rsidRPr="00C92D70">
        <w:t xml:space="preserve"> о</w:t>
      </w:r>
      <w:r>
        <w:t>чистки Абанского района, подсчитана средне годовая норма</w:t>
      </w:r>
      <w:r w:rsidRPr="00C92D70">
        <w:t xml:space="preserve"> на</w:t>
      </w:r>
      <w:r>
        <w:t>копления ТБО  составляет  в среднем  около 210,1</w:t>
      </w:r>
      <w:r w:rsidRPr="00C92D70">
        <w:t xml:space="preserve"> кг на чел. в год от благоустрое</w:t>
      </w:r>
      <w:r>
        <w:t>нного жилого фонда и   около 337,9</w:t>
      </w:r>
      <w:r w:rsidRPr="00C92D70">
        <w:t xml:space="preserve"> кг на чел. в год от неблагоустроенного жилого фонда.</w:t>
      </w:r>
    </w:p>
    <w:p w:rsidR="007C08D3" w:rsidRPr="00C92D70" w:rsidRDefault="007C08D3" w:rsidP="00366F37">
      <w:pPr>
        <w:pStyle w:val="a4"/>
      </w:pPr>
      <w:r w:rsidRPr="00C92D70">
        <w:t xml:space="preserve">В зависимости от климатических условий, благоустройства зданий и наличия печного отопления показатели норм накопления твёрдых бытовых отходов рассчитываются в соответствии с  положениями </w:t>
      </w:r>
      <w:hyperlink r:id="rId21"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AB7A4C">
          <w:rPr>
            <w:rStyle w:val="Hyperlink"/>
          </w:rPr>
          <w:t>consultantplus://offline/ref=2AD52C8AA9680871242E1CADA20B001AE09FC3C2B31B1273425DA4h47FI</w:t>
        </w:r>
      </w:hyperlink>
      <w:r>
        <w:t xml:space="preserve"> «Градостроительство. Планировка и застройка городских и сельских поселений»</w:t>
      </w:r>
      <w:r w:rsidRPr="00C92D70">
        <w:t xml:space="preserve">. Показатели норм накопления твёрдых бытовых отходов увеличиваются в климатических подрайонах IA и IБ и IД при печном отоплении на 10 %, а при использовании для местного отопления бурого угля - на 50 %.  </w:t>
      </w:r>
    </w:p>
    <w:p w:rsidR="007C08D3" w:rsidRPr="00C92D70" w:rsidRDefault="007C08D3" w:rsidP="00366F37">
      <w:pPr>
        <w:pStyle w:val="a4"/>
      </w:pPr>
      <w:r w:rsidRPr="00C92D70">
        <w:t>Минимальные  расчетные  показатели    накопления  твёрдых бытовых отходов следует в соответствии с таблицей 16. Коэффициенты 1,1 и 1,5 соответствуют проценту увеличения норм в соответствии с</w:t>
      </w:r>
      <w:r>
        <w:t xml:space="preserve"> </w:t>
      </w:r>
      <w:r w:rsidRPr="002F7D87">
        <w:t>СНиП 2.07.01-89 «Градостроительство. Планировка и застройка городских и сельских поселений»</w:t>
      </w:r>
      <w:r>
        <w:t>.</w:t>
      </w:r>
    </w:p>
    <w:p w:rsidR="007C08D3" w:rsidRPr="00C92D70" w:rsidRDefault="007C08D3" w:rsidP="00366F37">
      <w:pPr>
        <w:pStyle w:val="Caption"/>
        <w:jc w:val="right"/>
      </w:pPr>
      <w:bookmarkStart w:id="127" w:name="_Ref388430597"/>
      <w:r w:rsidRPr="00C92D70">
        <w:t xml:space="preserve">Таблица </w:t>
      </w:r>
      <w:bookmarkEnd w:id="127"/>
      <w:r>
        <w:t>26</w:t>
      </w:r>
    </w:p>
    <w:p w:rsidR="007C08D3" w:rsidRPr="00C92D70" w:rsidRDefault="007C08D3" w:rsidP="00366F37">
      <w:pPr>
        <w:pStyle w:val="Caption"/>
      </w:pPr>
      <w:r w:rsidRPr="00C92D70">
        <w:t>Нормы накопления твёрдых бытовых отходов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42"/>
        <w:gridCol w:w="1793"/>
        <w:gridCol w:w="1519"/>
        <w:gridCol w:w="1385"/>
        <w:gridCol w:w="3090"/>
      </w:tblGrid>
      <w:tr w:rsidR="007C08D3" w:rsidRPr="00C92D70" w:rsidTr="007B3255">
        <w:trPr>
          <w:trHeight w:val="20"/>
        </w:trPr>
        <w:tc>
          <w:tcPr>
            <w:tcW w:w="1675" w:type="dxa"/>
            <w:vMerge w:val="restart"/>
            <w:vAlign w:val="center"/>
          </w:tcPr>
          <w:p w:rsidR="007C08D3" w:rsidRPr="00C92D70" w:rsidRDefault="007C08D3" w:rsidP="007B3255">
            <w:pPr>
              <w:jc w:val="center"/>
              <w:rPr>
                <w:b/>
                <w:sz w:val="20"/>
                <w:szCs w:val="20"/>
              </w:rPr>
            </w:pPr>
            <w:r w:rsidRPr="00C92D70">
              <w:rPr>
                <w:b/>
                <w:sz w:val="20"/>
                <w:szCs w:val="20"/>
              </w:rPr>
              <w:t>Климатический</w:t>
            </w:r>
          </w:p>
          <w:p w:rsidR="007C08D3" w:rsidRPr="00C92D70" w:rsidRDefault="007C08D3" w:rsidP="007B3255">
            <w:pPr>
              <w:jc w:val="center"/>
              <w:rPr>
                <w:b/>
                <w:sz w:val="20"/>
                <w:szCs w:val="20"/>
              </w:rPr>
            </w:pPr>
            <w:r w:rsidRPr="00C92D70">
              <w:rPr>
                <w:b/>
                <w:sz w:val="20"/>
                <w:szCs w:val="20"/>
              </w:rPr>
              <w:t>подрайон</w:t>
            </w:r>
          </w:p>
        </w:tc>
        <w:tc>
          <w:tcPr>
            <w:tcW w:w="4631" w:type="dxa"/>
            <w:gridSpan w:val="3"/>
            <w:vAlign w:val="center"/>
          </w:tcPr>
          <w:p w:rsidR="007C08D3" w:rsidRPr="00C92D70" w:rsidRDefault="007C08D3" w:rsidP="007B3255">
            <w:pPr>
              <w:jc w:val="center"/>
              <w:rPr>
                <w:b/>
                <w:sz w:val="20"/>
                <w:szCs w:val="20"/>
              </w:rPr>
            </w:pPr>
            <w:r w:rsidRPr="00C92D70">
              <w:rPr>
                <w:b/>
                <w:sz w:val="20"/>
                <w:szCs w:val="20"/>
              </w:rPr>
              <w:t>Нормы накопления ТБО</w:t>
            </w:r>
          </w:p>
        </w:tc>
        <w:tc>
          <w:tcPr>
            <w:tcW w:w="3617" w:type="dxa"/>
            <w:vMerge w:val="restart"/>
            <w:vAlign w:val="center"/>
          </w:tcPr>
          <w:p w:rsidR="007C08D3" w:rsidRPr="00C92D70" w:rsidRDefault="007C08D3" w:rsidP="007B3255">
            <w:pPr>
              <w:jc w:val="center"/>
              <w:rPr>
                <w:b/>
                <w:sz w:val="20"/>
                <w:szCs w:val="20"/>
              </w:rPr>
            </w:pPr>
            <w:r w:rsidRPr="00C92D70">
              <w:rPr>
                <w:b/>
                <w:sz w:val="20"/>
                <w:szCs w:val="20"/>
              </w:rPr>
              <w:t>Пояснение</w:t>
            </w:r>
          </w:p>
        </w:tc>
      </w:tr>
      <w:tr w:rsidR="007C08D3" w:rsidRPr="00C92D70" w:rsidTr="007B3255">
        <w:trPr>
          <w:trHeight w:val="20"/>
        </w:trPr>
        <w:tc>
          <w:tcPr>
            <w:tcW w:w="1675" w:type="dxa"/>
            <w:vMerge/>
            <w:vAlign w:val="center"/>
          </w:tcPr>
          <w:p w:rsidR="007C08D3" w:rsidRPr="00C92D70" w:rsidRDefault="007C08D3" w:rsidP="007B3255">
            <w:pPr>
              <w:jc w:val="center"/>
              <w:rPr>
                <w:b/>
                <w:sz w:val="20"/>
                <w:szCs w:val="20"/>
              </w:rPr>
            </w:pPr>
          </w:p>
        </w:tc>
        <w:tc>
          <w:tcPr>
            <w:tcW w:w="1793" w:type="dxa"/>
            <w:vAlign w:val="center"/>
          </w:tcPr>
          <w:p w:rsidR="007C08D3" w:rsidRPr="00C92D70" w:rsidRDefault="007C08D3" w:rsidP="007B3255">
            <w:pPr>
              <w:jc w:val="center"/>
              <w:rPr>
                <w:b/>
                <w:sz w:val="20"/>
                <w:szCs w:val="20"/>
              </w:rPr>
            </w:pPr>
            <w:r w:rsidRPr="00C92D70">
              <w:rPr>
                <w:b/>
                <w:sz w:val="20"/>
                <w:szCs w:val="20"/>
              </w:rPr>
              <w:t>От благоустроенных зданий</w:t>
            </w:r>
          </w:p>
        </w:tc>
        <w:tc>
          <w:tcPr>
            <w:tcW w:w="1692" w:type="dxa"/>
            <w:vAlign w:val="center"/>
          </w:tcPr>
          <w:p w:rsidR="007C08D3" w:rsidRPr="00C92D70" w:rsidRDefault="007C08D3" w:rsidP="007B3255">
            <w:pPr>
              <w:jc w:val="center"/>
              <w:rPr>
                <w:b/>
                <w:sz w:val="20"/>
                <w:szCs w:val="20"/>
              </w:rPr>
            </w:pPr>
            <w:r w:rsidRPr="00C92D70">
              <w:rPr>
                <w:b/>
                <w:sz w:val="20"/>
                <w:szCs w:val="20"/>
              </w:rPr>
              <w:t>От прочих жилых зданий</w:t>
            </w:r>
          </w:p>
        </w:tc>
        <w:tc>
          <w:tcPr>
            <w:tcW w:w="1146" w:type="dxa"/>
            <w:vAlign w:val="center"/>
          </w:tcPr>
          <w:p w:rsidR="007C08D3" w:rsidRPr="00C92D70" w:rsidRDefault="007C08D3" w:rsidP="007B3255">
            <w:pPr>
              <w:jc w:val="center"/>
              <w:rPr>
                <w:b/>
                <w:sz w:val="20"/>
                <w:szCs w:val="20"/>
              </w:rPr>
            </w:pPr>
            <w:r w:rsidRPr="00C92D70">
              <w:rPr>
                <w:b/>
                <w:sz w:val="20"/>
                <w:szCs w:val="20"/>
              </w:rPr>
              <w:t>Общее по н.п.</w:t>
            </w:r>
          </w:p>
        </w:tc>
        <w:tc>
          <w:tcPr>
            <w:tcW w:w="3617" w:type="dxa"/>
            <w:vMerge/>
            <w:vAlign w:val="center"/>
          </w:tcPr>
          <w:p w:rsidR="007C08D3" w:rsidRPr="00C92D70" w:rsidRDefault="007C08D3" w:rsidP="007B3255">
            <w:pPr>
              <w:jc w:val="center"/>
              <w:rPr>
                <w:b/>
                <w:sz w:val="20"/>
                <w:szCs w:val="20"/>
              </w:rPr>
            </w:pPr>
          </w:p>
        </w:tc>
      </w:tr>
      <w:tr w:rsidR="007C08D3" w:rsidRPr="00C92D70" w:rsidTr="007B3255">
        <w:trPr>
          <w:trHeight w:val="20"/>
        </w:trPr>
        <w:tc>
          <w:tcPr>
            <w:tcW w:w="1675" w:type="dxa"/>
            <w:vMerge w:val="restart"/>
            <w:vAlign w:val="center"/>
          </w:tcPr>
          <w:p w:rsidR="007C08D3" w:rsidRPr="00C92D70" w:rsidRDefault="007C08D3" w:rsidP="007B3255">
            <w:pPr>
              <w:rPr>
                <w:sz w:val="20"/>
                <w:szCs w:val="20"/>
              </w:rPr>
            </w:pPr>
            <w:r w:rsidRPr="00C92D70">
              <w:rPr>
                <w:sz w:val="20"/>
                <w:szCs w:val="20"/>
                <w:lang w:val="en-US"/>
              </w:rPr>
              <w:t>I</w:t>
            </w:r>
            <w:r w:rsidRPr="00C92D70">
              <w:rPr>
                <w:sz w:val="20"/>
                <w:szCs w:val="20"/>
              </w:rPr>
              <w:t>В</w:t>
            </w:r>
          </w:p>
        </w:tc>
        <w:tc>
          <w:tcPr>
            <w:tcW w:w="1793" w:type="dxa"/>
          </w:tcPr>
          <w:p w:rsidR="007C08D3" w:rsidRPr="00C92D70" w:rsidRDefault="007C08D3" w:rsidP="007B3255">
            <w:pPr>
              <w:rPr>
                <w:sz w:val="20"/>
                <w:szCs w:val="20"/>
                <w:lang w:val="en-US"/>
              </w:rPr>
            </w:pPr>
            <w:r w:rsidRPr="00C92D70">
              <w:rPr>
                <w:sz w:val="20"/>
                <w:szCs w:val="20"/>
                <w:lang w:val="en-US"/>
              </w:rPr>
              <w:t>300</w:t>
            </w:r>
          </w:p>
        </w:tc>
        <w:tc>
          <w:tcPr>
            <w:tcW w:w="1692" w:type="dxa"/>
          </w:tcPr>
          <w:p w:rsidR="007C08D3" w:rsidRPr="00C92D70" w:rsidRDefault="007C08D3" w:rsidP="007B3255">
            <w:pPr>
              <w:rPr>
                <w:sz w:val="20"/>
                <w:szCs w:val="20"/>
                <w:lang w:val="en-US"/>
              </w:rPr>
            </w:pPr>
            <w:r w:rsidRPr="00C92D70">
              <w:rPr>
                <w:sz w:val="20"/>
                <w:szCs w:val="20"/>
              </w:rPr>
              <w:t>3</w:t>
            </w:r>
            <w:r w:rsidRPr="00C92D70">
              <w:rPr>
                <w:sz w:val="20"/>
                <w:szCs w:val="20"/>
                <w:lang w:val="en-US"/>
              </w:rPr>
              <w:t>80</w:t>
            </w:r>
          </w:p>
        </w:tc>
        <w:tc>
          <w:tcPr>
            <w:tcW w:w="1146" w:type="dxa"/>
          </w:tcPr>
          <w:p w:rsidR="007C08D3" w:rsidRPr="00C92D70" w:rsidRDefault="007C08D3" w:rsidP="007B3255">
            <w:pPr>
              <w:rPr>
                <w:sz w:val="20"/>
                <w:szCs w:val="20"/>
              </w:rPr>
            </w:pPr>
            <w:r w:rsidRPr="00C92D70">
              <w:rPr>
                <w:sz w:val="20"/>
                <w:szCs w:val="20"/>
              </w:rPr>
              <w:t>480</w:t>
            </w:r>
          </w:p>
        </w:tc>
        <w:tc>
          <w:tcPr>
            <w:tcW w:w="3617" w:type="dxa"/>
          </w:tcPr>
          <w:p w:rsidR="007C08D3" w:rsidRPr="0085220D" w:rsidRDefault="007C08D3" w:rsidP="007B3255">
            <w:pPr>
              <w:pStyle w:val="130"/>
              <w:shd w:val="clear" w:color="auto" w:fill="auto"/>
              <w:tabs>
                <w:tab w:val="left" w:pos="831"/>
              </w:tabs>
              <w:spacing w:after="0"/>
              <w:ind w:firstLine="0"/>
              <w:rPr>
                <w:sz w:val="20"/>
                <w:szCs w:val="20"/>
              </w:rPr>
            </w:pPr>
          </w:p>
        </w:tc>
      </w:tr>
      <w:tr w:rsidR="007C08D3" w:rsidRPr="00C92D70" w:rsidTr="007B3255">
        <w:trPr>
          <w:trHeight w:val="20"/>
        </w:trPr>
        <w:tc>
          <w:tcPr>
            <w:tcW w:w="1675" w:type="dxa"/>
            <w:vMerge/>
            <w:vAlign w:val="center"/>
          </w:tcPr>
          <w:p w:rsidR="007C08D3" w:rsidRPr="00C92D70" w:rsidRDefault="007C08D3" w:rsidP="007B3255">
            <w:pPr>
              <w:rPr>
                <w:sz w:val="20"/>
                <w:szCs w:val="20"/>
              </w:rPr>
            </w:pPr>
          </w:p>
        </w:tc>
        <w:tc>
          <w:tcPr>
            <w:tcW w:w="1793" w:type="dxa"/>
          </w:tcPr>
          <w:p w:rsidR="007C08D3" w:rsidRPr="00C92D70" w:rsidRDefault="007C08D3" w:rsidP="007B3255">
            <w:pPr>
              <w:rPr>
                <w:sz w:val="20"/>
                <w:szCs w:val="20"/>
              </w:rPr>
            </w:pPr>
            <w:r w:rsidRPr="00C92D70">
              <w:rPr>
                <w:sz w:val="20"/>
                <w:szCs w:val="20"/>
              </w:rPr>
              <w:t>-</w:t>
            </w:r>
          </w:p>
        </w:tc>
        <w:tc>
          <w:tcPr>
            <w:tcW w:w="1692" w:type="dxa"/>
          </w:tcPr>
          <w:p w:rsidR="007C08D3" w:rsidRPr="00C92D70" w:rsidRDefault="007C08D3" w:rsidP="007B3255">
            <w:pPr>
              <w:rPr>
                <w:sz w:val="20"/>
                <w:szCs w:val="20"/>
                <w:lang w:val="en-US"/>
              </w:rPr>
            </w:pPr>
            <w:r w:rsidRPr="00C92D70">
              <w:rPr>
                <w:sz w:val="20"/>
                <w:szCs w:val="20"/>
              </w:rPr>
              <w:t>5</w:t>
            </w:r>
            <w:r w:rsidRPr="00C92D70">
              <w:rPr>
                <w:sz w:val="20"/>
                <w:szCs w:val="20"/>
                <w:lang w:val="en-US"/>
              </w:rPr>
              <w:t>70</w:t>
            </w:r>
          </w:p>
        </w:tc>
        <w:tc>
          <w:tcPr>
            <w:tcW w:w="1146" w:type="dxa"/>
          </w:tcPr>
          <w:p w:rsidR="007C08D3" w:rsidRPr="00C92D70" w:rsidRDefault="007C08D3" w:rsidP="007B3255">
            <w:pPr>
              <w:rPr>
                <w:sz w:val="20"/>
                <w:szCs w:val="20"/>
              </w:rPr>
            </w:pPr>
            <w:r w:rsidRPr="00C92D70">
              <w:rPr>
                <w:sz w:val="20"/>
                <w:szCs w:val="20"/>
              </w:rPr>
              <w:t>720</w:t>
            </w:r>
          </w:p>
        </w:tc>
        <w:tc>
          <w:tcPr>
            <w:tcW w:w="3617" w:type="dxa"/>
          </w:tcPr>
          <w:p w:rsidR="007C08D3" w:rsidRPr="0085220D" w:rsidRDefault="007C08D3" w:rsidP="007B3255">
            <w:pPr>
              <w:pStyle w:val="130"/>
              <w:shd w:val="clear" w:color="auto" w:fill="auto"/>
              <w:tabs>
                <w:tab w:val="left" w:pos="831"/>
              </w:tabs>
              <w:spacing w:after="0"/>
              <w:ind w:firstLine="0"/>
              <w:rPr>
                <w:sz w:val="20"/>
                <w:szCs w:val="20"/>
              </w:rPr>
            </w:pPr>
            <w:r w:rsidRPr="0085220D">
              <w:rPr>
                <w:sz w:val="20"/>
                <w:szCs w:val="20"/>
              </w:rPr>
              <w:t>При использовании бурого угля для  местного отопления.</w:t>
            </w:r>
          </w:p>
        </w:tc>
      </w:tr>
    </w:tbl>
    <w:p w:rsidR="007C08D3" w:rsidRPr="00C92D70" w:rsidRDefault="007C08D3" w:rsidP="00C23D5F">
      <w:pPr>
        <w:pStyle w:val="a4"/>
      </w:pPr>
      <w:r w:rsidRPr="00C92D70">
        <w:t>Основные месторождения бурого угля сосредоточены на территории Красноярского края в границах климатического района IВ. Исходя из этого увеличенная на 50 % норма накопления твёрдых бытовых отходов принимается для тех поселений, которые расположены в подрайоне IВ, и в которых, для местного печного отопления используется бурый уголь.</w:t>
      </w:r>
    </w:p>
    <w:p w:rsidR="007C08D3" w:rsidRPr="00C92D70" w:rsidRDefault="007C08D3" w:rsidP="00C23D5F">
      <w:pPr>
        <w:pStyle w:val="S5"/>
        <w:spacing w:before="0" w:after="0"/>
      </w:pPr>
      <w:r w:rsidRPr="00C92D70">
        <w:t xml:space="preserve">При использовании для местного отопления бурого угля для норм накопления ТБО устанавливается коэффициент 1,5 соответствующий проценту увеличения норм в соответствии с </w:t>
      </w:r>
      <w:hyperlink r:id="rId2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C92D70">
          <w:t>СНиП 2.07.01-89</w:t>
        </w:r>
        <w:r>
          <w:t xml:space="preserve"> «Градостроительство. Планировка и застройка городских и сельских поселений»</w:t>
        </w:r>
        <w:r w:rsidRPr="00C92D70">
          <w:t>*</w:t>
        </w:r>
      </w:hyperlink>
      <w:r>
        <w:t>.</w:t>
      </w:r>
      <w:r w:rsidRPr="00C92D70">
        <w:t xml:space="preserve"> </w:t>
      </w:r>
    </w:p>
    <w:p w:rsidR="007C08D3" w:rsidRPr="00C92D70" w:rsidRDefault="007C08D3" w:rsidP="00C23D5F">
      <w:pPr>
        <w:pStyle w:val="S5"/>
        <w:spacing w:before="0" w:after="0"/>
      </w:pPr>
      <w:r w:rsidRPr="00C92D70">
        <w:t xml:space="preserve">Дифференциация муниципальных районов по климатическим </w:t>
      </w:r>
      <w:r>
        <w:t xml:space="preserve">подрайонам представлена в </w:t>
      </w:r>
      <w:r w:rsidRPr="00C92D70">
        <w:t xml:space="preserve"> настоящих нормативов и в </w:t>
      </w:r>
      <w:r>
        <w:t>графических приложениях</w:t>
      </w:r>
      <w:r w:rsidRPr="00C92D70">
        <w:t>. Климатическое районирова</w:t>
      </w:r>
      <w:r>
        <w:t>ние территории Абанского района</w:t>
      </w:r>
      <w:r w:rsidRPr="00C92D70">
        <w:t xml:space="preserve"> проведено в соответствии с </w:t>
      </w:r>
      <w:hyperlink r:id="rId23" w:tooltip="&quot;СНиП 23-01-99*. Строительная климатология&quot; (приняты Постановлением Госстроя РФ от 11.06.1999 N 45) (ред. от 24.12.2002){КонсультантПлюс}" w:history="1">
        <w:r w:rsidRPr="00C92D70">
          <w:t>СНиП 23-01-99*</w:t>
        </w:r>
      </w:hyperlink>
      <w:r>
        <w:t xml:space="preserve"> «Строительная климатология»</w:t>
      </w:r>
      <w:r w:rsidRPr="00C92D70">
        <w:t>.</w:t>
      </w:r>
    </w:p>
    <w:p w:rsidR="007C08D3" w:rsidRPr="00C92D70" w:rsidRDefault="007C08D3" w:rsidP="00C23D5F">
      <w:pPr>
        <w:pStyle w:val="Heading2"/>
        <w:numPr>
          <w:ilvl w:val="1"/>
          <w:numId w:val="24"/>
        </w:numPr>
        <w:jc w:val="center"/>
      </w:pPr>
      <w:bookmarkStart w:id="128" w:name="_Toc393384072"/>
      <w:r w:rsidRPr="00C92D70">
        <w:t>Нормативы накопления  крупногабаритных  коммунальных  отходов</w:t>
      </w:r>
      <w:bookmarkEnd w:id="128"/>
    </w:p>
    <w:p w:rsidR="007C08D3" w:rsidRPr="00C92D70" w:rsidRDefault="007C08D3" w:rsidP="00366F37">
      <w:pPr>
        <w:pStyle w:val="a4"/>
      </w:pPr>
      <w:r w:rsidRPr="00C92D70">
        <w:t>Показатели накопления  крупногабаритных коммунальных отходов следует принимать в объеме 5% от показателей, приведенных выше.</w:t>
      </w:r>
    </w:p>
    <w:p w:rsidR="007C08D3" w:rsidRPr="00C23D5F" w:rsidRDefault="007C08D3" w:rsidP="00327B9A">
      <w:pPr>
        <w:pStyle w:val="Heading2"/>
        <w:numPr>
          <w:ilvl w:val="1"/>
          <w:numId w:val="24"/>
        </w:numPr>
        <w:jc w:val="center"/>
      </w:pPr>
      <w:bookmarkStart w:id="129" w:name="_Toc393384073"/>
      <w:r w:rsidRPr="00C92D70">
        <w:t>Нормативные показатели количества  уличного смёта  с 1 м2 твёрдых покрытий улиц, площадей и других территорий общего пользования.</w:t>
      </w:r>
      <w:bookmarkEnd w:id="129"/>
    </w:p>
    <w:p w:rsidR="007C08D3" w:rsidRPr="00C92D70" w:rsidRDefault="007C08D3" w:rsidP="00366F37">
      <w:pPr>
        <w:pStyle w:val="a4"/>
        <w:rPr>
          <w:sz w:val="18"/>
          <w:szCs w:val="18"/>
        </w:rPr>
      </w:pPr>
      <w:r w:rsidRPr="00C92D70">
        <w:t>Нормативные показатели количества  уличного смёта  с 1 кв. м твёрдых покрытий улиц, площадей и других территорий общего пользования следует принимать в размере 5 кг в год</w:t>
      </w:r>
      <w:r w:rsidRPr="00C92D70">
        <w:rPr>
          <w:sz w:val="18"/>
          <w:szCs w:val="18"/>
        </w:rPr>
        <w:t>.</w:t>
      </w:r>
    </w:p>
    <w:p w:rsidR="007C08D3" w:rsidRPr="00C23D5F" w:rsidRDefault="007C08D3" w:rsidP="00C23D5F">
      <w:pPr>
        <w:pStyle w:val="Heading2"/>
        <w:numPr>
          <w:ilvl w:val="1"/>
          <w:numId w:val="24"/>
        </w:numPr>
        <w:jc w:val="center"/>
      </w:pPr>
      <w:bookmarkStart w:id="130" w:name="_Toc393384074"/>
      <w:r w:rsidRPr="00C92D70">
        <w:t>Нормативные требования к мероприятиям по мусороудалению</w:t>
      </w:r>
      <w:bookmarkEnd w:id="130"/>
    </w:p>
    <w:p w:rsidR="007C08D3" w:rsidRPr="00C92D70" w:rsidRDefault="007C08D3" w:rsidP="00366F37">
      <w:pPr>
        <w:pStyle w:val="S5"/>
      </w:pPr>
      <w:r w:rsidRPr="00C92D70">
        <w:t>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7C08D3" w:rsidRPr="00C23D5F" w:rsidRDefault="007C08D3" w:rsidP="00327B9A">
      <w:pPr>
        <w:pStyle w:val="Heading2"/>
        <w:numPr>
          <w:ilvl w:val="1"/>
          <w:numId w:val="24"/>
        </w:numPr>
        <w:jc w:val="center"/>
      </w:pPr>
      <w:bookmarkStart w:id="131" w:name="_Toc393384075"/>
      <w:r w:rsidRPr="00C92D70">
        <w:t>Нормативные требования к размещению площадок для установки  мусоросборников</w:t>
      </w:r>
      <w:bookmarkEnd w:id="131"/>
    </w:p>
    <w:p w:rsidR="007C08D3" w:rsidRPr="00C92D70" w:rsidRDefault="007C08D3" w:rsidP="00366F37">
      <w:pPr>
        <w:pStyle w:val="a4"/>
      </w:pPr>
      <w:r w:rsidRPr="00C92D70">
        <w:t>В жилых зонах на придомовых территориях проектируются специальные площадки для размещения контейнеров для бытовых отходов с удобными подъездами для транспорта. Площадка должна быть открытой, иметь водонепроницаемое покрытие, ограждена зелеными насаждениями, а также отделена от площадок для отдыха и занятий спортом.</w:t>
      </w:r>
    </w:p>
    <w:p w:rsidR="007C08D3" w:rsidRPr="00C92D70" w:rsidRDefault="007C08D3" w:rsidP="00366F37">
      <w:pPr>
        <w:pStyle w:val="a4"/>
      </w:pPr>
      <w:r w:rsidRPr="00C92D70">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метров, но не более 100 метров. Размер площадок должен быть рассчитан на установку необходимого числа контейнеров, но не более 5.</w:t>
      </w:r>
    </w:p>
    <w:p w:rsidR="007C08D3" w:rsidRPr="00C23D5F" w:rsidRDefault="007C08D3" w:rsidP="00327B9A">
      <w:pPr>
        <w:pStyle w:val="Heading2"/>
        <w:numPr>
          <w:ilvl w:val="1"/>
          <w:numId w:val="24"/>
        </w:numPr>
        <w:jc w:val="center"/>
      </w:pPr>
      <w:bookmarkStart w:id="132" w:name="_Toc393384076"/>
      <w:r w:rsidRPr="00C92D70">
        <w:t>Нормативные требования к расчёту числа устанавливаемых контейнеров для мусора.</w:t>
      </w:r>
      <w:bookmarkEnd w:id="132"/>
    </w:p>
    <w:p w:rsidR="007C08D3" w:rsidRPr="00C92D70" w:rsidRDefault="007C08D3" w:rsidP="00C23D5F">
      <w:pPr>
        <w:pStyle w:val="S5"/>
        <w:spacing w:before="0" w:after="0"/>
      </w:pPr>
      <w:r w:rsidRPr="00C92D70">
        <w:t xml:space="preserve">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7C08D3" w:rsidRPr="00C92D70" w:rsidRDefault="007C08D3" w:rsidP="00C23D5F">
      <w:pPr>
        <w:pStyle w:val="S5"/>
        <w:spacing w:before="0" w:after="0"/>
      </w:pPr>
      <w:r w:rsidRPr="00C92D70">
        <w:t>Необходимое число контейнеров рассчитывается по формуле:</w:t>
      </w:r>
    </w:p>
    <w:p w:rsidR="007C08D3" w:rsidRPr="00C92D70" w:rsidRDefault="007C08D3" w:rsidP="00C23D5F">
      <w:pPr>
        <w:pStyle w:val="S5"/>
        <w:spacing w:before="0" w:after="0"/>
      </w:pPr>
      <w:r w:rsidRPr="00C92D70">
        <w:t>Бконт = Пгод t К1 / (365 V),</w:t>
      </w:r>
    </w:p>
    <w:p w:rsidR="007C08D3" w:rsidRPr="00C92D70" w:rsidRDefault="007C08D3" w:rsidP="00C23D5F">
      <w:pPr>
        <w:pStyle w:val="S5"/>
        <w:spacing w:before="0" w:after="0"/>
      </w:pPr>
      <w:r w:rsidRPr="00C92D70">
        <w:t>где  Пгод – годовое накопление муниципальных отходов, м3;</w:t>
      </w:r>
    </w:p>
    <w:p w:rsidR="007C08D3" w:rsidRPr="00C92D70" w:rsidRDefault="007C08D3" w:rsidP="00C23D5F">
      <w:pPr>
        <w:pStyle w:val="S5"/>
        <w:spacing w:before="0" w:after="0"/>
      </w:pPr>
      <w:r w:rsidRPr="00C92D70">
        <w:t>t   – периодичность удаления отходов, сут.;</w:t>
      </w:r>
    </w:p>
    <w:p w:rsidR="007C08D3" w:rsidRPr="00C92D70" w:rsidRDefault="007C08D3" w:rsidP="00C23D5F">
      <w:pPr>
        <w:pStyle w:val="S5"/>
        <w:spacing w:before="0" w:after="0"/>
      </w:pPr>
      <w:r w:rsidRPr="00C92D70">
        <w:t>К1 – коэффициент неравномерности отходов, 1,25;</w:t>
      </w:r>
    </w:p>
    <w:p w:rsidR="007C08D3" w:rsidRPr="00C92D70" w:rsidRDefault="007C08D3" w:rsidP="00C23D5F">
      <w:pPr>
        <w:pStyle w:val="S5"/>
        <w:spacing w:before="0" w:after="0"/>
      </w:pPr>
      <w:r w:rsidRPr="00C92D70">
        <w:t>V  – вместимость контейнера.</w:t>
      </w:r>
    </w:p>
    <w:p w:rsidR="007C08D3" w:rsidRPr="00C23D5F" w:rsidRDefault="007C08D3" w:rsidP="00327B9A">
      <w:pPr>
        <w:pStyle w:val="Heading2"/>
        <w:numPr>
          <w:ilvl w:val="1"/>
          <w:numId w:val="24"/>
        </w:numPr>
        <w:jc w:val="center"/>
      </w:pPr>
      <w:bookmarkStart w:id="133" w:name="_Toc393384077"/>
      <w:r w:rsidRPr="00C92D70">
        <w:t>Нормативные требования к размещению объектов утилизации и переработки отходов производства и потребления</w:t>
      </w:r>
      <w:bookmarkEnd w:id="133"/>
    </w:p>
    <w:p w:rsidR="007C08D3" w:rsidRPr="00C92D70" w:rsidRDefault="007C08D3" w:rsidP="00366F37">
      <w:pPr>
        <w:pStyle w:val="a4"/>
      </w:pPr>
      <w:r w:rsidRPr="00C92D70">
        <w:t>Производственные отходы (отработанные аккумуляторы, отработанных шины, макулатура древесные отходы, отходы полимеров и пластмасс, сухая зола, золошлаки ТЭЦ) подлежат переработке на специализированных предприятиях</w:t>
      </w:r>
    </w:p>
    <w:p w:rsidR="007C08D3" w:rsidRPr="00C92D70" w:rsidRDefault="007C08D3" w:rsidP="00366F37">
      <w:pPr>
        <w:pStyle w:val="a4"/>
      </w:pPr>
      <w:r w:rsidRPr="00C92D70">
        <w:t xml:space="preserve">Для оказания услуг по приему вторичных материальных ресурсов от населения используются приемные пункты, (макулатура, стекло, ПЭТ, отходы из полимеров, алюминиевые и консервные банки).  </w:t>
      </w:r>
    </w:p>
    <w:p w:rsidR="007C08D3" w:rsidRPr="00C92D70" w:rsidRDefault="007C08D3" w:rsidP="00C23D5F">
      <w:pPr>
        <w:pStyle w:val="a4"/>
      </w:pPr>
      <w:r w:rsidRPr="00C92D70">
        <w:t>Утилизация и переработка вторичных материальных ресурсов с получением готовой продукции и вторичного сырья ведется специализированными организациями.</w:t>
      </w:r>
    </w:p>
    <w:p w:rsidR="007C08D3" w:rsidRPr="00C92D70" w:rsidRDefault="007C08D3" w:rsidP="00C23D5F">
      <w:pPr>
        <w:pStyle w:val="a4"/>
      </w:pPr>
      <w:r w:rsidRPr="00C92D70">
        <w:t>Выбор участков под строительство предприятий по переработке, термическому обезвреживанию, утилизации и захоронению отходов должен осуществляться исходя из оценки возможностей использования территории для данных целей в соответствии с действующими санитарными нормами (</w:t>
      </w:r>
      <w:hyperlink r:id="rId24" w:anchor="I0" w:tgtFrame="_top" w:history="1">
        <w:r w:rsidRPr="00C92D70">
          <w:t>СанПиН 2.2.1/2.1.1.1200-03</w:t>
        </w:r>
      </w:hyperlink>
      <w:r w:rsidRPr="00C92D70">
        <w:t>, СанПиН 2.1.7.1322-03).</w:t>
      </w:r>
    </w:p>
    <w:p w:rsidR="007C08D3" w:rsidRPr="00C92D70" w:rsidRDefault="007C08D3" w:rsidP="00C23D5F">
      <w:pPr>
        <w:pStyle w:val="a4"/>
      </w:pPr>
      <w:r w:rsidRPr="00C92D70">
        <w:t>Полигоны для складирования отходов производства и потребления размещаются за пределами жилой зоны и на обособленных территориях с обеспечением нормативных санитарно-защитных зон в соответствии с требованиями санитарно-эпидемиологических правил и нормативов.</w:t>
      </w:r>
    </w:p>
    <w:p w:rsidR="007C08D3" w:rsidRPr="00C92D70" w:rsidRDefault="007C08D3" w:rsidP="00C23D5F">
      <w:pPr>
        <w:pStyle w:val="S5"/>
        <w:spacing w:before="0" w:after="0"/>
      </w:pPr>
      <w:r w:rsidRPr="00C92D70">
        <w:t>Размещение объекта складирования не допускается:</w:t>
      </w:r>
    </w:p>
    <w:p w:rsidR="007C08D3" w:rsidRPr="00C92D70" w:rsidRDefault="007C08D3" w:rsidP="00C23D5F">
      <w:pPr>
        <w:pStyle w:val="List"/>
        <w:spacing w:after="0"/>
      </w:pPr>
      <w:r w:rsidRPr="00C92D70">
        <w:t>на территории I, II и III поясов зон санитарной охраны водоисточников и минеральных источников;</w:t>
      </w:r>
    </w:p>
    <w:p w:rsidR="007C08D3" w:rsidRPr="00C92D70" w:rsidRDefault="007C08D3" w:rsidP="00C23D5F">
      <w:pPr>
        <w:pStyle w:val="List"/>
        <w:spacing w:after="0"/>
      </w:pPr>
      <w:r w:rsidRPr="00C92D70">
        <w:t>во всех поясах зоны санитарной охраны курортов;</w:t>
      </w:r>
    </w:p>
    <w:p w:rsidR="007C08D3" w:rsidRPr="00C92D70" w:rsidRDefault="007C08D3" w:rsidP="00C23D5F">
      <w:pPr>
        <w:pStyle w:val="List"/>
        <w:spacing w:after="0"/>
      </w:pPr>
      <w:r w:rsidRPr="00C92D70">
        <w:t>в зонах массового загородного отдыха населения и на территории лечебно-оздоровительных учреждений;</w:t>
      </w:r>
    </w:p>
    <w:p w:rsidR="007C08D3" w:rsidRPr="00C92D70" w:rsidRDefault="007C08D3" w:rsidP="00C23D5F">
      <w:pPr>
        <w:pStyle w:val="List"/>
        <w:spacing w:after="0"/>
      </w:pPr>
      <w:r w:rsidRPr="00C92D70">
        <w:t xml:space="preserve"> в рекреационных зонах;</w:t>
      </w:r>
    </w:p>
    <w:p w:rsidR="007C08D3" w:rsidRPr="00C92D70" w:rsidRDefault="007C08D3" w:rsidP="00C23D5F">
      <w:pPr>
        <w:pStyle w:val="List"/>
        <w:spacing w:after="0"/>
      </w:pPr>
      <w:r w:rsidRPr="00C92D70">
        <w:t>в местах выклинивания водоносных горизонтов;</w:t>
      </w:r>
    </w:p>
    <w:p w:rsidR="007C08D3" w:rsidRPr="00C92D70" w:rsidRDefault="007C08D3" w:rsidP="00C23D5F">
      <w:pPr>
        <w:pStyle w:val="List"/>
        <w:spacing w:after="0"/>
      </w:pPr>
      <w:r w:rsidRPr="00C92D70">
        <w:t>в границах установленных водоохранных зон открытых водоемов.</w:t>
      </w:r>
    </w:p>
    <w:p w:rsidR="007C08D3" w:rsidRPr="00C92D70" w:rsidRDefault="007C08D3" w:rsidP="00C23D5F">
      <w:pPr>
        <w:pStyle w:val="a4"/>
      </w:pPr>
      <w:r w:rsidRPr="00C92D70">
        <w:t>Объекты складирования отходов производства и потребления предназначаются для длительного их хранения при условии обеспечения санитарно-эпидемиологической безопасности населения на весь период их эксплуатации и после закрытия.</w:t>
      </w:r>
    </w:p>
    <w:p w:rsidR="007C08D3" w:rsidRPr="00C92D70" w:rsidRDefault="007C08D3" w:rsidP="00C23D5F">
      <w:pPr>
        <w:pStyle w:val="a4"/>
      </w:pPr>
      <w:r w:rsidRPr="00C92D70">
        <w:t>Выбор участка для размещения объекта осуществляется на альтернативной основе в соответствии с предпроектными проработками.</w:t>
      </w:r>
    </w:p>
    <w:p w:rsidR="007C08D3" w:rsidRPr="00C92D70" w:rsidRDefault="007C08D3" w:rsidP="00C23D5F">
      <w:pPr>
        <w:pStyle w:val="a4"/>
      </w:pPr>
      <w:r w:rsidRPr="00C92D70">
        <w:t>Не допускается размещение полигонов на заболачиваемых и подтопляемых территориях.</w:t>
      </w:r>
    </w:p>
    <w:p w:rsidR="007C08D3" w:rsidRPr="00C23D5F" w:rsidRDefault="007C08D3" w:rsidP="00327B9A">
      <w:pPr>
        <w:pStyle w:val="Heading2"/>
        <w:numPr>
          <w:ilvl w:val="1"/>
          <w:numId w:val="24"/>
        </w:numPr>
        <w:jc w:val="center"/>
      </w:pPr>
      <w:bookmarkStart w:id="134" w:name="_Toc393384079"/>
      <w:r w:rsidRPr="00C92D70">
        <w:t>Нормативные требования к утилизации отходов лечебно-профилактических учреждений.</w:t>
      </w:r>
      <w:bookmarkEnd w:id="134"/>
    </w:p>
    <w:p w:rsidR="007C08D3" w:rsidRPr="00C92D70" w:rsidRDefault="007C08D3" w:rsidP="00366F37">
      <w:pPr>
        <w:pStyle w:val="a4"/>
      </w:pPr>
      <w:r w:rsidRPr="00C92D70">
        <w:t>Неопасные отходы лечебно-профилактических учреждений могут быть захоронены на обычных полигонах по захоронению твердых бытовых отходов.</w:t>
      </w:r>
    </w:p>
    <w:p w:rsidR="007C08D3" w:rsidRPr="00C92D70" w:rsidRDefault="007C08D3" w:rsidP="00366F37">
      <w:pPr>
        <w:pStyle w:val="a4"/>
      </w:pPr>
      <w:r w:rsidRPr="00C92D70">
        <w:t>Опасные медицинские отходы необходимо уничтожать на специальных установках по обезвреживанию отходов лечебно-профилактических учреждений термическими методами.</w:t>
      </w:r>
    </w:p>
    <w:p w:rsidR="007C08D3" w:rsidRPr="00C92D70" w:rsidRDefault="007C08D3" w:rsidP="00366F37">
      <w:pPr>
        <w:pStyle w:val="a4"/>
      </w:pPr>
      <w:r w:rsidRPr="00C92D70">
        <w:t>Транспортирование, обезвреживание и захоронение медицинских отходов по составу близких к промышленным осуществляется в соответствии с гигиеническими требованиями предъявляемыми к порядку накопления, транспортирования, обезвреживания и захоронения токсичных промышленных отходов.</w:t>
      </w:r>
    </w:p>
    <w:p w:rsidR="007C08D3" w:rsidRPr="00C23D5F" w:rsidRDefault="007C08D3" w:rsidP="00327B9A">
      <w:pPr>
        <w:pStyle w:val="Heading2"/>
        <w:numPr>
          <w:ilvl w:val="1"/>
          <w:numId w:val="24"/>
        </w:numPr>
        <w:jc w:val="center"/>
      </w:pPr>
      <w:bookmarkStart w:id="135" w:name="_Toc393384080"/>
      <w:r w:rsidRPr="00C92D70">
        <w:t>Нормативные требования к размещению объектов утилизации токсичных отходов.</w:t>
      </w:r>
      <w:bookmarkEnd w:id="135"/>
    </w:p>
    <w:p w:rsidR="007C08D3" w:rsidRPr="00C92D70" w:rsidRDefault="007C08D3" w:rsidP="00366F37">
      <w:pPr>
        <w:pStyle w:val="a4"/>
      </w:pPr>
      <w:r w:rsidRPr="00C92D70">
        <w:t>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10(-6) см/с; на расстоянии не менее 2 метров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C08D3" w:rsidRPr="00C92D70" w:rsidRDefault="007C08D3" w:rsidP="00366F37">
      <w:pPr>
        <w:pStyle w:val="a4"/>
      </w:pPr>
      <w:r w:rsidRPr="00C92D70">
        <w:t>Не допускается размещение полигонов на заболачиваемых и подтопляемых территориях.</w:t>
      </w:r>
    </w:p>
    <w:p w:rsidR="007C08D3" w:rsidRPr="00C23D5F" w:rsidRDefault="007C08D3" w:rsidP="00327B9A">
      <w:pPr>
        <w:pStyle w:val="Heading2"/>
        <w:numPr>
          <w:ilvl w:val="1"/>
          <w:numId w:val="24"/>
        </w:numPr>
        <w:jc w:val="center"/>
      </w:pPr>
      <w:bookmarkStart w:id="136" w:name="_Toc393384081"/>
      <w:r w:rsidRPr="00C92D70">
        <w:t>Нормативные требования к размещению объектов утилизации биологических отходов.</w:t>
      </w:r>
      <w:bookmarkEnd w:id="136"/>
    </w:p>
    <w:p w:rsidR="007C08D3" w:rsidRPr="00C92D70" w:rsidRDefault="007C08D3" w:rsidP="00C23D5F">
      <w:pPr>
        <w:pStyle w:val="a4"/>
      </w:pPr>
      <w:r w:rsidRPr="00C92D70">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согласованному с местным центром санитарно-эпидемиологического надзора.</w:t>
      </w:r>
    </w:p>
    <w:p w:rsidR="007C08D3" w:rsidRPr="00C92D70" w:rsidRDefault="007C08D3" w:rsidP="00C23D5F">
      <w:pPr>
        <w:pStyle w:val="a4"/>
      </w:pPr>
      <w:r w:rsidRPr="00C92D70">
        <w:t>В соответствии с требованиями «Ветеринарно-санитарных правил сбора, утилизации и уничтожения биологических отходов», скотомогильники (биотермические ямы) размещают на сухом возвышенном участке земли площадью не менее 600 м2. Уровень стояния грунтовых вод должен быть не менее 2 м от поверхности земли.</w:t>
      </w:r>
    </w:p>
    <w:p w:rsidR="007C08D3" w:rsidRPr="00C92D70" w:rsidRDefault="007C08D3" w:rsidP="00C23D5F">
      <w:pPr>
        <w:pStyle w:val="S5"/>
        <w:spacing w:before="0" w:after="0"/>
      </w:pPr>
      <w:r w:rsidRPr="00C92D70">
        <w:t>Размер санитарно-защитной зоны от скотомогильника (биотермической ямы) до:</w:t>
      </w:r>
    </w:p>
    <w:p w:rsidR="007C08D3" w:rsidRPr="00C92D70" w:rsidRDefault="007C08D3" w:rsidP="00C23D5F">
      <w:pPr>
        <w:pStyle w:val="List"/>
        <w:spacing w:after="0"/>
      </w:pPr>
      <w:r w:rsidRPr="00C92D70">
        <w:t>жилых, общественных зданий, животноводческих ферм (комплексов) – 1000 м;</w:t>
      </w:r>
    </w:p>
    <w:p w:rsidR="007C08D3" w:rsidRPr="00C92D70" w:rsidRDefault="007C08D3" w:rsidP="00C23D5F">
      <w:pPr>
        <w:pStyle w:val="List"/>
        <w:spacing w:after="0"/>
      </w:pPr>
      <w:r w:rsidRPr="00C92D70">
        <w:t>скотопрогонов и пастбищ – 200 м;</w:t>
      </w:r>
    </w:p>
    <w:p w:rsidR="007C08D3" w:rsidRPr="00C92D70" w:rsidRDefault="007C08D3" w:rsidP="00C23D5F">
      <w:pPr>
        <w:pStyle w:val="List"/>
        <w:spacing w:after="0"/>
      </w:pPr>
      <w:r w:rsidRPr="00C92D70">
        <w:t>автомобильных, железных дорог в зависимости от их категории – 60-300 м.</w:t>
      </w:r>
    </w:p>
    <w:p w:rsidR="007C08D3" w:rsidRPr="00C92D70" w:rsidRDefault="007C08D3" w:rsidP="00C23D5F">
      <w:pPr>
        <w:pStyle w:val="a4"/>
      </w:pPr>
      <w:r w:rsidRPr="00C92D70">
        <w:t>В качестве объектов утилизации биологических отходов также возможно использование установок термической утилизации. Размещение установок термической утилизации биологических отходов производится на расстоянии не менее 1000 м до жилых, общественных зданий, животноводческих ферм (комплексов).</w:t>
      </w:r>
    </w:p>
    <w:p w:rsidR="007C08D3" w:rsidRPr="00C92D70" w:rsidRDefault="007C08D3" w:rsidP="00C23D5F">
      <w:pPr>
        <w:pStyle w:val="a4"/>
      </w:pPr>
      <w:r w:rsidRPr="00C92D70">
        <w:t>Размеры земельных участков установок термической утилизации биологических отходов  принимаются в соответствии с выбранным типом установки и техническими условиями эксплуатации.</w:t>
      </w:r>
    </w:p>
    <w:p w:rsidR="007C08D3" w:rsidRPr="00C92D70" w:rsidRDefault="007C08D3" w:rsidP="00C23D5F">
      <w:pPr>
        <w:pStyle w:val="a4"/>
      </w:pPr>
      <w:r w:rsidRPr="00C92D70">
        <w:t>Размещение скотомогильников (биотермических ям)  и установок термической утилизации биологических отходов в водоохранной, лесопарковой и заповедной зонах категорически запрещается.</w:t>
      </w:r>
    </w:p>
    <w:p w:rsidR="007C08D3" w:rsidRPr="00C92D70" w:rsidRDefault="007C08D3" w:rsidP="007C2856">
      <w:pPr>
        <w:pStyle w:val="Heading1"/>
        <w:numPr>
          <w:ilvl w:val="0"/>
          <w:numId w:val="24"/>
        </w:numPr>
      </w:pPr>
      <w:bookmarkStart w:id="137" w:name="_Toc393384082"/>
      <w:r w:rsidRPr="00C92D70">
        <w:t>Нормативы обеспеченности организации в границах муниципального района мероприятий по гражданской обороне, защите населения и территории муниципального района от чрезвычайных ситуаций природного и техногенного характера</w:t>
      </w:r>
      <w:bookmarkEnd w:id="137"/>
    </w:p>
    <w:p w:rsidR="007C08D3" w:rsidRPr="004151FD" w:rsidRDefault="007C08D3" w:rsidP="00327B9A">
      <w:pPr>
        <w:pStyle w:val="Heading2"/>
        <w:numPr>
          <w:ilvl w:val="1"/>
          <w:numId w:val="24"/>
        </w:numPr>
        <w:jc w:val="center"/>
      </w:pPr>
      <w:bookmarkStart w:id="138" w:name="_Toc393384083"/>
      <w:r w:rsidRPr="00C92D70">
        <w:t>Нормативные требования к разработке мероприятий по гражданской обороне, защите населения и территории муниципального района от чрезвычайных ситуаций природного и техногенного характера.</w:t>
      </w:r>
      <w:bookmarkEnd w:id="138"/>
    </w:p>
    <w:p w:rsidR="007C08D3" w:rsidRPr="00C92D70" w:rsidRDefault="007C08D3" w:rsidP="00366F37">
      <w:pPr>
        <w:pStyle w:val="a4"/>
      </w:pPr>
      <w:r w:rsidRPr="00C92D70">
        <w:t>Мероприятия по гражданской обороне разрабатываются органами местного самоуправления муниципальных районов в соответствии с требованиями Федерального закона  «О гражданской обороне».</w:t>
      </w:r>
    </w:p>
    <w:p w:rsidR="007C08D3" w:rsidRPr="00C92D70" w:rsidRDefault="007C08D3" w:rsidP="00366F37">
      <w:pPr>
        <w:pStyle w:val="a4"/>
      </w:pPr>
      <w:r w:rsidRPr="00C92D70">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районов в соответствии с требованиями Федерального закона </w:t>
      </w:r>
      <w:r>
        <w:t xml:space="preserve"> от 21.12.1994 №68</w:t>
      </w:r>
      <w:r w:rsidRPr="00C92D70">
        <w:t>«О защите населения и территорий от чрезвычайных ситуаций природного и техногенного характера» с учетом тр</w:t>
      </w:r>
      <w:r>
        <w:t xml:space="preserve">ебований ГОСТ Р </w:t>
      </w:r>
      <w:r w:rsidRPr="00C92D70">
        <w:t>22.0.07-95</w:t>
      </w:r>
      <w:r>
        <w:t xml:space="preserve"> «Безопасность в чрезвычайных ситуациях. Классификация и номенклатура поражающих факторов и их параметров»</w:t>
      </w:r>
      <w:r w:rsidRPr="00C92D70">
        <w:t>.</w:t>
      </w:r>
    </w:p>
    <w:p w:rsidR="007C08D3" w:rsidRPr="00C92D70" w:rsidRDefault="007C08D3" w:rsidP="00366F37">
      <w:pPr>
        <w:pStyle w:val="a4"/>
      </w:pPr>
      <w:r w:rsidRPr="00C92D70">
        <w:t>При разработке документов территориального планирования и документов по планировке территории необходимо учитывать паспорта безопасности муниципальных районов и населённых пунктов, расположенных на межселенной территории.</w:t>
      </w:r>
    </w:p>
    <w:p w:rsidR="007C08D3" w:rsidRPr="00C92D70" w:rsidRDefault="007C08D3" w:rsidP="00366F37">
      <w:pPr>
        <w:pStyle w:val="a4"/>
      </w:pPr>
      <w:r w:rsidRPr="00C92D70">
        <w:t>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w:t>
      </w:r>
      <w:r>
        <w:t xml:space="preserve"> Красноярскому краю или отделом</w:t>
      </w:r>
      <w:r w:rsidRPr="00C92D70">
        <w:t xml:space="preserve"> ГО и</w:t>
      </w:r>
      <w:r>
        <w:t xml:space="preserve"> ЧС администрации Абанского</w:t>
      </w:r>
      <w:r w:rsidRPr="00C92D70">
        <w:t xml:space="preserve"> района.</w:t>
      </w:r>
    </w:p>
    <w:p w:rsidR="007C08D3" w:rsidRPr="004151FD" w:rsidRDefault="007C08D3" w:rsidP="00327B9A">
      <w:pPr>
        <w:pStyle w:val="Heading2"/>
        <w:numPr>
          <w:ilvl w:val="1"/>
          <w:numId w:val="24"/>
        </w:numPr>
        <w:jc w:val="center"/>
      </w:pPr>
      <w:bookmarkStart w:id="139" w:name="_Toc393384085"/>
      <w:r w:rsidRPr="00C92D70">
        <w:t>Нормативные показатели  пожарной безопасности населенных пунктов</w:t>
      </w:r>
      <w:bookmarkEnd w:id="139"/>
    </w:p>
    <w:p w:rsidR="007C08D3" w:rsidRDefault="007C08D3" w:rsidP="00AA78C3">
      <w:pPr>
        <w:pStyle w:val="S5"/>
        <w:spacing w:before="0" w:after="0"/>
      </w:pPr>
      <w:r w:rsidRPr="00C92D70">
        <w:t>Нормативные показатели  пожарной безопасности населенных пунктов следует прини</w:t>
      </w:r>
      <w:r>
        <w:t>мать в соответствии с главой 15</w:t>
      </w:r>
    </w:p>
    <w:p w:rsidR="007C08D3" w:rsidRDefault="007C08D3" w:rsidP="00AA78C3">
      <w:pPr>
        <w:pStyle w:val="S5"/>
        <w:spacing w:before="0" w:after="0"/>
        <w:ind w:firstLine="0"/>
      </w:pPr>
      <w:r>
        <w:t>1.</w:t>
      </w:r>
      <w:r w:rsidRPr="00C92D70">
        <w:t xml:space="preserve">«Требования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w:t>
      </w:r>
    </w:p>
    <w:p w:rsidR="007C08D3" w:rsidRPr="00C92D70" w:rsidRDefault="007C08D3" w:rsidP="00AA78C3">
      <w:pPr>
        <w:pStyle w:val="S5"/>
        <w:spacing w:before="0" w:after="0"/>
        <w:ind w:firstLine="0"/>
      </w:pPr>
      <w:r>
        <w:t>2. «</w:t>
      </w:r>
      <w:r w:rsidRPr="00C92D70">
        <w:t>Технического регламента о тр</w:t>
      </w:r>
      <w:r>
        <w:t xml:space="preserve">ебованиях пожарной безопасности» </w:t>
      </w:r>
      <w:r w:rsidRPr="00C92D70">
        <w:t>(Федеральный закон от 22 июля 2008 г. № 123-ФЗ).</w:t>
      </w:r>
    </w:p>
    <w:p w:rsidR="007C08D3" w:rsidRPr="004151FD" w:rsidRDefault="007C08D3" w:rsidP="00980FC7">
      <w:pPr>
        <w:pStyle w:val="Heading2"/>
        <w:numPr>
          <w:ilvl w:val="1"/>
          <w:numId w:val="24"/>
        </w:numPr>
        <w:jc w:val="center"/>
      </w:pPr>
      <w:bookmarkStart w:id="140" w:name="_Toc393384086"/>
      <w:r w:rsidRPr="00C92D70">
        <w:t>Нормативные требования по защите территорий от затопления и подтопления</w:t>
      </w:r>
      <w:bookmarkEnd w:id="140"/>
    </w:p>
    <w:p w:rsidR="007C08D3" w:rsidRPr="00C92D70" w:rsidRDefault="007C08D3" w:rsidP="00D65F2A">
      <w:pPr>
        <w:pStyle w:val="a4"/>
      </w:pPr>
      <w:r w:rsidRPr="00C92D70">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7C08D3" w:rsidRPr="00C92D70" w:rsidRDefault="007C08D3" w:rsidP="00D65F2A">
      <w:pPr>
        <w:pStyle w:val="a4"/>
      </w:pPr>
      <w:r w:rsidRPr="00C92D70">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7C08D3" w:rsidRPr="00C92D70" w:rsidRDefault="007C08D3" w:rsidP="00D65F2A">
      <w:pPr>
        <w:pStyle w:val="a4"/>
      </w:pPr>
      <w:r w:rsidRPr="00C92D70">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7C08D3" w:rsidRPr="00C92D70" w:rsidRDefault="007C08D3" w:rsidP="00D65F2A">
      <w:pPr>
        <w:pStyle w:val="a4"/>
      </w:pPr>
      <w:r w:rsidRPr="00C92D70">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7C08D3" w:rsidRPr="00C92D70" w:rsidRDefault="007C08D3" w:rsidP="00D65F2A">
      <w:pPr>
        <w:pStyle w:val="a4"/>
      </w:pPr>
      <w:r w:rsidRPr="00C92D70">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7C08D3" w:rsidRDefault="007C08D3" w:rsidP="00D65F2A">
      <w:pPr>
        <w:pStyle w:val="a4"/>
      </w:pPr>
      <w:r w:rsidRPr="00C92D70">
        <w:t>Понижение уровня грунтовых вод должно обеспечиваться на территории капитальной застройки - не менее 2 м от проектной отметки поверхности; на территории стадионов, парков, скверов и других зеленых насаждений - не менее 1 м, на территории крупных промышленных зон и комплексов не менее 15 м.</w:t>
      </w:r>
    </w:p>
    <w:p w:rsidR="007C08D3" w:rsidRPr="00C92D70" w:rsidRDefault="007C08D3" w:rsidP="00D65F2A">
      <w:pPr>
        <w:pStyle w:val="a4"/>
      </w:pPr>
    </w:p>
    <w:p w:rsidR="007C08D3" w:rsidRPr="007B53B5" w:rsidRDefault="007C08D3" w:rsidP="00980FC7">
      <w:pPr>
        <w:pStyle w:val="Heading1"/>
        <w:numPr>
          <w:ilvl w:val="0"/>
          <w:numId w:val="24"/>
        </w:numPr>
        <w:spacing w:before="0" w:after="0"/>
        <w:ind w:left="0"/>
      </w:pPr>
      <w:bookmarkStart w:id="141" w:name="_Toc393384087"/>
      <w:r w:rsidRPr="00C92D70">
        <w:t>Нормативы обеспеченности орган</w:t>
      </w:r>
      <w:r>
        <w:t>изации в Абанском  районе</w:t>
      </w:r>
      <w:r w:rsidRPr="00C92D70">
        <w:t xml:space="preserve"> участия в предупреждении и ликвидации последствий чрезв</w:t>
      </w:r>
      <w:r>
        <w:t>ычайных ситуаций на территории Абанского</w:t>
      </w:r>
      <w:r w:rsidRPr="00C92D70">
        <w:t xml:space="preserve"> района</w:t>
      </w:r>
      <w:bookmarkEnd w:id="141"/>
    </w:p>
    <w:p w:rsidR="007C08D3" w:rsidRPr="00C92D70" w:rsidRDefault="007C08D3" w:rsidP="007B53B5">
      <w:pPr>
        <w:pStyle w:val="S5"/>
        <w:spacing w:before="0" w:after="0"/>
      </w:pPr>
      <w:r w:rsidRPr="00C92D70">
        <w:t>Инженерно-технические мероприятия гражданской обороны и предупреждения чрезвычайных ситуаций (далее - ИТМ ГОЧС) должны учитываться при:</w:t>
      </w:r>
    </w:p>
    <w:p w:rsidR="007C08D3" w:rsidRPr="00C92D70" w:rsidRDefault="007C08D3" w:rsidP="007B53B5">
      <w:pPr>
        <w:pStyle w:val="List"/>
        <w:spacing w:after="0"/>
      </w:pPr>
      <w:r w:rsidRPr="00C92D70">
        <w:t>подготовке документов территориального планирования муниципальных районов;</w:t>
      </w:r>
    </w:p>
    <w:p w:rsidR="007C08D3" w:rsidRPr="00C92D70" w:rsidRDefault="007C08D3" w:rsidP="007B53B5">
      <w:pPr>
        <w:pStyle w:val="List"/>
        <w:spacing w:after="0"/>
      </w:pPr>
      <w:r w:rsidRPr="00C92D70">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7C08D3" w:rsidRDefault="007C08D3" w:rsidP="007B53B5">
      <w:pPr>
        <w:pStyle w:val="List"/>
        <w:spacing w:after="0"/>
      </w:pPr>
      <w:r w:rsidRPr="00C92D70">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7C08D3" w:rsidRPr="00C92D70" w:rsidRDefault="007C08D3" w:rsidP="007B53B5">
      <w:pPr>
        <w:pStyle w:val="List"/>
        <w:spacing w:after="0"/>
      </w:pPr>
    </w:p>
    <w:p w:rsidR="007C08D3" w:rsidRPr="007B53B5" w:rsidRDefault="007C08D3" w:rsidP="00980FC7">
      <w:pPr>
        <w:pStyle w:val="Heading1"/>
        <w:numPr>
          <w:ilvl w:val="0"/>
          <w:numId w:val="24"/>
        </w:numPr>
        <w:spacing w:before="0" w:after="0"/>
        <w:ind w:left="0"/>
      </w:pPr>
      <w:bookmarkStart w:id="142" w:name="_Toc393384088"/>
      <w:r w:rsidRPr="00C92D70">
        <w:t>Нормативы обеспеченности организации в границах муниципального района мероприятий по обеспечению безопасности людей на водных объектах, охране их жизни и здоровья.</w:t>
      </w:r>
      <w:bookmarkEnd w:id="142"/>
    </w:p>
    <w:p w:rsidR="007C08D3" w:rsidRPr="00C92D70" w:rsidRDefault="007C08D3" w:rsidP="00D65F2A">
      <w:pPr>
        <w:pStyle w:val="a4"/>
      </w:pPr>
      <w:r w:rsidRPr="00C92D70">
        <w:t xml:space="preserve">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w:t>
      </w:r>
    </w:p>
    <w:p w:rsidR="007C08D3" w:rsidRPr="00C92D70" w:rsidRDefault="007C08D3" w:rsidP="00D65F2A">
      <w:pPr>
        <w:pStyle w:val="a4"/>
      </w:pPr>
      <w:r w:rsidRPr="00C92D70">
        <w:t>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7C08D3" w:rsidRPr="00C92D70" w:rsidRDefault="007C08D3" w:rsidP="00D65F2A">
      <w:pPr>
        <w:pStyle w:val="a4"/>
      </w:pPr>
      <w:r w:rsidRPr="00C92D70">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7C08D3" w:rsidRPr="00C92D70" w:rsidRDefault="007C08D3" w:rsidP="00D65F2A">
      <w:pPr>
        <w:pStyle w:val="a4"/>
      </w:pPr>
      <w:r w:rsidRPr="00C92D70">
        <w:t>Использование береговой полосы и водных объектов для купания и удовлетворения личных и бытовых нужд граждан осуществляется в соответствии с правилами использования водных объектов общего пользования, устанавливаемыми органами местного самоуправления.</w:t>
      </w:r>
    </w:p>
    <w:p w:rsidR="007C08D3" w:rsidRPr="00C92D70" w:rsidRDefault="007C08D3" w:rsidP="00D65F2A">
      <w:pPr>
        <w:pStyle w:val="a4"/>
      </w:pPr>
      <w:r w:rsidRPr="00C92D70">
        <w:t>Организованные места рекреации водных объектов должны быть оборудованы спасательными станциями: 1 спасательная станция - на каждый организованный пляж.</w:t>
      </w:r>
    </w:p>
    <w:p w:rsidR="007C08D3" w:rsidRPr="00C92D70" w:rsidRDefault="007C08D3" w:rsidP="005E63BC">
      <w:pPr>
        <w:pStyle w:val="Heading1"/>
        <w:numPr>
          <w:ilvl w:val="0"/>
          <w:numId w:val="24"/>
        </w:numPr>
        <w:ind w:left="-284"/>
      </w:pPr>
      <w:bookmarkStart w:id="143" w:name="_Toc393384089"/>
      <w:r w:rsidRPr="00C92D70">
        <w:t xml:space="preserve">Нормативы обеспеченности организации в </w:t>
      </w:r>
      <w:r>
        <w:t>границах Абанского</w:t>
      </w:r>
      <w:r w:rsidRPr="00C92D70">
        <w:t xml:space="preserve"> района осуществления в пределах, установленных водным законодательством РФ, полномочий собственника водных объектов, использования водных объектов общего пользования для личных и бытовых нужд.</w:t>
      </w:r>
      <w:bookmarkEnd w:id="143"/>
    </w:p>
    <w:p w:rsidR="007C08D3" w:rsidRPr="00C92D70" w:rsidRDefault="007C08D3" w:rsidP="00D65F2A">
      <w:pPr>
        <w:pStyle w:val="a4"/>
      </w:pPr>
      <w:bookmarkStart w:id="144" w:name="_Toc393384090"/>
      <w:r w:rsidRPr="00C92D70">
        <w:t xml:space="preserve">Полномочия собственников водных объектов устанавливаются в соответствии с Водным кодексом Российской Федерации (ст. 24-27). </w:t>
      </w:r>
    </w:p>
    <w:p w:rsidR="007C08D3" w:rsidRPr="00C92D70" w:rsidRDefault="007C08D3" w:rsidP="00D65F2A">
      <w:pPr>
        <w:pStyle w:val="a4"/>
      </w:pPr>
      <w:r w:rsidRPr="00C92D70">
        <w:t>Водные объекты находятся в собственности Российской Федерации,  за исключением прудов, обводненных карьеров, расположенных в границах земельного участка, принадлежащего на праве собственности субъекту Российской Федерации, муниципальному образованию, физическому лицу или юридическому лицу.</w:t>
      </w:r>
    </w:p>
    <w:p w:rsidR="007C08D3" w:rsidRPr="00C92D70" w:rsidRDefault="007C08D3" w:rsidP="00D65F2A">
      <w:pPr>
        <w:autoSpaceDE w:val="0"/>
        <w:autoSpaceDN w:val="0"/>
        <w:adjustRightInd w:val="0"/>
        <w:ind w:firstLine="540"/>
      </w:pPr>
      <w:r w:rsidRPr="00C92D70">
        <w:t>В рамках полномочий по осуществлению мер по охране водных объектов, в соответствии со статьей 65 Водного кодекса устанавливаются водоохранные и прибрежные защитные полосы водных объектов.</w:t>
      </w:r>
    </w:p>
    <w:p w:rsidR="007C08D3" w:rsidRPr="00C92D70" w:rsidRDefault="007C08D3" w:rsidP="00D65F2A">
      <w:pPr>
        <w:autoSpaceDE w:val="0"/>
        <w:autoSpaceDN w:val="0"/>
        <w:adjustRightInd w:val="0"/>
        <w:ind w:firstLine="540"/>
      </w:pPr>
      <w:r w:rsidRPr="00C92D70">
        <w:t xml:space="preserve">Собственниками водных объектов должны осуществляться меры по предотвращению негативного воздействия вод и ликвидации его последствий. </w:t>
      </w:r>
    </w:p>
    <w:p w:rsidR="007C08D3" w:rsidRPr="00C92D70" w:rsidRDefault="007C08D3" w:rsidP="00D65F2A">
      <w:pPr>
        <w:autoSpaceDE w:val="0"/>
        <w:autoSpaceDN w:val="0"/>
        <w:adjustRightInd w:val="0"/>
        <w:ind w:firstLine="540"/>
      </w:pPr>
      <w:r w:rsidRPr="00C92D70">
        <w:t>Собственники водных объектов осуществляют строительство  сооружений инженерной защиты территории, необходимые для предупреждения чрезвычайных ситуаций и ликвидации последствий вызванных негативным воздействием вод.</w:t>
      </w:r>
    </w:p>
    <w:p w:rsidR="007C08D3" w:rsidRPr="00C92D70" w:rsidRDefault="007C08D3" w:rsidP="00D65F2A">
      <w:pPr>
        <w:pStyle w:val="a4"/>
      </w:pPr>
      <w:r w:rsidRPr="00C92D70">
        <w:t xml:space="preserve">Муниципальные образования, являясь согласно </w:t>
      </w:r>
      <w:hyperlink r:id="rId25" w:history="1">
        <w:r w:rsidRPr="00C92D70">
          <w:t>ч.1 ст.7</w:t>
        </w:r>
      </w:hyperlink>
      <w:r w:rsidRPr="00C92D70">
        <w:t xml:space="preserve"> Водного кодекса РФ участниками водных отношений, наделяются в отношении водных объектов, находящихся в муниципальной собственности, полномочиями, перечень которых установлен ст.27 Водного кодекса РФ.</w:t>
      </w:r>
    </w:p>
    <w:p w:rsidR="007C08D3" w:rsidRPr="00C92D70" w:rsidRDefault="007C08D3" w:rsidP="00D65F2A">
      <w:pPr>
        <w:pStyle w:val="a4"/>
      </w:pPr>
      <w:r w:rsidRPr="00C92D70">
        <w:t>Так, к полномочиям органов местного самоуправления в отношении водных объектов, находящихся в собственности муниципальных районов, относятся:</w:t>
      </w:r>
    </w:p>
    <w:p w:rsidR="007C08D3" w:rsidRPr="00C92D70" w:rsidRDefault="007C08D3" w:rsidP="00D65F2A">
      <w:pPr>
        <w:pStyle w:val="a4"/>
      </w:pPr>
      <w:r w:rsidRPr="00C92D70">
        <w:t>1) владение, пользование, распоряжение такими водными объектами;</w:t>
      </w:r>
    </w:p>
    <w:p w:rsidR="007C08D3" w:rsidRPr="00C92D70" w:rsidRDefault="007C08D3" w:rsidP="00D65F2A">
      <w:pPr>
        <w:pStyle w:val="a4"/>
      </w:pPr>
      <w:r w:rsidRPr="00C92D70">
        <w:t>2) осуществление мер по предотвращению негативного воздействия вод и ликвидации его последствий;</w:t>
      </w:r>
    </w:p>
    <w:p w:rsidR="007C08D3" w:rsidRPr="00C92D70" w:rsidRDefault="007C08D3" w:rsidP="00D65F2A">
      <w:pPr>
        <w:pStyle w:val="a4"/>
      </w:pPr>
      <w:r w:rsidRPr="00C92D70">
        <w:t>3) осуществление мер по охране таких водных объектов;</w:t>
      </w:r>
    </w:p>
    <w:p w:rsidR="007C08D3" w:rsidRPr="00C92D70" w:rsidRDefault="007C08D3" w:rsidP="00D65F2A">
      <w:pPr>
        <w:pStyle w:val="a4"/>
      </w:pPr>
      <w:r w:rsidRPr="00C92D70">
        <w:t>4) установление ставок платы за пользование такими водными объектами, порядка расчета и взимания этой платы.</w:t>
      </w:r>
    </w:p>
    <w:p w:rsidR="007C08D3" w:rsidRPr="00C92D70" w:rsidRDefault="007C08D3" w:rsidP="00D65F2A">
      <w:pPr>
        <w:autoSpaceDE w:val="0"/>
        <w:autoSpaceDN w:val="0"/>
        <w:adjustRightInd w:val="0"/>
        <w:ind w:firstLine="540"/>
      </w:pPr>
      <w:r w:rsidRPr="00C92D70">
        <w:t>Органы местн</w:t>
      </w:r>
      <w:r>
        <w:t>ого самоуправления муниципального образования</w:t>
      </w:r>
      <w:r w:rsidRPr="00C92D70">
        <w:t xml:space="preserve">  могут устанавливать правила использования водных объектов общего пользования</w:t>
      </w:r>
      <w:r>
        <w:t>, расположенных на территории муниципального образования.</w:t>
      </w:r>
      <w:r w:rsidRPr="00C92D70">
        <w:t xml:space="preserve"> </w:t>
      </w:r>
    </w:p>
    <w:p w:rsidR="007C08D3" w:rsidRPr="00C92D70" w:rsidRDefault="007C08D3" w:rsidP="00D65F2A">
      <w:pPr>
        <w:pStyle w:val="a4"/>
      </w:pPr>
      <w:r w:rsidRPr="00C92D70">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7C08D3" w:rsidRPr="00C92D70" w:rsidRDefault="007C08D3" w:rsidP="00D65F2A">
      <w:pPr>
        <w:pStyle w:val="a4"/>
      </w:pPr>
      <w:r w:rsidRPr="00C92D70">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7C08D3" w:rsidRPr="00C92D70" w:rsidRDefault="007C08D3" w:rsidP="00D65F2A">
      <w:pPr>
        <w:pStyle w:val="a4"/>
      </w:pPr>
      <w:r w:rsidRPr="00C92D70">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7C08D3" w:rsidRPr="00C92D70" w:rsidRDefault="007C08D3" w:rsidP="00D65F2A">
      <w:pPr>
        <w:pStyle w:val="a4"/>
      </w:pPr>
      <w:r w:rsidRPr="00C92D70">
        <w:t>Информация об ограничении водопользования на водных объектах общего пользования, устанавливаемом муниципальными правовыми актами, доводится до сведения населения через средства массовой информации, а также посредством установки специальных информационных знаков, стендов и щитов вдоль берегов водных объектов общего пользования.</w:t>
      </w:r>
    </w:p>
    <w:p w:rsidR="007C08D3" w:rsidRPr="00C92D70" w:rsidRDefault="007C08D3" w:rsidP="00D65F2A">
      <w:pPr>
        <w:pStyle w:val="a4"/>
      </w:pPr>
      <w:r w:rsidRPr="00C92D70">
        <w:t>Размещение информации о местах массового отдыха у воды, изготовление и установка в целях безопасности средств оповещения о запретах и ограничениях водопользования на водных объектах общего пользования, предоставление экологической информации по вопросам использования и охраны водных объектов осуществляется органами местного самоуправления муниципальных районов в соответствии с функциональными обязанностями и полномочиями.</w:t>
      </w:r>
    </w:p>
    <w:p w:rsidR="007C08D3" w:rsidRPr="00C92D70" w:rsidRDefault="007C08D3" w:rsidP="00F73715">
      <w:pPr>
        <w:pStyle w:val="Heading1"/>
        <w:numPr>
          <w:ilvl w:val="0"/>
          <w:numId w:val="24"/>
        </w:numPr>
      </w:pPr>
      <w:r w:rsidRPr="00C92D70">
        <w:t>Нормативы обеспеченности орган</w:t>
      </w:r>
      <w:r>
        <w:t>изации в границах Абанского</w:t>
      </w:r>
      <w:r w:rsidRPr="00C92D70">
        <w:t xml:space="preserve"> района организации мероприятий межпоселенческого характера по охране окружающей среды</w:t>
      </w:r>
      <w:bookmarkEnd w:id="144"/>
      <w:r w:rsidRPr="00C92D70">
        <w:t xml:space="preserve"> </w:t>
      </w:r>
    </w:p>
    <w:p w:rsidR="007C08D3" w:rsidRPr="00C92D70" w:rsidRDefault="007C08D3" w:rsidP="007B53B5">
      <w:pPr>
        <w:pStyle w:val="Heading2"/>
        <w:numPr>
          <w:ilvl w:val="1"/>
          <w:numId w:val="24"/>
        </w:numPr>
        <w:jc w:val="center"/>
      </w:pPr>
      <w:bookmarkStart w:id="145" w:name="_Toc393384091"/>
      <w:r w:rsidRPr="00C92D70">
        <w:t>Предельные значения допустимых уровней воздействия на среду и человека для различных функциональных зон</w:t>
      </w:r>
      <w:bookmarkEnd w:id="145"/>
    </w:p>
    <w:p w:rsidR="007C08D3" w:rsidRPr="00C92D70" w:rsidRDefault="007C08D3" w:rsidP="00D65F2A">
      <w:pPr>
        <w:pStyle w:val="S5"/>
      </w:pPr>
      <w:r w:rsidRPr="00C92D70">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приведенными ниже (</w:t>
      </w:r>
      <w:r>
        <w:t>Таблица 26</w:t>
      </w:r>
      <w:r w:rsidRPr="00C92D70">
        <w:t>).</w:t>
      </w:r>
    </w:p>
    <w:p w:rsidR="007C08D3" w:rsidRPr="00C92D70" w:rsidRDefault="007C08D3" w:rsidP="00D65F2A">
      <w:pPr>
        <w:pStyle w:val="Caption"/>
        <w:jc w:val="right"/>
      </w:pPr>
      <w:bookmarkStart w:id="146" w:name="_Ref388430902"/>
      <w:r w:rsidRPr="00C92D70">
        <w:t xml:space="preserve">Таблица </w:t>
      </w:r>
      <w:bookmarkEnd w:id="146"/>
      <w:r>
        <w:t>26</w:t>
      </w:r>
    </w:p>
    <w:p w:rsidR="007C08D3" w:rsidRPr="00C92D70" w:rsidRDefault="007C08D3" w:rsidP="00D65F2A">
      <w:pPr>
        <w:pStyle w:val="Caption"/>
      </w:pPr>
      <w:r w:rsidRPr="00C92D70">
        <w:t>Разрешенные параметры допустимых уровней воздействия на человека и условия проживания</w:t>
      </w:r>
    </w:p>
    <w:tbl>
      <w:tblPr>
        <w:tblW w:w="9781" w:type="dxa"/>
        <w:jc w:val="center"/>
        <w:tblLayout w:type="fixed"/>
        <w:tblLook w:val="0000"/>
      </w:tblPr>
      <w:tblGrid>
        <w:gridCol w:w="2199"/>
        <w:gridCol w:w="1629"/>
        <w:gridCol w:w="1984"/>
        <w:gridCol w:w="1985"/>
        <w:gridCol w:w="1984"/>
      </w:tblGrid>
      <w:tr w:rsidR="007C08D3" w:rsidRPr="00C92D70" w:rsidTr="007B3255">
        <w:trPr>
          <w:trHeight w:val="20"/>
          <w:tblHeader/>
          <w:jc w:val="center"/>
        </w:trPr>
        <w:tc>
          <w:tcPr>
            <w:tcW w:w="2199" w:type="dxa"/>
            <w:tcBorders>
              <w:top w:val="single" w:sz="4" w:space="0" w:color="000000"/>
              <w:left w:val="single" w:sz="4" w:space="0" w:color="000000"/>
              <w:bottom w:val="single" w:sz="4" w:space="0" w:color="000000"/>
            </w:tcBorders>
            <w:vAlign w:val="center"/>
          </w:tcPr>
          <w:p w:rsidR="007C08D3" w:rsidRPr="00C92D70" w:rsidRDefault="007C08D3" w:rsidP="007B3255">
            <w:pPr>
              <w:pStyle w:val="ConsNonformat"/>
              <w:snapToGrid w:val="0"/>
              <w:ind w:left="-57" w:right="-57"/>
              <w:jc w:val="center"/>
              <w:rPr>
                <w:rFonts w:ascii="Times New Roman" w:hAnsi="Times New Roman"/>
                <w:b/>
              </w:rPr>
            </w:pPr>
            <w:r w:rsidRPr="00C92D70">
              <w:rPr>
                <w:rFonts w:ascii="Times New Roman" w:hAnsi="Times New Roman"/>
                <w:b/>
              </w:rPr>
              <w:t>Функциональная зона</w:t>
            </w:r>
          </w:p>
        </w:tc>
        <w:tc>
          <w:tcPr>
            <w:tcW w:w="1629" w:type="dxa"/>
            <w:tcBorders>
              <w:top w:val="single" w:sz="4" w:space="0" w:color="000000"/>
              <w:left w:val="single" w:sz="4" w:space="0" w:color="000000"/>
              <w:bottom w:val="single" w:sz="4" w:space="0" w:color="000000"/>
            </w:tcBorders>
            <w:vAlign w:val="center"/>
          </w:tcPr>
          <w:p w:rsidR="007C08D3" w:rsidRPr="00C92D70" w:rsidRDefault="007C08D3" w:rsidP="007B3255">
            <w:pPr>
              <w:pStyle w:val="ConsNonformat"/>
              <w:snapToGrid w:val="0"/>
              <w:ind w:left="-57" w:right="-57"/>
              <w:jc w:val="center"/>
              <w:rPr>
                <w:rFonts w:ascii="Times New Roman" w:hAnsi="Times New Roman"/>
                <w:b/>
              </w:rPr>
            </w:pPr>
            <w:r w:rsidRPr="00C92D70">
              <w:rPr>
                <w:rFonts w:ascii="Times New Roman" w:hAnsi="Times New Roman"/>
                <w:b/>
              </w:rPr>
              <w:t>Максимальный уровень звукового воздействия, дБА</w:t>
            </w:r>
          </w:p>
        </w:tc>
        <w:tc>
          <w:tcPr>
            <w:tcW w:w="1984" w:type="dxa"/>
            <w:tcBorders>
              <w:top w:val="single" w:sz="4" w:space="0" w:color="000000"/>
              <w:left w:val="single" w:sz="4" w:space="0" w:color="000000"/>
              <w:bottom w:val="single" w:sz="4" w:space="0" w:color="000000"/>
            </w:tcBorders>
            <w:vAlign w:val="center"/>
          </w:tcPr>
          <w:p w:rsidR="007C08D3" w:rsidRPr="00C92D70" w:rsidRDefault="007C08D3" w:rsidP="007B3255">
            <w:pPr>
              <w:pStyle w:val="ConsNonformat"/>
              <w:snapToGrid w:val="0"/>
              <w:ind w:left="-57" w:right="-57"/>
              <w:jc w:val="center"/>
              <w:rPr>
                <w:rFonts w:ascii="Times New Roman" w:hAnsi="Times New Roman"/>
                <w:b/>
              </w:rPr>
            </w:pPr>
            <w:r w:rsidRPr="00C92D70">
              <w:rPr>
                <w:rFonts w:ascii="Times New Roman" w:hAnsi="Times New Roman"/>
                <w:b/>
              </w:rPr>
              <w:t>Максимальный уровень загрязнения атмосферного воздуха (предельно допустимые концентрации (ПДК)</w:t>
            </w:r>
          </w:p>
        </w:tc>
        <w:tc>
          <w:tcPr>
            <w:tcW w:w="1985" w:type="dxa"/>
            <w:tcBorders>
              <w:top w:val="single" w:sz="4" w:space="0" w:color="000000"/>
              <w:left w:val="single" w:sz="4" w:space="0" w:color="000000"/>
              <w:bottom w:val="single" w:sz="4" w:space="0" w:color="000000"/>
            </w:tcBorders>
            <w:vAlign w:val="center"/>
          </w:tcPr>
          <w:p w:rsidR="007C08D3" w:rsidRPr="00C92D70" w:rsidRDefault="007C08D3" w:rsidP="007B3255">
            <w:pPr>
              <w:pStyle w:val="ConsNonformat"/>
              <w:snapToGrid w:val="0"/>
              <w:ind w:left="-57" w:right="-57"/>
              <w:jc w:val="center"/>
              <w:rPr>
                <w:rFonts w:ascii="Times New Roman" w:hAnsi="Times New Roman"/>
                <w:b/>
              </w:rPr>
            </w:pPr>
            <w:r w:rsidRPr="00C92D70">
              <w:rPr>
                <w:rFonts w:ascii="Times New Roman" w:hAnsi="Times New Roman"/>
                <w:b/>
              </w:rPr>
              <w:t>Максимальный уровень электромагнитного излучения от радиотехнических объектов</w:t>
            </w:r>
          </w:p>
          <w:p w:rsidR="007C08D3" w:rsidRPr="00C92D70" w:rsidRDefault="007C08D3" w:rsidP="007B3255">
            <w:pPr>
              <w:pStyle w:val="ConsNonformat"/>
              <w:snapToGrid w:val="0"/>
              <w:ind w:left="-57" w:right="-57"/>
              <w:jc w:val="center"/>
              <w:rPr>
                <w:rFonts w:ascii="Times New Roman" w:hAnsi="Times New Roman"/>
                <w:b/>
              </w:rPr>
            </w:pPr>
            <w:r w:rsidRPr="00C92D70">
              <w:rPr>
                <w:rFonts w:ascii="Times New Roman" w:hAnsi="Times New Roman"/>
                <w:b/>
              </w:rPr>
              <w:t>(предельно допустимые уровни (ПДУ)</w:t>
            </w:r>
          </w:p>
        </w:tc>
        <w:tc>
          <w:tcPr>
            <w:tcW w:w="1984" w:type="dxa"/>
            <w:tcBorders>
              <w:top w:val="single" w:sz="4" w:space="0" w:color="000000"/>
              <w:left w:val="single" w:sz="4" w:space="0" w:color="000000"/>
              <w:bottom w:val="single" w:sz="4" w:space="0" w:color="000000"/>
              <w:right w:val="single" w:sz="4" w:space="0" w:color="000000"/>
            </w:tcBorders>
            <w:vAlign w:val="center"/>
          </w:tcPr>
          <w:p w:rsidR="007C08D3" w:rsidRPr="00C92D70" w:rsidRDefault="007C08D3" w:rsidP="007B3255">
            <w:pPr>
              <w:pStyle w:val="ConsNonformat"/>
              <w:snapToGrid w:val="0"/>
              <w:ind w:left="-57" w:right="-57"/>
              <w:jc w:val="center"/>
              <w:rPr>
                <w:rFonts w:ascii="Times New Roman" w:hAnsi="Times New Roman"/>
                <w:b/>
              </w:rPr>
            </w:pPr>
            <w:r w:rsidRPr="00C92D70">
              <w:rPr>
                <w:rFonts w:ascii="Times New Roman" w:hAnsi="Times New Roman"/>
                <w:b/>
              </w:rPr>
              <w:t>Загрязненность сточных вод</w:t>
            </w:r>
          </w:p>
        </w:tc>
      </w:tr>
      <w:tr w:rsidR="007C08D3" w:rsidRPr="00C92D70" w:rsidTr="007B3255">
        <w:trPr>
          <w:trHeight w:val="20"/>
          <w:jc w:val="center"/>
        </w:trPr>
        <w:tc>
          <w:tcPr>
            <w:tcW w:w="2199" w:type="dxa"/>
            <w:tcBorders>
              <w:top w:val="single" w:sz="4" w:space="0" w:color="000000"/>
              <w:left w:val="single" w:sz="4" w:space="0" w:color="000000"/>
              <w:bottom w:val="single" w:sz="4" w:space="0" w:color="000000"/>
            </w:tcBorders>
          </w:tcPr>
          <w:p w:rsidR="007C08D3" w:rsidRPr="00C92D70" w:rsidRDefault="007C08D3" w:rsidP="007B3255">
            <w:pPr>
              <w:pStyle w:val="ConsNonformat"/>
              <w:snapToGrid w:val="0"/>
              <w:ind w:right="-57"/>
              <w:rPr>
                <w:rFonts w:ascii="Times New Roman" w:hAnsi="Times New Roman"/>
              </w:rPr>
            </w:pPr>
            <w:r w:rsidRPr="00C92D70">
              <w:rPr>
                <w:rFonts w:ascii="Times New Roman" w:hAnsi="Times New Roman"/>
              </w:rPr>
              <w:t>Жилые зоны:</w:t>
            </w:r>
          </w:p>
          <w:p w:rsidR="007C08D3" w:rsidRPr="00C92D70" w:rsidRDefault="007C08D3" w:rsidP="007B3255">
            <w:pPr>
              <w:pStyle w:val="ConsNonformat"/>
              <w:ind w:left="-113" w:right="-113"/>
              <w:rPr>
                <w:rFonts w:ascii="Times New Roman" w:hAnsi="Times New Roman"/>
              </w:rPr>
            </w:pPr>
            <w:r w:rsidRPr="00C92D70">
              <w:rPr>
                <w:rFonts w:ascii="Times New Roman" w:hAnsi="Times New Roman"/>
              </w:rPr>
              <w:t>Индивидуальная жилищная застройка</w:t>
            </w:r>
          </w:p>
          <w:p w:rsidR="007C08D3" w:rsidRPr="00C92D70" w:rsidRDefault="007C08D3" w:rsidP="007B3255">
            <w:pPr>
              <w:pStyle w:val="ConsNonformat"/>
              <w:ind w:left="-113" w:right="-113"/>
              <w:rPr>
                <w:rFonts w:ascii="Times New Roman" w:hAnsi="Times New Roman"/>
              </w:rPr>
            </w:pPr>
          </w:p>
          <w:p w:rsidR="007C08D3" w:rsidRPr="00C92D70" w:rsidRDefault="007C08D3" w:rsidP="007B3255">
            <w:pPr>
              <w:pStyle w:val="ConsNonformat"/>
              <w:ind w:left="-113" w:right="-113"/>
              <w:rPr>
                <w:rFonts w:ascii="Times New Roman" w:hAnsi="Times New Roman"/>
              </w:rPr>
            </w:pPr>
          </w:p>
          <w:p w:rsidR="007C08D3" w:rsidRPr="00C92D70" w:rsidRDefault="007C08D3" w:rsidP="007B3255">
            <w:pPr>
              <w:pStyle w:val="ConsNonformat"/>
              <w:ind w:left="-113" w:right="-113"/>
              <w:rPr>
                <w:rFonts w:ascii="Times New Roman" w:hAnsi="Times New Roman"/>
              </w:rPr>
            </w:pPr>
            <w:r w:rsidRPr="00C92D70">
              <w:rPr>
                <w:rFonts w:ascii="Times New Roman" w:hAnsi="Times New Roman"/>
              </w:rPr>
              <w:t>Многоэтажная застройка</w:t>
            </w:r>
          </w:p>
        </w:tc>
        <w:tc>
          <w:tcPr>
            <w:tcW w:w="1629" w:type="dxa"/>
            <w:tcBorders>
              <w:top w:val="single" w:sz="4" w:space="0" w:color="000000"/>
              <w:left w:val="single" w:sz="4" w:space="0" w:color="000000"/>
              <w:bottom w:val="single" w:sz="4" w:space="0" w:color="000000"/>
            </w:tcBorders>
          </w:tcPr>
          <w:p w:rsidR="007C08D3" w:rsidRPr="00C92D70" w:rsidRDefault="007C08D3" w:rsidP="007B3255">
            <w:pPr>
              <w:pStyle w:val="ConsNonformat"/>
              <w:snapToGrid w:val="0"/>
              <w:ind w:left="-57" w:right="-57"/>
              <w:rPr>
                <w:rFonts w:ascii="Times New Roman" w:hAnsi="Times New Roman"/>
              </w:rPr>
            </w:pPr>
          </w:p>
          <w:p w:rsidR="007C08D3" w:rsidRPr="00C92D70" w:rsidRDefault="007C08D3" w:rsidP="007B3255">
            <w:pPr>
              <w:pStyle w:val="ConsNonformat"/>
              <w:ind w:left="-57" w:right="-57"/>
              <w:rPr>
                <w:rFonts w:ascii="Times New Roman" w:hAnsi="Times New Roman"/>
              </w:rPr>
            </w:pPr>
            <w:r w:rsidRPr="00C92D70">
              <w:rPr>
                <w:rFonts w:ascii="Times New Roman" w:hAnsi="Times New Roman"/>
              </w:rPr>
              <w:t>70</w:t>
            </w:r>
          </w:p>
          <w:p w:rsidR="007C08D3" w:rsidRPr="00C92D70" w:rsidRDefault="007C08D3" w:rsidP="007B3255">
            <w:pPr>
              <w:pStyle w:val="ConsNonformat"/>
              <w:ind w:left="-57" w:right="-57"/>
              <w:rPr>
                <w:rFonts w:ascii="Times New Roman" w:hAnsi="Times New Roman"/>
              </w:rPr>
            </w:pPr>
          </w:p>
          <w:p w:rsidR="007C08D3" w:rsidRPr="00C92D70" w:rsidRDefault="007C08D3" w:rsidP="007B3255">
            <w:pPr>
              <w:pStyle w:val="ConsNonformat"/>
              <w:ind w:left="-57" w:right="-57"/>
              <w:rPr>
                <w:rFonts w:ascii="Times New Roman" w:hAnsi="Times New Roman"/>
              </w:rPr>
            </w:pPr>
          </w:p>
          <w:p w:rsidR="007C08D3" w:rsidRPr="00C92D70" w:rsidRDefault="007C08D3" w:rsidP="007B3255">
            <w:pPr>
              <w:pStyle w:val="ConsNonformat"/>
              <w:ind w:left="-57" w:right="-57"/>
              <w:rPr>
                <w:rFonts w:ascii="Times New Roman" w:hAnsi="Times New Roman"/>
              </w:rPr>
            </w:pPr>
          </w:p>
          <w:p w:rsidR="007C08D3" w:rsidRPr="00C92D70" w:rsidRDefault="007C08D3" w:rsidP="007B3255">
            <w:pPr>
              <w:pStyle w:val="ConsNonformat"/>
              <w:ind w:left="-57" w:right="-57"/>
              <w:rPr>
                <w:rFonts w:ascii="Times New Roman" w:hAnsi="Times New Roman"/>
              </w:rPr>
            </w:pPr>
            <w:r w:rsidRPr="00C92D70">
              <w:rPr>
                <w:rFonts w:ascii="Times New Roman" w:hAnsi="Times New Roman"/>
              </w:rPr>
              <w:t>70</w:t>
            </w:r>
          </w:p>
        </w:tc>
        <w:tc>
          <w:tcPr>
            <w:tcW w:w="1984" w:type="dxa"/>
            <w:tcBorders>
              <w:top w:val="single" w:sz="4" w:space="0" w:color="000000"/>
              <w:left w:val="single" w:sz="4" w:space="0" w:color="000000"/>
              <w:bottom w:val="single" w:sz="4" w:space="0" w:color="000000"/>
            </w:tcBorders>
          </w:tcPr>
          <w:p w:rsidR="007C08D3" w:rsidRPr="00C92D70" w:rsidRDefault="007C08D3" w:rsidP="007B3255">
            <w:pPr>
              <w:pStyle w:val="ConsNonformat"/>
              <w:snapToGrid w:val="0"/>
              <w:ind w:left="-57" w:right="-57"/>
              <w:rPr>
                <w:rFonts w:ascii="Times New Roman" w:hAnsi="Times New Roman"/>
              </w:rPr>
            </w:pPr>
          </w:p>
          <w:p w:rsidR="007C08D3" w:rsidRPr="00C92D70" w:rsidRDefault="007C08D3" w:rsidP="007B3255">
            <w:pPr>
              <w:pStyle w:val="ConsNonformat"/>
              <w:ind w:left="-57" w:right="-57"/>
              <w:rPr>
                <w:rFonts w:ascii="Times New Roman" w:hAnsi="Times New Roman"/>
              </w:rPr>
            </w:pPr>
            <w:r w:rsidRPr="00C92D70">
              <w:rPr>
                <w:rFonts w:ascii="Times New Roman" w:hAnsi="Times New Roman"/>
              </w:rPr>
              <w:t>1 ПДК</w:t>
            </w:r>
          </w:p>
          <w:p w:rsidR="007C08D3" w:rsidRPr="00C92D70" w:rsidRDefault="007C08D3" w:rsidP="007B3255">
            <w:pPr>
              <w:pStyle w:val="ConsNonformat"/>
              <w:ind w:left="-57" w:right="-57"/>
              <w:rPr>
                <w:rFonts w:ascii="Times New Roman" w:hAnsi="Times New Roman"/>
              </w:rPr>
            </w:pPr>
          </w:p>
          <w:p w:rsidR="007C08D3" w:rsidRPr="00C92D70" w:rsidRDefault="007C08D3" w:rsidP="007B3255">
            <w:pPr>
              <w:pStyle w:val="ConsNonformat"/>
              <w:ind w:left="-57" w:right="-57"/>
              <w:rPr>
                <w:rFonts w:ascii="Times New Roman" w:hAnsi="Times New Roman"/>
              </w:rPr>
            </w:pPr>
          </w:p>
          <w:p w:rsidR="007C08D3" w:rsidRPr="00C92D70" w:rsidRDefault="007C08D3" w:rsidP="007B3255">
            <w:pPr>
              <w:pStyle w:val="ConsNonformat"/>
              <w:ind w:left="-57" w:right="-57"/>
              <w:rPr>
                <w:rFonts w:ascii="Times New Roman" w:hAnsi="Times New Roman"/>
              </w:rPr>
            </w:pPr>
          </w:p>
          <w:p w:rsidR="007C08D3" w:rsidRPr="00C92D70" w:rsidRDefault="007C08D3" w:rsidP="007B3255">
            <w:pPr>
              <w:pStyle w:val="ConsNonformat"/>
              <w:ind w:left="-57" w:right="-57"/>
              <w:rPr>
                <w:rFonts w:ascii="Times New Roman" w:hAnsi="Times New Roman"/>
              </w:rPr>
            </w:pPr>
            <w:r w:rsidRPr="00C92D70">
              <w:rPr>
                <w:rFonts w:ascii="Times New Roman" w:hAnsi="Times New Roman"/>
              </w:rPr>
              <w:t>1 ПДК</w:t>
            </w:r>
          </w:p>
        </w:tc>
        <w:tc>
          <w:tcPr>
            <w:tcW w:w="1985" w:type="dxa"/>
            <w:tcBorders>
              <w:top w:val="single" w:sz="4" w:space="0" w:color="000000"/>
              <w:left w:val="single" w:sz="4" w:space="0" w:color="000000"/>
              <w:bottom w:val="single" w:sz="4" w:space="0" w:color="000000"/>
            </w:tcBorders>
          </w:tcPr>
          <w:p w:rsidR="007C08D3" w:rsidRPr="00C92D70" w:rsidRDefault="007C08D3" w:rsidP="007B3255">
            <w:pPr>
              <w:pStyle w:val="ConsNonformat"/>
              <w:snapToGrid w:val="0"/>
              <w:ind w:left="-57" w:right="-57"/>
              <w:rPr>
                <w:rFonts w:ascii="Times New Roman" w:hAnsi="Times New Roman"/>
              </w:rPr>
            </w:pPr>
          </w:p>
          <w:p w:rsidR="007C08D3" w:rsidRPr="00C92D70" w:rsidRDefault="007C08D3" w:rsidP="007B3255">
            <w:pPr>
              <w:pStyle w:val="ConsNonformat"/>
              <w:ind w:left="-57" w:right="-57"/>
              <w:rPr>
                <w:rFonts w:ascii="Times New Roman" w:hAnsi="Times New Roman"/>
              </w:rPr>
            </w:pPr>
            <w:r w:rsidRPr="00C92D70">
              <w:rPr>
                <w:rFonts w:ascii="Times New Roman" w:hAnsi="Times New Roman"/>
              </w:rPr>
              <w:t>1 ПДУ</w:t>
            </w:r>
          </w:p>
        </w:tc>
        <w:tc>
          <w:tcPr>
            <w:tcW w:w="1984" w:type="dxa"/>
            <w:tcBorders>
              <w:top w:val="single" w:sz="4" w:space="0" w:color="000000"/>
              <w:left w:val="single" w:sz="4" w:space="0" w:color="000000"/>
              <w:bottom w:val="single" w:sz="4" w:space="0" w:color="000000"/>
              <w:right w:val="single" w:sz="4" w:space="0" w:color="000000"/>
            </w:tcBorders>
          </w:tcPr>
          <w:p w:rsidR="007C08D3" w:rsidRPr="00C92D70" w:rsidRDefault="007C08D3" w:rsidP="007B3255">
            <w:pPr>
              <w:pStyle w:val="ConsNonformat"/>
              <w:ind w:left="-37" w:right="-57" w:hanging="20"/>
              <w:rPr>
                <w:rFonts w:ascii="Times New Roman" w:hAnsi="Times New Roman"/>
              </w:rPr>
            </w:pPr>
            <w:r w:rsidRPr="00C92D70">
              <w:rPr>
                <w:rFonts w:ascii="Times New Roman" w:hAnsi="Times New Roman"/>
              </w:rPr>
              <w:t>Нормативно очищенные на локальных очистных сооружениях.</w:t>
            </w:r>
          </w:p>
          <w:p w:rsidR="007C08D3" w:rsidRPr="00C92D70" w:rsidRDefault="007C08D3" w:rsidP="007B3255">
            <w:pPr>
              <w:pStyle w:val="ConsNonformat"/>
              <w:ind w:left="-37" w:right="-57" w:hanging="20"/>
              <w:rPr>
                <w:rFonts w:ascii="Times New Roman" w:hAnsi="Times New Roman"/>
              </w:rPr>
            </w:pPr>
          </w:p>
          <w:p w:rsidR="007C08D3" w:rsidRPr="00C92D70" w:rsidRDefault="007C08D3" w:rsidP="007B3255">
            <w:pPr>
              <w:pStyle w:val="ConsNonformat"/>
              <w:ind w:left="-37" w:right="-57" w:hanging="20"/>
              <w:rPr>
                <w:rFonts w:ascii="Times New Roman" w:hAnsi="Times New Roman"/>
              </w:rPr>
            </w:pPr>
            <w:r w:rsidRPr="00C92D70">
              <w:rPr>
                <w:rFonts w:ascii="Times New Roman" w:hAnsi="Times New Roman"/>
              </w:rPr>
              <w:t>Выпуск в коллектор с последующей очисткой на КОС.</w:t>
            </w:r>
          </w:p>
        </w:tc>
      </w:tr>
      <w:tr w:rsidR="007C08D3" w:rsidRPr="00C92D70" w:rsidTr="007B3255">
        <w:trPr>
          <w:trHeight w:val="20"/>
          <w:jc w:val="center"/>
        </w:trPr>
        <w:tc>
          <w:tcPr>
            <w:tcW w:w="2199" w:type="dxa"/>
            <w:tcBorders>
              <w:top w:val="single" w:sz="4" w:space="0" w:color="000000"/>
              <w:left w:val="single" w:sz="4" w:space="0" w:color="000000"/>
              <w:bottom w:val="single" w:sz="4" w:space="0" w:color="000000"/>
            </w:tcBorders>
          </w:tcPr>
          <w:p w:rsidR="007C08D3" w:rsidRPr="00C92D70" w:rsidRDefault="007C08D3" w:rsidP="007B3255">
            <w:pPr>
              <w:pStyle w:val="ConsNonformat"/>
              <w:ind w:left="-57" w:right="-57"/>
              <w:rPr>
                <w:rFonts w:ascii="Times New Roman" w:hAnsi="Times New Roman"/>
              </w:rPr>
            </w:pPr>
            <w:r w:rsidRPr="00C92D70">
              <w:rPr>
                <w:rFonts w:ascii="Times New Roman" w:hAnsi="Times New Roman"/>
              </w:rPr>
              <w:t>Зоны здравоохранения:</w:t>
            </w:r>
          </w:p>
          <w:p w:rsidR="007C08D3" w:rsidRPr="00C92D70" w:rsidRDefault="007C08D3" w:rsidP="007B3255">
            <w:pPr>
              <w:pStyle w:val="ConsNonformat"/>
              <w:ind w:left="-57" w:right="-57"/>
              <w:rPr>
                <w:rFonts w:ascii="Times New Roman" w:hAnsi="Times New Roman"/>
              </w:rPr>
            </w:pPr>
            <w:r w:rsidRPr="00C92D70">
              <w:rPr>
                <w:rFonts w:ascii="Times New Roman" w:hAnsi="Times New Roman"/>
              </w:rPr>
              <w:t>Территории размещения лечебно-профилактических организаций длительного пребывания больных и центров реабилитации</w:t>
            </w:r>
          </w:p>
          <w:p w:rsidR="007C08D3" w:rsidRPr="00C92D70" w:rsidRDefault="007C08D3" w:rsidP="007B3255">
            <w:pPr>
              <w:pStyle w:val="ConsNonformat"/>
              <w:ind w:left="-57" w:right="-57"/>
              <w:rPr>
                <w:rFonts w:ascii="Times New Roman" w:hAnsi="Times New Roman"/>
              </w:rPr>
            </w:pPr>
            <w:r w:rsidRPr="00C92D70">
              <w:rPr>
                <w:rFonts w:ascii="Times New Roman" w:hAnsi="Times New Roman"/>
              </w:rPr>
              <w:t>Территории размещения лечебно-профилактических медицинских организаций, оказывающих медицинскую помощь в амбулаторных условиях, домов отдыха, пансионатов</w:t>
            </w:r>
          </w:p>
        </w:tc>
        <w:tc>
          <w:tcPr>
            <w:tcW w:w="1629" w:type="dxa"/>
            <w:tcBorders>
              <w:top w:val="single" w:sz="4" w:space="0" w:color="000000"/>
              <w:left w:val="single" w:sz="4" w:space="0" w:color="000000"/>
              <w:bottom w:val="single" w:sz="4" w:space="0" w:color="000000"/>
            </w:tcBorders>
          </w:tcPr>
          <w:p w:rsidR="007C08D3" w:rsidRPr="00C92D70" w:rsidRDefault="007C08D3" w:rsidP="007B3255">
            <w:pPr>
              <w:pStyle w:val="ConsNonformat"/>
              <w:snapToGrid w:val="0"/>
              <w:ind w:left="-57" w:right="-57"/>
              <w:rPr>
                <w:rFonts w:ascii="Times New Roman" w:hAnsi="Times New Roman"/>
              </w:rPr>
            </w:pPr>
            <w:r w:rsidRPr="00C92D70">
              <w:rPr>
                <w:rFonts w:ascii="Times New Roman" w:hAnsi="Times New Roman"/>
              </w:rPr>
              <w:t>60</w:t>
            </w:r>
          </w:p>
          <w:p w:rsidR="007C08D3" w:rsidRPr="00C92D70" w:rsidRDefault="007C08D3" w:rsidP="007B3255">
            <w:pPr>
              <w:pStyle w:val="ConsNonformat"/>
              <w:snapToGrid w:val="0"/>
              <w:ind w:left="-57" w:right="-57"/>
              <w:rPr>
                <w:rFonts w:ascii="Times New Roman" w:hAnsi="Times New Roman"/>
              </w:rPr>
            </w:pPr>
          </w:p>
          <w:p w:rsidR="007C08D3" w:rsidRPr="00C92D70" w:rsidRDefault="007C08D3" w:rsidP="007B3255">
            <w:pPr>
              <w:pStyle w:val="ConsNonformat"/>
              <w:snapToGrid w:val="0"/>
              <w:ind w:left="-57" w:right="-57"/>
              <w:rPr>
                <w:rFonts w:ascii="Times New Roman" w:hAnsi="Times New Roman"/>
              </w:rPr>
            </w:pPr>
          </w:p>
          <w:p w:rsidR="007C08D3" w:rsidRPr="00C92D70" w:rsidRDefault="007C08D3" w:rsidP="007B3255">
            <w:pPr>
              <w:pStyle w:val="ConsNonformat"/>
              <w:snapToGrid w:val="0"/>
              <w:ind w:left="-57" w:right="-57"/>
              <w:rPr>
                <w:rFonts w:ascii="Times New Roman" w:hAnsi="Times New Roman"/>
              </w:rPr>
            </w:pPr>
          </w:p>
          <w:p w:rsidR="007C08D3" w:rsidRPr="00C92D70" w:rsidRDefault="007C08D3" w:rsidP="007B3255">
            <w:pPr>
              <w:pStyle w:val="ConsNonformat"/>
              <w:snapToGrid w:val="0"/>
              <w:ind w:left="-57" w:right="-57"/>
              <w:rPr>
                <w:rFonts w:ascii="Times New Roman" w:hAnsi="Times New Roman"/>
              </w:rPr>
            </w:pPr>
          </w:p>
          <w:p w:rsidR="007C08D3" w:rsidRPr="00C92D70" w:rsidRDefault="007C08D3" w:rsidP="007B3255">
            <w:pPr>
              <w:pStyle w:val="ConsNonformat"/>
              <w:snapToGrid w:val="0"/>
              <w:ind w:left="-57" w:right="-57"/>
              <w:rPr>
                <w:rFonts w:ascii="Times New Roman" w:hAnsi="Times New Roman"/>
              </w:rPr>
            </w:pPr>
          </w:p>
          <w:p w:rsidR="007C08D3" w:rsidRPr="00C92D70" w:rsidRDefault="007C08D3" w:rsidP="007B3255">
            <w:pPr>
              <w:pStyle w:val="ConsNonformat"/>
              <w:snapToGrid w:val="0"/>
              <w:ind w:left="-57" w:right="-57"/>
              <w:rPr>
                <w:rFonts w:ascii="Times New Roman" w:hAnsi="Times New Roman"/>
              </w:rPr>
            </w:pPr>
          </w:p>
          <w:p w:rsidR="007C08D3" w:rsidRPr="00C92D70" w:rsidRDefault="007C08D3" w:rsidP="007B3255">
            <w:pPr>
              <w:pStyle w:val="ConsNonformat"/>
              <w:snapToGrid w:val="0"/>
              <w:ind w:left="-57" w:right="-57"/>
              <w:rPr>
                <w:rFonts w:ascii="Times New Roman" w:hAnsi="Times New Roman"/>
              </w:rPr>
            </w:pPr>
          </w:p>
          <w:p w:rsidR="007C08D3" w:rsidRPr="00C92D70" w:rsidRDefault="007C08D3" w:rsidP="007B3255">
            <w:pPr>
              <w:pStyle w:val="ConsNonformat"/>
              <w:snapToGrid w:val="0"/>
              <w:ind w:left="-57" w:right="-57"/>
              <w:rPr>
                <w:rFonts w:ascii="Times New Roman" w:hAnsi="Times New Roman"/>
              </w:rPr>
            </w:pPr>
            <w:r w:rsidRPr="00C92D70">
              <w:rPr>
                <w:rFonts w:ascii="Times New Roman" w:hAnsi="Times New Roman"/>
              </w:rPr>
              <w:t>70</w:t>
            </w:r>
          </w:p>
          <w:p w:rsidR="007C08D3" w:rsidRPr="00C92D70" w:rsidRDefault="007C08D3" w:rsidP="007B3255">
            <w:pPr>
              <w:pStyle w:val="ConsNonformat"/>
              <w:snapToGrid w:val="0"/>
              <w:ind w:left="-57" w:right="-57"/>
              <w:rPr>
                <w:rFonts w:ascii="Times New Roman" w:hAnsi="Times New Roman"/>
              </w:rPr>
            </w:pPr>
          </w:p>
        </w:tc>
        <w:tc>
          <w:tcPr>
            <w:tcW w:w="1984" w:type="dxa"/>
            <w:tcBorders>
              <w:top w:val="single" w:sz="4" w:space="0" w:color="000000"/>
              <w:left w:val="single" w:sz="4" w:space="0" w:color="000000"/>
              <w:bottom w:val="single" w:sz="4" w:space="0" w:color="000000"/>
            </w:tcBorders>
          </w:tcPr>
          <w:p w:rsidR="007C08D3" w:rsidRPr="00C92D70" w:rsidRDefault="007C08D3" w:rsidP="007B3255">
            <w:pPr>
              <w:pStyle w:val="ConsNonformat"/>
              <w:snapToGrid w:val="0"/>
              <w:ind w:left="-57" w:right="-57"/>
              <w:rPr>
                <w:rFonts w:ascii="Times New Roman" w:hAnsi="Times New Roman"/>
              </w:rPr>
            </w:pPr>
            <w:r w:rsidRPr="00C92D70">
              <w:rPr>
                <w:rFonts w:ascii="Times New Roman" w:hAnsi="Times New Roman"/>
              </w:rPr>
              <w:t>0,8 ПДК</w:t>
            </w:r>
          </w:p>
          <w:p w:rsidR="007C08D3" w:rsidRPr="00C92D70" w:rsidRDefault="007C08D3" w:rsidP="007B3255">
            <w:pPr>
              <w:pStyle w:val="ConsNonformat"/>
              <w:snapToGrid w:val="0"/>
              <w:ind w:left="-57" w:right="-57"/>
              <w:rPr>
                <w:rFonts w:ascii="Times New Roman" w:hAnsi="Times New Roman"/>
              </w:rPr>
            </w:pPr>
          </w:p>
          <w:p w:rsidR="007C08D3" w:rsidRPr="00C92D70" w:rsidRDefault="007C08D3" w:rsidP="007B3255">
            <w:pPr>
              <w:pStyle w:val="ConsNonformat"/>
              <w:snapToGrid w:val="0"/>
              <w:ind w:left="-57" w:right="-57"/>
              <w:rPr>
                <w:rFonts w:ascii="Times New Roman" w:hAnsi="Times New Roman"/>
              </w:rPr>
            </w:pPr>
          </w:p>
          <w:p w:rsidR="007C08D3" w:rsidRPr="00C92D70" w:rsidRDefault="007C08D3" w:rsidP="007B3255">
            <w:pPr>
              <w:pStyle w:val="ConsNonformat"/>
              <w:snapToGrid w:val="0"/>
              <w:ind w:left="-57" w:right="-57"/>
              <w:rPr>
                <w:rFonts w:ascii="Times New Roman" w:hAnsi="Times New Roman"/>
              </w:rPr>
            </w:pPr>
          </w:p>
          <w:p w:rsidR="007C08D3" w:rsidRPr="00C92D70" w:rsidRDefault="007C08D3" w:rsidP="007B3255">
            <w:pPr>
              <w:pStyle w:val="ConsNonformat"/>
              <w:snapToGrid w:val="0"/>
              <w:ind w:left="-57" w:right="-57"/>
              <w:rPr>
                <w:rFonts w:ascii="Times New Roman" w:hAnsi="Times New Roman"/>
              </w:rPr>
            </w:pPr>
          </w:p>
          <w:p w:rsidR="007C08D3" w:rsidRPr="00C92D70" w:rsidRDefault="007C08D3" w:rsidP="007B3255">
            <w:pPr>
              <w:pStyle w:val="ConsNonformat"/>
              <w:snapToGrid w:val="0"/>
              <w:ind w:left="-57" w:right="-57"/>
              <w:rPr>
                <w:rFonts w:ascii="Times New Roman" w:hAnsi="Times New Roman"/>
              </w:rPr>
            </w:pPr>
          </w:p>
          <w:p w:rsidR="007C08D3" w:rsidRPr="00C92D70" w:rsidRDefault="007C08D3" w:rsidP="007B3255">
            <w:pPr>
              <w:pStyle w:val="ConsNonformat"/>
              <w:snapToGrid w:val="0"/>
              <w:ind w:left="-57" w:right="-57"/>
              <w:rPr>
                <w:rFonts w:ascii="Times New Roman" w:hAnsi="Times New Roman"/>
              </w:rPr>
            </w:pPr>
          </w:p>
          <w:p w:rsidR="007C08D3" w:rsidRPr="00C92D70" w:rsidRDefault="007C08D3" w:rsidP="007B3255">
            <w:pPr>
              <w:pStyle w:val="ConsNonformat"/>
              <w:snapToGrid w:val="0"/>
              <w:ind w:left="-57" w:right="-57"/>
              <w:rPr>
                <w:rFonts w:ascii="Times New Roman" w:hAnsi="Times New Roman"/>
              </w:rPr>
            </w:pPr>
          </w:p>
          <w:p w:rsidR="007C08D3" w:rsidRPr="00C92D70" w:rsidRDefault="007C08D3" w:rsidP="00D65F2A">
            <w:pPr>
              <w:pStyle w:val="ConsNonformat"/>
              <w:numPr>
                <w:ilvl w:val="0"/>
                <w:numId w:val="25"/>
              </w:numPr>
              <w:snapToGrid w:val="0"/>
              <w:ind w:right="-57"/>
              <w:rPr>
                <w:rFonts w:ascii="Times New Roman" w:hAnsi="Times New Roman"/>
              </w:rPr>
            </w:pPr>
            <w:r w:rsidRPr="00C92D70">
              <w:rPr>
                <w:rFonts w:ascii="Times New Roman" w:hAnsi="Times New Roman"/>
              </w:rPr>
              <w:t>ПДК</w:t>
            </w:r>
          </w:p>
        </w:tc>
        <w:tc>
          <w:tcPr>
            <w:tcW w:w="1985" w:type="dxa"/>
            <w:tcBorders>
              <w:top w:val="single" w:sz="4" w:space="0" w:color="000000"/>
              <w:left w:val="single" w:sz="4" w:space="0" w:color="000000"/>
              <w:bottom w:val="single" w:sz="4" w:space="0" w:color="000000"/>
            </w:tcBorders>
          </w:tcPr>
          <w:p w:rsidR="007C08D3" w:rsidRPr="00C92D70" w:rsidRDefault="007C08D3" w:rsidP="007B3255">
            <w:pPr>
              <w:pStyle w:val="ConsNonformat"/>
              <w:ind w:left="-57" w:right="-57"/>
              <w:rPr>
                <w:rFonts w:ascii="Times New Roman" w:hAnsi="Times New Roman"/>
              </w:rPr>
            </w:pPr>
            <w:r w:rsidRPr="00C92D70">
              <w:rPr>
                <w:rFonts w:ascii="Times New Roman" w:hAnsi="Times New Roman"/>
              </w:rPr>
              <w:t>1 ПДУ</w:t>
            </w:r>
          </w:p>
          <w:p w:rsidR="007C08D3" w:rsidRPr="00C92D70" w:rsidRDefault="007C08D3" w:rsidP="007B3255">
            <w:pPr>
              <w:pStyle w:val="ConsNonformat"/>
              <w:snapToGrid w:val="0"/>
              <w:ind w:right="-57"/>
              <w:rPr>
                <w:rFonts w:ascii="Times New Roman" w:hAnsi="Times New Roman"/>
              </w:rPr>
            </w:pPr>
          </w:p>
          <w:p w:rsidR="007C08D3" w:rsidRPr="00C92D70" w:rsidRDefault="007C08D3" w:rsidP="007B3255">
            <w:pPr>
              <w:pStyle w:val="ConsNonformat"/>
              <w:snapToGrid w:val="0"/>
              <w:ind w:right="-57"/>
              <w:rPr>
                <w:rFonts w:ascii="Times New Roman" w:hAnsi="Times New Roman"/>
              </w:rPr>
            </w:pPr>
          </w:p>
          <w:p w:rsidR="007C08D3" w:rsidRPr="00C92D70" w:rsidRDefault="007C08D3" w:rsidP="007B3255">
            <w:pPr>
              <w:pStyle w:val="ConsNonformat"/>
              <w:snapToGrid w:val="0"/>
              <w:ind w:right="-57"/>
              <w:rPr>
                <w:rFonts w:ascii="Times New Roman" w:hAnsi="Times New Roman"/>
              </w:rPr>
            </w:pPr>
          </w:p>
          <w:p w:rsidR="007C08D3" w:rsidRPr="00C92D70" w:rsidRDefault="007C08D3" w:rsidP="007B3255">
            <w:pPr>
              <w:pStyle w:val="ConsNonformat"/>
              <w:snapToGrid w:val="0"/>
              <w:ind w:right="-57"/>
              <w:rPr>
                <w:rFonts w:ascii="Times New Roman" w:hAnsi="Times New Roman"/>
              </w:rPr>
            </w:pPr>
          </w:p>
          <w:p w:rsidR="007C08D3" w:rsidRPr="00C92D70" w:rsidRDefault="007C08D3" w:rsidP="007B3255">
            <w:pPr>
              <w:pStyle w:val="ConsNonformat"/>
              <w:snapToGrid w:val="0"/>
              <w:ind w:right="-57"/>
              <w:rPr>
                <w:rFonts w:ascii="Times New Roman" w:hAnsi="Times New Roman"/>
              </w:rPr>
            </w:pPr>
          </w:p>
          <w:p w:rsidR="007C08D3" w:rsidRPr="00C92D70" w:rsidRDefault="007C08D3" w:rsidP="007B3255">
            <w:pPr>
              <w:pStyle w:val="ConsNonformat"/>
              <w:snapToGrid w:val="0"/>
              <w:ind w:right="-57"/>
              <w:rPr>
                <w:rFonts w:ascii="Times New Roman" w:hAnsi="Times New Roman"/>
              </w:rPr>
            </w:pPr>
          </w:p>
          <w:p w:rsidR="007C08D3" w:rsidRPr="00C92D70" w:rsidRDefault="007C08D3" w:rsidP="007B3255">
            <w:pPr>
              <w:pStyle w:val="ConsNonformat"/>
              <w:snapToGrid w:val="0"/>
              <w:ind w:right="-57"/>
              <w:rPr>
                <w:rFonts w:ascii="Times New Roman" w:hAnsi="Times New Roman"/>
              </w:rPr>
            </w:pPr>
          </w:p>
          <w:p w:rsidR="007C08D3" w:rsidRPr="00C92D70" w:rsidRDefault="007C08D3" w:rsidP="007B3255">
            <w:pPr>
              <w:pStyle w:val="ConsNonformat"/>
              <w:snapToGrid w:val="0"/>
              <w:ind w:right="-57"/>
              <w:rPr>
                <w:rFonts w:ascii="Times New Roman" w:hAnsi="Times New Roman"/>
              </w:rPr>
            </w:pPr>
            <w:r w:rsidRPr="00C92D70">
              <w:rPr>
                <w:rFonts w:ascii="Times New Roman" w:hAnsi="Times New Roman"/>
              </w:rPr>
              <w:t>1  ПДУ</w:t>
            </w:r>
          </w:p>
        </w:tc>
        <w:tc>
          <w:tcPr>
            <w:tcW w:w="1984" w:type="dxa"/>
            <w:tcBorders>
              <w:top w:val="single" w:sz="4" w:space="0" w:color="000000"/>
              <w:left w:val="single" w:sz="4" w:space="0" w:color="000000"/>
              <w:bottom w:val="single" w:sz="4" w:space="0" w:color="000000"/>
              <w:right w:val="single" w:sz="4" w:space="0" w:color="000000"/>
            </w:tcBorders>
          </w:tcPr>
          <w:p w:rsidR="007C08D3" w:rsidRPr="00C92D70" w:rsidRDefault="007C08D3" w:rsidP="007B3255">
            <w:pPr>
              <w:pStyle w:val="ConsNonformat"/>
              <w:snapToGrid w:val="0"/>
              <w:ind w:left="-37" w:right="-57" w:hanging="20"/>
              <w:rPr>
                <w:rFonts w:ascii="Times New Roman" w:hAnsi="Times New Roman"/>
              </w:rPr>
            </w:pPr>
            <w:r w:rsidRPr="00C92D70">
              <w:rPr>
                <w:rFonts w:ascii="Times New Roman" w:hAnsi="Times New Roman"/>
              </w:rPr>
              <w:t>Выпуск в коллектор с последующей очисткой на КОС.</w:t>
            </w:r>
          </w:p>
          <w:p w:rsidR="007C08D3" w:rsidRPr="00C92D70" w:rsidRDefault="007C08D3" w:rsidP="007B3255">
            <w:pPr>
              <w:pStyle w:val="ConsNonformat"/>
              <w:snapToGrid w:val="0"/>
              <w:ind w:left="-37" w:right="-57" w:hanging="20"/>
              <w:rPr>
                <w:rFonts w:ascii="Times New Roman" w:hAnsi="Times New Roman"/>
              </w:rPr>
            </w:pPr>
          </w:p>
          <w:p w:rsidR="007C08D3" w:rsidRPr="00C92D70" w:rsidRDefault="007C08D3" w:rsidP="007B3255">
            <w:pPr>
              <w:pStyle w:val="ConsNonformat"/>
              <w:snapToGrid w:val="0"/>
              <w:ind w:left="-37" w:right="-57" w:hanging="20"/>
              <w:rPr>
                <w:rFonts w:ascii="Times New Roman" w:hAnsi="Times New Roman"/>
              </w:rPr>
            </w:pPr>
          </w:p>
          <w:p w:rsidR="007C08D3" w:rsidRPr="00C92D70" w:rsidRDefault="007C08D3" w:rsidP="007B3255">
            <w:pPr>
              <w:pStyle w:val="ConsNonformat"/>
              <w:snapToGrid w:val="0"/>
              <w:ind w:left="-37" w:right="-57" w:hanging="20"/>
              <w:rPr>
                <w:rFonts w:ascii="Times New Roman" w:hAnsi="Times New Roman"/>
              </w:rPr>
            </w:pPr>
          </w:p>
          <w:p w:rsidR="007C08D3" w:rsidRPr="00C92D70" w:rsidRDefault="007C08D3" w:rsidP="007B3255">
            <w:pPr>
              <w:pStyle w:val="ConsNonformat"/>
              <w:snapToGrid w:val="0"/>
              <w:ind w:left="-37" w:right="-57" w:hanging="20"/>
              <w:rPr>
                <w:rFonts w:ascii="Times New Roman" w:hAnsi="Times New Roman"/>
              </w:rPr>
            </w:pPr>
          </w:p>
          <w:p w:rsidR="007C08D3" w:rsidRPr="00C92D70" w:rsidRDefault="007C08D3" w:rsidP="007B3255">
            <w:pPr>
              <w:pStyle w:val="ConsNonformat"/>
              <w:snapToGrid w:val="0"/>
              <w:ind w:left="-37" w:right="-57" w:hanging="20"/>
              <w:rPr>
                <w:rFonts w:ascii="Times New Roman" w:hAnsi="Times New Roman"/>
              </w:rPr>
            </w:pPr>
          </w:p>
          <w:p w:rsidR="007C08D3" w:rsidRPr="00C92D70" w:rsidRDefault="007C08D3" w:rsidP="007B3255">
            <w:pPr>
              <w:pStyle w:val="ConsNonformat"/>
              <w:snapToGrid w:val="0"/>
              <w:ind w:left="-37" w:right="-57" w:hanging="20"/>
              <w:rPr>
                <w:rFonts w:ascii="Times New Roman" w:hAnsi="Times New Roman"/>
              </w:rPr>
            </w:pPr>
            <w:r w:rsidRPr="00C92D70">
              <w:rPr>
                <w:rFonts w:ascii="Times New Roman" w:hAnsi="Times New Roman"/>
              </w:rPr>
              <w:t>Выпуск в коллектор с последующей очисткой на КОС.</w:t>
            </w:r>
          </w:p>
        </w:tc>
      </w:tr>
      <w:tr w:rsidR="007C08D3" w:rsidRPr="00C92D70" w:rsidTr="007B3255">
        <w:trPr>
          <w:trHeight w:val="20"/>
          <w:jc w:val="center"/>
        </w:trPr>
        <w:tc>
          <w:tcPr>
            <w:tcW w:w="2199" w:type="dxa"/>
            <w:tcBorders>
              <w:top w:val="single" w:sz="4" w:space="0" w:color="000000"/>
              <w:left w:val="single" w:sz="4" w:space="0" w:color="000000"/>
              <w:bottom w:val="single" w:sz="4" w:space="0" w:color="000000"/>
            </w:tcBorders>
          </w:tcPr>
          <w:p w:rsidR="007C08D3" w:rsidRPr="00C92D70" w:rsidRDefault="007C08D3" w:rsidP="007B3255">
            <w:pPr>
              <w:pStyle w:val="ConsNonformat"/>
              <w:snapToGrid w:val="0"/>
              <w:ind w:left="-57" w:right="-57"/>
              <w:rPr>
                <w:rFonts w:ascii="Times New Roman" w:hAnsi="Times New Roman"/>
              </w:rPr>
            </w:pPr>
            <w:r w:rsidRPr="00C92D70">
              <w:rPr>
                <w:rFonts w:ascii="Times New Roman" w:hAnsi="Times New Roman"/>
              </w:rPr>
              <w:t>Производственные зоны</w:t>
            </w:r>
          </w:p>
        </w:tc>
        <w:tc>
          <w:tcPr>
            <w:tcW w:w="1629" w:type="dxa"/>
            <w:tcBorders>
              <w:top w:val="single" w:sz="4" w:space="0" w:color="000000"/>
              <w:left w:val="single" w:sz="4" w:space="0" w:color="000000"/>
              <w:bottom w:val="single" w:sz="4" w:space="0" w:color="000000"/>
            </w:tcBorders>
          </w:tcPr>
          <w:p w:rsidR="007C08D3" w:rsidRPr="00C92D70" w:rsidRDefault="007C08D3" w:rsidP="007B3255">
            <w:pPr>
              <w:pStyle w:val="ConsNonformat"/>
              <w:snapToGrid w:val="0"/>
              <w:ind w:left="-57" w:right="-57"/>
              <w:rPr>
                <w:rFonts w:ascii="Times New Roman" w:hAnsi="Times New Roman"/>
              </w:rPr>
            </w:pPr>
            <w:r w:rsidRPr="00C92D70">
              <w:rPr>
                <w:rFonts w:ascii="Times New Roman" w:hAnsi="Times New Roman"/>
              </w:rPr>
              <w:t>Нормируется по границе объединенной СЗЗ</w:t>
            </w:r>
          </w:p>
          <w:p w:rsidR="007C08D3" w:rsidRPr="00C92D70" w:rsidRDefault="007C08D3" w:rsidP="007B3255">
            <w:pPr>
              <w:pStyle w:val="ConsNonformat"/>
              <w:ind w:left="-57" w:right="-57"/>
              <w:rPr>
                <w:rFonts w:ascii="Times New Roman" w:hAnsi="Times New Roman"/>
              </w:rPr>
            </w:pPr>
            <w:r w:rsidRPr="00C92D70">
              <w:rPr>
                <w:rFonts w:ascii="Times New Roman" w:hAnsi="Times New Roman"/>
              </w:rPr>
              <w:t>70</w:t>
            </w:r>
          </w:p>
        </w:tc>
        <w:tc>
          <w:tcPr>
            <w:tcW w:w="1984" w:type="dxa"/>
            <w:tcBorders>
              <w:top w:val="single" w:sz="4" w:space="0" w:color="000000"/>
              <w:left w:val="single" w:sz="4" w:space="0" w:color="000000"/>
              <w:bottom w:val="single" w:sz="4" w:space="0" w:color="000000"/>
            </w:tcBorders>
          </w:tcPr>
          <w:p w:rsidR="007C08D3" w:rsidRPr="00C92D70" w:rsidRDefault="007C08D3" w:rsidP="007B3255">
            <w:pPr>
              <w:pStyle w:val="ConsNonformat"/>
              <w:snapToGrid w:val="0"/>
              <w:ind w:left="-57" w:right="-57"/>
              <w:rPr>
                <w:rFonts w:ascii="Times New Roman" w:hAnsi="Times New Roman"/>
              </w:rPr>
            </w:pPr>
            <w:r w:rsidRPr="00C92D70">
              <w:rPr>
                <w:rFonts w:ascii="Times New Roman" w:hAnsi="Times New Roman"/>
              </w:rPr>
              <w:t xml:space="preserve">Нормируется по границе объединенной СЗЗ </w:t>
            </w:r>
          </w:p>
          <w:p w:rsidR="007C08D3" w:rsidRPr="00C92D70" w:rsidRDefault="007C08D3" w:rsidP="007B3255">
            <w:pPr>
              <w:pStyle w:val="ConsNonformat"/>
              <w:ind w:left="-57" w:right="-57"/>
              <w:rPr>
                <w:rFonts w:ascii="Times New Roman" w:hAnsi="Times New Roman"/>
              </w:rPr>
            </w:pPr>
            <w:r w:rsidRPr="00C92D70">
              <w:rPr>
                <w:rFonts w:ascii="Times New Roman" w:hAnsi="Times New Roman"/>
              </w:rPr>
              <w:t>1 ПДК</w:t>
            </w:r>
          </w:p>
        </w:tc>
        <w:tc>
          <w:tcPr>
            <w:tcW w:w="1985" w:type="dxa"/>
            <w:tcBorders>
              <w:top w:val="single" w:sz="4" w:space="0" w:color="000000"/>
              <w:left w:val="single" w:sz="4" w:space="0" w:color="000000"/>
              <w:bottom w:val="single" w:sz="4" w:space="0" w:color="000000"/>
            </w:tcBorders>
          </w:tcPr>
          <w:p w:rsidR="007C08D3" w:rsidRPr="00C92D70" w:rsidRDefault="007C08D3" w:rsidP="007B3255">
            <w:pPr>
              <w:pStyle w:val="ConsNonformat"/>
              <w:snapToGrid w:val="0"/>
              <w:ind w:left="-57" w:right="-57"/>
              <w:rPr>
                <w:rFonts w:ascii="Times New Roman" w:hAnsi="Times New Roman"/>
              </w:rPr>
            </w:pPr>
            <w:r w:rsidRPr="00C92D70">
              <w:rPr>
                <w:rFonts w:ascii="Times New Roman" w:hAnsi="Times New Roman"/>
              </w:rPr>
              <w:t xml:space="preserve">Нормируется по границе объединенной СЗЗ </w:t>
            </w:r>
          </w:p>
          <w:p w:rsidR="007C08D3" w:rsidRPr="00C92D70" w:rsidRDefault="007C08D3" w:rsidP="007B3255">
            <w:pPr>
              <w:pStyle w:val="ConsNonformat"/>
              <w:snapToGrid w:val="0"/>
              <w:ind w:left="-57" w:right="-57"/>
              <w:rPr>
                <w:rFonts w:ascii="Times New Roman" w:hAnsi="Times New Roman"/>
              </w:rPr>
            </w:pPr>
            <w:r w:rsidRPr="00C92D70">
              <w:rPr>
                <w:rFonts w:ascii="Times New Roman" w:hAnsi="Times New Roman"/>
              </w:rPr>
              <w:t>1 ПДУ</w:t>
            </w:r>
          </w:p>
        </w:tc>
        <w:tc>
          <w:tcPr>
            <w:tcW w:w="1984" w:type="dxa"/>
            <w:tcBorders>
              <w:top w:val="single" w:sz="4" w:space="0" w:color="000000"/>
              <w:left w:val="single" w:sz="4" w:space="0" w:color="000000"/>
              <w:bottom w:val="single" w:sz="4" w:space="0" w:color="000000"/>
              <w:right w:val="single" w:sz="4" w:space="0" w:color="000000"/>
            </w:tcBorders>
          </w:tcPr>
          <w:p w:rsidR="007C08D3" w:rsidRPr="00C92D70" w:rsidRDefault="007C08D3" w:rsidP="007B3255">
            <w:pPr>
              <w:pStyle w:val="ConsNonformat"/>
              <w:snapToGrid w:val="0"/>
              <w:ind w:left="-37" w:right="-57" w:hanging="20"/>
              <w:rPr>
                <w:rFonts w:ascii="Times New Roman" w:hAnsi="Times New Roman"/>
              </w:rPr>
            </w:pPr>
            <w:r w:rsidRPr="00C92D70">
              <w:rPr>
                <w:rFonts w:ascii="Times New Roman" w:hAnsi="Times New Roman"/>
              </w:rPr>
              <w:t>Нормативно очищенные стоки на локальных очистных сооружениях с самостоятельным или централизованным выпуском</w:t>
            </w:r>
          </w:p>
        </w:tc>
      </w:tr>
      <w:tr w:rsidR="007C08D3" w:rsidRPr="00C92D70" w:rsidTr="007B3255">
        <w:trPr>
          <w:trHeight w:val="20"/>
          <w:jc w:val="center"/>
        </w:trPr>
        <w:tc>
          <w:tcPr>
            <w:tcW w:w="2199" w:type="dxa"/>
            <w:tcBorders>
              <w:top w:val="single" w:sz="4" w:space="0" w:color="000000"/>
              <w:left w:val="single" w:sz="4" w:space="0" w:color="000000"/>
              <w:bottom w:val="single" w:sz="4" w:space="0" w:color="000000"/>
            </w:tcBorders>
          </w:tcPr>
          <w:p w:rsidR="007C08D3" w:rsidRPr="00C92D70" w:rsidRDefault="007C08D3" w:rsidP="007B3255">
            <w:pPr>
              <w:pStyle w:val="ConsNonformat"/>
              <w:snapToGrid w:val="0"/>
              <w:ind w:left="-57" w:right="-57"/>
              <w:rPr>
                <w:rFonts w:ascii="Times New Roman" w:hAnsi="Times New Roman"/>
              </w:rPr>
            </w:pPr>
            <w:r w:rsidRPr="00C92D70">
              <w:rPr>
                <w:rFonts w:ascii="Times New Roman" w:hAnsi="Times New Roman"/>
              </w:rPr>
              <w:t>Рекреационные зоны</w:t>
            </w:r>
          </w:p>
        </w:tc>
        <w:tc>
          <w:tcPr>
            <w:tcW w:w="1629" w:type="dxa"/>
            <w:tcBorders>
              <w:top w:val="single" w:sz="4" w:space="0" w:color="000000"/>
              <w:left w:val="single" w:sz="4" w:space="0" w:color="000000"/>
              <w:bottom w:val="single" w:sz="4" w:space="0" w:color="000000"/>
            </w:tcBorders>
          </w:tcPr>
          <w:p w:rsidR="007C08D3" w:rsidRPr="00C92D70" w:rsidRDefault="007C08D3" w:rsidP="007B3255">
            <w:pPr>
              <w:pStyle w:val="ConsNonformat"/>
              <w:snapToGrid w:val="0"/>
              <w:ind w:left="-57" w:right="-57"/>
              <w:rPr>
                <w:rFonts w:ascii="Times New Roman" w:hAnsi="Times New Roman"/>
              </w:rPr>
            </w:pPr>
            <w:r w:rsidRPr="00C92D70">
              <w:rPr>
                <w:rFonts w:ascii="Times New Roman" w:hAnsi="Times New Roman"/>
              </w:rPr>
              <w:t>60</w:t>
            </w:r>
          </w:p>
        </w:tc>
        <w:tc>
          <w:tcPr>
            <w:tcW w:w="1984" w:type="dxa"/>
            <w:tcBorders>
              <w:top w:val="single" w:sz="4" w:space="0" w:color="000000"/>
              <w:left w:val="single" w:sz="4" w:space="0" w:color="000000"/>
              <w:bottom w:val="single" w:sz="4" w:space="0" w:color="000000"/>
            </w:tcBorders>
          </w:tcPr>
          <w:p w:rsidR="007C08D3" w:rsidRPr="00C92D70" w:rsidRDefault="007C08D3" w:rsidP="007B3255">
            <w:pPr>
              <w:pStyle w:val="ConsNonformat"/>
              <w:snapToGrid w:val="0"/>
              <w:ind w:left="-57" w:right="-57"/>
              <w:rPr>
                <w:rFonts w:ascii="Times New Roman" w:hAnsi="Times New Roman"/>
              </w:rPr>
            </w:pPr>
            <w:r w:rsidRPr="00C92D70">
              <w:rPr>
                <w:rFonts w:ascii="Times New Roman" w:hAnsi="Times New Roman"/>
              </w:rPr>
              <w:t>0,8 ПДК</w:t>
            </w:r>
          </w:p>
        </w:tc>
        <w:tc>
          <w:tcPr>
            <w:tcW w:w="1985" w:type="dxa"/>
            <w:tcBorders>
              <w:top w:val="single" w:sz="4" w:space="0" w:color="000000"/>
              <w:left w:val="single" w:sz="4" w:space="0" w:color="000000"/>
              <w:bottom w:val="single" w:sz="4" w:space="0" w:color="000000"/>
            </w:tcBorders>
          </w:tcPr>
          <w:p w:rsidR="007C08D3" w:rsidRPr="00C92D70" w:rsidRDefault="007C08D3" w:rsidP="007B3255">
            <w:pPr>
              <w:pStyle w:val="ConsNonformat"/>
              <w:snapToGrid w:val="0"/>
              <w:ind w:left="-57" w:right="-57"/>
              <w:rPr>
                <w:rFonts w:ascii="Times New Roman" w:hAnsi="Times New Roman"/>
              </w:rPr>
            </w:pPr>
            <w:r w:rsidRPr="00C92D70">
              <w:rPr>
                <w:rFonts w:ascii="Times New Roman" w:hAnsi="Times New Roman"/>
              </w:rPr>
              <w:t>1 ПДУ</w:t>
            </w:r>
          </w:p>
        </w:tc>
        <w:tc>
          <w:tcPr>
            <w:tcW w:w="1984" w:type="dxa"/>
            <w:tcBorders>
              <w:top w:val="single" w:sz="4" w:space="0" w:color="000000"/>
              <w:left w:val="single" w:sz="4" w:space="0" w:color="000000"/>
              <w:bottom w:val="single" w:sz="4" w:space="0" w:color="000000"/>
              <w:right w:val="single" w:sz="4" w:space="0" w:color="000000"/>
            </w:tcBorders>
          </w:tcPr>
          <w:p w:rsidR="007C08D3" w:rsidRPr="00C92D70" w:rsidRDefault="007C08D3" w:rsidP="007B3255">
            <w:pPr>
              <w:pStyle w:val="ConsNonformat"/>
              <w:snapToGrid w:val="0"/>
              <w:ind w:left="-37" w:right="-113" w:hanging="20"/>
              <w:rPr>
                <w:rFonts w:ascii="Times New Roman" w:hAnsi="Times New Roman"/>
              </w:rPr>
            </w:pPr>
            <w:r w:rsidRPr="00C92D70">
              <w:rPr>
                <w:rFonts w:ascii="Times New Roman" w:hAnsi="Times New Roman"/>
              </w:rPr>
              <w:t>Нормативно очищенные  на локальных очистных сооружениях с возможным самостоятельным выпуском</w:t>
            </w:r>
          </w:p>
        </w:tc>
      </w:tr>
    </w:tbl>
    <w:p w:rsidR="007C08D3" w:rsidRPr="00C92D70" w:rsidRDefault="007C08D3" w:rsidP="00D65F2A">
      <w:pPr>
        <w:tabs>
          <w:tab w:val="left" w:pos="1134"/>
        </w:tabs>
        <w:ind w:firstLine="709"/>
        <w:rPr>
          <w:sz w:val="20"/>
          <w:szCs w:val="20"/>
        </w:rPr>
      </w:pPr>
      <w:r w:rsidRPr="00C92D70">
        <w:rPr>
          <w:sz w:val="20"/>
          <w:szCs w:val="20"/>
        </w:rPr>
        <w:t>Примечание:</w:t>
      </w:r>
    </w:p>
    <w:p w:rsidR="007C08D3" w:rsidRPr="00C92D70" w:rsidRDefault="007C08D3" w:rsidP="00D65F2A">
      <w:pPr>
        <w:tabs>
          <w:tab w:val="left" w:pos="1134"/>
        </w:tabs>
        <w:ind w:firstLine="709"/>
        <w:rPr>
          <w:sz w:val="20"/>
          <w:szCs w:val="20"/>
        </w:rPr>
      </w:pPr>
      <w:r w:rsidRPr="00C92D70">
        <w:rPr>
          <w:sz w:val="20"/>
          <w:szCs w:val="20"/>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7C08D3" w:rsidRPr="00C92D70" w:rsidRDefault="007C08D3" w:rsidP="00D65F2A">
      <w:pPr>
        <w:pStyle w:val="a4"/>
      </w:pPr>
      <w:r w:rsidRPr="00C92D70">
        <w:t>Максимальные уровни звукового воздействия принимаются в соответствии с требованиями СН 2.2.4/2.1.8.562-96 «Шум на рабочих местах, в помещениях жилых, общественных зданий и на территории жилой застройки. Санитарные нормы».</w:t>
      </w:r>
    </w:p>
    <w:p w:rsidR="007C08D3" w:rsidRPr="00C92D70" w:rsidRDefault="007C08D3" w:rsidP="00D65F2A">
      <w:pPr>
        <w:pStyle w:val="a4"/>
      </w:pPr>
      <w:r w:rsidRPr="00C92D70">
        <w:t xml:space="preserve">Максимальные уровни загрязнения атмосферного воздуха принимаются в соответствии с требованиями </w:t>
      </w:r>
      <w:hyperlink r:id="rId26" w:history="1">
        <w:r w:rsidRPr="00C92D70">
          <w:t>СанПиН 2.1.6.1032-01 «Гигиенические требования к обеспечению качества атмосферного воздуха населенных мест».</w:t>
        </w:r>
      </w:hyperlink>
    </w:p>
    <w:p w:rsidR="007C08D3" w:rsidRPr="00C92D70" w:rsidRDefault="007C08D3" w:rsidP="00D65F2A">
      <w:pPr>
        <w:pStyle w:val="a4"/>
      </w:pPr>
      <w:r w:rsidRPr="00C92D70">
        <w:t>Максимальные уровни электромагнитного излучения от радиотехнических объектов принимаются в соответствии с требованиями СанПиН 2.1.8/2.2.4.1383-03 «Гигиенические требования к размещению и эксплуатации передающих радиотехнических объектов», СанПиН 2.1.8/2.2.4.1190-03. «Гигиенические требования к размещению и эксплуатации средств сухопутной подвижной радиосвязи».</w:t>
      </w:r>
    </w:p>
    <w:p w:rsidR="007C08D3" w:rsidRPr="007B53B5" w:rsidRDefault="007C08D3" w:rsidP="00980FC7">
      <w:pPr>
        <w:pStyle w:val="Heading2"/>
        <w:numPr>
          <w:ilvl w:val="1"/>
          <w:numId w:val="24"/>
        </w:numPr>
        <w:jc w:val="center"/>
      </w:pPr>
      <w:bookmarkStart w:id="147" w:name="_Toc393384092"/>
      <w:r w:rsidRPr="00C92D70">
        <w:t>Нормативные требования к размещению предприятий и объектов, негативно воздействующих на окружающую среду.</w:t>
      </w:r>
      <w:bookmarkEnd w:id="147"/>
    </w:p>
    <w:p w:rsidR="007C08D3" w:rsidRPr="00C92D70" w:rsidRDefault="007C08D3" w:rsidP="00D65F2A">
      <w:pPr>
        <w:pStyle w:val="a4"/>
      </w:pPr>
      <w:r w:rsidRPr="00C92D70">
        <w:t xml:space="preserve">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 </w:t>
      </w:r>
    </w:p>
    <w:p w:rsidR="007C08D3" w:rsidRPr="00C92D70" w:rsidRDefault="007C08D3" w:rsidP="00D65F2A">
      <w:pPr>
        <w:pStyle w:val="a4"/>
      </w:pPr>
      <w:r w:rsidRPr="00C92D70">
        <w:t xml:space="preserve">Запрещается проектирование и строительство объектов I-III класса вредности по классификации СанПиН 2.2.1/2.1.1.1200-03 «Санитарно-защитные зоны и санитарная классификация предприятий, сооружений и иных объектов», на территориях с уровнями загрязнения, превышающими установленные гигиенические нормативы. </w:t>
      </w:r>
    </w:p>
    <w:p w:rsidR="007C08D3" w:rsidRPr="00C92D70" w:rsidRDefault="007C08D3" w:rsidP="00D65F2A">
      <w:pPr>
        <w:pStyle w:val="a4"/>
      </w:pPr>
      <w:r w:rsidRPr="00C92D70">
        <w:t xml:space="preserve">Жилые зоны следует размещать с наветренной стороны (для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w:t>
      </w:r>
    </w:p>
    <w:p w:rsidR="007C08D3" w:rsidRPr="00C92D70" w:rsidRDefault="007C08D3" w:rsidP="00D65F2A">
      <w:pPr>
        <w:pStyle w:val="a4"/>
      </w:pPr>
      <w:r w:rsidRPr="00C92D70">
        <w:t>При градостроительном проектировании в условиях котловинности горного рельефа предприятия I-III класса вредности по классификации  СанПиН 2.2.1/2.1.1.1200-03 следует размещать ниже  жилых зон по рельефу с обязательным учётом розы ветров, и направлений потоков холодного и тёплого воздуха.</w:t>
      </w:r>
    </w:p>
    <w:p w:rsidR="007C08D3" w:rsidRPr="00C92D70" w:rsidRDefault="007C08D3" w:rsidP="00D65F2A">
      <w:pPr>
        <w:pStyle w:val="a4"/>
      </w:pPr>
      <w:r w:rsidRPr="00C92D70">
        <w:t xml:space="preserve">В соответствии с требованиями </w:t>
      </w:r>
      <w:hyperlink r:id="rId27"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C92D70">
          <w:t>СНиП 2.07.01-89*</w:t>
        </w:r>
      </w:hyperlink>
      <w:r w:rsidRPr="00C92D70">
        <w:t>,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500 м,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30 - 40 %, в течение зимы 50 - 60 % дней).</w:t>
      </w:r>
    </w:p>
    <w:p w:rsidR="007C08D3" w:rsidRPr="00C92D70" w:rsidRDefault="007C08D3" w:rsidP="00D65F2A">
      <w:pPr>
        <w:pStyle w:val="a4"/>
      </w:pPr>
      <w:r w:rsidRPr="00C92D70">
        <w:t>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7C08D3" w:rsidRPr="00C92D70" w:rsidRDefault="007C08D3" w:rsidP="00D65F2A">
      <w:pPr>
        <w:pStyle w:val="a4"/>
      </w:pPr>
      <w:r w:rsidRPr="00C92D70">
        <w:t>Отвалы, содержащие уголь, сланец, мышьяк, свинец, ртуть и другие горючие и токсичные вещества, должны быть размещены от жилых и общественных зданий и сооружений на расстоянии, определяемом расчетом, но не ближе расчетного опасного сдвига отвалов. Перечисленные объекты необходимо размещать за границами населённых пунктов с обязательным строительством объектов по их утилизации. Все эти устройства необходимо ограждать полосами древесно-кустарниковых насаждений шириной от 20-50 метров. Склады  с токсичными и взрывоопасными веществами должны быть вынесены за пределы населённых пунктов в специальные охраняемые зоны.</w:t>
      </w:r>
    </w:p>
    <w:p w:rsidR="007C08D3" w:rsidRPr="00C92D70" w:rsidRDefault="007C08D3" w:rsidP="00D65F2A">
      <w:pPr>
        <w:pStyle w:val="a4"/>
      </w:pPr>
      <w:r w:rsidRPr="00C92D70">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7C08D3" w:rsidRPr="00C92D70" w:rsidRDefault="007C08D3" w:rsidP="00D65F2A">
      <w:pPr>
        <w:pStyle w:val="a4"/>
      </w:pPr>
      <w:r w:rsidRPr="00C92D70">
        <w:t>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w:t>
      </w:r>
    </w:p>
    <w:p w:rsidR="007C08D3" w:rsidRPr="00C92D70" w:rsidRDefault="007C08D3" w:rsidP="00D65F2A">
      <w:pPr>
        <w:pStyle w:val="a4"/>
      </w:pPr>
      <w:r w:rsidRPr="00C92D70">
        <w:t>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на прибрежных участках водоемов необходимо оборудовать системами сбора и отведения поверхностных стоков.</w:t>
      </w:r>
    </w:p>
    <w:p w:rsidR="007C08D3" w:rsidRPr="00C92D70" w:rsidRDefault="007C08D3" w:rsidP="00D65F2A">
      <w:pPr>
        <w:pStyle w:val="a4"/>
      </w:pPr>
      <w:r w:rsidRPr="00C92D70">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расстояние возможно при условии согласования с органами, осуществляющими охрану рыбных запасов.</w:t>
      </w:r>
    </w:p>
    <w:p w:rsidR="007C08D3" w:rsidRPr="00C92D70" w:rsidRDefault="007C08D3" w:rsidP="00D65F2A">
      <w:pPr>
        <w:pStyle w:val="S5"/>
      </w:pPr>
      <w:r w:rsidRPr="00C92D70">
        <w:t>Эксплуатацию водохранилищ и их нижних бьефов, используемых или намечаемых к использованию в качестве источников хозяйственно-питьевого и культурно-бытового водопользования, следует осуществлять с учетом санитарных правил проектирования, строительства и эксплуатации водохранилищ.</w:t>
      </w:r>
    </w:p>
    <w:p w:rsidR="007C08D3" w:rsidRPr="007B53B5" w:rsidRDefault="007C08D3" w:rsidP="00980FC7">
      <w:pPr>
        <w:pStyle w:val="Heading2"/>
        <w:numPr>
          <w:ilvl w:val="1"/>
          <w:numId w:val="24"/>
        </w:numPr>
        <w:jc w:val="center"/>
      </w:pPr>
      <w:bookmarkStart w:id="148" w:name="_Toc393384093"/>
      <w:r w:rsidRPr="00C92D70">
        <w:t>Нормативные требования к застройке территорий месторождений полезных ископаемых.</w:t>
      </w:r>
      <w:bookmarkEnd w:id="148"/>
    </w:p>
    <w:p w:rsidR="007C08D3" w:rsidRPr="00C92D70" w:rsidRDefault="007C08D3" w:rsidP="00D65F2A">
      <w:pPr>
        <w:pStyle w:val="a4"/>
      </w:pPr>
      <w:r w:rsidRPr="00C92D70">
        <w:t xml:space="preserve">При градостроительном проектировании населённых пунктов, промышленных комплексов и других </w:t>
      </w:r>
      <w:r>
        <w:t xml:space="preserve">хозяйствующих </w:t>
      </w:r>
      <w:r w:rsidRPr="00C92D70">
        <w:t xml:space="preserve">объектов в соответствии со статьей 25 Закона Российской Федерации от 21.02.1992 № 2395-1 «О недрах» необходимо получение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земельным участком намечаемой застройки. </w:t>
      </w:r>
    </w:p>
    <w:p w:rsidR="007C08D3" w:rsidRPr="00C92D70" w:rsidRDefault="007C08D3" w:rsidP="00D65F2A">
      <w:pPr>
        <w:pStyle w:val="a4"/>
      </w:pPr>
      <w:r w:rsidRPr="00C92D70">
        <w:t xml:space="preserve">Заключение об отсутствии полезных ископаемых в недрах под участком предстоящей застройки </w:t>
      </w:r>
      <w:r>
        <w:t>на территории Абанского района</w:t>
      </w:r>
      <w:r w:rsidRPr="00C92D70">
        <w:t xml:space="preserve"> уполномочен выдавать Департамент по недропользованию по Центрально-Сибирскому округу (Центрсибнедра).</w:t>
      </w:r>
    </w:p>
    <w:p w:rsidR="007C08D3" w:rsidRPr="00C92D70" w:rsidRDefault="007C08D3" w:rsidP="00D65F2A">
      <w:pPr>
        <w:pStyle w:val="a4"/>
      </w:pPr>
      <w:r w:rsidRPr="00C92D70">
        <w:t>Территории месторождений полезных ископаемых застройке не подлежат. 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w:t>
      </w:r>
    </w:p>
    <w:p w:rsidR="007C08D3" w:rsidRPr="007B53B5" w:rsidRDefault="007C08D3" w:rsidP="00980FC7">
      <w:pPr>
        <w:pStyle w:val="Heading2"/>
        <w:numPr>
          <w:ilvl w:val="1"/>
          <w:numId w:val="24"/>
        </w:numPr>
        <w:jc w:val="center"/>
      </w:pPr>
      <w:bookmarkStart w:id="149" w:name="_Toc393384094"/>
      <w:r w:rsidRPr="00C92D70">
        <w:t>Условия размещения промышленных предприятий в  зависимости от потенциала загрязнения атмосферы (ПЗА).</w:t>
      </w:r>
      <w:bookmarkEnd w:id="149"/>
    </w:p>
    <w:p w:rsidR="007C08D3" w:rsidRPr="00C92D70" w:rsidRDefault="007C08D3" w:rsidP="00D65F2A">
      <w:pPr>
        <w:pStyle w:val="a4"/>
      </w:pPr>
      <w:r w:rsidRPr="00C92D70">
        <w:t>На стадии выбора мест для размещения промышленных производств, газоперекачивающих станций, трубопроводов необходимо учитывать потенциал загрязнения атмосферы. С учетом требований СанПиН 2.1.6.1032-01 «Гигиенические требования к обеспечению качества атмосферного воздуха населенных мест» устанавливаются показатели потенциала загрязнения атмосферы и определяются условия размещения и проектирования объектов, являющихся источниками загрязнения атмосферы.</w:t>
      </w:r>
    </w:p>
    <w:p w:rsidR="007C08D3" w:rsidRPr="00C92D70" w:rsidRDefault="007C08D3" w:rsidP="00D65F2A">
      <w:pPr>
        <w:pStyle w:val="a4"/>
      </w:pPr>
      <w:r w:rsidRPr="00C92D70">
        <w:t>Условия размещения промышленных предприятий принимаются в соответствии с  таблицей (</w:t>
      </w:r>
      <w:r>
        <w:t>Таблица 27</w:t>
      </w:r>
      <w:r w:rsidRPr="00C92D70">
        <w:t>).</w:t>
      </w:r>
    </w:p>
    <w:p w:rsidR="007C08D3" w:rsidRPr="00C92D70" w:rsidRDefault="007C08D3" w:rsidP="00D65F2A">
      <w:pPr>
        <w:pStyle w:val="Caption"/>
        <w:jc w:val="right"/>
      </w:pPr>
      <w:bookmarkStart w:id="150" w:name="_Ref388430966"/>
      <w:r w:rsidRPr="00C92D70">
        <w:t xml:space="preserve">Таблица </w:t>
      </w:r>
      <w:bookmarkEnd w:id="150"/>
      <w:r>
        <w:t>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86"/>
        <w:gridCol w:w="2999"/>
        <w:gridCol w:w="5068"/>
      </w:tblGrid>
      <w:tr w:rsidR="007C08D3" w:rsidRPr="00C92D70" w:rsidTr="007B3255">
        <w:trPr>
          <w:tblHeader/>
        </w:trPr>
        <w:tc>
          <w:tcPr>
            <w:tcW w:w="1786" w:type="dxa"/>
          </w:tcPr>
          <w:p w:rsidR="007C08D3" w:rsidRPr="00C92D70" w:rsidRDefault="007C08D3" w:rsidP="007B3255">
            <w:pPr>
              <w:jc w:val="center"/>
              <w:rPr>
                <w:rFonts w:eastAsia="TimesNewRomanPSMT"/>
                <w:b/>
                <w:sz w:val="20"/>
                <w:szCs w:val="20"/>
              </w:rPr>
            </w:pPr>
            <w:r w:rsidRPr="00C92D70">
              <w:rPr>
                <w:rFonts w:eastAsia="TimesNewRomanPSMT"/>
                <w:b/>
                <w:sz w:val="20"/>
                <w:szCs w:val="20"/>
              </w:rPr>
              <w:t>Потенциал загрязнения атмосферы (ПЗА)</w:t>
            </w:r>
          </w:p>
        </w:tc>
        <w:tc>
          <w:tcPr>
            <w:tcW w:w="2999" w:type="dxa"/>
          </w:tcPr>
          <w:p w:rsidR="007C08D3" w:rsidRPr="00C92D70" w:rsidRDefault="007C08D3" w:rsidP="007B3255">
            <w:pPr>
              <w:jc w:val="center"/>
              <w:rPr>
                <w:rFonts w:eastAsia="TimesNewRomanPSMT"/>
                <w:b/>
                <w:sz w:val="20"/>
                <w:szCs w:val="20"/>
              </w:rPr>
            </w:pPr>
            <w:r w:rsidRPr="00C92D70">
              <w:rPr>
                <w:rFonts w:eastAsia="TimesNewRomanPSMT"/>
                <w:b/>
                <w:sz w:val="20"/>
                <w:szCs w:val="20"/>
              </w:rPr>
              <w:t>Способность атмосферы к самоочищению</w:t>
            </w:r>
          </w:p>
        </w:tc>
        <w:tc>
          <w:tcPr>
            <w:tcW w:w="5068" w:type="dxa"/>
          </w:tcPr>
          <w:p w:rsidR="007C08D3" w:rsidRPr="00C92D70" w:rsidRDefault="007C08D3" w:rsidP="007B3255">
            <w:pPr>
              <w:jc w:val="center"/>
              <w:rPr>
                <w:rFonts w:eastAsia="TimesNewRomanPSMT"/>
                <w:b/>
                <w:sz w:val="20"/>
                <w:szCs w:val="20"/>
              </w:rPr>
            </w:pPr>
            <w:r w:rsidRPr="00C92D70">
              <w:rPr>
                <w:rFonts w:eastAsia="TimesNewRomanPSMT"/>
                <w:b/>
                <w:sz w:val="20"/>
                <w:szCs w:val="20"/>
              </w:rPr>
              <w:t>Условия размещения промышленных предприятий</w:t>
            </w:r>
          </w:p>
        </w:tc>
      </w:tr>
    </w:tbl>
    <w:p w:rsidR="007C08D3" w:rsidRPr="00C92D70" w:rsidRDefault="007C08D3" w:rsidP="00876451">
      <w:pPr>
        <w:pStyle w:val="List"/>
        <w:ind w:firstLine="284"/>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86"/>
        <w:gridCol w:w="2999"/>
        <w:gridCol w:w="5068"/>
      </w:tblGrid>
      <w:tr w:rsidR="007C08D3" w:rsidRPr="00C92D70" w:rsidTr="007B3255">
        <w:tc>
          <w:tcPr>
            <w:tcW w:w="1786" w:type="dxa"/>
          </w:tcPr>
          <w:p w:rsidR="007C08D3" w:rsidRPr="00C92D70" w:rsidRDefault="007C08D3" w:rsidP="007B3255">
            <w:pPr>
              <w:rPr>
                <w:sz w:val="20"/>
                <w:szCs w:val="20"/>
              </w:rPr>
            </w:pPr>
            <w:r w:rsidRPr="00C92D70">
              <w:rPr>
                <w:sz w:val="20"/>
                <w:szCs w:val="20"/>
              </w:rPr>
              <w:t>Очень высокий</w:t>
            </w:r>
          </w:p>
        </w:tc>
        <w:tc>
          <w:tcPr>
            <w:tcW w:w="2999" w:type="dxa"/>
          </w:tcPr>
          <w:p w:rsidR="007C08D3" w:rsidRPr="00C92D70" w:rsidRDefault="007C08D3" w:rsidP="007B3255">
            <w:pPr>
              <w:rPr>
                <w:sz w:val="20"/>
                <w:szCs w:val="20"/>
              </w:rPr>
            </w:pPr>
            <w:r w:rsidRPr="00C92D70">
              <w:rPr>
                <w:sz w:val="20"/>
                <w:szCs w:val="20"/>
              </w:rPr>
              <w:t>Зона с очень низкой самоочищающейся способностью</w:t>
            </w:r>
          </w:p>
        </w:tc>
        <w:tc>
          <w:tcPr>
            <w:tcW w:w="5068" w:type="dxa"/>
          </w:tcPr>
          <w:p w:rsidR="007C08D3" w:rsidRPr="00C92D70" w:rsidRDefault="007C08D3" w:rsidP="007B3255">
            <w:pPr>
              <w:tabs>
                <w:tab w:val="left" w:pos="1134"/>
              </w:tabs>
              <w:autoSpaceDE w:val="0"/>
              <w:autoSpaceDN w:val="0"/>
              <w:adjustRightInd w:val="0"/>
              <w:spacing w:line="23" w:lineRule="atLeast"/>
              <w:rPr>
                <w:sz w:val="20"/>
                <w:szCs w:val="20"/>
              </w:rPr>
            </w:pPr>
            <w:r w:rsidRPr="00C92D70">
              <w:rPr>
                <w:sz w:val="20"/>
                <w:szCs w:val="20"/>
              </w:rPr>
              <w:t>Размещение предприятий, отнесенных в соответствии с санитарной классификацией к I и II классам вредности, на территориях с высоким и очень высоким ПЗА решается в индивидуальном порядке Главным государственным врачом Российской Федерации или его заместителем. Возможно размещение лишь малоотходных производств, с высокой степенью очистки выбросов.</w:t>
            </w:r>
          </w:p>
        </w:tc>
      </w:tr>
    </w:tbl>
    <w:p w:rsidR="007C08D3" w:rsidRDefault="007C08D3" w:rsidP="00980FC7">
      <w:pPr>
        <w:pStyle w:val="S5"/>
        <w:spacing w:before="0" w:after="0"/>
      </w:pPr>
      <w:r w:rsidRPr="00C92D70">
        <w:t>Дифференциация территории Красноярского края  по различному потенциалу загрязнения атмосферы представлена «Региональные нормативы градостроительного проектирования Красноярского края».</w:t>
      </w:r>
    </w:p>
    <w:p w:rsidR="007C08D3" w:rsidRPr="00C92D70" w:rsidRDefault="007C08D3" w:rsidP="00980FC7">
      <w:pPr>
        <w:pStyle w:val="S5"/>
        <w:spacing w:before="0" w:after="0"/>
      </w:pPr>
    </w:p>
    <w:p w:rsidR="007C08D3" w:rsidRPr="007B53B5" w:rsidRDefault="007C08D3" w:rsidP="00980FC7">
      <w:pPr>
        <w:pStyle w:val="Heading2"/>
        <w:numPr>
          <w:ilvl w:val="1"/>
          <w:numId w:val="24"/>
        </w:numPr>
        <w:spacing w:before="0" w:after="0"/>
        <w:ind w:left="0"/>
        <w:jc w:val="center"/>
      </w:pPr>
      <w:bookmarkStart w:id="151" w:name="_Toc393384095"/>
      <w:r w:rsidRPr="00C92D70">
        <w:t>Нормативная продолжительность инсоляции жилых и общественных зданий</w:t>
      </w:r>
      <w:bookmarkEnd w:id="151"/>
    </w:p>
    <w:p w:rsidR="007C08D3" w:rsidRPr="00C92D70" w:rsidRDefault="007C08D3" w:rsidP="00980FC7">
      <w:pPr>
        <w:pStyle w:val="a4"/>
      </w:pPr>
      <w:r w:rsidRPr="00C92D70">
        <w:t>При размещении новой или реконструкции существующей застройки на жилых территориях обеспечиваются нормы инсоляции, солнцезащита помещений жилых и общественных зданий и территорий, а также естественной освещенности помещений жилых и общественных зданий в соответствии с требованиями действующего законодательства.</w:t>
      </w:r>
    </w:p>
    <w:p w:rsidR="007C08D3" w:rsidRPr="00C92D70" w:rsidRDefault="007C08D3" w:rsidP="007B53B5">
      <w:pPr>
        <w:pStyle w:val="a4"/>
      </w:pPr>
      <w:r w:rsidRPr="00C92D70">
        <w:t xml:space="preserve">В соответствии с СанПиН 2.2.1/2.1.1.1076-01 «Гигиенические требования к инсоляции и солнцезащите помещений жилых и общественных зданий и территорий», на территории </w:t>
      </w:r>
      <w:r>
        <w:t xml:space="preserve">Абанского района </w:t>
      </w:r>
      <w:r w:rsidRPr="00C92D70">
        <w:t>нормативная продолжительность инсоляции устанавливается на определенные календарные периоды с учетом г</w:t>
      </w:r>
      <w:r>
        <w:t>еографической широты местности.</w:t>
      </w:r>
    </w:p>
    <w:p w:rsidR="007C08D3" w:rsidRPr="00C92D70" w:rsidRDefault="007C08D3" w:rsidP="007B53B5">
      <w:pPr>
        <w:pStyle w:val="List"/>
        <w:spacing w:after="0"/>
      </w:pPr>
      <w:r w:rsidRPr="00C92D70">
        <w:t xml:space="preserve">северная зона (севернее 58° с.ш.) -  не менее 2,5 ч в день с 22 апреля по 22 августа; </w:t>
      </w:r>
    </w:p>
    <w:p w:rsidR="007C08D3" w:rsidRPr="00C92D70" w:rsidRDefault="007C08D3" w:rsidP="007B53B5">
      <w:pPr>
        <w:pStyle w:val="List"/>
        <w:spacing w:after="0"/>
      </w:pPr>
      <w:r w:rsidRPr="00C92D70">
        <w:t>центральная зона (южнее 58° с.ш.) - не менее 2 ч в день с 22 марта по 22 сентября.</w:t>
      </w:r>
    </w:p>
    <w:p w:rsidR="007C08D3" w:rsidRPr="00C92D70" w:rsidRDefault="007C08D3" w:rsidP="00F73715">
      <w:pPr>
        <w:pStyle w:val="Heading1"/>
        <w:numPr>
          <w:ilvl w:val="0"/>
          <w:numId w:val="24"/>
        </w:numPr>
      </w:pPr>
      <w:bookmarkStart w:id="152" w:name="_Toc375679054"/>
      <w:bookmarkStart w:id="153" w:name="_Toc393384096"/>
      <w:r w:rsidRPr="00C92D70">
        <w:t>Нормативные требования к размещению  объектов капитального строительства в зонах с особыми условиями использования территории.</w:t>
      </w:r>
      <w:bookmarkEnd w:id="152"/>
      <w:bookmarkEnd w:id="153"/>
    </w:p>
    <w:p w:rsidR="007C08D3" w:rsidRPr="00C92D70" w:rsidRDefault="007C08D3" w:rsidP="007B53B5">
      <w:pPr>
        <w:pStyle w:val="a4"/>
      </w:pPr>
      <w:r w:rsidRPr="00C92D70">
        <w:t>При разработке документов территориального планирования и документов по планировке т</w:t>
      </w:r>
      <w:r>
        <w:t>ерриторий в пределах Абанского района</w:t>
      </w:r>
      <w:r w:rsidRPr="00C92D70">
        <w:t>, необходимо отображение зон с особыми условиями использования территории в соответствии с действующим законодательством.</w:t>
      </w:r>
    </w:p>
    <w:p w:rsidR="007C08D3" w:rsidRPr="00C92D70" w:rsidRDefault="007C08D3" w:rsidP="007B53B5">
      <w:pPr>
        <w:pStyle w:val="a4"/>
      </w:pPr>
      <w:r w:rsidRPr="00C92D70">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и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7C08D3" w:rsidRPr="00C92D70" w:rsidRDefault="007C08D3" w:rsidP="007B53B5">
      <w:pPr>
        <w:pStyle w:val="a4"/>
      </w:pPr>
      <w:r w:rsidRPr="00C92D70">
        <w:t>Зоны с особыми условиями использования территорий образуются в целях обеспечения:</w:t>
      </w:r>
    </w:p>
    <w:p w:rsidR="007C08D3" w:rsidRPr="00C92D70" w:rsidRDefault="007C08D3" w:rsidP="007B53B5">
      <w:pPr>
        <w:pStyle w:val="List"/>
        <w:spacing w:after="0"/>
      </w:pPr>
      <w:r w:rsidRPr="00C92D70">
        <w:t xml:space="preserve"> безопасности населения и создания необходимых условий для эксплуатации объектов промышленности, энергетики, особо радиационно-опасных и ядерно-опасных объектов, пунктов хранения ядерных материалов и радиоактивных веществ, транспортных и иных объектов;</w:t>
      </w:r>
    </w:p>
    <w:p w:rsidR="007C08D3" w:rsidRPr="00C92D70" w:rsidRDefault="007C08D3" w:rsidP="007B53B5">
      <w:pPr>
        <w:pStyle w:val="List"/>
        <w:spacing w:after="0"/>
      </w:pPr>
      <w:r w:rsidRPr="00C92D70">
        <w:t xml:space="preserve"> условий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комплексов и особо охраняемых природных территорий от негативного воздействия хозяйственной и иной деятельности. </w:t>
      </w:r>
    </w:p>
    <w:p w:rsidR="007C08D3" w:rsidRPr="00C92D70" w:rsidRDefault="007C08D3" w:rsidP="007B53B5">
      <w:pPr>
        <w:pStyle w:val="a4"/>
      </w:pPr>
      <w:r w:rsidRPr="00C92D70">
        <w:t xml:space="preserve"> Земельные участки, которые включены в состав таких зон,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7C08D3" w:rsidRPr="00C92D70" w:rsidRDefault="007C08D3" w:rsidP="007B53B5">
      <w:pPr>
        <w:pStyle w:val="a4"/>
      </w:pPr>
      <w:r w:rsidRPr="00C92D70">
        <w:t>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w:t>
      </w:r>
    </w:p>
    <w:p w:rsidR="007C08D3" w:rsidRPr="00C92D70" w:rsidRDefault="007C08D3" w:rsidP="007B53B5">
      <w:pPr>
        <w:pStyle w:val="a4"/>
      </w:pPr>
      <w:r w:rsidRPr="00C92D70">
        <w:t xml:space="preserve">При размещении объектов капитального строительства необходимо учитывать установленные законодательством режимы ограничения строительства в зонах с особыми условиями использования территории. </w:t>
      </w:r>
    </w:p>
    <w:p w:rsidR="007C08D3" w:rsidRPr="00C92D70" w:rsidRDefault="007C08D3" w:rsidP="007B53B5">
      <w:pPr>
        <w:pStyle w:val="a4"/>
      </w:pPr>
      <w:r w:rsidRPr="00C92D70">
        <w:t>Режимы ограничений и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СанПиН 2.2.1/2.1.1.1200-03 «Санитарно-защитные зоны и санитарная классификация предприятий, сооружений и иных объектов».</w:t>
      </w:r>
    </w:p>
    <w:p w:rsidR="007C08D3" w:rsidRPr="00C92D70" w:rsidRDefault="007C08D3" w:rsidP="007B53B5">
      <w:pPr>
        <w:pStyle w:val="a4"/>
      </w:pPr>
      <w:r w:rsidRPr="00C92D70">
        <w:t xml:space="preserve">При подготовке документов территориального планирования и документации по планировке территорий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нормами и правилами. </w:t>
      </w:r>
    </w:p>
    <w:p w:rsidR="007C08D3" w:rsidRPr="00C92D70" w:rsidRDefault="007C08D3" w:rsidP="007B53B5">
      <w:pPr>
        <w:pStyle w:val="a4"/>
      </w:pPr>
      <w:r w:rsidRPr="00C92D70">
        <w:t xml:space="preserve">Установление охранных зон особо охраняемых природных территорий, округов санитарной охраны,  горно-санитарной охраны лечебно-оздоровительных местностей и курортов, осуществляются уполномоченными законодательством органами власти. В градостроительной документации отображаются утвержденные охранные зоны особо охраняемых природных территорий. </w:t>
      </w:r>
    </w:p>
    <w:p w:rsidR="007C08D3" w:rsidRPr="00C92D70" w:rsidRDefault="007C08D3" w:rsidP="007B53B5">
      <w:pPr>
        <w:pStyle w:val="a4"/>
      </w:pPr>
      <w:r w:rsidRPr="00C92D70">
        <w:t>В составе округов санитарной и горно-санитарной охраны лечебно-оздоровительных местностей и курортов выделяются зоны с различным режимом охраны:</w:t>
      </w:r>
    </w:p>
    <w:p w:rsidR="007C08D3" w:rsidRPr="00C92D70" w:rsidRDefault="007C08D3" w:rsidP="007B53B5">
      <w:pPr>
        <w:pStyle w:val="List"/>
        <w:spacing w:after="0"/>
      </w:pPr>
      <w:r w:rsidRPr="00C92D70">
        <w:t>первая зона, на территории которой запрещаются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rsidR="007C08D3" w:rsidRPr="00C92D70" w:rsidRDefault="007C08D3" w:rsidP="007B53B5">
      <w:pPr>
        <w:pStyle w:val="List"/>
        <w:spacing w:after="0"/>
      </w:pPr>
      <w:r w:rsidRPr="00C92D70">
        <w:t>вторая зона, на территории которой запрещается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природную среду, природные лечебные ресурсы и приводящих к их истощению;</w:t>
      </w:r>
    </w:p>
    <w:p w:rsidR="007C08D3" w:rsidRPr="00C92D70" w:rsidRDefault="007C08D3" w:rsidP="007B53B5">
      <w:pPr>
        <w:pStyle w:val="List"/>
        <w:spacing w:after="0"/>
      </w:pPr>
      <w:r w:rsidRPr="00C92D70">
        <w:t>третья зона, на территории которой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природной среды, природных лечебных ресурсов и их истощением.</w:t>
      </w:r>
    </w:p>
    <w:p w:rsidR="007C08D3" w:rsidRPr="00C92D70" w:rsidRDefault="007C08D3" w:rsidP="007B53B5">
      <w:pPr>
        <w:pStyle w:val="a4"/>
      </w:pPr>
      <w:r w:rsidRPr="00C92D70">
        <w:t>Шумовые зоны аэропортов и других объектов воздушного транспорта устанавливаются на основании проекта таких зон, разрабатываемого правообладателем объекта, для которого необходимо установления зоны. В градостроительной документации отображаются границы шумовых зон, утвержденные уполномоченными законодательством органами власти.</w:t>
      </w:r>
    </w:p>
    <w:p w:rsidR="007C08D3" w:rsidRPr="00C92D70" w:rsidRDefault="007C08D3" w:rsidP="007B53B5">
      <w:pPr>
        <w:pStyle w:val="a4"/>
      </w:pPr>
      <w:r w:rsidRPr="00C92D70">
        <w:t>Водоохранные зоны водных объектов и режимы ограничений для них устанавливаются,  в соответствии с Водным кодексом РФ.</w:t>
      </w:r>
    </w:p>
    <w:p w:rsidR="007C08D3" w:rsidRPr="00C92D70" w:rsidRDefault="007C08D3" w:rsidP="007B53B5">
      <w:pPr>
        <w:pStyle w:val="a4"/>
      </w:pPr>
      <w:r w:rsidRPr="00C92D70">
        <w:t>В границах водоохранных зон запрещаются:</w:t>
      </w:r>
    </w:p>
    <w:p w:rsidR="007C08D3" w:rsidRPr="00C92D70" w:rsidRDefault="007C08D3" w:rsidP="007B53B5">
      <w:pPr>
        <w:pStyle w:val="a4"/>
      </w:pPr>
      <w:r w:rsidRPr="00C92D70">
        <w:t>1) использование сточных вод для удобрения почв;</w:t>
      </w:r>
    </w:p>
    <w:p w:rsidR="007C08D3" w:rsidRPr="00C92D70" w:rsidRDefault="007C08D3" w:rsidP="007B53B5">
      <w:pPr>
        <w:pStyle w:val="a4"/>
      </w:pPr>
      <w:r w:rsidRPr="00C92D70">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C08D3" w:rsidRPr="00C92D70" w:rsidRDefault="007C08D3" w:rsidP="007B53B5">
      <w:pPr>
        <w:pStyle w:val="a4"/>
      </w:pPr>
      <w:r w:rsidRPr="00C92D70">
        <w:t>3) осуществление авиационных мер по борьбе с вредителями и болезнями растений;</w:t>
      </w:r>
    </w:p>
    <w:p w:rsidR="007C08D3" w:rsidRPr="00C92D70" w:rsidRDefault="007C08D3" w:rsidP="007B53B5">
      <w:pPr>
        <w:pStyle w:val="a4"/>
      </w:pPr>
      <w:r w:rsidRPr="00C92D70">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C08D3" w:rsidRPr="00C92D70" w:rsidRDefault="007C08D3" w:rsidP="007B53B5">
      <w:pPr>
        <w:pStyle w:val="a4"/>
      </w:pPr>
      <w:r w:rsidRPr="00C92D70">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C08D3" w:rsidRPr="00C92D70" w:rsidRDefault="007C08D3" w:rsidP="007B53B5">
      <w:pPr>
        <w:pStyle w:val="a4"/>
      </w:pPr>
      <w:r w:rsidRPr="00C92D70">
        <w:t>6) размещение специализированных хранилищ пестицидов и агрохимикатов, применение пестицидов и агрохимикатов;</w:t>
      </w:r>
    </w:p>
    <w:p w:rsidR="007C08D3" w:rsidRPr="00C92D70" w:rsidRDefault="007C08D3" w:rsidP="007B53B5">
      <w:pPr>
        <w:pStyle w:val="a4"/>
      </w:pPr>
      <w:r w:rsidRPr="00C92D70">
        <w:t>7) сброс сточных, в том числе дренажных, вод;</w:t>
      </w:r>
    </w:p>
    <w:p w:rsidR="007C08D3" w:rsidRPr="00C92D70" w:rsidRDefault="007C08D3" w:rsidP="007B53B5">
      <w:pPr>
        <w:pStyle w:val="a4"/>
      </w:pPr>
      <w:r w:rsidRPr="00C92D70">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8" w:history="1">
        <w:r w:rsidRPr="00C92D70">
          <w:t>статьей 19.1</w:t>
        </w:r>
      </w:hyperlink>
      <w:r w:rsidRPr="00C92D70">
        <w:t xml:space="preserve"> Закона Рос</w:t>
      </w:r>
      <w:r>
        <w:t>сийской Федерации от 21.02.</w:t>
      </w:r>
      <w:r w:rsidRPr="00C92D70">
        <w:t>1992 года N 2395-1 "О недрах").</w:t>
      </w:r>
    </w:p>
    <w:p w:rsidR="007C08D3" w:rsidRPr="00C92D70" w:rsidRDefault="007C08D3" w:rsidP="007B53B5">
      <w:pPr>
        <w:pStyle w:val="a4"/>
      </w:pPr>
      <w:r w:rsidRPr="00C92D70">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7C08D3" w:rsidRPr="00C92D70" w:rsidRDefault="007C08D3" w:rsidP="007B53B5">
      <w:pPr>
        <w:pStyle w:val="a4"/>
      </w:pPr>
      <w:r w:rsidRPr="00C92D70">
        <w:t>Под сооружениями, обеспечивающими охрану водных объектов от загрязнения, засорения, заиления и истощения вод, понимаются:</w:t>
      </w:r>
    </w:p>
    <w:p w:rsidR="007C08D3" w:rsidRPr="00C92D70" w:rsidRDefault="007C08D3" w:rsidP="007B53B5">
      <w:pPr>
        <w:pStyle w:val="a4"/>
      </w:pPr>
      <w:r w:rsidRPr="00C92D70">
        <w:t>1) централизованные системы водоотведения (канализации), централизованные ливневые системы водоотведения;</w:t>
      </w:r>
    </w:p>
    <w:p w:rsidR="007C08D3" w:rsidRPr="00C92D70" w:rsidRDefault="007C08D3" w:rsidP="007B53B5">
      <w:pPr>
        <w:pStyle w:val="a4"/>
      </w:pPr>
      <w:r w:rsidRPr="00C92D70">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7C08D3" w:rsidRPr="00C92D70" w:rsidRDefault="007C08D3" w:rsidP="007B53B5">
      <w:pPr>
        <w:pStyle w:val="a4"/>
      </w:pPr>
      <w:r w:rsidRPr="00C92D70">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7C08D3" w:rsidRPr="00C92D70" w:rsidRDefault="007C08D3" w:rsidP="007B53B5">
      <w:pPr>
        <w:pStyle w:val="a4"/>
      </w:pPr>
      <w:r w:rsidRPr="00C92D70">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7C08D3" w:rsidRPr="00C92D70" w:rsidRDefault="007C08D3" w:rsidP="007B53B5">
      <w:pPr>
        <w:pStyle w:val="a4"/>
      </w:pPr>
      <w:r w:rsidRPr="00C92D70">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7C08D3" w:rsidRPr="00C92D70" w:rsidRDefault="007C08D3" w:rsidP="007B53B5">
      <w:pPr>
        <w:pStyle w:val="a4"/>
      </w:pPr>
      <w:r w:rsidRPr="00C92D70">
        <w:t>В границах прибрежных защитных полос наряду с установленными ограничениями для водоохранных зон, также запрещаются:</w:t>
      </w:r>
    </w:p>
    <w:p w:rsidR="007C08D3" w:rsidRPr="00C92D70" w:rsidRDefault="007C08D3" w:rsidP="007B53B5">
      <w:pPr>
        <w:pStyle w:val="a4"/>
      </w:pPr>
      <w:r w:rsidRPr="00C92D70">
        <w:t>1) распашка земель;</w:t>
      </w:r>
    </w:p>
    <w:p w:rsidR="007C08D3" w:rsidRPr="00C92D70" w:rsidRDefault="007C08D3" w:rsidP="007B53B5">
      <w:pPr>
        <w:pStyle w:val="a4"/>
      </w:pPr>
      <w:r w:rsidRPr="00C92D70">
        <w:t>2) размещение отвалов размываемых грунтов;</w:t>
      </w:r>
    </w:p>
    <w:p w:rsidR="007C08D3" w:rsidRPr="00C92D70" w:rsidRDefault="007C08D3" w:rsidP="007B53B5">
      <w:pPr>
        <w:pStyle w:val="a4"/>
      </w:pPr>
      <w:r w:rsidRPr="00C92D70">
        <w:t>3) выпас сельскохозяйственных животных и организация для них летних лагерей, ванн.</w:t>
      </w:r>
    </w:p>
    <w:p w:rsidR="007C08D3" w:rsidRPr="00C92D70" w:rsidRDefault="007C08D3" w:rsidP="007B53B5">
      <w:pPr>
        <w:pStyle w:val="a4"/>
      </w:pPr>
      <w:r w:rsidRPr="00C92D70">
        <w:t xml:space="preserve">Зоны санитарной охраны источников питьевого водоснабжения и режимы ограничений в данных зонах устанавливаются в соответствии с СанПиН 2.1.4.1110-02 «Зоны санитарной охраны источников водоснабжения и водопроводов питьевого назначения». </w:t>
      </w:r>
    </w:p>
    <w:p w:rsidR="007C08D3" w:rsidRPr="00C92D70" w:rsidRDefault="007C08D3" w:rsidP="007B53B5">
      <w:pPr>
        <w:pStyle w:val="a4"/>
      </w:pPr>
      <w:r w:rsidRPr="00C92D70">
        <w:t xml:space="preserve">Для установления границ второго и третьего поясов зон санитарной охраны правообладателем объекта разрабатывается проект, определяющий  границы поясов на местности и проведение мероприятий предусмотренных СанПиН 2.1.4.1110-02. </w:t>
      </w:r>
    </w:p>
    <w:p w:rsidR="007C08D3" w:rsidRPr="00C92D70" w:rsidRDefault="007C08D3" w:rsidP="007B53B5">
      <w:pPr>
        <w:pStyle w:val="a4"/>
      </w:pPr>
      <w:r w:rsidRPr="00C92D70">
        <w:t>В первом поясе зоны санитарной охраны подземных источников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7C08D3" w:rsidRPr="00C92D70" w:rsidRDefault="007C08D3" w:rsidP="007B53B5">
      <w:pPr>
        <w:pStyle w:val="S5"/>
        <w:spacing w:before="0" w:after="0"/>
      </w:pPr>
      <w:r w:rsidRPr="00C92D70">
        <w:t>В пределах второго пояса ЗСО подземных источников водоснабжения не допускается:</w:t>
      </w:r>
    </w:p>
    <w:p w:rsidR="007C08D3" w:rsidRPr="00C92D70" w:rsidRDefault="007C08D3" w:rsidP="007B53B5">
      <w:pPr>
        <w:pStyle w:val="List"/>
        <w:spacing w:after="0"/>
      </w:pPr>
      <w:r w:rsidRPr="00C92D70">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7C08D3" w:rsidRPr="00C92D70" w:rsidRDefault="007C08D3" w:rsidP="007B53B5">
      <w:pPr>
        <w:pStyle w:val="List"/>
        <w:spacing w:after="0"/>
      </w:pPr>
      <w:r w:rsidRPr="00C92D70">
        <w:t>применение удобрений и ядохимикатов;</w:t>
      </w:r>
    </w:p>
    <w:p w:rsidR="007C08D3" w:rsidRPr="00C92D70" w:rsidRDefault="007C08D3" w:rsidP="007B53B5">
      <w:pPr>
        <w:pStyle w:val="List"/>
        <w:spacing w:after="0"/>
      </w:pPr>
      <w:r w:rsidRPr="00C92D70">
        <w:t>рубка леса главного пользования и реконструкции.</w:t>
      </w:r>
    </w:p>
    <w:p w:rsidR="007C08D3" w:rsidRPr="00C92D70" w:rsidRDefault="007C08D3" w:rsidP="007B53B5">
      <w:pPr>
        <w:pStyle w:val="a4"/>
      </w:pPr>
      <w:r w:rsidRPr="00C92D70">
        <w:t>В первом поясе зоны санитарной охраны подземных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7C08D3" w:rsidRPr="00C92D70" w:rsidRDefault="007C08D3" w:rsidP="007B53B5">
      <w:pPr>
        <w:pStyle w:val="a4"/>
      </w:pPr>
      <w:r w:rsidRPr="00C92D70">
        <w:t>В пределах второго и третьего пояса ЗСО подземных источников водоснабжения не допускается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7C08D3" w:rsidRPr="00C92D70" w:rsidRDefault="007C08D3" w:rsidP="007B53B5">
      <w:pPr>
        <w:pStyle w:val="a4"/>
      </w:pPr>
      <w:r w:rsidRPr="00C92D70">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7C08D3" w:rsidRPr="00C92D70" w:rsidRDefault="007C08D3" w:rsidP="007B53B5">
      <w:pPr>
        <w:pStyle w:val="a4"/>
      </w:pPr>
      <w:r w:rsidRPr="00C92D70">
        <w:t>На территории первого пояса ЗСО поверхностного источника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7C08D3" w:rsidRPr="00C92D70" w:rsidRDefault="007C08D3" w:rsidP="007B53B5">
      <w:pPr>
        <w:pStyle w:val="a4"/>
      </w:pPr>
      <w:r w:rsidRPr="00C92D70">
        <w:t>На территории второго пояса ЗСО поверхностного источника водоснабжения запрещается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7C08D3" w:rsidRPr="00C92D70" w:rsidRDefault="007C08D3" w:rsidP="007B53B5">
      <w:pPr>
        <w:pStyle w:val="S5"/>
        <w:spacing w:before="0" w:after="0"/>
      </w:pPr>
      <w:r w:rsidRPr="00C92D70">
        <w:t xml:space="preserve">В пределах второго пояса ЗСО поверхностных источников водоснабжения не допускается: </w:t>
      </w:r>
    </w:p>
    <w:p w:rsidR="007C08D3" w:rsidRPr="00C92D70" w:rsidRDefault="007C08D3" w:rsidP="007B53B5">
      <w:pPr>
        <w:pStyle w:val="List"/>
        <w:spacing w:after="0"/>
      </w:pPr>
      <w:r w:rsidRPr="00C92D70">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7C08D3" w:rsidRPr="00C92D70" w:rsidRDefault="007C08D3" w:rsidP="007B53B5">
      <w:pPr>
        <w:pStyle w:val="List"/>
        <w:spacing w:after="0"/>
      </w:pPr>
      <w:r w:rsidRPr="00C92D70">
        <w:t>применение удобрений и ядохимикатов;</w:t>
      </w:r>
    </w:p>
    <w:p w:rsidR="007C08D3" w:rsidRPr="00C92D70" w:rsidRDefault="007C08D3" w:rsidP="007B53B5">
      <w:pPr>
        <w:pStyle w:val="List"/>
        <w:spacing w:after="0"/>
      </w:pPr>
      <w:r w:rsidRPr="00C92D70">
        <w:t>рубка леса главного пользования и реконструкции.</w:t>
      </w:r>
    </w:p>
    <w:p w:rsidR="007C08D3" w:rsidRPr="00C92D70" w:rsidRDefault="007C08D3" w:rsidP="007B53B5">
      <w:pPr>
        <w:pStyle w:val="a4"/>
      </w:pPr>
      <w:r w:rsidRPr="00C92D70">
        <w:t>В пределах второго пояса ЗСО поверхностных источников водоснабжения не допускается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7C08D3" w:rsidRPr="00C92D70" w:rsidRDefault="007C08D3" w:rsidP="007B53B5">
      <w:pPr>
        <w:pStyle w:val="a4"/>
      </w:pPr>
      <w:r w:rsidRPr="00C92D70">
        <w:t>В пределах второго пояса ЗСО поверхностных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7C08D3" w:rsidRPr="00C92D70" w:rsidRDefault="007C08D3" w:rsidP="007B53B5">
      <w:pPr>
        <w:pStyle w:val="a4"/>
      </w:pPr>
      <w:r w:rsidRPr="00C92D70">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7C08D3" w:rsidRPr="00C92D70" w:rsidRDefault="007C08D3" w:rsidP="007B53B5">
      <w:pPr>
        <w:pStyle w:val="a4"/>
      </w:pPr>
      <w:r w:rsidRPr="00C92D70">
        <w:t>В пределах второго и третьего поясов ЗСО поверхностных источников водоснабжения все работы, в том числе добыча песка, гравия, дноуглубительные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7C08D3" w:rsidRPr="00C92D70" w:rsidRDefault="007C08D3" w:rsidP="007B53B5">
      <w:pPr>
        <w:pStyle w:val="a4"/>
      </w:pPr>
      <w:r w:rsidRPr="00C92D70">
        <w:t>В пределах санитарно - защитной полосы водоводов должны отсутствовать источники загрязнения почвы и грунтовых вод.</w:t>
      </w:r>
    </w:p>
    <w:p w:rsidR="007C08D3" w:rsidRPr="00C92D70" w:rsidRDefault="007C08D3" w:rsidP="007B53B5">
      <w:pPr>
        <w:pStyle w:val="a4"/>
      </w:pPr>
      <w:r w:rsidRPr="00C92D70">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7C08D3" w:rsidRPr="007B53B5" w:rsidRDefault="007C08D3" w:rsidP="00A84D27">
      <w:pPr>
        <w:pStyle w:val="Heading1"/>
        <w:numPr>
          <w:ilvl w:val="0"/>
          <w:numId w:val="24"/>
        </w:numPr>
      </w:pPr>
      <w:bookmarkStart w:id="154" w:name="_Toc393384097"/>
      <w:r w:rsidRPr="00C92D70">
        <w:t>Нормативные требования к охране объектов культурного наследия при градостроительном проектировании.</w:t>
      </w:r>
      <w:bookmarkEnd w:id="154"/>
    </w:p>
    <w:p w:rsidR="007C08D3" w:rsidRPr="00C92D70" w:rsidRDefault="007C08D3" w:rsidP="002C658E">
      <w:pPr>
        <w:pStyle w:val="a4"/>
      </w:pPr>
      <w:r w:rsidRPr="00C92D70">
        <w:t xml:space="preserve">Границы территорий объектов культурного наследия отображаются в документах территориального планирования, на основании ранее утверждённых в соответствии с законодательством документов. </w:t>
      </w:r>
    </w:p>
    <w:p w:rsidR="007C08D3" w:rsidRPr="00C92D70" w:rsidRDefault="007C08D3" w:rsidP="002C658E">
      <w:pPr>
        <w:pStyle w:val="a4"/>
      </w:pPr>
      <w:r w:rsidRPr="00C92D70">
        <w:t xml:space="preserve">Основными источниками информации об объектах культурного наследия и их территориях, а также о зонах охраны объектов культурного наследия являются сведения, содержащиеся в едином государственном реестре объектов культурного наследия (памятников истории и культуры) народов Российской Федерации. </w:t>
      </w:r>
    </w:p>
    <w:p w:rsidR="007C08D3" w:rsidRPr="00C92D70" w:rsidRDefault="007C08D3" w:rsidP="002C658E">
      <w:pPr>
        <w:pStyle w:val="a4"/>
      </w:pPr>
      <w:r w:rsidRPr="00C92D70">
        <w:t>Границы зон охраны объекта культурного наследия согласно действующему федеральному законодательству утверждаются на основании проекта зон охраны объекта культурного наследия. Проекты зон охраны в обязательном порядке проходят историко-культурную экспертизу и утверждаются уполномоченным органом государственной власти Красноярского края в порядке, установленном Законом от 23.04.2009 № 8-3166 «Об объектах культурного наследия (памятниках истории и культуры) народов Российской Федерации, расположенных на территории Красноярского края».</w:t>
      </w:r>
    </w:p>
    <w:p w:rsidR="007C08D3" w:rsidRPr="00C92D70" w:rsidRDefault="007C08D3" w:rsidP="002C658E">
      <w:pPr>
        <w:pStyle w:val="a4"/>
      </w:pPr>
      <w:r w:rsidRPr="00C92D70">
        <w:t xml:space="preserve"> Отображение границ зон охраны объектов культурного наследия в составе графических материалов документов территориального планирования возможно только на основе утвержденных уполномоченными органами проектов зон охраны объектов культурного наследия.</w:t>
      </w:r>
    </w:p>
    <w:p w:rsidR="007C08D3" w:rsidRPr="00C92D70" w:rsidRDefault="007C08D3" w:rsidP="002C658E">
      <w:pPr>
        <w:pStyle w:val="a4"/>
      </w:pPr>
      <w:r w:rsidRPr="00C92D70">
        <w:t>Градостроительная, хозяйственная и иная деятельность в исторических поселениях должна осуществляться при условии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w:t>
      </w:r>
    </w:p>
    <w:p w:rsidR="007C08D3" w:rsidRPr="00C92D70" w:rsidRDefault="007C08D3" w:rsidP="002C658E">
      <w:pPr>
        <w:pStyle w:val="a4"/>
      </w:pPr>
      <w:r w:rsidRPr="00C92D70">
        <w:t>Подготовка документов территориального планирования, правил землепользования и застройки, документации по планировке территории в границах исторического поселения или части его территории осуществляется на основе соответствующих историко-культурного опорного плана и проекта зон охраны объектов культурного наследия исторического поселения регионального значения, согласованных с государственным органом охраны объектов культурного наследия края.</w:t>
      </w:r>
    </w:p>
    <w:p w:rsidR="007C08D3" w:rsidRPr="00C92D70" w:rsidRDefault="007C08D3" w:rsidP="002C658E">
      <w:pPr>
        <w:pStyle w:val="a4"/>
      </w:pPr>
      <w:r w:rsidRPr="00C92D70">
        <w:t>Документы территориального планирования, документация по планировке территории, разрабатываемые для исторического поселения регионального значения, и градостроительные регламенты, устанавливаемые в пределах территорий объектов культурного наследия и их зон охраны, подлежат обязательному согласованию с государственным органом охраны объектов культурного наследия края.</w:t>
      </w:r>
    </w:p>
    <w:p w:rsidR="007C08D3" w:rsidRPr="00C92D70" w:rsidRDefault="007C08D3" w:rsidP="002C658E">
      <w:pPr>
        <w:pStyle w:val="a4"/>
      </w:pPr>
      <w:r w:rsidRPr="00C92D70">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7C08D3" w:rsidRPr="00C92D70" w:rsidRDefault="007C08D3" w:rsidP="002C658E">
      <w:pPr>
        <w:pStyle w:val="a4"/>
      </w:pPr>
      <w:r w:rsidRPr="00C92D70">
        <w:t>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Российской Федерации,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rsidR="007C08D3" w:rsidRPr="00C92D70" w:rsidRDefault="007C08D3" w:rsidP="002C658E">
      <w:pPr>
        <w:pStyle w:val="a4"/>
      </w:pPr>
      <w:r w:rsidRPr="00C92D70">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7C08D3" w:rsidRPr="00C92D70" w:rsidRDefault="007C08D3" w:rsidP="00143940">
      <w:pPr>
        <w:pStyle w:val="Heading1"/>
        <w:numPr>
          <w:ilvl w:val="0"/>
          <w:numId w:val="24"/>
        </w:numPr>
      </w:pPr>
      <w:bookmarkStart w:id="155" w:name="_Toc393384098"/>
      <w:r w:rsidRPr="00C92D70">
        <w:t>Нормативы организации в границах муниципального района создания, развития и охраны лечебно-оздоровительных местностей и курортов местного значения</w:t>
      </w:r>
      <w:bookmarkEnd w:id="155"/>
      <w:r w:rsidRPr="00C92D70">
        <w:t xml:space="preserve"> </w:t>
      </w:r>
    </w:p>
    <w:p w:rsidR="007C08D3" w:rsidRPr="007B53B5" w:rsidRDefault="007C08D3" w:rsidP="00A84D27">
      <w:pPr>
        <w:pStyle w:val="Heading2"/>
        <w:numPr>
          <w:ilvl w:val="1"/>
          <w:numId w:val="24"/>
        </w:numPr>
        <w:jc w:val="center"/>
      </w:pPr>
      <w:bookmarkStart w:id="156" w:name="_Toc393384099"/>
      <w:r w:rsidRPr="00C92D70">
        <w:t>Нормативные требования к организации и размещению в границах муниципального района лечебно-оздоровительных местностей и курортов местного значения</w:t>
      </w:r>
      <w:bookmarkEnd w:id="156"/>
    </w:p>
    <w:p w:rsidR="007C08D3" w:rsidRPr="00C92D70" w:rsidRDefault="007C08D3" w:rsidP="002C658E">
      <w:pPr>
        <w:pStyle w:val="a4"/>
      </w:pPr>
      <w:r w:rsidRPr="00C92D70">
        <w:t xml:space="preserve">Нормативные требования к организации в  границах муниципальных районов лечебно-оздоровительных местностей и курортов местного значения приведены на основании положений </w:t>
      </w:r>
      <w:hyperlink r:id="rId29"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C92D70">
          <w:t>СНиП 2.07.01-89*</w:t>
        </w:r>
      </w:hyperlink>
      <w:r>
        <w:t xml:space="preserve"> 2</w:t>
      </w:r>
      <w:r w:rsidRPr="00C92D70">
        <w:t>Градостроительство. Планировка и застройка</w:t>
      </w:r>
      <w:r>
        <w:t xml:space="preserve"> городских и сельских поселений»</w:t>
      </w:r>
      <w:r w:rsidRPr="00C92D70">
        <w:t>.</w:t>
      </w:r>
    </w:p>
    <w:p w:rsidR="007C08D3" w:rsidRPr="00C92D70" w:rsidRDefault="007C08D3" w:rsidP="002C658E">
      <w:pPr>
        <w:pStyle w:val="a4"/>
      </w:pPr>
      <w:r w:rsidRPr="00C92D70">
        <w:t xml:space="preserve">Санаторно-курортные организации длительного отдыха должны размещаться на территориях с допустимыми уровнями шума. </w:t>
      </w:r>
    </w:p>
    <w:p w:rsidR="007C08D3" w:rsidRPr="00C92D70" w:rsidRDefault="007C08D3" w:rsidP="002C658E">
      <w:pPr>
        <w:pStyle w:val="a4"/>
      </w:pPr>
      <w:r w:rsidRPr="00C92D70">
        <w:rPr>
          <w:bCs/>
        </w:rPr>
        <w:t>Детские оздоровительные образовательные организации санаторного типа</w:t>
      </w:r>
      <w:r w:rsidRPr="00C92D70">
        <w:t xml:space="preserve"> должны быть изолированы от санаторно-курортных учреждений для взрослых с отделением их полосой зеленых насаждений шириной не менее 100 м.</w:t>
      </w:r>
    </w:p>
    <w:p w:rsidR="007C08D3" w:rsidRPr="00C92D70" w:rsidRDefault="007C08D3" w:rsidP="002C658E">
      <w:pPr>
        <w:pStyle w:val="a4"/>
      </w:pPr>
      <w:r w:rsidRPr="00C92D70">
        <w:t>Размещение в курортных зонах промышленных и коммунально-складских объектов, жилой застройки и общественных зданий, не связанных с обслуживанием лечащихся и отдыхающих запрещается.</w:t>
      </w:r>
    </w:p>
    <w:p w:rsidR="007C08D3" w:rsidRPr="00C92D70" w:rsidRDefault="007C08D3" w:rsidP="002C658E">
      <w:pPr>
        <w:pStyle w:val="a4"/>
      </w:pPr>
      <w:r w:rsidRPr="00C92D70">
        <w:t>Движение транзитных транспортных потоков в пределах курортных зон запрещается.</w:t>
      </w:r>
    </w:p>
    <w:p w:rsidR="007C08D3" w:rsidRPr="00C92D70" w:rsidRDefault="007C08D3" w:rsidP="002C658E">
      <w:pPr>
        <w:pStyle w:val="a4"/>
      </w:pPr>
      <w:r w:rsidRPr="00C92D70">
        <w:t>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времени на передвижение до мест работы в пределах 30 мин.</w:t>
      </w:r>
    </w:p>
    <w:p w:rsidR="007C08D3" w:rsidRPr="00C92D70" w:rsidRDefault="007C08D3" w:rsidP="002C658E">
      <w:pPr>
        <w:pStyle w:val="a4"/>
      </w:pPr>
      <w:r w:rsidRPr="00C92D70">
        <w:t>Однородные и близкие по профилю санаторно-курортные и оздоровительные организации, размещаемые в пределах курортных зон, как правило, следует объединять в комплексы, обеспечивая централизацию медицинского, культурно-бытового и хозяйственного обслуживания в единое архитектурно-пространственное решение.</w:t>
      </w:r>
    </w:p>
    <w:p w:rsidR="007C08D3" w:rsidRPr="007B53B5" w:rsidRDefault="007C08D3" w:rsidP="00A84D27">
      <w:pPr>
        <w:pStyle w:val="Heading2"/>
        <w:numPr>
          <w:ilvl w:val="1"/>
          <w:numId w:val="24"/>
        </w:numPr>
        <w:jc w:val="center"/>
      </w:pPr>
      <w:bookmarkStart w:id="157" w:name="_Toc393384100"/>
      <w:r w:rsidRPr="00C92D70">
        <w:t>Уровень обеспеченности муниципального района лечебно-оздоровительными местностями и курортами местного значения</w:t>
      </w:r>
      <w:bookmarkEnd w:id="157"/>
    </w:p>
    <w:p w:rsidR="007C08D3" w:rsidRPr="00C92D70" w:rsidRDefault="007C08D3" w:rsidP="002C658E">
      <w:pPr>
        <w:pStyle w:val="a4"/>
      </w:pPr>
      <w:r w:rsidRPr="00C92D70">
        <w:t>Норматив обеспеченности населения лечебно-оздоровительными местностями и курортами местного значения устанавливается заданием на проектирование.</w:t>
      </w:r>
    </w:p>
    <w:p w:rsidR="007C08D3" w:rsidRPr="00C92D70" w:rsidRDefault="007C08D3" w:rsidP="002C658E">
      <w:pPr>
        <w:pStyle w:val="a4"/>
      </w:pPr>
    </w:p>
    <w:p w:rsidR="007C08D3" w:rsidRPr="007B53B5" w:rsidRDefault="007C08D3" w:rsidP="00A84D27">
      <w:pPr>
        <w:pStyle w:val="Heading2"/>
        <w:numPr>
          <w:ilvl w:val="1"/>
          <w:numId w:val="24"/>
        </w:numPr>
        <w:jc w:val="center"/>
      </w:pPr>
      <w:bookmarkStart w:id="158" w:name="_Toc393384101"/>
      <w:r w:rsidRPr="00C92D70">
        <w:t>Размеры земельных участков лечебно-оздоровительных местностей и курортов местного значения</w:t>
      </w:r>
      <w:bookmarkEnd w:id="158"/>
    </w:p>
    <w:p w:rsidR="007C08D3" w:rsidRPr="00C92D70" w:rsidRDefault="007C08D3" w:rsidP="007B53B5">
      <w:pPr>
        <w:pStyle w:val="a4"/>
      </w:pPr>
      <w:r w:rsidRPr="00C92D70">
        <w:t>Нормативы размеров земельных участков лечебно-оздоровительных местностей и курортов местного значения приняты в соответствии со СНиП 2.07.01-89* «Градостроительство. Планировка и застройка городских и сельских поселений»:</w:t>
      </w:r>
    </w:p>
    <w:p w:rsidR="007C08D3" w:rsidRPr="00C92D70" w:rsidRDefault="007C08D3" w:rsidP="007B53B5">
      <w:pPr>
        <w:pStyle w:val="List"/>
        <w:spacing w:after="0"/>
      </w:pPr>
      <w:r w:rsidRPr="00C92D70">
        <w:t>для санаториев (без туберкулезных) – 125-150 кв. м на 1 место;</w:t>
      </w:r>
    </w:p>
    <w:p w:rsidR="007C08D3" w:rsidRPr="00C92D70" w:rsidRDefault="007C08D3" w:rsidP="007B53B5">
      <w:pPr>
        <w:pStyle w:val="List"/>
        <w:spacing w:after="0"/>
      </w:pPr>
      <w:r w:rsidRPr="00C92D70">
        <w:t>для санаториев для родителей с детьми и детские санатории (без туберкулезных) –145-170 кв. м на 1 место;</w:t>
      </w:r>
    </w:p>
    <w:p w:rsidR="007C08D3" w:rsidRPr="00C92D70" w:rsidRDefault="007C08D3" w:rsidP="007B53B5">
      <w:pPr>
        <w:pStyle w:val="List"/>
        <w:spacing w:after="0"/>
      </w:pPr>
      <w:r w:rsidRPr="00C92D70">
        <w:t>для санаториев-профилакториев – 70-100 кв. м на 1 место;</w:t>
      </w:r>
    </w:p>
    <w:p w:rsidR="007C08D3" w:rsidRDefault="007C08D3" w:rsidP="007B53B5">
      <w:pPr>
        <w:pStyle w:val="List"/>
        <w:spacing w:after="0"/>
      </w:pPr>
      <w:r w:rsidRPr="00C92D70">
        <w:t>для санаторных детских лагерей – 200 кв. м на 1 место.</w:t>
      </w:r>
    </w:p>
    <w:p w:rsidR="007C08D3" w:rsidRPr="00C92D70" w:rsidRDefault="007C08D3" w:rsidP="007B53B5">
      <w:pPr>
        <w:pStyle w:val="List"/>
        <w:spacing w:after="0"/>
      </w:pPr>
    </w:p>
    <w:p w:rsidR="007C08D3" w:rsidRPr="007B53B5" w:rsidRDefault="007C08D3" w:rsidP="00A84D27">
      <w:pPr>
        <w:pStyle w:val="Heading2"/>
        <w:numPr>
          <w:ilvl w:val="1"/>
          <w:numId w:val="24"/>
        </w:numPr>
        <w:spacing w:before="0" w:after="0"/>
        <w:ind w:left="0"/>
        <w:jc w:val="center"/>
        <w:rPr>
          <w:lang w:eastAsia="ar-SA"/>
        </w:rPr>
      </w:pPr>
      <w:bookmarkStart w:id="159" w:name="_Toc393384102"/>
      <w:r w:rsidRPr="00C92D70">
        <w:rPr>
          <w:lang w:eastAsia="ar-SA"/>
        </w:rPr>
        <w:t>Размеры озелененных территорий общего пользования курортных зон в санаторно-курортных и оздоровительных организациях</w:t>
      </w:r>
      <w:bookmarkEnd w:id="159"/>
    </w:p>
    <w:p w:rsidR="007C08D3" w:rsidRPr="00C92D70" w:rsidRDefault="007C08D3" w:rsidP="002C658E">
      <w:pPr>
        <w:pStyle w:val="a4"/>
      </w:pPr>
      <w:r w:rsidRPr="00C92D70">
        <w:t>Размеры озелененных территорий общего пользования в санаторно-курортных и оздоровительных организациях должны составлять не менее 100 м2 на одно место.</w:t>
      </w:r>
    </w:p>
    <w:p w:rsidR="007C08D3" w:rsidRPr="00C92D70" w:rsidRDefault="007C08D3" w:rsidP="002C658E">
      <w:pPr>
        <w:pStyle w:val="a4"/>
        <w:rPr>
          <w:lang w:eastAsia="ar-SA"/>
        </w:rPr>
      </w:pPr>
    </w:p>
    <w:p w:rsidR="007C08D3" w:rsidRPr="00AF1C33" w:rsidRDefault="007C08D3" w:rsidP="00A84D27">
      <w:pPr>
        <w:pStyle w:val="Heading2"/>
        <w:numPr>
          <w:ilvl w:val="1"/>
          <w:numId w:val="24"/>
        </w:numPr>
        <w:jc w:val="center"/>
      </w:pPr>
      <w:bookmarkStart w:id="160" w:name="_Toc393384103"/>
      <w:r w:rsidRPr="00C92D70">
        <w:rPr>
          <w:lang w:eastAsia="ar-SA"/>
        </w:rPr>
        <w:t xml:space="preserve">Расстояние от границ земельных участков вновь проектируемых санаторно-курортных и оздоровительных </w:t>
      </w:r>
      <w:r w:rsidRPr="00C92D70">
        <w:t>организаций</w:t>
      </w:r>
      <w:bookmarkEnd w:id="160"/>
    </w:p>
    <w:p w:rsidR="007C08D3" w:rsidRPr="00C92D70" w:rsidRDefault="007C08D3" w:rsidP="0090678C">
      <w:pPr>
        <w:pStyle w:val="a4"/>
      </w:pPr>
      <w:r w:rsidRPr="00C92D70">
        <w:t>Расстояния от границ земельных участков, вновь проектируемых санаторно-курортных и оздоровительных организаций приняты в соответствии со СНиП 2.07.01-89* «Градостроительство. Планировка и застройка городских и сельских поселений»:</w:t>
      </w:r>
    </w:p>
    <w:p w:rsidR="007C08D3" w:rsidRPr="00C92D70" w:rsidRDefault="007C08D3" w:rsidP="0090678C">
      <w:pPr>
        <w:pStyle w:val="List"/>
        <w:spacing w:after="0"/>
      </w:pPr>
      <w:r w:rsidRPr="00C92D70">
        <w:t>до жилой застройки, учреждений коммунального хозяйства и складов – не менее 500 м (в условиях реконструкции не менее 100 м).</w:t>
      </w:r>
    </w:p>
    <w:p w:rsidR="007C08D3" w:rsidRPr="00C92D70" w:rsidRDefault="007C08D3" w:rsidP="0090678C">
      <w:pPr>
        <w:pStyle w:val="List"/>
        <w:spacing w:after="0"/>
      </w:pPr>
      <w:r w:rsidRPr="00C92D70">
        <w:t>до автомобильных дорог категорий:  I, II, III– не менее 500 м;  IV – не менее 200 м.</w:t>
      </w:r>
    </w:p>
    <w:p w:rsidR="007C08D3" w:rsidRPr="00C92D70" w:rsidRDefault="007C08D3" w:rsidP="0090678C">
      <w:pPr>
        <w:pStyle w:val="List"/>
        <w:spacing w:after="0"/>
      </w:pPr>
      <w:r w:rsidRPr="00C92D70">
        <w:t>до садоводческих товариществ – не менее 300 м.</w:t>
      </w:r>
    </w:p>
    <w:p w:rsidR="007C08D3" w:rsidRPr="0090678C" w:rsidRDefault="007C08D3" w:rsidP="00A84D27">
      <w:pPr>
        <w:pStyle w:val="Heading2"/>
        <w:numPr>
          <w:ilvl w:val="1"/>
          <w:numId w:val="24"/>
        </w:numPr>
        <w:jc w:val="center"/>
        <w:rPr>
          <w:lang w:eastAsia="ar-SA"/>
        </w:rPr>
      </w:pPr>
      <w:bookmarkStart w:id="161" w:name="_Toc393384104"/>
      <w:r w:rsidRPr="00C92D70">
        <w:rPr>
          <w:lang w:eastAsia="ar-SA"/>
        </w:rPr>
        <w:t>Размеры территорий пляжей, размещаемых в курортных зонах и зонах  отдыха</w:t>
      </w:r>
      <w:bookmarkEnd w:id="161"/>
    </w:p>
    <w:p w:rsidR="007C08D3" w:rsidRPr="00C92D70" w:rsidRDefault="007C08D3" w:rsidP="002C658E">
      <w:pPr>
        <w:pStyle w:val="a4"/>
      </w:pPr>
      <w:r w:rsidRPr="00C92D70">
        <w:t>Нормативы размеров пляжей, размещаемых в курортных зонах приняты в соответствии со СНиП 2.07.01-89* «Градостроительство. Планировка и застройка городских и сельских поселений».</w:t>
      </w:r>
    </w:p>
    <w:p w:rsidR="007C08D3" w:rsidRPr="00C92D70" w:rsidRDefault="007C08D3" w:rsidP="002C658E">
      <w:pPr>
        <w:pStyle w:val="a4"/>
      </w:pPr>
      <w:r w:rsidRPr="00C92D70">
        <w:t>Размеры территорий речных и озерных пляжей, размещаемых в курортных зонах – не менее</w:t>
      </w:r>
      <w:r w:rsidRPr="00C92D70">
        <w:tab/>
        <w:t>8 м2 на одного посетителя.</w:t>
      </w:r>
    </w:p>
    <w:p w:rsidR="007C08D3" w:rsidRPr="00C92D70" w:rsidRDefault="007C08D3" w:rsidP="002C658E">
      <w:pPr>
        <w:pStyle w:val="a4"/>
      </w:pPr>
      <w:r w:rsidRPr="00C92D70">
        <w:t>Размеры территорий речных и озерных пляжей (для детей) размещаемых в курортных зонах – не менее 4 м2 на одного посетителя.</w:t>
      </w:r>
    </w:p>
    <w:p w:rsidR="007C08D3" w:rsidRPr="0090678C" w:rsidRDefault="007C08D3" w:rsidP="00A84D27">
      <w:pPr>
        <w:pStyle w:val="Heading2"/>
        <w:numPr>
          <w:ilvl w:val="1"/>
          <w:numId w:val="24"/>
        </w:numPr>
        <w:jc w:val="center"/>
        <w:rPr>
          <w:lang w:eastAsia="ar-SA"/>
        </w:rPr>
      </w:pPr>
      <w:bookmarkStart w:id="162" w:name="_Toc393384105"/>
      <w:r w:rsidRPr="00C92D70">
        <w:rPr>
          <w:lang w:eastAsia="ar-SA"/>
        </w:rPr>
        <w:t>Размеры речных и озерных пляжей, размещаемых на землях, пригодных для сельскохозяйственного использования</w:t>
      </w:r>
      <w:bookmarkEnd w:id="162"/>
    </w:p>
    <w:p w:rsidR="007C08D3" w:rsidRPr="00C92D70" w:rsidRDefault="007C08D3" w:rsidP="002C658E">
      <w:pPr>
        <w:pStyle w:val="a4"/>
      </w:pPr>
      <w:r w:rsidRPr="00C92D70">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7C08D3" w:rsidRPr="0090678C" w:rsidRDefault="007C08D3" w:rsidP="00A84D27">
      <w:pPr>
        <w:pStyle w:val="Heading2"/>
        <w:numPr>
          <w:ilvl w:val="1"/>
          <w:numId w:val="24"/>
        </w:numPr>
        <w:jc w:val="center"/>
        <w:rPr>
          <w:lang w:eastAsia="ar-SA"/>
        </w:rPr>
      </w:pPr>
      <w:bookmarkStart w:id="163" w:name="_Toc393384106"/>
      <w:r w:rsidRPr="00C92D70">
        <w:rPr>
          <w:lang w:eastAsia="ar-SA"/>
        </w:rPr>
        <w:t>Размеры территории специализированных лечебных пляжей для лечащихся с ограниченной подвижностью</w:t>
      </w:r>
      <w:bookmarkEnd w:id="163"/>
    </w:p>
    <w:p w:rsidR="007C08D3" w:rsidRPr="00C92D70" w:rsidRDefault="007C08D3" w:rsidP="002C658E">
      <w:pPr>
        <w:pStyle w:val="a4"/>
      </w:pPr>
      <w:r w:rsidRPr="00C92D70">
        <w:t>Размеры территории специализированных лечебных пляжей для лечащихся с ограниченной подвижностью составляют 8-12 м2 на одного посетителя.</w:t>
      </w:r>
    </w:p>
    <w:p w:rsidR="007C08D3" w:rsidRPr="00C92D70" w:rsidRDefault="007C08D3" w:rsidP="0090678C">
      <w:pPr>
        <w:pStyle w:val="Heading2"/>
        <w:numPr>
          <w:ilvl w:val="1"/>
          <w:numId w:val="24"/>
        </w:numPr>
        <w:jc w:val="center"/>
        <w:rPr>
          <w:lang w:eastAsia="ar-SA"/>
        </w:rPr>
      </w:pPr>
      <w:bookmarkStart w:id="164" w:name="_Toc393384107"/>
      <w:r w:rsidRPr="00C92D70">
        <w:rPr>
          <w:lang w:eastAsia="ar-SA"/>
        </w:rPr>
        <w:t>Минимальная протяженность береговой полосы речных и озерных пляжей</w:t>
      </w:r>
      <w:bookmarkEnd w:id="164"/>
    </w:p>
    <w:p w:rsidR="007C08D3" w:rsidRPr="00C92D70" w:rsidRDefault="007C08D3" w:rsidP="002C658E">
      <w:pPr>
        <w:pStyle w:val="a4"/>
      </w:pPr>
      <w:r w:rsidRPr="00C92D70">
        <w:t>Минимальная протяженность береговой полосы речных и озерных пляжей принимается в размере не менее 0,25 м на одного посетителя.</w:t>
      </w:r>
    </w:p>
    <w:p w:rsidR="007C08D3" w:rsidRPr="0090678C" w:rsidRDefault="007C08D3" w:rsidP="00A84D27">
      <w:pPr>
        <w:pStyle w:val="Heading2"/>
        <w:numPr>
          <w:ilvl w:val="1"/>
          <w:numId w:val="24"/>
        </w:numPr>
        <w:jc w:val="center"/>
        <w:rPr>
          <w:lang w:eastAsia="ar-SA"/>
        </w:rPr>
      </w:pPr>
      <w:bookmarkStart w:id="165" w:name="_Toc393384108"/>
      <w:r w:rsidRPr="00C92D70">
        <w:rPr>
          <w:lang w:eastAsia="ar-SA"/>
        </w:rPr>
        <w:t>Коэффициенты одновременной загрузки пляжей для расчета численности единовременных посетителей на пляжах</w:t>
      </w:r>
      <w:bookmarkEnd w:id="165"/>
    </w:p>
    <w:p w:rsidR="007C08D3" w:rsidRPr="00C92D70" w:rsidRDefault="007C08D3" w:rsidP="0090678C">
      <w:pPr>
        <w:pStyle w:val="a4"/>
      </w:pPr>
      <w:r w:rsidRPr="00C92D70">
        <w:t>Коэффициенты одновременной загрузки пляжей для расчета численности единовременных посетителей на пляжах составляют:</w:t>
      </w:r>
    </w:p>
    <w:p w:rsidR="007C08D3" w:rsidRPr="00C92D70" w:rsidRDefault="007C08D3" w:rsidP="0090678C">
      <w:pPr>
        <w:pStyle w:val="List"/>
        <w:spacing w:after="0"/>
      </w:pPr>
      <w:r w:rsidRPr="00C92D70">
        <w:t>для пляжей санаториев: 0,6—0,8;</w:t>
      </w:r>
    </w:p>
    <w:p w:rsidR="007C08D3" w:rsidRPr="00C92D70" w:rsidRDefault="007C08D3" w:rsidP="0090678C">
      <w:pPr>
        <w:pStyle w:val="List"/>
        <w:spacing w:after="0"/>
      </w:pPr>
      <w:r w:rsidRPr="00C92D70">
        <w:t>для пляжей организаций отдыха и туризма: 0,7—0,9;</w:t>
      </w:r>
    </w:p>
    <w:p w:rsidR="007C08D3" w:rsidRPr="00C92D70" w:rsidRDefault="007C08D3" w:rsidP="0090678C">
      <w:pPr>
        <w:pStyle w:val="List"/>
        <w:spacing w:after="0"/>
      </w:pPr>
      <w:r w:rsidRPr="00C92D70">
        <w:t>для пляжей детских оздоровительных лагерей: 0,5—1,0;</w:t>
      </w:r>
    </w:p>
    <w:p w:rsidR="007C08D3" w:rsidRPr="00C92D70" w:rsidRDefault="007C08D3" w:rsidP="0090678C">
      <w:pPr>
        <w:pStyle w:val="List"/>
        <w:spacing w:after="0"/>
      </w:pPr>
      <w:r w:rsidRPr="00C92D70">
        <w:t>для пляжей общего пользования для местного населения: 0,2;</w:t>
      </w:r>
    </w:p>
    <w:p w:rsidR="007C08D3" w:rsidRPr="00C92D70" w:rsidRDefault="007C08D3" w:rsidP="0090678C">
      <w:pPr>
        <w:pStyle w:val="List"/>
        <w:spacing w:after="0"/>
      </w:pPr>
      <w:r w:rsidRPr="00C92D70">
        <w:t>для пляжей отдыхающих без путевок: 0,5.</w:t>
      </w:r>
    </w:p>
    <w:p w:rsidR="007C08D3" w:rsidRPr="00C92D70" w:rsidRDefault="007C08D3" w:rsidP="00EB58A4">
      <w:pPr>
        <w:pStyle w:val="Heading1"/>
        <w:numPr>
          <w:ilvl w:val="0"/>
          <w:numId w:val="24"/>
        </w:numPr>
      </w:pPr>
      <w:bookmarkStart w:id="166" w:name="_Toc393384109"/>
      <w:r w:rsidRPr="00C92D70">
        <w:t>Нормативы градостроительного проектирования размещения объектов инженерной инфраструктуры</w:t>
      </w:r>
      <w:bookmarkEnd w:id="166"/>
      <w:r w:rsidRPr="00C92D70">
        <w:t xml:space="preserve"> </w:t>
      </w:r>
    </w:p>
    <w:p w:rsidR="007C08D3" w:rsidRPr="0090678C" w:rsidRDefault="007C08D3" w:rsidP="00A84D27">
      <w:pPr>
        <w:pStyle w:val="Heading2"/>
        <w:numPr>
          <w:ilvl w:val="1"/>
          <w:numId w:val="24"/>
        </w:numPr>
        <w:jc w:val="center"/>
      </w:pPr>
      <w:bookmarkStart w:id="167" w:name="_Toc393384110"/>
      <w:r w:rsidRPr="00C92D70">
        <w:t>Объекты связи.</w:t>
      </w:r>
      <w:bookmarkEnd w:id="167"/>
    </w:p>
    <w:p w:rsidR="007C08D3" w:rsidRPr="00C92D70" w:rsidRDefault="007C08D3" w:rsidP="0090678C">
      <w:pPr>
        <w:pStyle w:val="a4"/>
      </w:pPr>
      <w:r w:rsidRPr="00C92D70">
        <w:t>Нормативы обеспеченности объектами связи (количество номеров на 1000 человек) следует принимать, исходя из расчетов:</w:t>
      </w:r>
    </w:p>
    <w:p w:rsidR="007C08D3" w:rsidRPr="00C92D70" w:rsidRDefault="007C08D3" w:rsidP="0090678C">
      <w:pPr>
        <w:pStyle w:val="S5"/>
        <w:spacing w:before="0" w:after="0"/>
      </w:pPr>
      <w:r w:rsidRPr="00C92D70">
        <w:t>1) расчет количества телефонов:</w:t>
      </w:r>
    </w:p>
    <w:p w:rsidR="007C08D3" w:rsidRPr="00C92D70" w:rsidRDefault="007C08D3" w:rsidP="0090678C">
      <w:pPr>
        <w:pStyle w:val="List"/>
        <w:spacing w:after="0"/>
      </w:pPr>
      <w:r w:rsidRPr="00C92D70">
        <w:t>установка одного телефона в одной квартире (или одном индивидуальном жилом доме),  количество</w:t>
      </w:r>
      <w:r w:rsidRPr="00C92D70">
        <w:rPr>
          <w:lang w:eastAsia="en-US"/>
        </w:rPr>
        <w:t xml:space="preserve"> телефонных аппаратов телефонной сети общего пользования</w:t>
      </w:r>
      <w:r w:rsidRPr="00C92D70">
        <w:t xml:space="preserve"> принять  как произведение  количества квартирных телефонов и коэффициента</w:t>
      </w:r>
      <w:r w:rsidRPr="00C92D70">
        <w:rPr>
          <w:lang w:eastAsia="en-US"/>
        </w:rPr>
        <w:t xml:space="preserve"> телефонных аппаратов телефонной сети общего пользования</w:t>
      </w:r>
      <w:r w:rsidRPr="00C92D70">
        <w:t xml:space="preserve">  согласно  таблицы «Укрупненные показатели обеспеченности телефонных аппаратов сети общего пользования» в зависимости от района (столбец 12).</w:t>
      </w:r>
    </w:p>
    <w:p w:rsidR="007C08D3" w:rsidRPr="00C92D70" w:rsidRDefault="007C08D3" w:rsidP="0090678C">
      <w:pPr>
        <w:pStyle w:val="S5"/>
        <w:spacing w:before="0" w:after="0"/>
      </w:pPr>
      <w:r w:rsidRPr="00C92D70">
        <w:t xml:space="preserve"> 2) расчет количества объектов связи:</w:t>
      </w:r>
    </w:p>
    <w:p w:rsidR="007C08D3" w:rsidRPr="00C92D70" w:rsidRDefault="007C08D3" w:rsidP="0090678C">
      <w:pPr>
        <w:pStyle w:val="List"/>
        <w:spacing w:after="0"/>
      </w:pPr>
      <w:r w:rsidRPr="00C92D70">
        <w:t>расчет количества предприятий, зданий и сооружений связи, радиовещания и телевидения, пожарной и охранной сигнализации следует осуществлять в соответствии с утвержденными в установленном порядке нормативными документами.</w:t>
      </w:r>
    </w:p>
    <w:p w:rsidR="007C08D3" w:rsidRPr="00C92D70" w:rsidRDefault="007C08D3" w:rsidP="00A84D27">
      <w:pPr>
        <w:pStyle w:val="List"/>
        <w:ind w:firstLine="284"/>
        <w:sectPr w:rsidR="007C08D3" w:rsidRPr="00C92D70" w:rsidSect="00E106B8">
          <w:headerReference w:type="default" r:id="rId30"/>
          <w:footerReference w:type="default" r:id="rId31"/>
          <w:pgSz w:w="11906" w:h="16838" w:code="9"/>
          <w:pgMar w:top="1134" w:right="851" w:bottom="1134" w:left="1134" w:header="425" w:footer="833" w:gutter="0"/>
          <w:cols w:space="708"/>
          <w:docGrid w:linePitch="360"/>
        </w:sectPr>
      </w:pPr>
    </w:p>
    <w:p w:rsidR="007C08D3" w:rsidRPr="00C92D70" w:rsidRDefault="007C08D3" w:rsidP="0093519B">
      <w:pPr>
        <w:pStyle w:val="a4"/>
        <w:ind w:firstLine="0"/>
        <w:sectPr w:rsidR="007C08D3" w:rsidRPr="00C92D70" w:rsidSect="00E106B8">
          <w:headerReference w:type="even" r:id="rId32"/>
          <w:footerReference w:type="even" r:id="rId33"/>
          <w:pgSz w:w="11906" w:h="16838" w:code="9"/>
          <w:pgMar w:top="720" w:right="720" w:bottom="720" w:left="720" w:header="709" w:footer="709" w:gutter="0"/>
          <w:cols w:space="708"/>
          <w:docGrid w:linePitch="360"/>
        </w:sectPr>
      </w:pPr>
    </w:p>
    <w:bookmarkStart w:id="168" w:name="_Toc329704281"/>
    <w:p w:rsidR="007C08D3" w:rsidRPr="00C92D70" w:rsidRDefault="007C08D3" w:rsidP="00D22E5A">
      <w:pPr>
        <w:pStyle w:val="Heading1"/>
        <w:numPr>
          <w:ilvl w:val="0"/>
          <w:numId w:val="24"/>
        </w:numPr>
      </w:pPr>
      <w:r w:rsidRPr="00C92D70">
        <w:fldChar w:fldCharType="begin"/>
      </w:r>
      <w:r w:rsidRPr="00C92D70">
        <w:instrText xml:space="preserve"> HYPERLINK \l "_Toc389086121" </w:instrText>
      </w:r>
      <w:r w:rsidRPr="00C92D70">
        <w:fldChar w:fldCharType="separate"/>
      </w:r>
      <w:bookmarkStart w:id="169" w:name="_Toc393384111"/>
      <w:r w:rsidRPr="00C92D70">
        <w:t>Нормативы обеспеченности организации в границах муниципального района благоустройства и озеленения населённых пунктов, расположенных на межселенной территории, охраны, защиты, воспроизводства лесов особо охраняемых природных территорий.</w:t>
      </w:r>
      <w:bookmarkEnd w:id="169"/>
      <w:r w:rsidRPr="00C92D70">
        <w:rPr>
          <w:webHidden/>
        </w:rPr>
        <w:tab/>
      </w:r>
      <w:r w:rsidRPr="00C92D70">
        <w:fldChar w:fldCharType="end"/>
      </w:r>
    </w:p>
    <w:p w:rsidR="007C08D3" w:rsidRPr="00706A22" w:rsidRDefault="007C08D3" w:rsidP="004411B7">
      <w:pPr>
        <w:pStyle w:val="Heading2"/>
        <w:numPr>
          <w:ilvl w:val="1"/>
          <w:numId w:val="24"/>
        </w:numPr>
        <w:ind w:left="576" w:hanging="576"/>
        <w:jc w:val="center"/>
      </w:pPr>
      <w:bookmarkStart w:id="170" w:name="_Toc389132893"/>
      <w:bookmarkStart w:id="171" w:name="_Toc393384112"/>
      <w:bookmarkEnd w:id="4"/>
      <w:bookmarkEnd w:id="5"/>
      <w:bookmarkEnd w:id="168"/>
      <w:r w:rsidRPr="00C92D70">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bookmarkEnd w:id="170"/>
      <w:bookmarkEnd w:id="171"/>
    </w:p>
    <w:p w:rsidR="007C08D3" w:rsidRPr="00C92D70" w:rsidRDefault="007C08D3" w:rsidP="00706A22">
      <w:pPr>
        <w:pStyle w:val="a4"/>
      </w:pPr>
      <w:r w:rsidRPr="00C92D70">
        <w:t>В населенных пунктах с предприятиями 1 класса опасности, требующими устройства санитарно-защитных зон шириной более 1000 м, уровень озелененности территории застройки следует увеличивать не менее чем на 15 %.</w:t>
      </w:r>
    </w:p>
    <w:p w:rsidR="007C08D3" w:rsidRPr="00C92D70" w:rsidRDefault="007C08D3" w:rsidP="00706A22">
      <w:pPr>
        <w:pStyle w:val="a4"/>
      </w:pPr>
      <w:r w:rsidRPr="00C92D70">
        <w:t>Пропорционально увеличивается уровень озелененности территории застройки населённого пункта при наличии предприятий:</w:t>
      </w:r>
    </w:p>
    <w:p w:rsidR="007C08D3" w:rsidRPr="00C92D70" w:rsidRDefault="007C08D3" w:rsidP="00706A22">
      <w:pPr>
        <w:pStyle w:val="S5"/>
        <w:spacing w:before="0" w:after="0"/>
      </w:pPr>
      <w:r w:rsidRPr="00C92D70">
        <w:t>2 класса опасности (500 м) на 7,5%;</w:t>
      </w:r>
    </w:p>
    <w:p w:rsidR="007C08D3" w:rsidRPr="00C92D70" w:rsidRDefault="007C08D3" w:rsidP="00706A22">
      <w:pPr>
        <w:pStyle w:val="S5"/>
        <w:spacing w:before="0" w:after="0"/>
      </w:pPr>
      <w:r w:rsidRPr="00C92D70">
        <w:t>3 класса опасности (300 м) на 4,5%;</w:t>
      </w:r>
    </w:p>
    <w:p w:rsidR="007C08D3" w:rsidRPr="00C92D70" w:rsidRDefault="007C08D3" w:rsidP="00706A22">
      <w:pPr>
        <w:pStyle w:val="a4"/>
      </w:pPr>
      <w:r w:rsidRPr="00C92D70">
        <w:t>При градостроительном проектировании в условиях котловинности горного рельефа 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7C08D3" w:rsidRPr="00706A22" w:rsidRDefault="007C08D3" w:rsidP="004411B7">
      <w:pPr>
        <w:pStyle w:val="Heading2"/>
        <w:numPr>
          <w:ilvl w:val="1"/>
          <w:numId w:val="24"/>
        </w:numPr>
        <w:ind w:left="576" w:hanging="576"/>
        <w:jc w:val="center"/>
      </w:pPr>
      <w:bookmarkStart w:id="172" w:name="_Toc389132894"/>
      <w:bookmarkStart w:id="173" w:name="_Toc393384113"/>
      <w:r w:rsidRPr="00C92D70">
        <w:t>Нормативы обеспеченности объектами рекреационного назначения (суммарная площадь озелененных территорий общего пользования)</w:t>
      </w:r>
      <w:bookmarkEnd w:id="172"/>
      <w:bookmarkEnd w:id="173"/>
    </w:p>
    <w:p w:rsidR="007C08D3" w:rsidRPr="00C92D70" w:rsidRDefault="007C08D3" w:rsidP="002C658E">
      <w:pPr>
        <w:pStyle w:val="a4"/>
      </w:pPr>
      <w:r w:rsidRPr="00C92D70">
        <w:t xml:space="preserve">Нормативы обеспеченности озелененными территориями общего пользования даны в соответствии с </w:t>
      </w:r>
      <w:hyperlink r:id="rId34"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C92D70">
          <w:t>СНиП 2.07.01-89*</w:t>
        </w:r>
      </w:hyperlink>
      <w:r>
        <w:t xml:space="preserve"> «</w:t>
      </w:r>
      <w:r w:rsidRPr="00C92D70">
        <w:t>Градостроительство. Планировка и застройка</w:t>
      </w:r>
      <w:r>
        <w:t xml:space="preserve"> городских и сельских поселений»</w:t>
      </w:r>
      <w:r w:rsidRPr="00C92D70">
        <w:t>.</w:t>
      </w:r>
    </w:p>
    <w:p w:rsidR="007C08D3" w:rsidRPr="00C92D70" w:rsidRDefault="007C08D3" w:rsidP="002C658E">
      <w:pPr>
        <w:pStyle w:val="a4"/>
      </w:pPr>
      <w:r w:rsidRPr="00C92D70">
        <w:t xml:space="preserve">В соответствии с </w:t>
      </w:r>
      <w:hyperlink r:id="rId35"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C92D70">
          <w:t>СНиП 2.07.01-89*</w:t>
        </w:r>
      </w:hyperlink>
      <w:r w:rsidRPr="00C92D70">
        <w:t xml:space="preserve"> в </w:t>
      </w:r>
      <w:r w:rsidRPr="00C92D70">
        <w:rPr>
          <w:sz w:val="20"/>
          <w:szCs w:val="20"/>
        </w:rPr>
        <w:t xml:space="preserve"> </w:t>
      </w:r>
      <w:r w:rsidRPr="00C92D70">
        <w:t xml:space="preserve">населённых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 </w:t>
      </w:r>
    </w:p>
    <w:p w:rsidR="007C08D3" w:rsidRPr="00C92D70" w:rsidRDefault="007C08D3" w:rsidP="002C658E">
      <w:pPr>
        <w:pStyle w:val="a4"/>
      </w:pPr>
      <w:r w:rsidRPr="00C92D70">
        <w:t xml:space="preserve">Нормативы обеспеченности объектами рекреационного назначения (суммарная площадь озелененных территорий общего пользования)  - парков, садов, скверов, и др. для населённых пунктов муниципальных образований необходимо принимать в зависимости от природных зон в соответствии </w:t>
      </w:r>
      <w:r w:rsidRPr="00C92D70">
        <w:rPr>
          <w:lang w:val="en-US"/>
        </w:rPr>
        <w:t>c</w:t>
      </w:r>
      <w:r w:rsidRPr="00C92D70">
        <w:t xml:space="preserve"> </w:t>
      </w:r>
      <w:r>
        <w:t>таблицей 28</w:t>
      </w:r>
    </w:p>
    <w:p w:rsidR="007C08D3" w:rsidRPr="00C92D70" w:rsidRDefault="007C08D3" w:rsidP="002C658E">
      <w:pPr>
        <w:pStyle w:val="Caption"/>
        <w:jc w:val="right"/>
        <w:rPr>
          <w:sz w:val="24"/>
          <w:szCs w:val="24"/>
        </w:rPr>
      </w:pPr>
      <w:bookmarkStart w:id="174" w:name="_Ref388450311"/>
      <w:r w:rsidRPr="00C92D70">
        <w:t xml:space="preserve">Таблица </w:t>
      </w:r>
      <w:bookmarkEnd w:id="174"/>
      <w:r>
        <w:t>28</w:t>
      </w:r>
    </w:p>
    <w:p w:rsidR="007C08D3" w:rsidRPr="00C92D70" w:rsidRDefault="007C08D3" w:rsidP="002C658E">
      <w:pPr>
        <w:pStyle w:val="a9"/>
      </w:pPr>
      <w:r w:rsidRPr="00C92D70">
        <w:t>Нормативы обеспеченности объектами рекреационного назначения (суммарная площадь озелененных территорий общего пользования)</w:t>
      </w:r>
    </w:p>
    <w:tbl>
      <w:tblPr>
        <w:tblW w:w="983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1"/>
        <w:gridCol w:w="2040"/>
        <w:gridCol w:w="2121"/>
        <w:gridCol w:w="3876"/>
      </w:tblGrid>
      <w:tr w:rsidR="007C08D3" w:rsidRPr="00C92D70" w:rsidTr="007B3255">
        <w:trPr>
          <w:trHeight w:val="479"/>
          <w:tblHeader/>
          <w:jc w:val="center"/>
        </w:trPr>
        <w:tc>
          <w:tcPr>
            <w:tcW w:w="1400" w:type="dxa"/>
            <w:vAlign w:val="center"/>
          </w:tcPr>
          <w:p w:rsidR="007C08D3" w:rsidRPr="00C92D70" w:rsidRDefault="007C08D3" w:rsidP="007B3255">
            <w:pPr>
              <w:jc w:val="center"/>
              <w:rPr>
                <w:b/>
                <w:sz w:val="20"/>
                <w:szCs w:val="20"/>
              </w:rPr>
            </w:pPr>
            <w:r w:rsidRPr="00C92D70">
              <w:rPr>
                <w:b/>
                <w:sz w:val="20"/>
                <w:szCs w:val="20"/>
              </w:rPr>
              <w:t>Природная зона</w:t>
            </w:r>
          </w:p>
        </w:tc>
        <w:tc>
          <w:tcPr>
            <w:tcW w:w="1510" w:type="dxa"/>
            <w:vAlign w:val="center"/>
          </w:tcPr>
          <w:p w:rsidR="007C08D3" w:rsidRPr="00C92D70" w:rsidRDefault="007C08D3" w:rsidP="007B3255">
            <w:pPr>
              <w:jc w:val="center"/>
              <w:rPr>
                <w:b/>
                <w:sz w:val="20"/>
                <w:szCs w:val="20"/>
              </w:rPr>
            </w:pPr>
            <w:r w:rsidRPr="00C92D70">
              <w:rPr>
                <w:b/>
                <w:sz w:val="20"/>
                <w:szCs w:val="20"/>
              </w:rPr>
              <w:t>Коэффициент</w:t>
            </w:r>
          </w:p>
        </w:tc>
        <w:tc>
          <w:tcPr>
            <w:tcW w:w="2232" w:type="dxa"/>
            <w:vAlign w:val="center"/>
          </w:tcPr>
          <w:p w:rsidR="007C08D3" w:rsidRPr="00C92D70" w:rsidRDefault="007C08D3" w:rsidP="007B3255">
            <w:pPr>
              <w:jc w:val="center"/>
              <w:rPr>
                <w:b/>
                <w:sz w:val="20"/>
                <w:szCs w:val="20"/>
              </w:rPr>
            </w:pPr>
            <w:r w:rsidRPr="00C92D70">
              <w:rPr>
                <w:b/>
                <w:sz w:val="20"/>
                <w:szCs w:val="20"/>
              </w:rPr>
              <w:t>Суммарная площадь озелененных территорий общего пользования (м2/чел)</w:t>
            </w:r>
          </w:p>
        </w:tc>
        <w:tc>
          <w:tcPr>
            <w:tcW w:w="4696" w:type="dxa"/>
            <w:vAlign w:val="center"/>
          </w:tcPr>
          <w:p w:rsidR="007C08D3" w:rsidRPr="00C92D70" w:rsidRDefault="007C08D3" w:rsidP="007B3255">
            <w:pPr>
              <w:jc w:val="center"/>
              <w:rPr>
                <w:b/>
                <w:sz w:val="20"/>
                <w:szCs w:val="20"/>
              </w:rPr>
            </w:pPr>
            <w:r w:rsidRPr="00C92D70">
              <w:rPr>
                <w:b/>
                <w:sz w:val="20"/>
                <w:szCs w:val="20"/>
              </w:rPr>
              <w:t>Пояснение</w:t>
            </w:r>
          </w:p>
        </w:tc>
      </w:tr>
      <w:tr w:rsidR="007C08D3" w:rsidRPr="00C92D70" w:rsidTr="007B3255">
        <w:trPr>
          <w:trHeight w:val="20"/>
          <w:jc w:val="center"/>
        </w:trPr>
        <w:tc>
          <w:tcPr>
            <w:tcW w:w="1400" w:type="dxa"/>
            <w:vAlign w:val="center"/>
          </w:tcPr>
          <w:p w:rsidR="007C08D3" w:rsidRPr="00C92D70" w:rsidRDefault="007C08D3" w:rsidP="007B3255">
            <w:pPr>
              <w:rPr>
                <w:sz w:val="20"/>
                <w:szCs w:val="20"/>
              </w:rPr>
            </w:pPr>
            <w:r w:rsidRPr="00C92D70">
              <w:rPr>
                <w:sz w:val="20"/>
                <w:szCs w:val="20"/>
              </w:rPr>
              <w:t>Тайга</w:t>
            </w:r>
          </w:p>
        </w:tc>
        <w:tc>
          <w:tcPr>
            <w:tcW w:w="1510" w:type="dxa"/>
          </w:tcPr>
          <w:p w:rsidR="007C08D3" w:rsidRPr="00C92D70" w:rsidRDefault="007C08D3" w:rsidP="007B3255">
            <w:pPr>
              <w:rPr>
                <w:sz w:val="20"/>
                <w:szCs w:val="20"/>
              </w:rPr>
            </w:pPr>
            <w:r w:rsidRPr="00C92D70">
              <w:rPr>
                <w:sz w:val="20"/>
                <w:szCs w:val="20"/>
              </w:rPr>
              <w:t>0,8</w:t>
            </w:r>
          </w:p>
        </w:tc>
        <w:tc>
          <w:tcPr>
            <w:tcW w:w="2232" w:type="dxa"/>
          </w:tcPr>
          <w:p w:rsidR="007C08D3" w:rsidRPr="00C92D70" w:rsidRDefault="007C08D3" w:rsidP="007B3255">
            <w:pPr>
              <w:rPr>
                <w:sz w:val="20"/>
                <w:szCs w:val="20"/>
              </w:rPr>
            </w:pPr>
            <w:r w:rsidRPr="00C92D70">
              <w:rPr>
                <w:sz w:val="20"/>
                <w:szCs w:val="20"/>
              </w:rPr>
              <w:t xml:space="preserve">9,6 </w:t>
            </w:r>
          </w:p>
        </w:tc>
        <w:tc>
          <w:tcPr>
            <w:tcW w:w="4696" w:type="dxa"/>
          </w:tcPr>
          <w:p w:rsidR="007C08D3" w:rsidRPr="0085220D" w:rsidRDefault="007C08D3" w:rsidP="007B3255">
            <w:pPr>
              <w:pStyle w:val="130"/>
              <w:shd w:val="clear" w:color="auto" w:fill="auto"/>
              <w:tabs>
                <w:tab w:val="left" w:pos="831"/>
              </w:tabs>
              <w:spacing w:after="0" w:line="240" w:lineRule="auto"/>
              <w:ind w:firstLine="0"/>
              <w:rPr>
                <w:sz w:val="20"/>
                <w:szCs w:val="20"/>
              </w:rPr>
            </w:pPr>
            <w:r w:rsidRPr="0085220D">
              <w:rPr>
                <w:sz w:val="20"/>
                <w:szCs w:val="20"/>
              </w:rPr>
              <w:t>В населённых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tc>
      </w:tr>
    </w:tbl>
    <w:p w:rsidR="007C08D3" w:rsidRPr="00C92D70" w:rsidRDefault="007C08D3" w:rsidP="002C658E">
      <w:pPr>
        <w:pStyle w:val="a4"/>
      </w:pPr>
      <w:r w:rsidRPr="00C92D70">
        <w:t>При организации озеленения населённых пунктов в зоне тайги следует использовать окружающий ландшафт.</w:t>
      </w:r>
    </w:p>
    <w:p w:rsidR="007C08D3" w:rsidRPr="00C92D70" w:rsidRDefault="007C08D3" w:rsidP="00706A22">
      <w:pPr>
        <w:pStyle w:val="Heading2"/>
        <w:numPr>
          <w:ilvl w:val="1"/>
          <w:numId w:val="24"/>
        </w:numPr>
        <w:ind w:left="576" w:hanging="576"/>
        <w:jc w:val="center"/>
      </w:pPr>
      <w:bookmarkStart w:id="175" w:name="_Toc389132895"/>
      <w:bookmarkStart w:id="176" w:name="_Toc393384114"/>
      <w:r w:rsidRPr="00C92D70">
        <w:t>Нормативы площади территорий для размещения объектов рекреационного назначения (в гектарах) следует принимать не менее, га:</w:t>
      </w:r>
      <w:bookmarkEnd w:id="175"/>
      <w:bookmarkEnd w:id="176"/>
    </w:p>
    <w:p w:rsidR="007C08D3" w:rsidRPr="00C92D70" w:rsidRDefault="007C08D3" w:rsidP="00706A22">
      <w:pPr>
        <w:pStyle w:val="a4"/>
      </w:pPr>
      <w:r>
        <w:t>На территории Абанского района  сельские поселения</w:t>
      </w:r>
      <w:r w:rsidRPr="00C92D70">
        <w:t xml:space="preserve"> им</w:t>
      </w:r>
      <w:r>
        <w:t>еют численность населения от 280 до 8683</w:t>
      </w:r>
      <w:r w:rsidRPr="00C92D70">
        <w:t xml:space="preserve"> человек. Норма озеленения в м2/человека для населённых пунктов данных поселений может обеспечиваться небольшими размерами рекреационных объектов.</w:t>
      </w:r>
    </w:p>
    <w:p w:rsidR="007C08D3" w:rsidRPr="00C92D70" w:rsidRDefault="007C08D3" w:rsidP="00706A22">
      <w:pPr>
        <w:pStyle w:val="a4"/>
      </w:pPr>
      <w:r w:rsidRPr="00C92D70">
        <w:t>Минимальные нормативные показатели площадей территорий для организации новых объектов рекреационного назначения (в гектарах) следует принимать не менее, га: парков – 10, садов - 1, скверов - 0,5.</w:t>
      </w:r>
    </w:p>
    <w:p w:rsidR="007C08D3" w:rsidRPr="00C92D70" w:rsidRDefault="007C08D3" w:rsidP="00706A22">
      <w:pPr>
        <w:pStyle w:val="Heading2"/>
        <w:numPr>
          <w:ilvl w:val="1"/>
          <w:numId w:val="24"/>
        </w:numPr>
        <w:ind w:left="576" w:hanging="576"/>
        <w:jc w:val="center"/>
      </w:pPr>
      <w:bookmarkStart w:id="177" w:name="_Toc389132896"/>
      <w:bookmarkStart w:id="178" w:name="_Toc393384115"/>
      <w:r w:rsidRPr="00C92D70">
        <w:t>Площадь озелененных территорий в общем балансе территории парков и садов</w:t>
      </w:r>
      <w:bookmarkEnd w:id="177"/>
      <w:bookmarkEnd w:id="178"/>
    </w:p>
    <w:p w:rsidR="007C08D3" w:rsidRPr="00C92D70" w:rsidRDefault="007C08D3" w:rsidP="002C658E">
      <w:pPr>
        <w:pStyle w:val="a4"/>
      </w:pPr>
      <w:r w:rsidRPr="00C92D70">
        <w:t>В общем балансе территории парков и садов площадь озелененных территорий следует принимать не менее 70 %.</w:t>
      </w:r>
    </w:p>
    <w:p w:rsidR="007C08D3" w:rsidRPr="00706A22" w:rsidRDefault="007C08D3" w:rsidP="004411B7">
      <w:pPr>
        <w:pStyle w:val="Heading2"/>
        <w:numPr>
          <w:ilvl w:val="1"/>
          <w:numId w:val="24"/>
        </w:numPr>
        <w:ind w:left="576" w:hanging="576"/>
        <w:jc w:val="center"/>
      </w:pPr>
      <w:bookmarkStart w:id="179" w:name="_Toc389132898"/>
      <w:bookmarkStart w:id="180" w:name="_Toc393384117"/>
      <w:r w:rsidRPr="00C92D70">
        <w:t>Минимальные  расчетные  показатели  площадей  территорий, распределения  элементов  объектов  рекреационного  назначения.</w:t>
      </w:r>
      <w:bookmarkEnd w:id="179"/>
      <w:bookmarkEnd w:id="180"/>
    </w:p>
    <w:p w:rsidR="007C08D3" w:rsidRPr="00C92D70" w:rsidRDefault="007C08D3" w:rsidP="00053300">
      <w:pPr>
        <w:pStyle w:val="a4"/>
      </w:pPr>
      <w:r w:rsidRPr="00C92D70">
        <w:t xml:space="preserve">Минимальные расчетные показатели площадей территорий, распределения элементов объектов рекреационного назначения, размещаемых на территориях общего пользования населенных пунктов, следует принимать в соответствии с </w:t>
      </w:r>
      <w:r>
        <w:t>таблицей 29</w:t>
      </w:r>
    </w:p>
    <w:p w:rsidR="007C08D3" w:rsidRPr="00C92D70" w:rsidRDefault="007C08D3" w:rsidP="00053300">
      <w:pPr>
        <w:pStyle w:val="Caption"/>
        <w:keepNext/>
        <w:jc w:val="right"/>
      </w:pPr>
      <w:bookmarkStart w:id="181" w:name="_Ref388450373"/>
      <w:r w:rsidRPr="00C92D70">
        <w:t xml:space="preserve">Таблица </w:t>
      </w:r>
      <w:bookmarkEnd w:id="181"/>
      <w:r>
        <w:t>29</w:t>
      </w:r>
    </w:p>
    <w:p w:rsidR="007C08D3" w:rsidRPr="00C92D70" w:rsidRDefault="007C08D3" w:rsidP="00053300">
      <w:pPr>
        <w:pStyle w:val="a9"/>
      </w:pPr>
      <w:r w:rsidRPr="00C92D70">
        <w:t>Минимальные расчетные показатели площадей территорий, распределения элементов объектов рекреационного назначения.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84"/>
        <w:gridCol w:w="2573"/>
        <w:gridCol w:w="2562"/>
        <w:gridCol w:w="2368"/>
      </w:tblGrid>
      <w:tr w:rsidR="007C08D3" w:rsidRPr="00C92D70" w:rsidTr="007B3255">
        <w:tc>
          <w:tcPr>
            <w:tcW w:w="2435" w:type="dxa"/>
            <w:vMerge w:val="restart"/>
          </w:tcPr>
          <w:p w:rsidR="007C08D3" w:rsidRPr="0085220D" w:rsidRDefault="007C08D3" w:rsidP="007B3255">
            <w:pPr>
              <w:pStyle w:val="130"/>
              <w:shd w:val="clear" w:color="auto" w:fill="auto"/>
              <w:tabs>
                <w:tab w:val="left" w:pos="831"/>
              </w:tabs>
              <w:spacing w:after="0"/>
              <w:ind w:firstLine="0"/>
              <w:jc w:val="center"/>
              <w:rPr>
                <w:b/>
                <w:sz w:val="20"/>
                <w:szCs w:val="20"/>
              </w:rPr>
            </w:pPr>
            <w:r w:rsidRPr="0085220D">
              <w:rPr>
                <w:b/>
                <w:sz w:val="20"/>
                <w:szCs w:val="20"/>
              </w:rPr>
              <w:t>Объекты рекреационного назначения</w:t>
            </w:r>
          </w:p>
        </w:tc>
        <w:tc>
          <w:tcPr>
            <w:tcW w:w="7771" w:type="dxa"/>
            <w:gridSpan w:val="3"/>
          </w:tcPr>
          <w:p w:rsidR="007C08D3" w:rsidRPr="0085220D" w:rsidRDefault="007C08D3" w:rsidP="007B3255">
            <w:pPr>
              <w:pStyle w:val="130"/>
              <w:shd w:val="clear" w:color="auto" w:fill="auto"/>
              <w:tabs>
                <w:tab w:val="left" w:pos="831"/>
              </w:tabs>
              <w:spacing w:after="0"/>
              <w:ind w:firstLine="0"/>
              <w:jc w:val="center"/>
              <w:rPr>
                <w:b/>
                <w:sz w:val="20"/>
                <w:szCs w:val="20"/>
              </w:rPr>
            </w:pPr>
            <w:r w:rsidRPr="0085220D">
              <w:rPr>
                <w:b/>
                <w:sz w:val="20"/>
                <w:szCs w:val="20"/>
              </w:rPr>
              <w:t>Территории элементов объектов рекреационного назначения,  % от общей площади территорий общего пользования</w:t>
            </w:r>
          </w:p>
        </w:tc>
      </w:tr>
      <w:tr w:rsidR="007C08D3" w:rsidRPr="00C92D70" w:rsidTr="007B3255">
        <w:tc>
          <w:tcPr>
            <w:tcW w:w="2435" w:type="dxa"/>
            <w:vMerge/>
          </w:tcPr>
          <w:p w:rsidR="007C08D3" w:rsidRPr="0085220D" w:rsidRDefault="007C08D3" w:rsidP="007B3255">
            <w:pPr>
              <w:pStyle w:val="130"/>
              <w:shd w:val="clear" w:color="auto" w:fill="auto"/>
              <w:tabs>
                <w:tab w:val="left" w:pos="831"/>
              </w:tabs>
              <w:spacing w:after="0"/>
              <w:ind w:firstLine="0"/>
              <w:rPr>
                <w:b/>
                <w:sz w:val="20"/>
                <w:szCs w:val="20"/>
              </w:rPr>
            </w:pPr>
          </w:p>
        </w:tc>
        <w:tc>
          <w:tcPr>
            <w:tcW w:w="2665" w:type="dxa"/>
          </w:tcPr>
          <w:p w:rsidR="007C08D3" w:rsidRPr="0085220D" w:rsidRDefault="007C08D3" w:rsidP="007B3255">
            <w:pPr>
              <w:pStyle w:val="130"/>
              <w:shd w:val="clear" w:color="auto" w:fill="auto"/>
              <w:tabs>
                <w:tab w:val="left" w:pos="831"/>
              </w:tabs>
              <w:spacing w:after="0"/>
              <w:ind w:firstLine="0"/>
              <w:jc w:val="center"/>
              <w:rPr>
                <w:b/>
                <w:sz w:val="20"/>
                <w:szCs w:val="20"/>
              </w:rPr>
            </w:pPr>
            <w:r w:rsidRPr="0085220D">
              <w:rPr>
                <w:b/>
                <w:sz w:val="20"/>
                <w:szCs w:val="20"/>
              </w:rPr>
              <w:t>Территории зелёных насаждений и водоемов</w:t>
            </w:r>
          </w:p>
        </w:tc>
        <w:tc>
          <w:tcPr>
            <w:tcW w:w="2666" w:type="dxa"/>
          </w:tcPr>
          <w:p w:rsidR="007C08D3" w:rsidRPr="0085220D" w:rsidRDefault="007C08D3" w:rsidP="007B3255">
            <w:pPr>
              <w:pStyle w:val="130"/>
              <w:shd w:val="clear" w:color="auto" w:fill="auto"/>
              <w:tabs>
                <w:tab w:val="left" w:pos="831"/>
              </w:tabs>
              <w:spacing w:after="0"/>
              <w:ind w:firstLine="0"/>
              <w:jc w:val="center"/>
              <w:rPr>
                <w:b/>
                <w:sz w:val="20"/>
                <w:szCs w:val="20"/>
              </w:rPr>
            </w:pPr>
            <w:r w:rsidRPr="0085220D">
              <w:rPr>
                <w:b/>
                <w:sz w:val="20"/>
                <w:szCs w:val="20"/>
              </w:rPr>
              <w:t>Аллеи, дорожки, площадки</w:t>
            </w:r>
          </w:p>
        </w:tc>
        <w:tc>
          <w:tcPr>
            <w:tcW w:w="2440" w:type="dxa"/>
          </w:tcPr>
          <w:p w:rsidR="007C08D3" w:rsidRPr="0085220D" w:rsidRDefault="007C08D3" w:rsidP="007B3255">
            <w:pPr>
              <w:pStyle w:val="130"/>
              <w:shd w:val="clear" w:color="auto" w:fill="auto"/>
              <w:tabs>
                <w:tab w:val="left" w:pos="831"/>
              </w:tabs>
              <w:spacing w:after="0"/>
              <w:ind w:firstLine="0"/>
              <w:jc w:val="center"/>
              <w:rPr>
                <w:b/>
                <w:sz w:val="20"/>
                <w:szCs w:val="20"/>
              </w:rPr>
            </w:pPr>
            <w:r w:rsidRPr="0085220D">
              <w:rPr>
                <w:b/>
                <w:sz w:val="20"/>
                <w:szCs w:val="20"/>
              </w:rPr>
              <w:t>Застроенные территории</w:t>
            </w:r>
          </w:p>
        </w:tc>
      </w:tr>
      <w:tr w:rsidR="007C08D3" w:rsidRPr="00C92D70" w:rsidTr="007B3255">
        <w:tc>
          <w:tcPr>
            <w:tcW w:w="2435" w:type="dxa"/>
          </w:tcPr>
          <w:p w:rsidR="007C08D3" w:rsidRPr="0085220D" w:rsidRDefault="007C08D3" w:rsidP="007B3255">
            <w:pPr>
              <w:pStyle w:val="130"/>
              <w:shd w:val="clear" w:color="auto" w:fill="auto"/>
              <w:tabs>
                <w:tab w:val="left" w:pos="831"/>
              </w:tabs>
              <w:spacing w:after="0"/>
              <w:ind w:firstLine="0"/>
              <w:rPr>
                <w:sz w:val="20"/>
                <w:szCs w:val="20"/>
              </w:rPr>
            </w:pPr>
            <w:r w:rsidRPr="0085220D">
              <w:rPr>
                <w:sz w:val="20"/>
                <w:szCs w:val="20"/>
              </w:rPr>
              <w:t>Парки</w:t>
            </w:r>
          </w:p>
        </w:tc>
        <w:tc>
          <w:tcPr>
            <w:tcW w:w="2665" w:type="dxa"/>
          </w:tcPr>
          <w:p w:rsidR="007C08D3" w:rsidRPr="0085220D" w:rsidRDefault="007C08D3" w:rsidP="007B3255">
            <w:pPr>
              <w:pStyle w:val="130"/>
              <w:shd w:val="clear" w:color="auto" w:fill="auto"/>
              <w:tabs>
                <w:tab w:val="left" w:pos="831"/>
              </w:tabs>
              <w:spacing w:after="0"/>
              <w:ind w:firstLine="0"/>
              <w:rPr>
                <w:sz w:val="20"/>
                <w:szCs w:val="20"/>
              </w:rPr>
            </w:pPr>
            <w:r w:rsidRPr="0085220D">
              <w:rPr>
                <w:sz w:val="20"/>
                <w:szCs w:val="20"/>
              </w:rPr>
              <w:t>65-70</w:t>
            </w:r>
          </w:p>
        </w:tc>
        <w:tc>
          <w:tcPr>
            <w:tcW w:w="2666" w:type="dxa"/>
          </w:tcPr>
          <w:p w:rsidR="007C08D3" w:rsidRPr="0085220D" w:rsidRDefault="007C08D3" w:rsidP="007B3255">
            <w:pPr>
              <w:pStyle w:val="130"/>
              <w:shd w:val="clear" w:color="auto" w:fill="auto"/>
              <w:tabs>
                <w:tab w:val="left" w:pos="831"/>
              </w:tabs>
              <w:spacing w:after="0"/>
              <w:ind w:firstLine="0"/>
              <w:rPr>
                <w:sz w:val="20"/>
                <w:szCs w:val="20"/>
              </w:rPr>
            </w:pPr>
            <w:r w:rsidRPr="0085220D">
              <w:rPr>
                <w:sz w:val="20"/>
                <w:szCs w:val="20"/>
              </w:rPr>
              <w:t>25-28</w:t>
            </w:r>
          </w:p>
        </w:tc>
        <w:tc>
          <w:tcPr>
            <w:tcW w:w="2440" w:type="dxa"/>
          </w:tcPr>
          <w:p w:rsidR="007C08D3" w:rsidRPr="0085220D" w:rsidRDefault="007C08D3" w:rsidP="007B3255">
            <w:pPr>
              <w:pStyle w:val="130"/>
              <w:shd w:val="clear" w:color="auto" w:fill="auto"/>
              <w:tabs>
                <w:tab w:val="left" w:pos="831"/>
              </w:tabs>
              <w:spacing w:after="0"/>
              <w:ind w:firstLine="0"/>
              <w:rPr>
                <w:sz w:val="20"/>
                <w:szCs w:val="20"/>
              </w:rPr>
            </w:pPr>
            <w:r w:rsidRPr="0085220D">
              <w:rPr>
                <w:sz w:val="20"/>
                <w:szCs w:val="20"/>
              </w:rPr>
              <w:t>5-7</w:t>
            </w:r>
          </w:p>
        </w:tc>
      </w:tr>
      <w:tr w:rsidR="007C08D3" w:rsidRPr="00C92D70" w:rsidTr="007B3255">
        <w:tc>
          <w:tcPr>
            <w:tcW w:w="2435" w:type="dxa"/>
          </w:tcPr>
          <w:p w:rsidR="007C08D3" w:rsidRPr="0085220D" w:rsidRDefault="007C08D3" w:rsidP="007B3255">
            <w:pPr>
              <w:pStyle w:val="130"/>
              <w:shd w:val="clear" w:color="auto" w:fill="auto"/>
              <w:tabs>
                <w:tab w:val="left" w:pos="831"/>
              </w:tabs>
              <w:spacing w:after="0"/>
              <w:ind w:firstLine="0"/>
              <w:rPr>
                <w:sz w:val="20"/>
                <w:szCs w:val="20"/>
              </w:rPr>
            </w:pPr>
            <w:r w:rsidRPr="0085220D">
              <w:rPr>
                <w:sz w:val="20"/>
                <w:szCs w:val="20"/>
              </w:rPr>
              <w:t>Сады</w:t>
            </w:r>
          </w:p>
        </w:tc>
        <w:tc>
          <w:tcPr>
            <w:tcW w:w="2665" w:type="dxa"/>
          </w:tcPr>
          <w:p w:rsidR="007C08D3" w:rsidRPr="0085220D" w:rsidRDefault="007C08D3" w:rsidP="007B3255">
            <w:pPr>
              <w:pStyle w:val="130"/>
              <w:shd w:val="clear" w:color="auto" w:fill="auto"/>
              <w:tabs>
                <w:tab w:val="left" w:pos="831"/>
              </w:tabs>
              <w:spacing w:after="0"/>
              <w:ind w:firstLine="0"/>
              <w:rPr>
                <w:sz w:val="20"/>
                <w:szCs w:val="20"/>
              </w:rPr>
            </w:pPr>
            <w:r w:rsidRPr="0085220D">
              <w:rPr>
                <w:sz w:val="20"/>
                <w:szCs w:val="20"/>
              </w:rPr>
              <w:t>80-90</w:t>
            </w:r>
          </w:p>
        </w:tc>
        <w:tc>
          <w:tcPr>
            <w:tcW w:w="2666" w:type="dxa"/>
          </w:tcPr>
          <w:p w:rsidR="007C08D3" w:rsidRPr="0085220D" w:rsidRDefault="007C08D3" w:rsidP="007B3255">
            <w:pPr>
              <w:pStyle w:val="130"/>
              <w:shd w:val="clear" w:color="auto" w:fill="auto"/>
              <w:tabs>
                <w:tab w:val="left" w:pos="831"/>
              </w:tabs>
              <w:spacing w:after="0"/>
              <w:ind w:firstLine="0"/>
              <w:rPr>
                <w:sz w:val="20"/>
                <w:szCs w:val="20"/>
              </w:rPr>
            </w:pPr>
            <w:r w:rsidRPr="0085220D">
              <w:rPr>
                <w:sz w:val="20"/>
                <w:szCs w:val="20"/>
              </w:rPr>
              <w:t>8-15</w:t>
            </w:r>
          </w:p>
        </w:tc>
        <w:tc>
          <w:tcPr>
            <w:tcW w:w="2440" w:type="dxa"/>
          </w:tcPr>
          <w:p w:rsidR="007C08D3" w:rsidRPr="0085220D" w:rsidRDefault="007C08D3" w:rsidP="007B3255">
            <w:pPr>
              <w:pStyle w:val="130"/>
              <w:shd w:val="clear" w:color="auto" w:fill="auto"/>
              <w:tabs>
                <w:tab w:val="left" w:pos="831"/>
              </w:tabs>
              <w:spacing w:after="0"/>
              <w:ind w:firstLine="0"/>
              <w:rPr>
                <w:sz w:val="20"/>
                <w:szCs w:val="20"/>
              </w:rPr>
            </w:pPr>
            <w:r w:rsidRPr="0085220D">
              <w:rPr>
                <w:sz w:val="20"/>
                <w:szCs w:val="20"/>
              </w:rPr>
              <w:t>2-5</w:t>
            </w:r>
          </w:p>
        </w:tc>
      </w:tr>
      <w:tr w:rsidR="007C08D3" w:rsidRPr="00C92D70" w:rsidTr="007B3255">
        <w:tc>
          <w:tcPr>
            <w:tcW w:w="2435" w:type="dxa"/>
          </w:tcPr>
          <w:p w:rsidR="007C08D3" w:rsidRPr="0085220D" w:rsidRDefault="007C08D3" w:rsidP="007B3255">
            <w:pPr>
              <w:pStyle w:val="130"/>
              <w:shd w:val="clear" w:color="auto" w:fill="auto"/>
              <w:tabs>
                <w:tab w:val="left" w:pos="831"/>
              </w:tabs>
              <w:spacing w:after="0"/>
              <w:ind w:firstLine="0"/>
              <w:rPr>
                <w:sz w:val="20"/>
                <w:szCs w:val="20"/>
              </w:rPr>
            </w:pPr>
            <w:r w:rsidRPr="0085220D">
              <w:rPr>
                <w:sz w:val="20"/>
                <w:szCs w:val="20"/>
              </w:rPr>
              <w:t>Скверы</w:t>
            </w:r>
          </w:p>
        </w:tc>
        <w:tc>
          <w:tcPr>
            <w:tcW w:w="2665" w:type="dxa"/>
          </w:tcPr>
          <w:p w:rsidR="007C08D3" w:rsidRPr="0085220D" w:rsidRDefault="007C08D3" w:rsidP="007B3255">
            <w:pPr>
              <w:pStyle w:val="130"/>
              <w:shd w:val="clear" w:color="auto" w:fill="auto"/>
              <w:tabs>
                <w:tab w:val="left" w:pos="831"/>
              </w:tabs>
              <w:spacing w:after="0"/>
              <w:ind w:firstLine="0"/>
              <w:rPr>
                <w:sz w:val="20"/>
                <w:szCs w:val="20"/>
              </w:rPr>
            </w:pPr>
            <w:r w:rsidRPr="0085220D">
              <w:rPr>
                <w:sz w:val="20"/>
                <w:szCs w:val="20"/>
              </w:rPr>
              <w:t>60-75</w:t>
            </w:r>
          </w:p>
        </w:tc>
        <w:tc>
          <w:tcPr>
            <w:tcW w:w="2666" w:type="dxa"/>
          </w:tcPr>
          <w:p w:rsidR="007C08D3" w:rsidRPr="0085220D" w:rsidRDefault="007C08D3" w:rsidP="007B3255">
            <w:pPr>
              <w:pStyle w:val="130"/>
              <w:shd w:val="clear" w:color="auto" w:fill="auto"/>
              <w:tabs>
                <w:tab w:val="left" w:pos="831"/>
              </w:tabs>
              <w:spacing w:after="0"/>
              <w:ind w:firstLine="0"/>
              <w:rPr>
                <w:sz w:val="20"/>
                <w:szCs w:val="20"/>
              </w:rPr>
            </w:pPr>
            <w:r w:rsidRPr="0085220D">
              <w:rPr>
                <w:sz w:val="20"/>
                <w:szCs w:val="20"/>
              </w:rPr>
              <w:t>40-25</w:t>
            </w:r>
          </w:p>
        </w:tc>
        <w:tc>
          <w:tcPr>
            <w:tcW w:w="2440" w:type="dxa"/>
          </w:tcPr>
          <w:p w:rsidR="007C08D3" w:rsidRPr="0085220D" w:rsidRDefault="007C08D3" w:rsidP="007B3255">
            <w:pPr>
              <w:pStyle w:val="130"/>
              <w:shd w:val="clear" w:color="auto" w:fill="auto"/>
              <w:tabs>
                <w:tab w:val="left" w:pos="831"/>
              </w:tabs>
              <w:spacing w:after="0"/>
              <w:ind w:firstLine="0"/>
              <w:rPr>
                <w:sz w:val="20"/>
                <w:szCs w:val="20"/>
              </w:rPr>
            </w:pPr>
          </w:p>
        </w:tc>
      </w:tr>
      <w:tr w:rsidR="007C08D3" w:rsidRPr="00C92D70" w:rsidTr="007B3255">
        <w:tc>
          <w:tcPr>
            <w:tcW w:w="2435" w:type="dxa"/>
          </w:tcPr>
          <w:p w:rsidR="007C08D3" w:rsidRPr="0085220D" w:rsidRDefault="007C08D3" w:rsidP="007B3255">
            <w:pPr>
              <w:pStyle w:val="130"/>
              <w:shd w:val="clear" w:color="auto" w:fill="auto"/>
              <w:tabs>
                <w:tab w:val="left" w:pos="831"/>
              </w:tabs>
              <w:spacing w:after="0"/>
              <w:ind w:firstLine="0"/>
              <w:rPr>
                <w:sz w:val="20"/>
                <w:szCs w:val="20"/>
              </w:rPr>
            </w:pPr>
            <w:r w:rsidRPr="0085220D">
              <w:rPr>
                <w:sz w:val="20"/>
                <w:szCs w:val="20"/>
              </w:rPr>
              <w:t>Лесопарки</w:t>
            </w:r>
          </w:p>
        </w:tc>
        <w:tc>
          <w:tcPr>
            <w:tcW w:w="2665" w:type="dxa"/>
          </w:tcPr>
          <w:p w:rsidR="007C08D3" w:rsidRPr="0085220D" w:rsidRDefault="007C08D3" w:rsidP="007B3255">
            <w:pPr>
              <w:pStyle w:val="130"/>
              <w:shd w:val="clear" w:color="auto" w:fill="auto"/>
              <w:tabs>
                <w:tab w:val="left" w:pos="831"/>
              </w:tabs>
              <w:spacing w:after="0"/>
              <w:ind w:firstLine="0"/>
              <w:rPr>
                <w:sz w:val="20"/>
                <w:szCs w:val="20"/>
              </w:rPr>
            </w:pPr>
            <w:r w:rsidRPr="0085220D">
              <w:rPr>
                <w:sz w:val="20"/>
                <w:szCs w:val="20"/>
              </w:rPr>
              <w:t>93-97</w:t>
            </w:r>
          </w:p>
        </w:tc>
        <w:tc>
          <w:tcPr>
            <w:tcW w:w="2666" w:type="dxa"/>
          </w:tcPr>
          <w:p w:rsidR="007C08D3" w:rsidRPr="0085220D" w:rsidRDefault="007C08D3" w:rsidP="007B3255">
            <w:pPr>
              <w:pStyle w:val="130"/>
              <w:shd w:val="clear" w:color="auto" w:fill="auto"/>
              <w:tabs>
                <w:tab w:val="left" w:pos="831"/>
              </w:tabs>
              <w:spacing w:after="0"/>
              <w:ind w:firstLine="0"/>
              <w:rPr>
                <w:sz w:val="20"/>
                <w:szCs w:val="20"/>
              </w:rPr>
            </w:pPr>
            <w:r w:rsidRPr="0085220D">
              <w:rPr>
                <w:sz w:val="20"/>
                <w:szCs w:val="20"/>
              </w:rPr>
              <w:t>2-5</w:t>
            </w:r>
          </w:p>
        </w:tc>
        <w:tc>
          <w:tcPr>
            <w:tcW w:w="2440" w:type="dxa"/>
          </w:tcPr>
          <w:p w:rsidR="007C08D3" w:rsidRPr="0085220D" w:rsidRDefault="007C08D3" w:rsidP="007B3255">
            <w:pPr>
              <w:pStyle w:val="130"/>
              <w:shd w:val="clear" w:color="auto" w:fill="auto"/>
              <w:tabs>
                <w:tab w:val="left" w:pos="831"/>
              </w:tabs>
              <w:spacing w:after="0"/>
              <w:ind w:firstLine="0"/>
              <w:rPr>
                <w:sz w:val="20"/>
                <w:szCs w:val="20"/>
              </w:rPr>
            </w:pPr>
            <w:r w:rsidRPr="0085220D">
              <w:rPr>
                <w:sz w:val="20"/>
                <w:szCs w:val="20"/>
              </w:rPr>
              <w:t>1-2</w:t>
            </w:r>
          </w:p>
        </w:tc>
      </w:tr>
    </w:tbl>
    <w:p w:rsidR="007C08D3" w:rsidRPr="00C92D70" w:rsidRDefault="007C08D3" w:rsidP="00053300">
      <w:pPr>
        <w:pStyle w:val="a4"/>
      </w:pPr>
    </w:p>
    <w:p w:rsidR="007C08D3" w:rsidRPr="00706A22" w:rsidRDefault="007C08D3" w:rsidP="004411B7">
      <w:pPr>
        <w:pStyle w:val="Heading2"/>
        <w:numPr>
          <w:ilvl w:val="1"/>
          <w:numId w:val="24"/>
        </w:numPr>
        <w:ind w:left="576" w:hanging="576"/>
        <w:jc w:val="center"/>
      </w:pPr>
      <w:bookmarkStart w:id="182" w:name="_Toc389132899"/>
      <w:bookmarkStart w:id="183" w:name="_Toc393384118"/>
      <w:r w:rsidRPr="00C92D70">
        <w:t>Требования к устройству дорожной сети рекреационных территорий общего пользования</w:t>
      </w:r>
      <w:bookmarkEnd w:id="182"/>
      <w:bookmarkEnd w:id="183"/>
    </w:p>
    <w:p w:rsidR="007C08D3" w:rsidRPr="00C92D70" w:rsidRDefault="007C08D3" w:rsidP="00053300">
      <w:pPr>
        <w:pStyle w:val="a4"/>
      </w:pPr>
      <w:r w:rsidRPr="00C92D70">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7C08D3" w:rsidRPr="00706A22" w:rsidRDefault="007C08D3" w:rsidP="004411B7">
      <w:pPr>
        <w:pStyle w:val="Heading2"/>
        <w:numPr>
          <w:ilvl w:val="1"/>
          <w:numId w:val="24"/>
        </w:numPr>
        <w:ind w:left="576" w:hanging="576"/>
        <w:jc w:val="center"/>
      </w:pPr>
      <w:bookmarkStart w:id="184" w:name="_Toc389132900"/>
      <w:bookmarkStart w:id="185" w:name="_Toc393384119"/>
      <w:r w:rsidRPr="00C92D70">
        <w:t>Нормативы доступности территорий и объектов рекреационного назначения для населения.</w:t>
      </w:r>
      <w:bookmarkEnd w:id="184"/>
      <w:bookmarkEnd w:id="185"/>
    </w:p>
    <w:p w:rsidR="007C08D3" w:rsidRPr="00C92D70" w:rsidRDefault="007C08D3" w:rsidP="00706A22">
      <w:pPr>
        <w:pStyle w:val="a4"/>
      </w:pPr>
      <w:r w:rsidRPr="00C92D70">
        <w:t xml:space="preserve">Значение максимальной протяженности пешеходного маршрута зависит от природных условий – это максимальное расстояние, которое человек может пройти при самой низкой температуре. </w:t>
      </w:r>
    </w:p>
    <w:p w:rsidR="007C08D3" w:rsidRPr="00C92D70" w:rsidRDefault="007C08D3" w:rsidP="00706A22">
      <w:pPr>
        <w:pStyle w:val="a4"/>
      </w:pPr>
      <w:r w:rsidRPr="00C92D70">
        <w:t>Для территорий с умеренными природными условиями значение максимальной протяженности пешеходного маршрута составляет 2000 м,  это расстояние предлагается сократить до 1000 м при определении длины максимально возможного кратчайшего маршрута</w:t>
      </w:r>
      <w:r w:rsidRPr="00C92D70">
        <w:rPr>
          <w:vertAlign w:val="superscript"/>
        </w:rPr>
        <w:footnoteReference w:id="2"/>
      </w:r>
      <w:r w:rsidRPr="00C92D70">
        <w:t xml:space="preserve">. </w:t>
      </w:r>
    </w:p>
    <w:p w:rsidR="007C08D3" w:rsidRPr="00C92D70" w:rsidRDefault="007C08D3" w:rsidP="00053300">
      <w:pPr>
        <w:pStyle w:val="a4"/>
      </w:pPr>
      <w:r w:rsidRPr="00C92D70">
        <w:t xml:space="preserve">Для территорий с неблагоприятными и относительно благоприятными природными условиями в качестве значений максимально возможных кротчайших маршрутов предлагается использовать значения максимальной протяженности пешеходных маршрутов. </w:t>
      </w:r>
    </w:p>
    <w:p w:rsidR="007C08D3" w:rsidRPr="00C92D70" w:rsidRDefault="007C08D3" w:rsidP="00053300">
      <w:pPr>
        <w:pStyle w:val="a4"/>
      </w:pPr>
      <w:r w:rsidRPr="00C92D70">
        <w:t>При организации линейных объектов озеленения и дорожной сети ландшафтно-рекреационных территорий (дорожки, аллеи, тропы) необходимо учитывать расстояния, которые может пройти человек во время прогулки в районах с различной степенью благоприятности климата:</w:t>
      </w:r>
    </w:p>
    <w:p w:rsidR="007C08D3" w:rsidRPr="00C92D70" w:rsidRDefault="007C08D3" w:rsidP="00053300">
      <w:pPr>
        <w:pStyle w:val="Caption"/>
        <w:jc w:val="right"/>
      </w:pPr>
      <w:r w:rsidRPr="00C92D70">
        <w:t xml:space="preserve">Таблица </w:t>
      </w:r>
      <w:r>
        <w:t>30</w:t>
      </w:r>
    </w:p>
    <w:p w:rsidR="007C08D3" w:rsidRPr="00C92D70" w:rsidRDefault="007C08D3" w:rsidP="00053300">
      <w:pPr>
        <w:pStyle w:val="a9"/>
      </w:pPr>
      <w:r w:rsidRPr="00C92D70">
        <w:t>Расстояния, которые может пройти человек без угрозы переохлаждения</w:t>
      </w:r>
    </w:p>
    <w:tbl>
      <w:tblPr>
        <w:tblW w:w="0" w:type="auto"/>
        <w:jc w:val="center"/>
        <w:tblInd w:w="-2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80"/>
        <w:gridCol w:w="4052"/>
      </w:tblGrid>
      <w:tr w:rsidR="007C08D3" w:rsidRPr="00C92D70" w:rsidTr="007B3255">
        <w:trPr>
          <w:jc w:val="center"/>
        </w:trPr>
        <w:tc>
          <w:tcPr>
            <w:tcW w:w="5880" w:type="dxa"/>
            <w:vAlign w:val="center"/>
          </w:tcPr>
          <w:p w:rsidR="007C08D3" w:rsidRPr="00C92D70" w:rsidRDefault="007C08D3" w:rsidP="007B3255">
            <w:pPr>
              <w:jc w:val="center"/>
              <w:rPr>
                <w:b/>
                <w:bCs/>
                <w:sz w:val="20"/>
                <w:szCs w:val="20"/>
              </w:rPr>
            </w:pPr>
            <w:r w:rsidRPr="00C92D70">
              <w:rPr>
                <w:b/>
                <w:bCs/>
                <w:sz w:val="20"/>
                <w:szCs w:val="20"/>
              </w:rPr>
              <w:t>Природные условия</w:t>
            </w:r>
          </w:p>
        </w:tc>
        <w:tc>
          <w:tcPr>
            <w:tcW w:w="4052" w:type="dxa"/>
            <w:vAlign w:val="center"/>
          </w:tcPr>
          <w:p w:rsidR="007C08D3" w:rsidRPr="00C92D70" w:rsidRDefault="007C08D3" w:rsidP="007B3255">
            <w:pPr>
              <w:jc w:val="center"/>
              <w:rPr>
                <w:b/>
                <w:bCs/>
                <w:sz w:val="20"/>
                <w:szCs w:val="20"/>
              </w:rPr>
            </w:pPr>
            <w:r w:rsidRPr="00C92D70">
              <w:rPr>
                <w:b/>
                <w:bCs/>
                <w:sz w:val="20"/>
                <w:szCs w:val="20"/>
              </w:rPr>
              <w:t>Длина маршрута, м</w:t>
            </w:r>
          </w:p>
        </w:tc>
      </w:tr>
    </w:tbl>
    <w:p w:rsidR="007C08D3" w:rsidRPr="00C92D70" w:rsidRDefault="007C08D3" w:rsidP="00053300">
      <w:pPr>
        <w:pStyle w:val="a4"/>
      </w:pPr>
      <w:r w:rsidRPr="00C92D70">
        <w:t>Проектирование лесопарков должно осуществляться с учётом транспортной доступности для населения не более 20 минут.</w:t>
      </w:r>
    </w:p>
    <w:p w:rsidR="007C08D3" w:rsidRDefault="007C08D3" w:rsidP="00706A22">
      <w:pPr>
        <w:pStyle w:val="Heading2"/>
        <w:numPr>
          <w:ilvl w:val="1"/>
          <w:numId w:val="24"/>
        </w:numPr>
        <w:ind w:left="576" w:hanging="576"/>
        <w:jc w:val="center"/>
      </w:pPr>
      <w:bookmarkStart w:id="186" w:name="_Toc389132901"/>
      <w:bookmarkStart w:id="187" w:name="_Toc393384120"/>
      <w:r w:rsidRPr="00C92D70">
        <w:t>Нормативы доступности территорий и объектов рекреационного назначения для инвалидов и маломобильных групп населения.</w:t>
      </w:r>
      <w:bookmarkEnd w:id="186"/>
      <w:bookmarkEnd w:id="187"/>
    </w:p>
    <w:p w:rsidR="007C08D3" w:rsidRPr="00706A22" w:rsidRDefault="007C08D3" w:rsidP="00706A22">
      <w:pPr>
        <w:pStyle w:val="a4"/>
      </w:pPr>
    </w:p>
    <w:p w:rsidR="007C08D3" w:rsidRPr="00C92D70" w:rsidRDefault="007C08D3" w:rsidP="001F7815">
      <w:pPr>
        <w:pStyle w:val="a4"/>
      </w:pPr>
      <w:r w:rsidRPr="00C92D70">
        <w:t>Объекты рекреационного назначения должны проектироваться с учетом прокладки пешеходных маршрутов для инвалидов и маломобильных групп населения.</w:t>
      </w:r>
    </w:p>
    <w:p w:rsidR="007C08D3" w:rsidRPr="00C92D70" w:rsidRDefault="007C08D3" w:rsidP="001F7815">
      <w:pPr>
        <w:pStyle w:val="a4"/>
      </w:pPr>
      <w:r w:rsidRPr="00C92D70">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маломобильных групп населения наземный проход.</w:t>
      </w:r>
    </w:p>
    <w:p w:rsidR="007C08D3" w:rsidRPr="00C92D70" w:rsidRDefault="007C08D3" w:rsidP="001F7815">
      <w:pPr>
        <w:pStyle w:val="a4"/>
      </w:pPr>
      <w:r w:rsidRPr="00C92D70">
        <w:t>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поперечный - 1%. В случаях, когда по условиям рельефа невозможно обеспечить указанные пределы, допускается увеличивать продольный уклон до 10% на протяжении не более 12 м пути с устройством горизонтальных промежуточных площадок вдоль спуска.</w:t>
      </w:r>
    </w:p>
    <w:p w:rsidR="007C08D3" w:rsidRDefault="007C08D3" w:rsidP="00706A22">
      <w:pPr>
        <w:pStyle w:val="Heading2"/>
        <w:numPr>
          <w:ilvl w:val="1"/>
          <w:numId w:val="24"/>
        </w:numPr>
        <w:ind w:left="576" w:hanging="576"/>
        <w:jc w:val="center"/>
      </w:pPr>
      <w:bookmarkStart w:id="188" w:name="_Toc389132902"/>
      <w:bookmarkStart w:id="189" w:name="_Toc393384121"/>
      <w:r w:rsidRPr="00C92D70">
        <w:t>Нормативы численности единовременных посетителей объектов рекреационного назначения</w:t>
      </w:r>
      <w:bookmarkEnd w:id="188"/>
      <w:bookmarkEnd w:id="189"/>
    </w:p>
    <w:p w:rsidR="007C08D3" w:rsidRPr="00706A22" w:rsidRDefault="007C08D3" w:rsidP="00706A22">
      <w:pPr>
        <w:pStyle w:val="a4"/>
      </w:pPr>
    </w:p>
    <w:p w:rsidR="007C08D3" w:rsidRPr="00C92D70" w:rsidRDefault="007C08D3" w:rsidP="001F7815">
      <w:pPr>
        <w:pStyle w:val="a4"/>
      </w:pPr>
      <w:r w:rsidRPr="00C92D70">
        <w:t>Посещаемость рекреационных объектов не напрямую, но зависит от природных условий. В холодную погоду, предполагается, что численность посетителей рекреационных объектов существенно меньше, чем в теплую погоду. Суровые природно-климатические условия снижают посещаемость рекреационных объектов.</w:t>
      </w:r>
    </w:p>
    <w:p w:rsidR="007C08D3" w:rsidRPr="00C92D70" w:rsidRDefault="007C08D3" w:rsidP="001F7815">
      <w:pPr>
        <w:pStyle w:val="a4"/>
      </w:pPr>
      <w:r w:rsidRPr="00C92D70">
        <w:t xml:space="preserve">Численность единовременных посетителей территории рекреационных объектов рекомендуется </w:t>
      </w:r>
      <w:r>
        <w:t>принимать 10-15% от численности.</w:t>
      </w:r>
    </w:p>
    <w:p w:rsidR="007C08D3" w:rsidRPr="00C92D70" w:rsidRDefault="007C08D3" w:rsidP="001F7815">
      <w:pPr>
        <w:pStyle w:val="a4"/>
      </w:pPr>
      <w:r w:rsidRPr="00C92D70">
        <w:t>Для населенных пунктов, находящихся в таежной зоне, также характерен суровый климат с длительной зимой и прохладным летом: даже в самый тёплый месяц средняя температура воздуха не превышает +15 °C, велика вероятность заморозков. Посещаемость рекреационных объектов не высока из-за неблагоприятных погодных условий. Для данных населенных пунктов предлагается использовать значение численности единовременных посетителей озеленённых рекреационных объектов общего пользования в 10% от численности населения.</w:t>
      </w:r>
    </w:p>
    <w:p w:rsidR="007C08D3" w:rsidRPr="00C92D70" w:rsidRDefault="007C08D3" w:rsidP="001F7815">
      <w:pPr>
        <w:pStyle w:val="a4"/>
      </w:pPr>
      <w:r w:rsidRPr="00C92D70">
        <w:t>Для населенных пунктов, располагающихся в лесной зоне и лесостепи, характерна относительно мягкая зима и умеренно жаркое лето. Посещаемость объектов рекреации населением возрастает.  Для данных населенных пунктов предлагается использовать значение численности единовременных посетителей озеленённых рекреационных объектов общего пользования в 15% от численности населения.</w:t>
      </w:r>
    </w:p>
    <w:p w:rsidR="007C08D3" w:rsidRPr="00C92D70" w:rsidRDefault="007C08D3" w:rsidP="001F7815">
      <w:pPr>
        <w:pStyle w:val="a4"/>
      </w:pPr>
      <w:r w:rsidRPr="00C92D70">
        <w:t xml:space="preserve">Расчетная численность единовременных посетителей территории парков, лесопарков, лесов, зеленых зон следует принимать в соответствии с </w:t>
      </w:r>
      <w:r>
        <w:t>таблицей 31.</w:t>
      </w:r>
    </w:p>
    <w:p w:rsidR="007C08D3" w:rsidRPr="00C92D70" w:rsidRDefault="007C08D3" w:rsidP="001F7815">
      <w:pPr>
        <w:pStyle w:val="Caption"/>
        <w:keepNext/>
        <w:jc w:val="right"/>
      </w:pPr>
      <w:bookmarkStart w:id="190" w:name="_Ref393384727"/>
      <w:r w:rsidRPr="00C92D70">
        <w:t xml:space="preserve">Таблица </w:t>
      </w:r>
      <w:bookmarkEnd w:id="190"/>
      <w:r>
        <w:t>31</w:t>
      </w:r>
    </w:p>
    <w:tbl>
      <w:tblPr>
        <w:tblW w:w="7742"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18"/>
        <w:gridCol w:w="1080"/>
        <w:gridCol w:w="850"/>
        <w:gridCol w:w="992"/>
        <w:gridCol w:w="1134"/>
        <w:gridCol w:w="1276"/>
        <w:gridCol w:w="992"/>
      </w:tblGrid>
      <w:tr w:rsidR="007C08D3" w:rsidRPr="00C92D70" w:rsidTr="007B3255">
        <w:trPr>
          <w:trHeight w:val="190"/>
          <w:tblHeader/>
          <w:jc w:val="center"/>
        </w:trPr>
        <w:tc>
          <w:tcPr>
            <w:tcW w:w="1418" w:type="dxa"/>
            <w:vMerge w:val="restart"/>
            <w:vAlign w:val="center"/>
          </w:tcPr>
          <w:p w:rsidR="007C08D3" w:rsidRPr="0085220D" w:rsidRDefault="007C08D3" w:rsidP="007B3255">
            <w:pPr>
              <w:pStyle w:val="130"/>
              <w:shd w:val="clear" w:color="auto" w:fill="auto"/>
              <w:tabs>
                <w:tab w:val="left" w:pos="831"/>
              </w:tabs>
              <w:spacing w:after="0"/>
              <w:ind w:firstLine="0"/>
              <w:jc w:val="center"/>
              <w:rPr>
                <w:b/>
                <w:sz w:val="20"/>
                <w:szCs w:val="20"/>
              </w:rPr>
            </w:pPr>
            <w:r w:rsidRPr="0085220D">
              <w:rPr>
                <w:b/>
                <w:sz w:val="20"/>
                <w:szCs w:val="20"/>
              </w:rPr>
              <w:t>Природная зона</w:t>
            </w:r>
          </w:p>
        </w:tc>
        <w:tc>
          <w:tcPr>
            <w:tcW w:w="6324" w:type="dxa"/>
            <w:gridSpan w:val="6"/>
            <w:vAlign w:val="center"/>
          </w:tcPr>
          <w:p w:rsidR="007C08D3" w:rsidRPr="0085220D" w:rsidRDefault="007C08D3" w:rsidP="007B3255">
            <w:pPr>
              <w:pStyle w:val="130"/>
              <w:shd w:val="clear" w:color="auto" w:fill="auto"/>
              <w:tabs>
                <w:tab w:val="left" w:pos="831"/>
              </w:tabs>
              <w:spacing w:after="0"/>
              <w:ind w:firstLine="0"/>
              <w:jc w:val="center"/>
              <w:rPr>
                <w:b/>
                <w:sz w:val="20"/>
                <w:szCs w:val="20"/>
              </w:rPr>
            </w:pPr>
            <w:r w:rsidRPr="0085220D">
              <w:rPr>
                <w:b/>
                <w:sz w:val="20"/>
                <w:szCs w:val="20"/>
              </w:rPr>
              <w:t>Число единовременных  посетителей  не более, чел/га,</w:t>
            </w:r>
          </w:p>
        </w:tc>
      </w:tr>
      <w:tr w:rsidR="007C08D3" w:rsidRPr="00C92D70" w:rsidTr="007B3255">
        <w:trPr>
          <w:trHeight w:val="140"/>
          <w:tblHeader/>
          <w:jc w:val="center"/>
        </w:trPr>
        <w:tc>
          <w:tcPr>
            <w:tcW w:w="1418" w:type="dxa"/>
            <w:vMerge/>
            <w:vAlign w:val="center"/>
          </w:tcPr>
          <w:p w:rsidR="007C08D3" w:rsidRPr="0085220D" w:rsidRDefault="007C08D3" w:rsidP="007B3255">
            <w:pPr>
              <w:pStyle w:val="130"/>
              <w:shd w:val="clear" w:color="auto" w:fill="auto"/>
              <w:tabs>
                <w:tab w:val="left" w:pos="831"/>
              </w:tabs>
              <w:spacing w:after="0"/>
              <w:ind w:firstLine="0"/>
              <w:jc w:val="center"/>
              <w:rPr>
                <w:b/>
                <w:sz w:val="20"/>
                <w:szCs w:val="20"/>
              </w:rPr>
            </w:pPr>
          </w:p>
        </w:tc>
        <w:tc>
          <w:tcPr>
            <w:tcW w:w="1080" w:type="dxa"/>
            <w:vAlign w:val="center"/>
          </w:tcPr>
          <w:p w:rsidR="007C08D3" w:rsidRPr="0085220D" w:rsidRDefault="007C08D3" w:rsidP="007B3255">
            <w:pPr>
              <w:pStyle w:val="130"/>
              <w:shd w:val="clear" w:color="auto" w:fill="auto"/>
              <w:tabs>
                <w:tab w:val="left" w:pos="831"/>
              </w:tabs>
              <w:spacing w:after="0"/>
              <w:ind w:firstLine="0"/>
              <w:jc w:val="center"/>
              <w:rPr>
                <w:b/>
                <w:sz w:val="20"/>
                <w:szCs w:val="20"/>
              </w:rPr>
            </w:pPr>
            <w:r w:rsidRPr="0085220D">
              <w:rPr>
                <w:b/>
                <w:sz w:val="20"/>
                <w:szCs w:val="20"/>
              </w:rPr>
              <w:t>Парки КиО, скверы,</w:t>
            </w:r>
          </w:p>
        </w:tc>
        <w:tc>
          <w:tcPr>
            <w:tcW w:w="850" w:type="dxa"/>
            <w:vAlign w:val="center"/>
          </w:tcPr>
          <w:p w:rsidR="007C08D3" w:rsidRPr="0085220D" w:rsidRDefault="007C08D3" w:rsidP="007B3255">
            <w:pPr>
              <w:pStyle w:val="130"/>
              <w:shd w:val="clear" w:color="auto" w:fill="auto"/>
              <w:tabs>
                <w:tab w:val="left" w:pos="831"/>
              </w:tabs>
              <w:spacing w:after="0"/>
              <w:ind w:firstLine="0"/>
              <w:jc w:val="center"/>
              <w:rPr>
                <w:b/>
                <w:sz w:val="20"/>
                <w:szCs w:val="20"/>
              </w:rPr>
            </w:pPr>
            <w:r w:rsidRPr="0085220D">
              <w:rPr>
                <w:b/>
                <w:sz w:val="20"/>
                <w:szCs w:val="20"/>
              </w:rPr>
              <w:t>Сады</w:t>
            </w:r>
          </w:p>
        </w:tc>
        <w:tc>
          <w:tcPr>
            <w:tcW w:w="992" w:type="dxa"/>
            <w:vAlign w:val="center"/>
          </w:tcPr>
          <w:p w:rsidR="007C08D3" w:rsidRPr="0085220D" w:rsidRDefault="007C08D3" w:rsidP="007B3255">
            <w:pPr>
              <w:pStyle w:val="130"/>
              <w:shd w:val="clear" w:color="auto" w:fill="auto"/>
              <w:tabs>
                <w:tab w:val="left" w:pos="831"/>
              </w:tabs>
              <w:spacing w:after="0"/>
              <w:ind w:firstLine="0"/>
              <w:jc w:val="center"/>
              <w:rPr>
                <w:b/>
                <w:sz w:val="20"/>
                <w:szCs w:val="20"/>
              </w:rPr>
            </w:pPr>
            <w:r w:rsidRPr="0085220D">
              <w:rPr>
                <w:b/>
                <w:sz w:val="20"/>
                <w:szCs w:val="20"/>
              </w:rPr>
              <w:t>Парки зон отдыха</w:t>
            </w:r>
          </w:p>
        </w:tc>
        <w:tc>
          <w:tcPr>
            <w:tcW w:w="1134" w:type="dxa"/>
            <w:vAlign w:val="center"/>
          </w:tcPr>
          <w:p w:rsidR="007C08D3" w:rsidRPr="0085220D" w:rsidRDefault="007C08D3" w:rsidP="007B3255">
            <w:pPr>
              <w:pStyle w:val="130"/>
              <w:shd w:val="clear" w:color="auto" w:fill="auto"/>
              <w:tabs>
                <w:tab w:val="left" w:pos="831"/>
              </w:tabs>
              <w:spacing w:after="0"/>
              <w:ind w:firstLine="0"/>
              <w:jc w:val="center"/>
              <w:rPr>
                <w:b/>
                <w:sz w:val="20"/>
                <w:szCs w:val="20"/>
              </w:rPr>
            </w:pPr>
            <w:r w:rsidRPr="0085220D">
              <w:rPr>
                <w:b/>
                <w:sz w:val="20"/>
                <w:szCs w:val="20"/>
              </w:rPr>
              <w:t>Парки курортов</w:t>
            </w:r>
          </w:p>
        </w:tc>
        <w:tc>
          <w:tcPr>
            <w:tcW w:w="1276" w:type="dxa"/>
            <w:vAlign w:val="center"/>
          </w:tcPr>
          <w:p w:rsidR="007C08D3" w:rsidRPr="0085220D" w:rsidRDefault="007C08D3" w:rsidP="007B3255">
            <w:pPr>
              <w:pStyle w:val="130"/>
              <w:shd w:val="clear" w:color="auto" w:fill="auto"/>
              <w:tabs>
                <w:tab w:val="left" w:pos="831"/>
              </w:tabs>
              <w:spacing w:after="0"/>
              <w:ind w:firstLine="0"/>
              <w:jc w:val="center"/>
              <w:rPr>
                <w:b/>
                <w:sz w:val="20"/>
                <w:szCs w:val="20"/>
              </w:rPr>
            </w:pPr>
            <w:r w:rsidRPr="0085220D">
              <w:rPr>
                <w:b/>
                <w:sz w:val="20"/>
                <w:szCs w:val="20"/>
              </w:rPr>
              <w:t>Лесопарки, лугопарки</w:t>
            </w:r>
          </w:p>
        </w:tc>
        <w:tc>
          <w:tcPr>
            <w:tcW w:w="992" w:type="dxa"/>
            <w:vAlign w:val="center"/>
          </w:tcPr>
          <w:p w:rsidR="007C08D3" w:rsidRPr="0085220D" w:rsidRDefault="007C08D3" w:rsidP="007B3255">
            <w:pPr>
              <w:pStyle w:val="130"/>
              <w:shd w:val="clear" w:color="auto" w:fill="auto"/>
              <w:tabs>
                <w:tab w:val="left" w:pos="831"/>
              </w:tabs>
              <w:spacing w:after="0"/>
              <w:ind w:firstLine="0"/>
              <w:jc w:val="center"/>
              <w:rPr>
                <w:b/>
                <w:sz w:val="20"/>
                <w:szCs w:val="20"/>
              </w:rPr>
            </w:pPr>
            <w:r w:rsidRPr="0085220D">
              <w:rPr>
                <w:b/>
                <w:sz w:val="20"/>
                <w:szCs w:val="20"/>
              </w:rPr>
              <w:t>Леса</w:t>
            </w:r>
          </w:p>
        </w:tc>
      </w:tr>
      <w:tr w:rsidR="007C08D3" w:rsidRPr="00C92D70" w:rsidTr="007B3255">
        <w:trPr>
          <w:trHeight w:val="906"/>
          <w:jc w:val="center"/>
        </w:trPr>
        <w:tc>
          <w:tcPr>
            <w:tcW w:w="1418" w:type="dxa"/>
            <w:vAlign w:val="center"/>
          </w:tcPr>
          <w:p w:rsidR="007C08D3" w:rsidRPr="00C92D70" w:rsidRDefault="007C08D3" w:rsidP="007B3255">
            <w:pPr>
              <w:jc w:val="center"/>
              <w:rPr>
                <w:sz w:val="20"/>
                <w:szCs w:val="20"/>
              </w:rPr>
            </w:pPr>
            <w:r w:rsidRPr="00C92D70">
              <w:rPr>
                <w:sz w:val="20"/>
                <w:szCs w:val="20"/>
              </w:rPr>
              <w:t>Средняя тайга, южная тайга, лесная зона, лесостепь.</w:t>
            </w:r>
          </w:p>
        </w:tc>
        <w:tc>
          <w:tcPr>
            <w:tcW w:w="1080" w:type="dxa"/>
            <w:vAlign w:val="center"/>
          </w:tcPr>
          <w:p w:rsidR="007C08D3" w:rsidRPr="00C92D70" w:rsidRDefault="007C08D3" w:rsidP="007B3255">
            <w:pPr>
              <w:jc w:val="center"/>
              <w:rPr>
                <w:sz w:val="20"/>
                <w:szCs w:val="20"/>
              </w:rPr>
            </w:pPr>
            <w:r w:rsidRPr="00C92D70">
              <w:rPr>
                <w:sz w:val="20"/>
                <w:szCs w:val="20"/>
              </w:rPr>
              <w:t>300</w:t>
            </w:r>
          </w:p>
        </w:tc>
        <w:tc>
          <w:tcPr>
            <w:tcW w:w="850" w:type="dxa"/>
            <w:vAlign w:val="center"/>
          </w:tcPr>
          <w:p w:rsidR="007C08D3" w:rsidRPr="00C92D70" w:rsidRDefault="007C08D3" w:rsidP="007B3255">
            <w:pPr>
              <w:jc w:val="center"/>
              <w:rPr>
                <w:sz w:val="20"/>
                <w:szCs w:val="20"/>
              </w:rPr>
            </w:pPr>
            <w:r w:rsidRPr="00C92D70">
              <w:rPr>
                <w:sz w:val="20"/>
                <w:szCs w:val="20"/>
              </w:rPr>
              <w:t>100</w:t>
            </w:r>
          </w:p>
        </w:tc>
        <w:tc>
          <w:tcPr>
            <w:tcW w:w="992" w:type="dxa"/>
            <w:vAlign w:val="center"/>
          </w:tcPr>
          <w:p w:rsidR="007C08D3" w:rsidRPr="00C92D70" w:rsidRDefault="007C08D3" w:rsidP="007B3255">
            <w:pPr>
              <w:jc w:val="center"/>
              <w:rPr>
                <w:sz w:val="20"/>
                <w:szCs w:val="20"/>
              </w:rPr>
            </w:pPr>
            <w:r w:rsidRPr="00C92D70">
              <w:rPr>
                <w:sz w:val="20"/>
                <w:szCs w:val="20"/>
              </w:rPr>
              <w:t>70</w:t>
            </w:r>
          </w:p>
        </w:tc>
        <w:tc>
          <w:tcPr>
            <w:tcW w:w="1134" w:type="dxa"/>
            <w:vAlign w:val="center"/>
          </w:tcPr>
          <w:p w:rsidR="007C08D3" w:rsidRPr="00C92D70" w:rsidRDefault="007C08D3" w:rsidP="007B3255">
            <w:pPr>
              <w:jc w:val="center"/>
              <w:rPr>
                <w:sz w:val="20"/>
                <w:szCs w:val="20"/>
              </w:rPr>
            </w:pPr>
            <w:r w:rsidRPr="00C92D70">
              <w:rPr>
                <w:sz w:val="20"/>
                <w:szCs w:val="20"/>
              </w:rPr>
              <w:t>50</w:t>
            </w:r>
          </w:p>
        </w:tc>
        <w:tc>
          <w:tcPr>
            <w:tcW w:w="1276" w:type="dxa"/>
            <w:vAlign w:val="center"/>
          </w:tcPr>
          <w:p w:rsidR="007C08D3" w:rsidRPr="00C92D70" w:rsidRDefault="007C08D3" w:rsidP="007B3255">
            <w:pPr>
              <w:jc w:val="center"/>
              <w:rPr>
                <w:sz w:val="20"/>
                <w:szCs w:val="20"/>
              </w:rPr>
            </w:pPr>
            <w:r w:rsidRPr="00C92D70">
              <w:rPr>
                <w:sz w:val="20"/>
                <w:szCs w:val="20"/>
              </w:rPr>
              <w:t>10</w:t>
            </w:r>
          </w:p>
        </w:tc>
        <w:tc>
          <w:tcPr>
            <w:tcW w:w="992" w:type="dxa"/>
            <w:vAlign w:val="center"/>
          </w:tcPr>
          <w:p w:rsidR="007C08D3" w:rsidRPr="00C92D70" w:rsidRDefault="007C08D3" w:rsidP="007B3255">
            <w:pPr>
              <w:jc w:val="center"/>
              <w:rPr>
                <w:sz w:val="20"/>
                <w:szCs w:val="20"/>
              </w:rPr>
            </w:pPr>
            <w:r w:rsidRPr="00C92D70">
              <w:rPr>
                <w:sz w:val="20"/>
                <w:szCs w:val="20"/>
              </w:rPr>
              <w:t>3</w:t>
            </w:r>
          </w:p>
        </w:tc>
      </w:tr>
    </w:tbl>
    <w:p w:rsidR="007C08D3" w:rsidRPr="00C92D70" w:rsidRDefault="007C08D3" w:rsidP="001F7815">
      <w:pPr>
        <w:pStyle w:val="a4"/>
      </w:pPr>
      <w:r w:rsidRPr="00C92D70">
        <w:t xml:space="preserve">В основе расчёта показателей численности единовременных посетителей объектов рекреационного назначения лежат требования </w:t>
      </w:r>
      <w:hyperlink r:id="rId36"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C92D70">
          <w:t>СНиП 2.07.01-89*</w:t>
        </w:r>
      </w:hyperlink>
      <w:r w:rsidRPr="00C92D70">
        <w:t xml:space="preserve"> «Градостроительство. Планировка и застройка городских и сельских поселений» и нормы представленные в «Методических рекомендациях по разработке норм и правил по благоустройству территорий муниципальных образований».</w:t>
      </w:r>
    </w:p>
    <w:p w:rsidR="007C08D3" w:rsidRPr="00C92D70" w:rsidRDefault="007C08D3" w:rsidP="001F7815">
      <w:pPr>
        <w:pStyle w:val="a4"/>
      </w:pPr>
      <w:r w:rsidRPr="00C92D70">
        <w:t xml:space="preserve">Максимальное число единовременных посетителей парков культуры и отдыха (многофункциональных парков) увеличено до 300 чел/га,  исходя из того, что парки КиО имеют преимущественно развлекательные функции, и не решают задачу сохранения естественного ландшафта. </w:t>
      </w:r>
    </w:p>
    <w:p w:rsidR="007C08D3" w:rsidRDefault="007C08D3" w:rsidP="001F7815">
      <w:pPr>
        <w:pStyle w:val="a4"/>
      </w:pPr>
      <w:r w:rsidRPr="00C92D70">
        <w:t>Максимальное число единовременных посетителей скверов принимается в количестве 300 чел/га, исходя из основных функций сквера: кратковременный отдых населения, организация пешеходного движения.</w:t>
      </w:r>
    </w:p>
    <w:p w:rsidR="007C08D3" w:rsidRPr="00C92D70" w:rsidRDefault="007C08D3" w:rsidP="001F7815">
      <w:pPr>
        <w:pStyle w:val="a4"/>
      </w:pPr>
    </w:p>
    <w:p w:rsidR="007C08D3" w:rsidRDefault="007C08D3" w:rsidP="009B289C">
      <w:pPr>
        <w:pStyle w:val="Heading2"/>
        <w:numPr>
          <w:ilvl w:val="1"/>
          <w:numId w:val="24"/>
        </w:numPr>
        <w:spacing w:before="0" w:after="0"/>
        <w:ind w:left="0" w:hanging="576"/>
        <w:jc w:val="center"/>
      </w:pPr>
      <w:bookmarkStart w:id="191" w:name="_Toc389132903"/>
      <w:bookmarkStart w:id="192" w:name="_Toc393384122"/>
      <w:r>
        <w:t xml:space="preserve">  </w:t>
      </w:r>
      <w:r w:rsidRPr="00C92D70">
        <w:t>Нормативы благоустройства озеленённых территорий общего пользования.</w:t>
      </w:r>
      <w:bookmarkEnd w:id="191"/>
      <w:bookmarkEnd w:id="192"/>
    </w:p>
    <w:p w:rsidR="007C08D3" w:rsidRPr="009B289C" w:rsidRDefault="007C08D3" w:rsidP="009B289C">
      <w:pPr>
        <w:pStyle w:val="a4"/>
      </w:pPr>
    </w:p>
    <w:p w:rsidR="007C08D3" w:rsidRPr="00C92D70" w:rsidRDefault="007C08D3" w:rsidP="001F7815">
      <w:pPr>
        <w:pStyle w:val="a4"/>
      </w:pPr>
      <w:r w:rsidRPr="00C92D70">
        <w:t>При численности единовременных посетителей от 10 чел/га необходимо предусматривать дорожно-тропиночную сеть для организации их движения, а на опушках полян —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7C08D3" w:rsidRDefault="007C08D3" w:rsidP="009B289C">
      <w:pPr>
        <w:pStyle w:val="Heading2"/>
        <w:numPr>
          <w:ilvl w:val="1"/>
          <w:numId w:val="24"/>
        </w:numPr>
        <w:ind w:left="576" w:hanging="576"/>
        <w:jc w:val="center"/>
      </w:pPr>
      <w:bookmarkStart w:id="193" w:name="_Toc389132904"/>
      <w:bookmarkStart w:id="194" w:name="_Toc393384123"/>
      <w:r w:rsidRPr="00C92D70">
        <w:t>Нормативы охраны, защиты, воспроизводства лесов особо охраняемых природных территорий, расположенных в границах муниципального района.</w:t>
      </w:r>
      <w:bookmarkEnd w:id="1"/>
      <w:bookmarkEnd w:id="193"/>
      <w:bookmarkEnd w:id="194"/>
    </w:p>
    <w:p w:rsidR="007C08D3" w:rsidRPr="009B289C" w:rsidRDefault="007C08D3" w:rsidP="009B289C">
      <w:pPr>
        <w:pStyle w:val="a4"/>
      </w:pPr>
    </w:p>
    <w:p w:rsidR="007C08D3" w:rsidRPr="00C92D70" w:rsidRDefault="007C08D3" w:rsidP="009B289C">
      <w:pPr>
        <w:pStyle w:val="a4"/>
      </w:pPr>
      <w:r w:rsidRPr="00C92D70">
        <w:t>Изменение границ городских лесов, которое может привести к уменьшению их площади, не допускается.</w:t>
      </w:r>
    </w:p>
    <w:p w:rsidR="007C08D3" w:rsidRPr="00C92D70" w:rsidRDefault="007C08D3" w:rsidP="009B289C">
      <w:pPr>
        <w:pStyle w:val="a4"/>
      </w:pPr>
      <w:r w:rsidRPr="00C92D70">
        <w:t xml:space="preserve">При подготовке документов территориального планирования необходимо соблюдение требований Федерального закона от 14.03.1995 № 33-ФЗ «Об особо охраняемых природных территориях» и Закона </w:t>
      </w:r>
      <w:r>
        <w:t xml:space="preserve">Красноярского </w:t>
      </w:r>
      <w:r w:rsidRPr="00C92D70">
        <w:t>края от 28.09.1995 № 7-175 «Об особо охраняемых природных территориях в Красноярском крае».</w:t>
      </w:r>
    </w:p>
    <w:p w:rsidR="007C08D3" w:rsidRPr="00C92D70" w:rsidRDefault="007C08D3" w:rsidP="009B289C">
      <w:pPr>
        <w:pStyle w:val="a4"/>
      </w:pPr>
      <w:r w:rsidRPr="00C92D70">
        <w:t>Использование особо охраняемых природных территорий (далее - ООПТ) краевого и местного значения осуществляется исходя из принципов сохранения уникальных и типичных природных комплексов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rsidR="007C08D3" w:rsidRPr="00C92D70" w:rsidRDefault="007C08D3" w:rsidP="009B289C">
      <w:pPr>
        <w:pStyle w:val="a4"/>
      </w:pPr>
      <w:r w:rsidRPr="00C92D70">
        <w:t>Виды пользования, допускаемые на особо охраняемых природных территориях краевого и местного значения, осуществляются в соответствии с утвержденными положениями об этих территориях, исходя из приоритетности охраны природных комплексов и объектов на этих территориях, и не должны противоречить целям образования особо охраняемых природных территорий.</w:t>
      </w:r>
    </w:p>
    <w:p w:rsidR="007C08D3" w:rsidRPr="00C92D70" w:rsidRDefault="007C08D3" w:rsidP="009B289C">
      <w:pPr>
        <w:pStyle w:val="a4"/>
      </w:pPr>
      <w:r w:rsidRPr="00C92D70">
        <w:t>Размещение зданий, сооружений и коммуникаций инженерной и транспортной инфраструктур запрещается на землях заповедников, заказников, национальных и природных парков, ботанических садов, дендрологических парков, если проектируемые объекты не связаны с целевым назначением этих территорий или если это не предусмотрено положениями об ООПТ.</w:t>
      </w:r>
    </w:p>
    <w:p w:rsidR="007C08D3" w:rsidRPr="00C92D70" w:rsidRDefault="007C08D3" w:rsidP="009B289C">
      <w:pPr>
        <w:pStyle w:val="a4"/>
      </w:pPr>
      <w:r w:rsidRPr="00C92D70">
        <w:t>Запрещается изъятие или иное прекращение прав на земельные участки и другие природные ресурсы, которые включаются в состав особо охраняемых природных территорий краевого и местного значения, кроме как по решению органов государственной власти края в соответствии с федеральными законами.</w:t>
      </w:r>
    </w:p>
    <w:p w:rsidR="007C08D3" w:rsidRPr="00C92D70" w:rsidRDefault="007C08D3" w:rsidP="009B289C">
      <w:pPr>
        <w:pStyle w:val="a4"/>
      </w:pPr>
      <w:r w:rsidRPr="00C92D70">
        <w:t xml:space="preserve">Леса, расположенные на особо охраняемых природных территориях, используются в соответствии с режимом особой охраны особо охраняемой природной территории и целевым назначением земель, определяемыми </w:t>
      </w:r>
      <w:hyperlink r:id="rId37" w:history="1">
        <w:r w:rsidRPr="00C92D70">
          <w:t>лесным законодательством</w:t>
        </w:r>
      </w:hyperlink>
      <w:r w:rsidRPr="00C92D70">
        <w:t xml:space="preserve"> Российской Федерации, </w:t>
      </w:r>
      <w:hyperlink r:id="rId38" w:history="1">
        <w:r w:rsidRPr="00C92D70">
          <w:t>законодательством</w:t>
        </w:r>
      </w:hyperlink>
      <w:r w:rsidRPr="00C92D70">
        <w:t xml:space="preserve"> Российской Федерации об особо охраняемых природных территориях и положением о соответствующей особо охраняемой природной территории.</w:t>
      </w:r>
    </w:p>
    <w:p w:rsidR="007C08D3" w:rsidRPr="00C92D70" w:rsidRDefault="007C08D3" w:rsidP="00C40C86">
      <w:pPr>
        <w:pStyle w:val="a4"/>
      </w:pPr>
      <w:r w:rsidRPr="00C92D70">
        <w:t>Использование,  охрана, защита, и воспроизводство лесов расположенных на землях населенных пунктов и на землях  находящихся в муниципальной собственности осуществляется на основании лесохозяйственных регламентов, утверждённых органами местного самоуправления.</w:t>
      </w:r>
    </w:p>
    <w:sectPr w:rsidR="007C08D3" w:rsidRPr="00C92D70" w:rsidSect="00E106B8">
      <w:headerReference w:type="even" r:id="rId39"/>
      <w:footerReference w:type="even" r:id="rId40"/>
      <w:footerReference w:type="default" r:id="rId41"/>
      <w:pgSz w:w="11906" w:h="16838" w:code="9"/>
      <w:pgMar w:top="1134" w:right="851" w:bottom="1134" w:left="1134" w:header="425" w:footer="83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08D3" w:rsidRDefault="007C08D3">
      <w:r>
        <w:separator/>
      </w:r>
    </w:p>
    <w:p w:rsidR="007C08D3" w:rsidRDefault="007C08D3"/>
  </w:endnote>
  <w:endnote w:type="continuationSeparator" w:id="1">
    <w:p w:rsidR="007C08D3" w:rsidRDefault="007C08D3">
      <w:r>
        <w:continuationSeparator/>
      </w:r>
    </w:p>
    <w:p w:rsidR="007C08D3" w:rsidRDefault="007C08D3"/>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8D3" w:rsidRDefault="007C08D3" w:rsidP="005735DF">
    <w:pPr>
      <w:pStyle w:val="Header"/>
      <w:tabs>
        <w:tab w:val="clear" w:pos="4677"/>
        <w:tab w:val="clear" w:pos="9355"/>
      </w:tabs>
      <w:ind w:right="-144"/>
      <w:rPr>
        <w:color w:val="0070C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8D3" w:rsidRDefault="007C08D3" w:rsidP="005735DF">
    <w:pPr>
      <w:pStyle w:val="Header"/>
      <w:tabs>
        <w:tab w:val="clear" w:pos="4677"/>
        <w:tab w:val="clear" w:pos="9355"/>
      </w:tabs>
      <w:ind w:right="-144"/>
      <w:rPr>
        <w:color w:val="0070C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8D3" w:rsidRPr="00F43A39" w:rsidRDefault="007C08D3" w:rsidP="00C57F07">
    <w:pPr>
      <w:pStyle w:val="FooterOdd"/>
      <w:ind w:firstLine="0"/>
      <w:jc w:val="both"/>
      <w:rPr>
        <w:rFonts w:ascii="Times New Roman" w:hAnsi="Times New Roman"/>
        <w:sz w:val="22"/>
        <w:szCs w:val="2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8D3" w:rsidRDefault="007C08D3">
    <w:pPr>
      <w:rPr>
        <w:lang w:val="en-US"/>
      </w:rPr>
    </w:pPr>
    <w:fldSimple w:instr=" PAGE   \* MERGEFORMAT ">
      <w:r>
        <w:rPr>
          <w:noProof/>
        </w:rPr>
        <w:t>4</w:t>
      </w:r>
    </w:fldSimple>
  </w:p>
  <w:p w:rsidR="007C08D3" w:rsidRDefault="007C08D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8D3" w:rsidRDefault="007C08D3">
    <w:pPr>
      <w:rPr>
        <w:lang w:val="en-US"/>
      </w:rPr>
    </w:pPr>
    <w:fldSimple w:instr=" PAGE   \* MERGEFORMAT ">
      <w:r>
        <w:rPr>
          <w:noProof/>
        </w:rPr>
        <w:t>20</w:t>
      </w:r>
    </w:fldSimple>
  </w:p>
  <w:p w:rsidR="007C08D3" w:rsidRDefault="007C08D3"/>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8D3" w:rsidRPr="00F43A39" w:rsidRDefault="007C08D3" w:rsidP="00C57F07">
    <w:pPr>
      <w:pStyle w:val="FooterOdd"/>
      <w:tabs>
        <w:tab w:val="left" w:pos="8743"/>
      </w:tabs>
      <w:ind w:firstLine="0"/>
      <w:jc w:val="both"/>
      <w:rPr>
        <w:rFonts w:ascii="Times New Roman" w:hAnsi="Times New Roman"/>
        <w:sz w:val="22"/>
        <w:szCs w:val="22"/>
      </w:rPr>
    </w:pPr>
    <w:r>
      <w:rPr>
        <w:rFonts w:ascii="Times New Roman" w:hAnsi="Times New Roman"/>
        <w:sz w:val="22"/>
        <w:szCs w:val="22"/>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08D3" w:rsidRDefault="007C08D3">
      <w:r>
        <w:separator/>
      </w:r>
    </w:p>
    <w:p w:rsidR="007C08D3" w:rsidRDefault="007C08D3"/>
  </w:footnote>
  <w:footnote w:type="continuationSeparator" w:id="1">
    <w:p w:rsidR="007C08D3" w:rsidRDefault="007C08D3">
      <w:r>
        <w:continuationSeparator/>
      </w:r>
    </w:p>
    <w:p w:rsidR="007C08D3" w:rsidRDefault="007C08D3"/>
  </w:footnote>
  <w:footnote w:id="2">
    <w:p w:rsidR="007C08D3" w:rsidRDefault="007C08D3" w:rsidP="00053300">
      <w:pPr>
        <w:pStyle w:val="FootnoteText"/>
      </w:pPr>
      <w:r w:rsidRPr="008C00FF">
        <w:rPr>
          <w:rStyle w:val="FootnoteReference"/>
        </w:rPr>
        <w:footnoteRef/>
      </w:r>
      <w:r w:rsidRPr="008C00FF">
        <w:t xml:space="preserve"> </w:t>
      </w:r>
      <w:r w:rsidRPr="008C00FF">
        <w:rPr>
          <w:rFonts w:ascii="Times New Roman" w:hAnsi="Times New Roman"/>
          <w:sz w:val="16"/>
        </w:rPr>
        <w:t xml:space="preserve">Для рекреационного объекта, находящегося в умеренных природных условиях,  обслуживающего жилой район с численностью населения в 1 000 человек единовременная численность посетителей составит 150 человек. На каждого посетителя приходится </w:t>
      </w:r>
      <w:r w:rsidRPr="008C00FF">
        <w:rPr>
          <w:rFonts w:ascii="Times New Roman" w:hAnsi="Times New Roman"/>
          <w:sz w:val="16"/>
        </w:rPr>
        <w:br/>
        <w:t xml:space="preserve">100 кв. м площади рекреационного объекта, поэтому общая площадь рекреационного объекта для данных условий будет равна 15 000 кв. м. При норме озеленения рекреационных объектов в 80% общая площадь пешеходно-тропиночной сети не может превышать 3000 кв. м. Поэтому при ширине тротуара в 3 м длина пешеходно-тропиночной сети составит 1000 м.  </w:t>
      </w:r>
      <w:r w:rsidRPr="008C00FF">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8D3" w:rsidRPr="00B916E5" w:rsidRDefault="007C08D3" w:rsidP="00B916E5">
    <w:pPr>
      <w:pStyle w:val="Header"/>
      <w:tabs>
        <w:tab w:val="clear" w:pos="4677"/>
        <w:tab w:val="clear" w:pos="9355"/>
        <w:tab w:val="left" w:pos="4820"/>
      </w:tabs>
      <w:ind w:right="139"/>
      <w:jc w:val="right"/>
      <w:rPr>
        <w:color w:val="0070C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8D3" w:rsidRPr="00EB58A4" w:rsidRDefault="007C08D3" w:rsidP="00EB58A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8D3" w:rsidRDefault="007C08D3" w:rsidP="00B24B41">
    <w:r>
      <w:t>ИФУГ.</w:t>
    </w:r>
    <w:r w:rsidRPr="00B24B41">
      <w:rPr>
        <w:color w:val="0000FF"/>
        <w:lang w:val="en-US"/>
      </w:rPr>
      <w:t>XXXXXX</w:t>
    </w:r>
    <w:r w:rsidRPr="00B24B41">
      <w:rPr>
        <w:color w:val="0000FF"/>
      </w:rPr>
      <w:t>.</w:t>
    </w:r>
    <w:r w:rsidRPr="00B24B41">
      <w:rPr>
        <w:color w:val="0000FF"/>
        <w:lang w:val="en-US"/>
      </w:rPr>
      <w:t>YYY</w:t>
    </w:r>
    <w:r>
      <w:t>РЭ</w:t>
    </w:r>
  </w:p>
  <w:tbl>
    <w:tblPr>
      <w:tblW w:w="0" w:type="auto"/>
      <w:tblInd w:w="108" w:type="dxa"/>
      <w:tblLook w:val="01E0"/>
    </w:tblPr>
    <w:tblGrid>
      <w:gridCol w:w="9637"/>
    </w:tblGrid>
    <w:tr w:rsidR="007C08D3">
      <w:trPr>
        <w:trHeight w:val="274"/>
      </w:trPr>
      <w:tc>
        <w:tcPr>
          <w:tcW w:w="9745" w:type="dxa"/>
          <w:tcBorders>
            <w:top w:val="nil"/>
            <w:left w:val="nil"/>
            <w:bottom w:val="single" w:sz="4" w:space="0" w:color="auto"/>
            <w:right w:val="nil"/>
          </w:tcBorders>
        </w:tcPr>
        <w:p w:rsidR="007C08D3" w:rsidRDefault="007C08D3">
          <w:pPr>
            <w:jc w:val="right"/>
            <w:rPr>
              <w:rFonts w:ascii="Arial" w:hAnsi="Arial" w:cs="Arial"/>
              <w:b/>
              <w:i/>
              <w:sz w:val="20"/>
              <w:szCs w:val="20"/>
            </w:rPr>
          </w:pPr>
          <w:r>
            <w:rPr>
              <w:rFonts w:ascii="Arial" w:hAnsi="Arial" w:cs="Arial"/>
              <w:b/>
              <w:i/>
              <w:sz w:val="20"/>
              <w:szCs w:val="20"/>
            </w:rPr>
            <w:t>Руководство по эксплуатации</w:t>
          </w:r>
        </w:p>
      </w:tc>
    </w:tr>
  </w:tbl>
  <w:p w:rsidR="007C08D3" w:rsidRDefault="007C08D3"/>
  <w:p w:rsidR="007C08D3" w:rsidRDefault="007C08D3"/>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8D3" w:rsidRDefault="007C08D3" w:rsidP="00B24B41">
    <w:r>
      <w:t>ИФУГ.</w:t>
    </w:r>
    <w:r w:rsidRPr="00B24B41">
      <w:rPr>
        <w:color w:val="0000FF"/>
        <w:lang w:val="en-US"/>
      </w:rPr>
      <w:t>XXXXXX</w:t>
    </w:r>
    <w:r w:rsidRPr="00B24B41">
      <w:rPr>
        <w:color w:val="0000FF"/>
      </w:rPr>
      <w:t>.</w:t>
    </w:r>
    <w:r w:rsidRPr="00B24B41">
      <w:rPr>
        <w:color w:val="0000FF"/>
        <w:lang w:val="en-US"/>
      </w:rPr>
      <w:t>YYY</w:t>
    </w:r>
    <w:r>
      <w:t>РЭ</w:t>
    </w:r>
  </w:p>
  <w:tbl>
    <w:tblPr>
      <w:tblW w:w="0" w:type="auto"/>
      <w:tblInd w:w="108" w:type="dxa"/>
      <w:tblLook w:val="01E0"/>
    </w:tblPr>
    <w:tblGrid>
      <w:gridCol w:w="9637"/>
    </w:tblGrid>
    <w:tr w:rsidR="007C08D3">
      <w:trPr>
        <w:trHeight w:val="274"/>
      </w:trPr>
      <w:tc>
        <w:tcPr>
          <w:tcW w:w="9745" w:type="dxa"/>
          <w:tcBorders>
            <w:top w:val="nil"/>
            <w:left w:val="nil"/>
            <w:bottom w:val="single" w:sz="4" w:space="0" w:color="auto"/>
            <w:right w:val="nil"/>
          </w:tcBorders>
        </w:tcPr>
        <w:p w:rsidR="007C08D3" w:rsidRDefault="007C08D3">
          <w:pPr>
            <w:jc w:val="right"/>
            <w:rPr>
              <w:rFonts w:ascii="Arial" w:hAnsi="Arial" w:cs="Arial"/>
              <w:b/>
              <w:i/>
              <w:sz w:val="20"/>
              <w:szCs w:val="20"/>
            </w:rPr>
          </w:pPr>
          <w:r>
            <w:rPr>
              <w:rFonts w:ascii="Arial" w:hAnsi="Arial" w:cs="Arial"/>
              <w:b/>
              <w:i/>
              <w:sz w:val="20"/>
              <w:szCs w:val="20"/>
            </w:rPr>
            <w:t>Руководство по эксплуатации</w:t>
          </w:r>
        </w:p>
      </w:tc>
    </w:tr>
  </w:tbl>
  <w:p w:rsidR="007C08D3" w:rsidRDefault="007C08D3"/>
  <w:p w:rsidR="007C08D3" w:rsidRDefault="007C08D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9FCAEF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DEEFE66"/>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688DBCC"/>
    <w:lvl w:ilvl="0">
      <w:start w:val="1"/>
      <w:numFmt w:val="decimal"/>
      <w:pStyle w:val="ListNumber3"/>
      <w:lvlText w:val="%1."/>
      <w:lvlJc w:val="left"/>
      <w:pPr>
        <w:tabs>
          <w:tab w:val="num" w:pos="926"/>
        </w:tabs>
        <w:ind w:left="926" w:hanging="360"/>
      </w:pPr>
    </w:lvl>
  </w:abstractNum>
  <w:abstractNum w:abstractNumId="3">
    <w:nsid w:val="FFFFFF7F"/>
    <w:multiLevelType w:val="singleLevel"/>
    <w:tmpl w:val="8B98D7B6"/>
    <w:lvl w:ilvl="0">
      <w:start w:val="1"/>
      <w:numFmt w:val="decimal"/>
      <w:pStyle w:val="ListNumber2"/>
      <w:lvlText w:val="%1."/>
      <w:lvlJc w:val="left"/>
      <w:pPr>
        <w:tabs>
          <w:tab w:val="num" w:pos="643"/>
        </w:tabs>
        <w:ind w:left="643" w:hanging="360"/>
      </w:pPr>
    </w:lvl>
  </w:abstractNum>
  <w:abstractNum w:abstractNumId="4">
    <w:nsid w:val="FFFFFF80"/>
    <w:multiLevelType w:val="singleLevel"/>
    <w:tmpl w:val="95EAC19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3F60E9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2C0762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05CBFE0"/>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D93C7E02"/>
    <w:lvl w:ilvl="0">
      <w:start w:val="1"/>
      <w:numFmt w:val="decimal"/>
      <w:pStyle w:val="ListNumber"/>
      <w:lvlText w:val="%1."/>
      <w:lvlJc w:val="left"/>
      <w:pPr>
        <w:tabs>
          <w:tab w:val="num" w:pos="360"/>
        </w:tabs>
        <w:ind w:left="360" w:hanging="360"/>
      </w:pPr>
    </w:lvl>
  </w:abstractNum>
  <w:abstractNum w:abstractNumId="9">
    <w:nsid w:val="FFFFFF89"/>
    <w:multiLevelType w:val="singleLevel"/>
    <w:tmpl w:val="A3687CD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17"/>
    <w:multiLevelType w:val="singleLevel"/>
    <w:tmpl w:val="00000017"/>
    <w:name w:val="WW8Num72"/>
    <w:lvl w:ilvl="0">
      <w:numFmt w:val="bullet"/>
      <w:lvlText w:val="–"/>
      <w:lvlJc w:val="left"/>
      <w:pPr>
        <w:tabs>
          <w:tab w:val="num" w:pos="579"/>
        </w:tabs>
        <w:ind w:left="579" w:hanging="360"/>
      </w:pPr>
      <w:rPr>
        <w:rFonts w:ascii="Times New Roman" w:hAnsi="Times New Roman"/>
      </w:rPr>
    </w:lvl>
  </w:abstractNum>
  <w:abstractNum w:abstractNumId="11">
    <w:nsid w:val="000A326C"/>
    <w:multiLevelType w:val="multilevel"/>
    <w:tmpl w:val="FA645958"/>
    <w:lvl w:ilvl="0">
      <w:start w:val="1"/>
      <w:numFmt w:val="decimal"/>
      <w:pStyle w:val="a"/>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2">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9E670BD"/>
    <w:multiLevelType w:val="hybridMultilevel"/>
    <w:tmpl w:val="8EA0386E"/>
    <w:lvl w:ilvl="0" w:tplc="EE1AEFC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nsid w:val="189A795C"/>
    <w:multiLevelType w:val="multilevel"/>
    <w:tmpl w:val="3D429C00"/>
    <w:lvl w:ilvl="0">
      <w:start w:val="1"/>
      <w:numFmt w:val="russianLower"/>
      <w:pStyle w:val="a0"/>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6">
    <w:nsid w:val="1DB84F93"/>
    <w:multiLevelType w:val="multilevel"/>
    <w:tmpl w:val="70A01016"/>
    <w:lvl w:ilvl="0">
      <w:start w:val="1"/>
      <w:numFmt w:val="decimal"/>
      <w:suff w:val="space"/>
      <w:lvlText w:val="%1"/>
      <w:lvlJc w:val="left"/>
      <w:pPr>
        <w:ind w:left="-283" w:firstLine="567"/>
      </w:pPr>
      <w:rPr>
        <w:rFonts w:ascii="Times New Roman" w:eastAsia="Times New Roman" w:hAnsi="Times New Roman" w:cs="Times New Roman" w:hint="default"/>
      </w:rPr>
    </w:lvl>
    <w:lvl w:ilvl="1">
      <w:start w:val="1"/>
      <w:numFmt w:val="decimal"/>
      <w:suff w:val="space"/>
      <w:lvlText w:val="%1.%2"/>
      <w:lvlJc w:val="left"/>
      <w:pPr>
        <w:ind w:left="1277" w:firstLine="567"/>
      </w:pPr>
      <w:rPr>
        <w:rFonts w:cs="Times New Roman" w:hint="default"/>
        <w:b/>
        <w:i w:val="0"/>
        <w:strike w:val="0"/>
        <w:color w:val="000000"/>
        <w:sz w:val="28"/>
        <w:szCs w:val="28"/>
      </w:rPr>
    </w:lvl>
    <w:lvl w:ilvl="2">
      <w:start w:val="1"/>
      <w:numFmt w:val="decimal"/>
      <w:suff w:val="space"/>
      <w:lvlText w:val="%1.%2.%3"/>
      <w:lvlJc w:val="left"/>
      <w:pPr>
        <w:ind w:left="1" w:firstLine="567"/>
      </w:pPr>
      <w:rPr>
        <w:rFonts w:cs="Times New Roman" w:hint="default"/>
        <w:b/>
      </w:rPr>
    </w:lvl>
    <w:lvl w:ilvl="3">
      <w:start w:val="1"/>
      <w:numFmt w:val="decimal"/>
      <w:suff w:val="space"/>
      <w:lvlText w:val="%1.%2.%3.%4"/>
      <w:lvlJc w:val="left"/>
      <w:pPr>
        <w:ind w:left="426" w:firstLine="567"/>
      </w:pPr>
      <w:rPr>
        <w:rFonts w:cs="Times New Roman" w:hint="default"/>
      </w:rPr>
    </w:lvl>
    <w:lvl w:ilvl="4">
      <w:start w:val="1"/>
      <w:numFmt w:val="decimal"/>
      <w:suff w:val="space"/>
      <w:lvlText w:val="%1.%2.%3.%4.%5"/>
      <w:lvlJc w:val="left"/>
      <w:pPr>
        <w:ind w:firstLine="567"/>
      </w:pPr>
      <w:rPr>
        <w:rFonts w:cs="Times New Roman" w:hint="default"/>
      </w:rPr>
    </w:lvl>
    <w:lvl w:ilvl="5">
      <w:start w:val="1"/>
      <w:numFmt w:val="decimal"/>
      <w:suff w:val="space"/>
      <w:lvlText w:val="%1.%2.%3.%4.%5.%6"/>
      <w:lvlJc w:val="left"/>
      <w:pPr>
        <w:ind w:firstLine="567"/>
      </w:pPr>
      <w:rPr>
        <w:rFonts w:cs="Times New Roman" w:hint="default"/>
      </w:rPr>
    </w:lvl>
    <w:lvl w:ilvl="6">
      <w:start w:val="1"/>
      <w:numFmt w:val="decimal"/>
      <w:suff w:val="space"/>
      <w:lvlText w:val="%1.%2.%3.%4.%5.%6.%7"/>
      <w:lvlJc w:val="left"/>
      <w:pPr>
        <w:ind w:firstLine="567"/>
      </w:pPr>
      <w:rPr>
        <w:rFonts w:cs="Times New Roman" w:hint="default"/>
      </w:rPr>
    </w:lvl>
    <w:lvl w:ilvl="7">
      <w:start w:val="1"/>
      <w:numFmt w:val="decimal"/>
      <w:suff w:val="space"/>
      <w:lvlText w:val="%1.%2.%3.%4.%5.%6.%7.%8"/>
      <w:lvlJc w:val="left"/>
      <w:pPr>
        <w:ind w:firstLine="567"/>
      </w:pPr>
      <w:rPr>
        <w:rFonts w:cs="Times New Roman" w:hint="default"/>
      </w:rPr>
    </w:lvl>
    <w:lvl w:ilvl="8">
      <w:start w:val="1"/>
      <w:numFmt w:val="decimal"/>
      <w:suff w:val="space"/>
      <w:lvlText w:val="%1.%2.%3.%4.%5.%6.%7.%8.%9"/>
      <w:lvlJc w:val="left"/>
      <w:pPr>
        <w:ind w:firstLine="567"/>
      </w:pPr>
      <w:rPr>
        <w:rFonts w:cs="Times New Roman" w:hint="default"/>
      </w:rPr>
    </w:lvl>
  </w:abstractNum>
  <w:abstractNum w:abstractNumId="17">
    <w:nsid w:val="291B1E79"/>
    <w:multiLevelType w:val="hybridMultilevel"/>
    <w:tmpl w:val="797020EE"/>
    <w:lvl w:ilvl="0" w:tplc="2BDA948C">
      <w:start w:val="1"/>
      <w:numFmt w:val="bullet"/>
      <w:pStyle w:val="S0"/>
      <w:lvlText w:val=""/>
      <w:lvlJc w:val="left"/>
      <w:pPr>
        <w:ind w:left="1259" w:hanging="360"/>
      </w:pPr>
      <w:rPr>
        <w:rFonts w:ascii="Symbol" w:hAnsi="Symbol" w:hint="default"/>
        <w:color w:val="auto"/>
      </w:rPr>
    </w:lvl>
    <w:lvl w:ilvl="1" w:tplc="04190003">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8">
    <w:nsid w:val="2C154EA5"/>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C557F61"/>
    <w:multiLevelType w:val="hybridMultilevel"/>
    <w:tmpl w:val="6764E6CE"/>
    <w:lvl w:ilvl="0" w:tplc="968C24CC">
      <w:start w:val="1"/>
      <w:numFmt w:val="decimal"/>
      <w:pStyle w:val="a1"/>
      <w:lvlText w:val="%1"/>
      <w:lvlJc w:val="left"/>
      <w:pPr>
        <w:tabs>
          <w:tab w:val="num" w:pos="340"/>
        </w:tabs>
        <w:ind w:firstLine="57"/>
      </w:pPr>
      <w:rPr>
        <w:rFonts w:cs="Times New Roman" w:hint="default"/>
      </w:rPr>
    </w:lvl>
    <w:lvl w:ilvl="1" w:tplc="1CFC6658" w:tentative="1">
      <w:start w:val="1"/>
      <w:numFmt w:val="lowerLetter"/>
      <w:lvlText w:val="%2."/>
      <w:lvlJc w:val="left"/>
      <w:pPr>
        <w:tabs>
          <w:tab w:val="num" w:pos="1440"/>
        </w:tabs>
        <w:ind w:left="1440" w:hanging="360"/>
      </w:pPr>
      <w:rPr>
        <w:rFonts w:cs="Times New Roman"/>
      </w:rPr>
    </w:lvl>
    <w:lvl w:ilvl="2" w:tplc="BB6E20D2" w:tentative="1">
      <w:start w:val="1"/>
      <w:numFmt w:val="lowerRoman"/>
      <w:lvlText w:val="%3."/>
      <w:lvlJc w:val="right"/>
      <w:pPr>
        <w:tabs>
          <w:tab w:val="num" w:pos="2160"/>
        </w:tabs>
        <w:ind w:left="2160" w:hanging="180"/>
      </w:pPr>
      <w:rPr>
        <w:rFonts w:cs="Times New Roman"/>
      </w:rPr>
    </w:lvl>
    <w:lvl w:ilvl="3" w:tplc="61628AF8" w:tentative="1">
      <w:start w:val="1"/>
      <w:numFmt w:val="decimal"/>
      <w:lvlText w:val="%4."/>
      <w:lvlJc w:val="left"/>
      <w:pPr>
        <w:tabs>
          <w:tab w:val="num" w:pos="2880"/>
        </w:tabs>
        <w:ind w:left="2880" w:hanging="360"/>
      </w:pPr>
      <w:rPr>
        <w:rFonts w:cs="Times New Roman"/>
      </w:rPr>
    </w:lvl>
    <w:lvl w:ilvl="4" w:tplc="C5248070" w:tentative="1">
      <w:start w:val="1"/>
      <w:numFmt w:val="lowerLetter"/>
      <w:lvlText w:val="%5."/>
      <w:lvlJc w:val="left"/>
      <w:pPr>
        <w:tabs>
          <w:tab w:val="num" w:pos="3600"/>
        </w:tabs>
        <w:ind w:left="3600" w:hanging="360"/>
      </w:pPr>
      <w:rPr>
        <w:rFonts w:cs="Times New Roman"/>
      </w:rPr>
    </w:lvl>
    <w:lvl w:ilvl="5" w:tplc="C4DEFF70" w:tentative="1">
      <w:start w:val="1"/>
      <w:numFmt w:val="lowerRoman"/>
      <w:lvlText w:val="%6."/>
      <w:lvlJc w:val="right"/>
      <w:pPr>
        <w:tabs>
          <w:tab w:val="num" w:pos="4320"/>
        </w:tabs>
        <w:ind w:left="4320" w:hanging="180"/>
      </w:pPr>
      <w:rPr>
        <w:rFonts w:cs="Times New Roman"/>
      </w:rPr>
    </w:lvl>
    <w:lvl w:ilvl="6" w:tplc="1E0C044E" w:tentative="1">
      <w:start w:val="1"/>
      <w:numFmt w:val="decimal"/>
      <w:lvlText w:val="%7."/>
      <w:lvlJc w:val="left"/>
      <w:pPr>
        <w:tabs>
          <w:tab w:val="num" w:pos="5040"/>
        </w:tabs>
        <w:ind w:left="5040" w:hanging="360"/>
      </w:pPr>
      <w:rPr>
        <w:rFonts w:cs="Times New Roman"/>
      </w:rPr>
    </w:lvl>
    <w:lvl w:ilvl="7" w:tplc="965E1C22" w:tentative="1">
      <w:start w:val="1"/>
      <w:numFmt w:val="lowerLetter"/>
      <w:lvlText w:val="%8."/>
      <w:lvlJc w:val="left"/>
      <w:pPr>
        <w:tabs>
          <w:tab w:val="num" w:pos="5760"/>
        </w:tabs>
        <w:ind w:left="5760" w:hanging="360"/>
      </w:pPr>
      <w:rPr>
        <w:rFonts w:cs="Times New Roman"/>
      </w:rPr>
    </w:lvl>
    <w:lvl w:ilvl="8" w:tplc="A38CE456" w:tentative="1">
      <w:start w:val="1"/>
      <w:numFmt w:val="lowerRoman"/>
      <w:lvlText w:val="%9."/>
      <w:lvlJc w:val="right"/>
      <w:pPr>
        <w:tabs>
          <w:tab w:val="num" w:pos="6480"/>
        </w:tabs>
        <w:ind w:left="6480" w:hanging="180"/>
      </w:pPr>
      <w:rPr>
        <w:rFonts w:cs="Times New Roman"/>
      </w:rPr>
    </w:lvl>
  </w:abstractNum>
  <w:abstractNum w:abstractNumId="20">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1">
    <w:nsid w:val="3D911A42"/>
    <w:multiLevelType w:val="multilevel"/>
    <w:tmpl w:val="EAFA172E"/>
    <w:lvl w:ilvl="0">
      <w:start w:val="1"/>
      <w:numFmt w:val="decimal"/>
      <w:suff w:val="space"/>
      <w:lvlText w:val="%1"/>
      <w:lvlJc w:val="left"/>
      <w:pPr>
        <w:ind w:firstLine="567"/>
      </w:pPr>
      <w:rPr>
        <w:rFonts w:cs="Times New Roman" w:hint="default"/>
      </w:rPr>
    </w:lvl>
    <w:lvl w:ilvl="1">
      <w:start w:val="1"/>
      <w:numFmt w:val="decimal"/>
      <w:suff w:val="space"/>
      <w:lvlText w:val="%1.%2"/>
      <w:lvlJc w:val="left"/>
      <w:pPr>
        <w:ind w:left="141" w:firstLine="567"/>
      </w:pPr>
      <w:rPr>
        <w:rFonts w:cs="Times New Roman" w:hint="default"/>
        <w:i w:val="0"/>
        <w:color w:val="000000"/>
      </w:rPr>
    </w:lvl>
    <w:lvl w:ilvl="2">
      <w:start w:val="1"/>
      <w:numFmt w:val="decimal"/>
      <w:suff w:val="space"/>
      <w:lvlText w:val="%1.%2.%3"/>
      <w:lvlJc w:val="left"/>
      <w:pPr>
        <w:ind w:left="1" w:firstLine="567"/>
      </w:pPr>
      <w:rPr>
        <w:rFonts w:cs="Times New Roman" w:hint="default"/>
        <w:b w:val="0"/>
      </w:rPr>
    </w:lvl>
    <w:lvl w:ilvl="3">
      <w:start w:val="1"/>
      <w:numFmt w:val="decimal"/>
      <w:pStyle w:val="Heading4"/>
      <w:suff w:val="space"/>
      <w:lvlText w:val="%1.%2.%3.%4"/>
      <w:lvlJc w:val="left"/>
      <w:pPr>
        <w:ind w:left="426" w:firstLine="567"/>
      </w:pPr>
      <w:rPr>
        <w:rFonts w:cs="Times New Roman" w:hint="default"/>
      </w:rPr>
    </w:lvl>
    <w:lvl w:ilvl="4">
      <w:start w:val="1"/>
      <w:numFmt w:val="decimal"/>
      <w:pStyle w:val="Heading5"/>
      <w:suff w:val="space"/>
      <w:lvlText w:val="%1.%2.%3.%4.%5"/>
      <w:lvlJc w:val="left"/>
      <w:pPr>
        <w:ind w:firstLine="567"/>
      </w:pPr>
      <w:rPr>
        <w:rFonts w:cs="Times New Roman" w:hint="default"/>
      </w:rPr>
    </w:lvl>
    <w:lvl w:ilvl="5">
      <w:start w:val="1"/>
      <w:numFmt w:val="decimal"/>
      <w:pStyle w:val="Heading6"/>
      <w:suff w:val="space"/>
      <w:lvlText w:val="%1.%2.%3.%4.%5.%6"/>
      <w:lvlJc w:val="left"/>
      <w:pPr>
        <w:ind w:firstLine="567"/>
      </w:pPr>
      <w:rPr>
        <w:rFonts w:cs="Times New Roman" w:hint="default"/>
      </w:rPr>
    </w:lvl>
    <w:lvl w:ilvl="6">
      <w:start w:val="1"/>
      <w:numFmt w:val="decimal"/>
      <w:pStyle w:val="Heading7"/>
      <w:suff w:val="space"/>
      <w:lvlText w:val="%1.%2.%3.%4.%5.%6.%7"/>
      <w:lvlJc w:val="left"/>
      <w:pPr>
        <w:ind w:firstLine="567"/>
      </w:pPr>
      <w:rPr>
        <w:rFonts w:cs="Times New Roman" w:hint="default"/>
      </w:rPr>
    </w:lvl>
    <w:lvl w:ilvl="7">
      <w:start w:val="1"/>
      <w:numFmt w:val="decimal"/>
      <w:pStyle w:val="Heading8"/>
      <w:suff w:val="space"/>
      <w:lvlText w:val="%1.%2.%3.%4.%5.%6.%7.%8"/>
      <w:lvlJc w:val="left"/>
      <w:pPr>
        <w:ind w:firstLine="567"/>
      </w:pPr>
      <w:rPr>
        <w:rFonts w:cs="Times New Roman" w:hint="default"/>
      </w:rPr>
    </w:lvl>
    <w:lvl w:ilvl="8">
      <w:start w:val="1"/>
      <w:numFmt w:val="decimal"/>
      <w:pStyle w:val="Heading9"/>
      <w:suff w:val="space"/>
      <w:lvlText w:val="%1.%2.%3.%4.%5.%6.%7.%8.%9"/>
      <w:lvlJc w:val="left"/>
      <w:pPr>
        <w:ind w:firstLine="567"/>
      </w:pPr>
      <w:rPr>
        <w:rFonts w:cs="Times New Roman" w:hint="default"/>
      </w:rPr>
    </w:lvl>
  </w:abstractNum>
  <w:abstractNum w:abstractNumId="22">
    <w:nsid w:val="49643F15"/>
    <w:multiLevelType w:val="hybridMultilevel"/>
    <w:tmpl w:val="51220E92"/>
    <w:styleLink w:val="1ai"/>
    <w:lvl w:ilvl="0" w:tplc="0419000F">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3">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nsid w:val="4E3225EF"/>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F65195B"/>
    <w:multiLevelType w:val="multilevel"/>
    <w:tmpl w:val="16A8B17E"/>
    <w:lvl w:ilvl="0">
      <w:start w:val="1"/>
      <w:numFmt w:val="decimal"/>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26">
    <w:nsid w:val="572A40F7"/>
    <w:multiLevelType w:val="hybridMultilevel"/>
    <w:tmpl w:val="35988C80"/>
    <w:lvl w:ilvl="0" w:tplc="7408BC9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7">
    <w:nsid w:val="5BCA28B8"/>
    <w:multiLevelType w:val="multilevel"/>
    <w:tmpl w:val="509495EA"/>
    <w:lvl w:ilvl="0">
      <w:start w:val="1"/>
      <w:numFmt w:val="decimal"/>
      <w:lvlText w:val="%1."/>
      <w:lvlJc w:val="left"/>
      <w:pPr>
        <w:ind w:left="390" w:hanging="390"/>
      </w:pPr>
      <w:rPr>
        <w:rFonts w:cs="Times New Roman" w:hint="default"/>
      </w:rPr>
    </w:lvl>
    <w:lvl w:ilvl="1">
      <w:start w:val="1"/>
      <w:numFmt w:val="decimal"/>
      <w:pStyle w:val="a2"/>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8">
    <w:nsid w:val="5FDD655D"/>
    <w:multiLevelType w:val="multilevel"/>
    <w:tmpl w:val="2BB41F68"/>
    <w:lvl w:ilvl="0">
      <w:start w:val="1"/>
      <w:numFmt w:val="decimal"/>
      <w:suff w:val="space"/>
      <w:lvlText w:val="%1"/>
      <w:lvlJc w:val="left"/>
      <w:pPr>
        <w:ind w:firstLine="567"/>
      </w:pPr>
      <w:rPr>
        <w:rFonts w:cs="Times New Roman" w:hint="default"/>
      </w:rPr>
    </w:lvl>
    <w:lvl w:ilvl="1">
      <w:start w:val="1"/>
      <w:numFmt w:val="decimal"/>
      <w:suff w:val="space"/>
      <w:lvlText w:val="%1.%2"/>
      <w:lvlJc w:val="left"/>
      <w:pPr>
        <w:ind w:firstLine="567"/>
      </w:pPr>
      <w:rPr>
        <w:rFonts w:cs="Times New Roman" w:hint="default"/>
        <w:b/>
        <w:i w:val="0"/>
        <w:color w:val="000000"/>
        <w:sz w:val="28"/>
        <w:szCs w:val="28"/>
      </w:rPr>
    </w:lvl>
    <w:lvl w:ilvl="2">
      <w:start w:val="1"/>
      <w:numFmt w:val="decimal"/>
      <w:suff w:val="space"/>
      <w:lvlText w:val="%1.%2.%3"/>
      <w:lvlJc w:val="left"/>
      <w:pPr>
        <w:ind w:left="1" w:firstLine="567"/>
      </w:pPr>
      <w:rPr>
        <w:rFonts w:cs="Times New Roman" w:hint="default"/>
        <w:b/>
      </w:rPr>
    </w:lvl>
    <w:lvl w:ilvl="3">
      <w:start w:val="1"/>
      <w:numFmt w:val="decimal"/>
      <w:suff w:val="space"/>
      <w:lvlText w:val="%1.%2.%3.%4"/>
      <w:lvlJc w:val="left"/>
      <w:pPr>
        <w:ind w:left="426" w:firstLine="567"/>
      </w:pPr>
      <w:rPr>
        <w:rFonts w:cs="Times New Roman" w:hint="default"/>
      </w:rPr>
    </w:lvl>
    <w:lvl w:ilvl="4">
      <w:start w:val="1"/>
      <w:numFmt w:val="decimal"/>
      <w:suff w:val="space"/>
      <w:lvlText w:val="%1.%2.%3.%4.%5"/>
      <w:lvlJc w:val="left"/>
      <w:pPr>
        <w:ind w:firstLine="567"/>
      </w:pPr>
      <w:rPr>
        <w:rFonts w:cs="Times New Roman" w:hint="default"/>
      </w:rPr>
    </w:lvl>
    <w:lvl w:ilvl="5">
      <w:start w:val="1"/>
      <w:numFmt w:val="decimal"/>
      <w:suff w:val="space"/>
      <w:lvlText w:val="%1.%2.%3.%4.%5.%6"/>
      <w:lvlJc w:val="left"/>
      <w:pPr>
        <w:ind w:firstLine="567"/>
      </w:pPr>
      <w:rPr>
        <w:rFonts w:cs="Times New Roman" w:hint="default"/>
      </w:rPr>
    </w:lvl>
    <w:lvl w:ilvl="6">
      <w:start w:val="1"/>
      <w:numFmt w:val="decimal"/>
      <w:suff w:val="space"/>
      <w:lvlText w:val="%1.%2.%3.%4.%5.%6.%7"/>
      <w:lvlJc w:val="left"/>
      <w:pPr>
        <w:ind w:firstLine="567"/>
      </w:pPr>
      <w:rPr>
        <w:rFonts w:cs="Times New Roman" w:hint="default"/>
      </w:rPr>
    </w:lvl>
    <w:lvl w:ilvl="7">
      <w:start w:val="1"/>
      <w:numFmt w:val="decimal"/>
      <w:suff w:val="space"/>
      <w:lvlText w:val="%1.%2.%3.%4.%5.%6.%7.%8"/>
      <w:lvlJc w:val="left"/>
      <w:pPr>
        <w:ind w:firstLine="567"/>
      </w:pPr>
      <w:rPr>
        <w:rFonts w:cs="Times New Roman" w:hint="default"/>
      </w:rPr>
    </w:lvl>
    <w:lvl w:ilvl="8">
      <w:start w:val="1"/>
      <w:numFmt w:val="decimal"/>
      <w:suff w:val="space"/>
      <w:lvlText w:val="%1.%2.%3.%4.%5.%6.%7.%8.%9"/>
      <w:lvlJc w:val="left"/>
      <w:pPr>
        <w:ind w:firstLine="567"/>
      </w:pPr>
      <w:rPr>
        <w:rFonts w:cs="Times New Roman" w:hint="default"/>
      </w:rPr>
    </w:lvl>
  </w:abstractNum>
  <w:abstractNum w:abstractNumId="29">
    <w:nsid w:val="70CC008F"/>
    <w:multiLevelType w:val="multilevel"/>
    <w:tmpl w:val="D3A4E860"/>
    <w:lvl w:ilvl="0">
      <w:start w:val="1"/>
      <w:numFmt w:val="decimal"/>
      <w:pStyle w:val="a3"/>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5"/>
  </w:num>
  <w:num w:numId="13">
    <w:abstractNumId w:val="19"/>
  </w:num>
  <w:num w:numId="14">
    <w:abstractNumId w:val="25"/>
  </w:num>
  <w:num w:numId="15">
    <w:abstractNumId w:val="29"/>
  </w:num>
  <w:num w:numId="16">
    <w:abstractNumId w:val="11"/>
  </w:num>
  <w:num w:numId="17">
    <w:abstractNumId w:val="12"/>
  </w:num>
  <w:num w:numId="18">
    <w:abstractNumId w:val="23"/>
  </w:num>
  <w:num w:numId="19">
    <w:abstractNumId w:val="22"/>
  </w:num>
  <w:num w:numId="20">
    <w:abstractNumId w:val="20"/>
  </w:num>
  <w:num w:numId="21">
    <w:abstractNumId w:val="14"/>
  </w:num>
  <w:num w:numId="22">
    <w:abstractNumId w:val="27"/>
  </w:num>
  <w:num w:numId="23">
    <w:abstractNumId w:val="17"/>
  </w:num>
  <w:num w:numId="24">
    <w:abstractNumId w:val="16"/>
  </w:num>
  <w:num w:numId="25">
    <w:abstractNumId w:val="28"/>
    <w:lvlOverride w:ilvl="0">
      <w:startOverride w:val="1"/>
    </w:lvlOverride>
  </w:num>
  <w:num w:numId="26">
    <w:abstractNumId w:val="26"/>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16"/>
    <w:lvlOverride w:ilvl="0">
      <w:startOverride w:val="14"/>
    </w:lvlOverride>
    <w:lvlOverride w:ilvl="1">
      <w:startOverride w:val="2"/>
    </w:lvlOverride>
  </w:num>
  <w:num w:numId="30">
    <w:abstractNumId w:val="18"/>
  </w:num>
  <w:num w:numId="31">
    <w:abstractNumId w:val="24"/>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embedSystemFonts/>
  <w:stylePaneFormatFilter w:val="3008"/>
  <w:documentProtection w:formatting="1" w:enforcement="0"/>
  <w:defaultTabStop w:val="709"/>
  <w:drawingGridHorizontalSpacing w:val="120"/>
  <w:drawingGridVerticalSpacing w:val="57"/>
  <w:displayHorizontalDrawingGridEvery w:val="2"/>
  <w:doNotShadeFormData/>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1DFE"/>
    <w:rsid w:val="00000B35"/>
    <w:rsid w:val="00003A82"/>
    <w:rsid w:val="00003C9C"/>
    <w:rsid w:val="0000429F"/>
    <w:rsid w:val="00004AEE"/>
    <w:rsid w:val="00005870"/>
    <w:rsid w:val="00005898"/>
    <w:rsid w:val="00005C13"/>
    <w:rsid w:val="00006609"/>
    <w:rsid w:val="000070BA"/>
    <w:rsid w:val="00007380"/>
    <w:rsid w:val="00011906"/>
    <w:rsid w:val="00012DAB"/>
    <w:rsid w:val="00013470"/>
    <w:rsid w:val="000156B1"/>
    <w:rsid w:val="0001600D"/>
    <w:rsid w:val="00016A31"/>
    <w:rsid w:val="0001750F"/>
    <w:rsid w:val="00020246"/>
    <w:rsid w:val="0002165B"/>
    <w:rsid w:val="000226C8"/>
    <w:rsid w:val="000231B9"/>
    <w:rsid w:val="00023516"/>
    <w:rsid w:val="000235F3"/>
    <w:rsid w:val="0002428E"/>
    <w:rsid w:val="000261B5"/>
    <w:rsid w:val="00026E79"/>
    <w:rsid w:val="00026EB7"/>
    <w:rsid w:val="000279A7"/>
    <w:rsid w:val="0003073B"/>
    <w:rsid w:val="00031576"/>
    <w:rsid w:val="000341B1"/>
    <w:rsid w:val="00034582"/>
    <w:rsid w:val="00035328"/>
    <w:rsid w:val="00035A56"/>
    <w:rsid w:val="00035C4A"/>
    <w:rsid w:val="0003697F"/>
    <w:rsid w:val="00036D87"/>
    <w:rsid w:val="00041CD9"/>
    <w:rsid w:val="0004379B"/>
    <w:rsid w:val="00043A9B"/>
    <w:rsid w:val="000449C8"/>
    <w:rsid w:val="00045B7A"/>
    <w:rsid w:val="000463AC"/>
    <w:rsid w:val="000465CD"/>
    <w:rsid w:val="0004737F"/>
    <w:rsid w:val="000474CE"/>
    <w:rsid w:val="00047571"/>
    <w:rsid w:val="00047B3B"/>
    <w:rsid w:val="00047C95"/>
    <w:rsid w:val="00047DDC"/>
    <w:rsid w:val="00050126"/>
    <w:rsid w:val="00051B6C"/>
    <w:rsid w:val="0005277A"/>
    <w:rsid w:val="00052946"/>
    <w:rsid w:val="00053300"/>
    <w:rsid w:val="00055720"/>
    <w:rsid w:val="00055B62"/>
    <w:rsid w:val="00056C06"/>
    <w:rsid w:val="00056EC5"/>
    <w:rsid w:val="00060D76"/>
    <w:rsid w:val="00060D7A"/>
    <w:rsid w:val="000615A0"/>
    <w:rsid w:val="00062331"/>
    <w:rsid w:val="00062D09"/>
    <w:rsid w:val="00063346"/>
    <w:rsid w:val="000635A0"/>
    <w:rsid w:val="00064DE2"/>
    <w:rsid w:val="0006540C"/>
    <w:rsid w:val="000665F6"/>
    <w:rsid w:val="000666D0"/>
    <w:rsid w:val="00067623"/>
    <w:rsid w:val="00070CA8"/>
    <w:rsid w:val="00071324"/>
    <w:rsid w:val="000714B1"/>
    <w:rsid w:val="000719CB"/>
    <w:rsid w:val="00071DDC"/>
    <w:rsid w:val="000729D3"/>
    <w:rsid w:val="000731ED"/>
    <w:rsid w:val="000739D9"/>
    <w:rsid w:val="00075E92"/>
    <w:rsid w:val="00076595"/>
    <w:rsid w:val="000777DB"/>
    <w:rsid w:val="00080CF2"/>
    <w:rsid w:val="00082DEC"/>
    <w:rsid w:val="000848F3"/>
    <w:rsid w:val="00085213"/>
    <w:rsid w:val="00085699"/>
    <w:rsid w:val="00090420"/>
    <w:rsid w:val="0009289F"/>
    <w:rsid w:val="000930D8"/>
    <w:rsid w:val="00094A5C"/>
    <w:rsid w:val="00094C76"/>
    <w:rsid w:val="000959EF"/>
    <w:rsid w:val="000A0B0A"/>
    <w:rsid w:val="000A0FCD"/>
    <w:rsid w:val="000A4DFD"/>
    <w:rsid w:val="000A70F9"/>
    <w:rsid w:val="000A78C5"/>
    <w:rsid w:val="000B00C5"/>
    <w:rsid w:val="000B2F7B"/>
    <w:rsid w:val="000B4ACA"/>
    <w:rsid w:val="000B53A6"/>
    <w:rsid w:val="000B5FA8"/>
    <w:rsid w:val="000B680D"/>
    <w:rsid w:val="000B70C3"/>
    <w:rsid w:val="000B7C19"/>
    <w:rsid w:val="000C00C3"/>
    <w:rsid w:val="000C1AD7"/>
    <w:rsid w:val="000C1C1B"/>
    <w:rsid w:val="000C2441"/>
    <w:rsid w:val="000C247A"/>
    <w:rsid w:val="000C2ACE"/>
    <w:rsid w:val="000C2F7F"/>
    <w:rsid w:val="000C2FB3"/>
    <w:rsid w:val="000C37EC"/>
    <w:rsid w:val="000C386D"/>
    <w:rsid w:val="000C4A01"/>
    <w:rsid w:val="000C591F"/>
    <w:rsid w:val="000C6F87"/>
    <w:rsid w:val="000C754B"/>
    <w:rsid w:val="000C7F10"/>
    <w:rsid w:val="000D1C87"/>
    <w:rsid w:val="000D1D2D"/>
    <w:rsid w:val="000D3CC1"/>
    <w:rsid w:val="000D517B"/>
    <w:rsid w:val="000D54C5"/>
    <w:rsid w:val="000E143F"/>
    <w:rsid w:val="000E1ED4"/>
    <w:rsid w:val="000E3537"/>
    <w:rsid w:val="000E6683"/>
    <w:rsid w:val="000E69D5"/>
    <w:rsid w:val="000E6ABC"/>
    <w:rsid w:val="000E79E1"/>
    <w:rsid w:val="000F1969"/>
    <w:rsid w:val="000F1FD5"/>
    <w:rsid w:val="000F24F6"/>
    <w:rsid w:val="000F2747"/>
    <w:rsid w:val="000F2AE4"/>
    <w:rsid w:val="000F3EAE"/>
    <w:rsid w:val="000F6E27"/>
    <w:rsid w:val="000F7E9B"/>
    <w:rsid w:val="00101841"/>
    <w:rsid w:val="0010274A"/>
    <w:rsid w:val="00103CEF"/>
    <w:rsid w:val="001044CF"/>
    <w:rsid w:val="00104B6E"/>
    <w:rsid w:val="00105B42"/>
    <w:rsid w:val="00105BCC"/>
    <w:rsid w:val="00106030"/>
    <w:rsid w:val="001065BF"/>
    <w:rsid w:val="00106E37"/>
    <w:rsid w:val="001119E1"/>
    <w:rsid w:val="00113B3E"/>
    <w:rsid w:val="001155FF"/>
    <w:rsid w:val="00115FC2"/>
    <w:rsid w:val="0012029C"/>
    <w:rsid w:val="00121251"/>
    <w:rsid w:val="001220CA"/>
    <w:rsid w:val="00122F40"/>
    <w:rsid w:val="00123902"/>
    <w:rsid w:val="0012493A"/>
    <w:rsid w:val="0012714A"/>
    <w:rsid w:val="001273E0"/>
    <w:rsid w:val="00127F10"/>
    <w:rsid w:val="0013108B"/>
    <w:rsid w:val="00131899"/>
    <w:rsid w:val="00134A1A"/>
    <w:rsid w:val="00134B13"/>
    <w:rsid w:val="001359E3"/>
    <w:rsid w:val="00140133"/>
    <w:rsid w:val="001402EA"/>
    <w:rsid w:val="00140DC1"/>
    <w:rsid w:val="00141BCF"/>
    <w:rsid w:val="00143940"/>
    <w:rsid w:val="0014409A"/>
    <w:rsid w:val="00144D04"/>
    <w:rsid w:val="001455A3"/>
    <w:rsid w:val="001455FE"/>
    <w:rsid w:val="00146E64"/>
    <w:rsid w:val="0015039E"/>
    <w:rsid w:val="001507C0"/>
    <w:rsid w:val="00150E13"/>
    <w:rsid w:val="00151063"/>
    <w:rsid w:val="001517BF"/>
    <w:rsid w:val="00152955"/>
    <w:rsid w:val="00153467"/>
    <w:rsid w:val="00153663"/>
    <w:rsid w:val="00153835"/>
    <w:rsid w:val="00153CA7"/>
    <w:rsid w:val="00154F95"/>
    <w:rsid w:val="00155193"/>
    <w:rsid w:val="00155A9E"/>
    <w:rsid w:val="001564C9"/>
    <w:rsid w:val="00157637"/>
    <w:rsid w:val="001630C0"/>
    <w:rsid w:val="00164329"/>
    <w:rsid w:val="0016677F"/>
    <w:rsid w:val="00166B04"/>
    <w:rsid w:val="00167428"/>
    <w:rsid w:val="0016766B"/>
    <w:rsid w:val="00167ADB"/>
    <w:rsid w:val="0017005F"/>
    <w:rsid w:val="00170DC5"/>
    <w:rsid w:val="00171AB2"/>
    <w:rsid w:val="00174DBB"/>
    <w:rsid w:val="0017744D"/>
    <w:rsid w:val="001805FC"/>
    <w:rsid w:val="00180876"/>
    <w:rsid w:val="001820AC"/>
    <w:rsid w:val="00183CF3"/>
    <w:rsid w:val="00184743"/>
    <w:rsid w:val="0018580E"/>
    <w:rsid w:val="001916D3"/>
    <w:rsid w:val="00191D7E"/>
    <w:rsid w:val="00191E7C"/>
    <w:rsid w:val="001934FE"/>
    <w:rsid w:val="00193BF8"/>
    <w:rsid w:val="00194D74"/>
    <w:rsid w:val="00195CA6"/>
    <w:rsid w:val="00196982"/>
    <w:rsid w:val="001A09A4"/>
    <w:rsid w:val="001A0CAF"/>
    <w:rsid w:val="001A156C"/>
    <w:rsid w:val="001A3F33"/>
    <w:rsid w:val="001A489F"/>
    <w:rsid w:val="001A59BE"/>
    <w:rsid w:val="001A5C58"/>
    <w:rsid w:val="001A5E2F"/>
    <w:rsid w:val="001A6730"/>
    <w:rsid w:val="001A69C0"/>
    <w:rsid w:val="001A6FC0"/>
    <w:rsid w:val="001B23A2"/>
    <w:rsid w:val="001B2C98"/>
    <w:rsid w:val="001B417F"/>
    <w:rsid w:val="001B43E3"/>
    <w:rsid w:val="001B5595"/>
    <w:rsid w:val="001B7C67"/>
    <w:rsid w:val="001C09D1"/>
    <w:rsid w:val="001C0DCD"/>
    <w:rsid w:val="001C11CF"/>
    <w:rsid w:val="001C16A9"/>
    <w:rsid w:val="001C2FD7"/>
    <w:rsid w:val="001C4596"/>
    <w:rsid w:val="001C76FB"/>
    <w:rsid w:val="001C7BDA"/>
    <w:rsid w:val="001D3228"/>
    <w:rsid w:val="001D3DE8"/>
    <w:rsid w:val="001D47E5"/>
    <w:rsid w:val="001D62B2"/>
    <w:rsid w:val="001D64D8"/>
    <w:rsid w:val="001D67AF"/>
    <w:rsid w:val="001E1B4A"/>
    <w:rsid w:val="001E23CE"/>
    <w:rsid w:val="001E3180"/>
    <w:rsid w:val="001E52ED"/>
    <w:rsid w:val="001E7852"/>
    <w:rsid w:val="001E7A60"/>
    <w:rsid w:val="001F1D6D"/>
    <w:rsid w:val="001F2AA3"/>
    <w:rsid w:val="001F2F3A"/>
    <w:rsid w:val="001F316A"/>
    <w:rsid w:val="001F406B"/>
    <w:rsid w:val="001F4CFA"/>
    <w:rsid w:val="001F4E60"/>
    <w:rsid w:val="001F5DFE"/>
    <w:rsid w:val="001F6E35"/>
    <w:rsid w:val="001F6EF3"/>
    <w:rsid w:val="001F7579"/>
    <w:rsid w:val="001F7815"/>
    <w:rsid w:val="002006EC"/>
    <w:rsid w:val="00203177"/>
    <w:rsid w:val="002044C0"/>
    <w:rsid w:val="00205278"/>
    <w:rsid w:val="002067ED"/>
    <w:rsid w:val="00206BA7"/>
    <w:rsid w:val="00207DFC"/>
    <w:rsid w:val="00210005"/>
    <w:rsid w:val="002117AC"/>
    <w:rsid w:val="00212C69"/>
    <w:rsid w:val="00213909"/>
    <w:rsid w:val="002144FE"/>
    <w:rsid w:val="002156B4"/>
    <w:rsid w:val="00216D30"/>
    <w:rsid w:val="00220CBB"/>
    <w:rsid w:val="0022120F"/>
    <w:rsid w:val="002215F4"/>
    <w:rsid w:val="00221D12"/>
    <w:rsid w:val="00222653"/>
    <w:rsid w:val="00222BE3"/>
    <w:rsid w:val="0022304F"/>
    <w:rsid w:val="00223764"/>
    <w:rsid w:val="00224EDA"/>
    <w:rsid w:val="002254F2"/>
    <w:rsid w:val="002254FB"/>
    <w:rsid w:val="00225709"/>
    <w:rsid w:val="00225B6A"/>
    <w:rsid w:val="00226CA0"/>
    <w:rsid w:val="002272E6"/>
    <w:rsid w:val="00227F62"/>
    <w:rsid w:val="0023016B"/>
    <w:rsid w:val="00231C5C"/>
    <w:rsid w:val="00231F0D"/>
    <w:rsid w:val="00231FC4"/>
    <w:rsid w:val="00233D7D"/>
    <w:rsid w:val="002362D1"/>
    <w:rsid w:val="00237643"/>
    <w:rsid w:val="002379F6"/>
    <w:rsid w:val="0024071D"/>
    <w:rsid w:val="00242BD8"/>
    <w:rsid w:val="00243718"/>
    <w:rsid w:val="00243FFF"/>
    <w:rsid w:val="00247955"/>
    <w:rsid w:val="00247BC4"/>
    <w:rsid w:val="00251898"/>
    <w:rsid w:val="002519FF"/>
    <w:rsid w:val="00252CF5"/>
    <w:rsid w:val="00253055"/>
    <w:rsid w:val="002535B1"/>
    <w:rsid w:val="00253F50"/>
    <w:rsid w:val="00254F71"/>
    <w:rsid w:val="002552E0"/>
    <w:rsid w:val="00255445"/>
    <w:rsid w:val="002572CF"/>
    <w:rsid w:val="0025752E"/>
    <w:rsid w:val="00257F57"/>
    <w:rsid w:val="002612B5"/>
    <w:rsid w:val="00261B57"/>
    <w:rsid w:val="00263C3D"/>
    <w:rsid w:val="00264850"/>
    <w:rsid w:val="00265A4B"/>
    <w:rsid w:val="00266005"/>
    <w:rsid w:val="0026680C"/>
    <w:rsid w:val="00270174"/>
    <w:rsid w:val="002705CA"/>
    <w:rsid w:val="00270C88"/>
    <w:rsid w:val="002711F1"/>
    <w:rsid w:val="0027265F"/>
    <w:rsid w:val="0027487E"/>
    <w:rsid w:val="00275B20"/>
    <w:rsid w:val="002768B4"/>
    <w:rsid w:val="002771F3"/>
    <w:rsid w:val="00277271"/>
    <w:rsid w:val="00277D25"/>
    <w:rsid w:val="00277F81"/>
    <w:rsid w:val="00281B91"/>
    <w:rsid w:val="0028213E"/>
    <w:rsid w:val="00282675"/>
    <w:rsid w:val="00282992"/>
    <w:rsid w:val="00282E02"/>
    <w:rsid w:val="0028501C"/>
    <w:rsid w:val="002858A7"/>
    <w:rsid w:val="002901F0"/>
    <w:rsid w:val="0029073D"/>
    <w:rsid w:val="00290B3D"/>
    <w:rsid w:val="00290CA0"/>
    <w:rsid w:val="00291814"/>
    <w:rsid w:val="002927BE"/>
    <w:rsid w:val="00292E04"/>
    <w:rsid w:val="002941C5"/>
    <w:rsid w:val="00295657"/>
    <w:rsid w:val="00295DA8"/>
    <w:rsid w:val="002979BC"/>
    <w:rsid w:val="00297C68"/>
    <w:rsid w:val="002A0981"/>
    <w:rsid w:val="002A0C75"/>
    <w:rsid w:val="002A0D4D"/>
    <w:rsid w:val="002A16D5"/>
    <w:rsid w:val="002A1E1D"/>
    <w:rsid w:val="002A2010"/>
    <w:rsid w:val="002A217B"/>
    <w:rsid w:val="002A27C2"/>
    <w:rsid w:val="002A2A56"/>
    <w:rsid w:val="002A34D1"/>
    <w:rsid w:val="002A52D8"/>
    <w:rsid w:val="002A5CEA"/>
    <w:rsid w:val="002B025E"/>
    <w:rsid w:val="002B0E18"/>
    <w:rsid w:val="002B1014"/>
    <w:rsid w:val="002B20E3"/>
    <w:rsid w:val="002B2488"/>
    <w:rsid w:val="002B2A56"/>
    <w:rsid w:val="002B3846"/>
    <w:rsid w:val="002B3D9E"/>
    <w:rsid w:val="002B4123"/>
    <w:rsid w:val="002B516A"/>
    <w:rsid w:val="002B5340"/>
    <w:rsid w:val="002C07BF"/>
    <w:rsid w:val="002C0EF5"/>
    <w:rsid w:val="002C2A51"/>
    <w:rsid w:val="002C3702"/>
    <w:rsid w:val="002C4AE5"/>
    <w:rsid w:val="002C505C"/>
    <w:rsid w:val="002C50F3"/>
    <w:rsid w:val="002C5EDA"/>
    <w:rsid w:val="002C658E"/>
    <w:rsid w:val="002D02EC"/>
    <w:rsid w:val="002D13A4"/>
    <w:rsid w:val="002D2CBA"/>
    <w:rsid w:val="002D34EC"/>
    <w:rsid w:val="002D36EE"/>
    <w:rsid w:val="002D5CBE"/>
    <w:rsid w:val="002D6A85"/>
    <w:rsid w:val="002D7676"/>
    <w:rsid w:val="002E0395"/>
    <w:rsid w:val="002E06DF"/>
    <w:rsid w:val="002E1D2B"/>
    <w:rsid w:val="002E2986"/>
    <w:rsid w:val="002E29D7"/>
    <w:rsid w:val="002E2CDD"/>
    <w:rsid w:val="002E5D93"/>
    <w:rsid w:val="002E64DC"/>
    <w:rsid w:val="002E6A61"/>
    <w:rsid w:val="002E7CD6"/>
    <w:rsid w:val="002F1B7E"/>
    <w:rsid w:val="002F2E40"/>
    <w:rsid w:val="002F424A"/>
    <w:rsid w:val="002F5810"/>
    <w:rsid w:val="002F5D6D"/>
    <w:rsid w:val="002F7557"/>
    <w:rsid w:val="002F7D87"/>
    <w:rsid w:val="00300CA1"/>
    <w:rsid w:val="00301928"/>
    <w:rsid w:val="00301ACF"/>
    <w:rsid w:val="00301DFE"/>
    <w:rsid w:val="0030366E"/>
    <w:rsid w:val="003048DF"/>
    <w:rsid w:val="00304E95"/>
    <w:rsid w:val="003054BD"/>
    <w:rsid w:val="003062F7"/>
    <w:rsid w:val="0031152D"/>
    <w:rsid w:val="00311FFA"/>
    <w:rsid w:val="00313A83"/>
    <w:rsid w:val="0031409D"/>
    <w:rsid w:val="00316340"/>
    <w:rsid w:val="003164AF"/>
    <w:rsid w:val="0031658A"/>
    <w:rsid w:val="00320CA4"/>
    <w:rsid w:val="003214FD"/>
    <w:rsid w:val="003221D9"/>
    <w:rsid w:val="00322289"/>
    <w:rsid w:val="00322313"/>
    <w:rsid w:val="003236DA"/>
    <w:rsid w:val="0032385A"/>
    <w:rsid w:val="003238B4"/>
    <w:rsid w:val="00324057"/>
    <w:rsid w:val="00325A4F"/>
    <w:rsid w:val="00327765"/>
    <w:rsid w:val="00327B9A"/>
    <w:rsid w:val="0033098B"/>
    <w:rsid w:val="00331490"/>
    <w:rsid w:val="003331AD"/>
    <w:rsid w:val="0033379F"/>
    <w:rsid w:val="0033426F"/>
    <w:rsid w:val="00334EB1"/>
    <w:rsid w:val="00335691"/>
    <w:rsid w:val="0033582E"/>
    <w:rsid w:val="00335B4A"/>
    <w:rsid w:val="003362D4"/>
    <w:rsid w:val="00336460"/>
    <w:rsid w:val="00336892"/>
    <w:rsid w:val="00342E1B"/>
    <w:rsid w:val="003433BE"/>
    <w:rsid w:val="00345DC9"/>
    <w:rsid w:val="00346E35"/>
    <w:rsid w:val="00350911"/>
    <w:rsid w:val="00350B25"/>
    <w:rsid w:val="003525CC"/>
    <w:rsid w:val="00353285"/>
    <w:rsid w:val="00353C5C"/>
    <w:rsid w:val="00354796"/>
    <w:rsid w:val="00355821"/>
    <w:rsid w:val="00355F27"/>
    <w:rsid w:val="00356225"/>
    <w:rsid w:val="0035736D"/>
    <w:rsid w:val="0036067B"/>
    <w:rsid w:val="00360BD3"/>
    <w:rsid w:val="00361371"/>
    <w:rsid w:val="00364176"/>
    <w:rsid w:val="00365750"/>
    <w:rsid w:val="00366F37"/>
    <w:rsid w:val="0037074E"/>
    <w:rsid w:val="00371412"/>
    <w:rsid w:val="00371DFC"/>
    <w:rsid w:val="00373AD7"/>
    <w:rsid w:val="00374A5C"/>
    <w:rsid w:val="00375053"/>
    <w:rsid w:val="003752BD"/>
    <w:rsid w:val="00376E2A"/>
    <w:rsid w:val="003805F4"/>
    <w:rsid w:val="00380F25"/>
    <w:rsid w:val="00381E9B"/>
    <w:rsid w:val="00382DBE"/>
    <w:rsid w:val="003839D3"/>
    <w:rsid w:val="00383A0A"/>
    <w:rsid w:val="00384315"/>
    <w:rsid w:val="003851E3"/>
    <w:rsid w:val="00385619"/>
    <w:rsid w:val="00385F23"/>
    <w:rsid w:val="00386230"/>
    <w:rsid w:val="0038648A"/>
    <w:rsid w:val="00386B4C"/>
    <w:rsid w:val="00386FED"/>
    <w:rsid w:val="00387117"/>
    <w:rsid w:val="003931FB"/>
    <w:rsid w:val="00394740"/>
    <w:rsid w:val="00394C34"/>
    <w:rsid w:val="003954E2"/>
    <w:rsid w:val="00396E67"/>
    <w:rsid w:val="003A1119"/>
    <w:rsid w:val="003A12A7"/>
    <w:rsid w:val="003A225C"/>
    <w:rsid w:val="003A26C3"/>
    <w:rsid w:val="003A2871"/>
    <w:rsid w:val="003A2B91"/>
    <w:rsid w:val="003A36B3"/>
    <w:rsid w:val="003A44B7"/>
    <w:rsid w:val="003A4687"/>
    <w:rsid w:val="003A4EDB"/>
    <w:rsid w:val="003A602C"/>
    <w:rsid w:val="003A6B1A"/>
    <w:rsid w:val="003A78CC"/>
    <w:rsid w:val="003B147D"/>
    <w:rsid w:val="003B18D8"/>
    <w:rsid w:val="003B2B5A"/>
    <w:rsid w:val="003B3781"/>
    <w:rsid w:val="003B5233"/>
    <w:rsid w:val="003B6658"/>
    <w:rsid w:val="003B6A1A"/>
    <w:rsid w:val="003B6BE1"/>
    <w:rsid w:val="003B6C81"/>
    <w:rsid w:val="003B7982"/>
    <w:rsid w:val="003C015B"/>
    <w:rsid w:val="003C11F8"/>
    <w:rsid w:val="003C2176"/>
    <w:rsid w:val="003C2358"/>
    <w:rsid w:val="003C238E"/>
    <w:rsid w:val="003C2ED8"/>
    <w:rsid w:val="003C4E2C"/>
    <w:rsid w:val="003C737A"/>
    <w:rsid w:val="003D2832"/>
    <w:rsid w:val="003D2DE1"/>
    <w:rsid w:val="003D2DE2"/>
    <w:rsid w:val="003D4DFD"/>
    <w:rsid w:val="003D6D77"/>
    <w:rsid w:val="003D7C7C"/>
    <w:rsid w:val="003E1558"/>
    <w:rsid w:val="003E3546"/>
    <w:rsid w:val="003E3D5C"/>
    <w:rsid w:val="003E592B"/>
    <w:rsid w:val="003F0298"/>
    <w:rsid w:val="003F0E7F"/>
    <w:rsid w:val="003F11F6"/>
    <w:rsid w:val="003F170B"/>
    <w:rsid w:val="003F1C6A"/>
    <w:rsid w:val="003F309A"/>
    <w:rsid w:val="003F32A6"/>
    <w:rsid w:val="003F4DBB"/>
    <w:rsid w:val="003F5693"/>
    <w:rsid w:val="003F67AB"/>
    <w:rsid w:val="003F7349"/>
    <w:rsid w:val="00400792"/>
    <w:rsid w:val="00401118"/>
    <w:rsid w:val="00401DCC"/>
    <w:rsid w:val="00402530"/>
    <w:rsid w:val="00403810"/>
    <w:rsid w:val="00403ED8"/>
    <w:rsid w:val="00404DA0"/>
    <w:rsid w:val="004105C3"/>
    <w:rsid w:val="004113EC"/>
    <w:rsid w:val="00411476"/>
    <w:rsid w:val="004129E5"/>
    <w:rsid w:val="00413B65"/>
    <w:rsid w:val="00413F08"/>
    <w:rsid w:val="00415166"/>
    <w:rsid w:val="004151FD"/>
    <w:rsid w:val="00415450"/>
    <w:rsid w:val="00416ECE"/>
    <w:rsid w:val="00417B53"/>
    <w:rsid w:val="00420ED3"/>
    <w:rsid w:val="00421A97"/>
    <w:rsid w:val="00425A15"/>
    <w:rsid w:val="0042665E"/>
    <w:rsid w:val="00427422"/>
    <w:rsid w:val="00427723"/>
    <w:rsid w:val="00427BA4"/>
    <w:rsid w:val="0043052F"/>
    <w:rsid w:val="004307FE"/>
    <w:rsid w:val="00430992"/>
    <w:rsid w:val="00430DDF"/>
    <w:rsid w:val="00432A5E"/>
    <w:rsid w:val="00432B72"/>
    <w:rsid w:val="00433C2F"/>
    <w:rsid w:val="0043562C"/>
    <w:rsid w:val="00436F47"/>
    <w:rsid w:val="00437E8A"/>
    <w:rsid w:val="004411B7"/>
    <w:rsid w:val="00441AF6"/>
    <w:rsid w:val="004428FC"/>
    <w:rsid w:val="00443325"/>
    <w:rsid w:val="0044473A"/>
    <w:rsid w:val="0044532A"/>
    <w:rsid w:val="00445821"/>
    <w:rsid w:val="004479C8"/>
    <w:rsid w:val="00447A48"/>
    <w:rsid w:val="004510E5"/>
    <w:rsid w:val="00452820"/>
    <w:rsid w:val="00452D66"/>
    <w:rsid w:val="004530E3"/>
    <w:rsid w:val="00453AF5"/>
    <w:rsid w:val="004549B1"/>
    <w:rsid w:val="00455883"/>
    <w:rsid w:val="00460178"/>
    <w:rsid w:val="004603B5"/>
    <w:rsid w:val="004609A7"/>
    <w:rsid w:val="004613D2"/>
    <w:rsid w:val="00461925"/>
    <w:rsid w:val="00462558"/>
    <w:rsid w:val="00464CF5"/>
    <w:rsid w:val="0046607E"/>
    <w:rsid w:val="0046676F"/>
    <w:rsid w:val="00467DAE"/>
    <w:rsid w:val="004701C2"/>
    <w:rsid w:val="00470AF5"/>
    <w:rsid w:val="00472363"/>
    <w:rsid w:val="0047296C"/>
    <w:rsid w:val="004743BC"/>
    <w:rsid w:val="00474674"/>
    <w:rsid w:val="004749E1"/>
    <w:rsid w:val="00476CD7"/>
    <w:rsid w:val="00476E9B"/>
    <w:rsid w:val="004772F9"/>
    <w:rsid w:val="00477CF8"/>
    <w:rsid w:val="00481C03"/>
    <w:rsid w:val="00482C8F"/>
    <w:rsid w:val="0048430A"/>
    <w:rsid w:val="0048477F"/>
    <w:rsid w:val="004848E5"/>
    <w:rsid w:val="00486DB9"/>
    <w:rsid w:val="00490A5A"/>
    <w:rsid w:val="00492AB1"/>
    <w:rsid w:val="00493167"/>
    <w:rsid w:val="00494314"/>
    <w:rsid w:val="00494F50"/>
    <w:rsid w:val="0049634F"/>
    <w:rsid w:val="00497D71"/>
    <w:rsid w:val="00497E92"/>
    <w:rsid w:val="004A005C"/>
    <w:rsid w:val="004A6B51"/>
    <w:rsid w:val="004B275E"/>
    <w:rsid w:val="004B52BF"/>
    <w:rsid w:val="004B67C3"/>
    <w:rsid w:val="004C0587"/>
    <w:rsid w:val="004C17A0"/>
    <w:rsid w:val="004C21D6"/>
    <w:rsid w:val="004C45D9"/>
    <w:rsid w:val="004C54D4"/>
    <w:rsid w:val="004C6C80"/>
    <w:rsid w:val="004C6E68"/>
    <w:rsid w:val="004C768F"/>
    <w:rsid w:val="004D0073"/>
    <w:rsid w:val="004D027D"/>
    <w:rsid w:val="004D0B20"/>
    <w:rsid w:val="004D239D"/>
    <w:rsid w:val="004D27E2"/>
    <w:rsid w:val="004D436F"/>
    <w:rsid w:val="004D44AC"/>
    <w:rsid w:val="004D61FD"/>
    <w:rsid w:val="004D648C"/>
    <w:rsid w:val="004D74E0"/>
    <w:rsid w:val="004D7577"/>
    <w:rsid w:val="004D75EB"/>
    <w:rsid w:val="004D7F20"/>
    <w:rsid w:val="004E048B"/>
    <w:rsid w:val="004E3760"/>
    <w:rsid w:val="004E465A"/>
    <w:rsid w:val="004E59F0"/>
    <w:rsid w:val="004E5B2F"/>
    <w:rsid w:val="004E62F0"/>
    <w:rsid w:val="004E6955"/>
    <w:rsid w:val="004E703E"/>
    <w:rsid w:val="004F01F4"/>
    <w:rsid w:val="004F157D"/>
    <w:rsid w:val="004F1FD8"/>
    <w:rsid w:val="004F240F"/>
    <w:rsid w:val="004F2881"/>
    <w:rsid w:val="004F3716"/>
    <w:rsid w:val="004F4508"/>
    <w:rsid w:val="004F46C7"/>
    <w:rsid w:val="004F49B4"/>
    <w:rsid w:val="004F4FE9"/>
    <w:rsid w:val="004F7418"/>
    <w:rsid w:val="00500EB0"/>
    <w:rsid w:val="005019D6"/>
    <w:rsid w:val="00502EB2"/>
    <w:rsid w:val="00503A8F"/>
    <w:rsid w:val="0050524A"/>
    <w:rsid w:val="00505BF1"/>
    <w:rsid w:val="00507144"/>
    <w:rsid w:val="0051037F"/>
    <w:rsid w:val="0051179B"/>
    <w:rsid w:val="00511BD5"/>
    <w:rsid w:val="00511F2F"/>
    <w:rsid w:val="00513359"/>
    <w:rsid w:val="00513F95"/>
    <w:rsid w:val="005162D5"/>
    <w:rsid w:val="00517E8A"/>
    <w:rsid w:val="005212F7"/>
    <w:rsid w:val="00521CD7"/>
    <w:rsid w:val="00521D34"/>
    <w:rsid w:val="00523A6F"/>
    <w:rsid w:val="00524CF3"/>
    <w:rsid w:val="005251DE"/>
    <w:rsid w:val="00525D41"/>
    <w:rsid w:val="00525E69"/>
    <w:rsid w:val="00526772"/>
    <w:rsid w:val="00526FA3"/>
    <w:rsid w:val="0053099E"/>
    <w:rsid w:val="005310FA"/>
    <w:rsid w:val="005346D7"/>
    <w:rsid w:val="005353C9"/>
    <w:rsid w:val="00536B56"/>
    <w:rsid w:val="00537FB0"/>
    <w:rsid w:val="0054040A"/>
    <w:rsid w:val="00540D84"/>
    <w:rsid w:val="00543D6F"/>
    <w:rsid w:val="00544B87"/>
    <w:rsid w:val="005458E9"/>
    <w:rsid w:val="00547569"/>
    <w:rsid w:val="00552F66"/>
    <w:rsid w:val="0055426D"/>
    <w:rsid w:val="0055658B"/>
    <w:rsid w:val="00557798"/>
    <w:rsid w:val="00560D7A"/>
    <w:rsid w:val="005618E0"/>
    <w:rsid w:val="00561D67"/>
    <w:rsid w:val="00562855"/>
    <w:rsid w:val="005628A0"/>
    <w:rsid w:val="0056454E"/>
    <w:rsid w:val="00564758"/>
    <w:rsid w:val="005648C9"/>
    <w:rsid w:val="00565166"/>
    <w:rsid w:val="00570BD7"/>
    <w:rsid w:val="005735DF"/>
    <w:rsid w:val="00573640"/>
    <w:rsid w:val="00573C6A"/>
    <w:rsid w:val="00575151"/>
    <w:rsid w:val="005756A3"/>
    <w:rsid w:val="005763CC"/>
    <w:rsid w:val="00576460"/>
    <w:rsid w:val="00576C00"/>
    <w:rsid w:val="00577842"/>
    <w:rsid w:val="00581520"/>
    <w:rsid w:val="00582383"/>
    <w:rsid w:val="00582DE0"/>
    <w:rsid w:val="00582F72"/>
    <w:rsid w:val="00583B40"/>
    <w:rsid w:val="00586558"/>
    <w:rsid w:val="00587F6C"/>
    <w:rsid w:val="005902E7"/>
    <w:rsid w:val="00590BBA"/>
    <w:rsid w:val="00590DB7"/>
    <w:rsid w:val="005918E3"/>
    <w:rsid w:val="00592059"/>
    <w:rsid w:val="00592520"/>
    <w:rsid w:val="00592C2B"/>
    <w:rsid w:val="0059339B"/>
    <w:rsid w:val="0059488C"/>
    <w:rsid w:val="00596125"/>
    <w:rsid w:val="005965DF"/>
    <w:rsid w:val="005A1091"/>
    <w:rsid w:val="005A11B5"/>
    <w:rsid w:val="005A1709"/>
    <w:rsid w:val="005A21B5"/>
    <w:rsid w:val="005A4C1B"/>
    <w:rsid w:val="005A645D"/>
    <w:rsid w:val="005A72B0"/>
    <w:rsid w:val="005A784B"/>
    <w:rsid w:val="005B0314"/>
    <w:rsid w:val="005B059B"/>
    <w:rsid w:val="005B1648"/>
    <w:rsid w:val="005B3343"/>
    <w:rsid w:val="005B4BB2"/>
    <w:rsid w:val="005B7448"/>
    <w:rsid w:val="005C00B6"/>
    <w:rsid w:val="005C1891"/>
    <w:rsid w:val="005C1B4A"/>
    <w:rsid w:val="005C2F29"/>
    <w:rsid w:val="005C365C"/>
    <w:rsid w:val="005C3DC1"/>
    <w:rsid w:val="005C60E3"/>
    <w:rsid w:val="005C7217"/>
    <w:rsid w:val="005C772C"/>
    <w:rsid w:val="005C7C75"/>
    <w:rsid w:val="005D07D3"/>
    <w:rsid w:val="005D0866"/>
    <w:rsid w:val="005D0FC8"/>
    <w:rsid w:val="005D2A2A"/>
    <w:rsid w:val="005D38C8"/>
    <w:rsid w:val="005D4597"/>
    <w:rsid w:val="005D51A0"/>
    <w:rsid w:val="005D59BA"/>
    <w:rsid w:val="005D663B"/>
    <w:rsid w:val="005D67E7"/>
    <w:rsid w:val="005D68D0"/>
    <w:rsid w:val="005D6D3F"/>
    <w:rsid w:val="005D6E31"/>
    <w:rsid w:val="005D7B7D"/>
    <w:rsid w:val="005D7EC2"/>
    <w:rsid w:val="005E0B48"/>
    <w:rsid w:val="005E1648"/>
    <w:rsid w:val="005E1D4E"/>
    <w:rsid w:val="005E2B8C"/>
    <w:rsid w:val="005E5E3A"/>
    <w:rsid w:val="005E63BC"/>
    <w:rsid w:val="005E688E"/>
    <w:rsid w:val="005E794F"/>
    <w:rsid w:val="005F23AD"/>
    <w:rsid w:val="005F34F3"/>
    <w:rsid w:val="005F3896"/>
    <w:rsid w:val="005F3F6B"/>
    <w:rsid w:val="005F6555"/>
    <w:rsid w:val="005F6DA5"/>
    <w:rsid w:val="005F7F57"/>
    <w:rsid w:val="00600D8F"/>
    <w:rsid w:val="006025F8"/>
    <w:rsid w:val="00602791"/>
    <w:rsid w:val="00606D13"/>
    <w:rsid w:val="00607888"/>
    <w:rsid w:val="00607C69"/>
    <w:rsid w:val="0061003C"/>
    <w:rsid w:val="00611970"/>
    <w:rsid w:val="0061260A"/>
    <w:rsid w:val="00613D39"/>
    <w:rsid w:val="00614A8B"/>
    <w:rsid w:val="006174D6"/>
    <w:rsid w:val="00620AB2"/>
    <w:rsid w:val="00620AE7"/>
    <w:rsid w:val="0062230C"/>
    <w:rsid w:val="006229F5"/>
    <w:rsid w:val="00623B27"/>
    <w:rsid w:val="00623F28"/>
    <w:rsid w:val="006242FB"/>
    <w:rsid w:val="00625F2B"/>
    <w:rsid w:val="00626282"/>
    <w:rsid w:val="00626E93"/>
    <w:rsid w:val="006274A2"/>
    <w:rsid w:val="00631610"/>
    <w:rsid w:val="00632666"/>
    <w:rsid w:val="00632D87"/>
    <w:rsid w:val="00632DF9"/>
    <w:rsid w:val="0063382E"/>
    <w:rsid w:val="006346BD"/>
    <w:rsid w:val="00634B84"/>
    <w:rsid w:val="00635C3B"/>
    <w:rsid w:val="00637781"/>
    <w:rsid w:val="00637EE6"/>
    <w:rsid w:val="0064018F"/>
    <w:rsid w:val="00640F97"/>
    <w:rsid w:val="006411C7"/>
    <w:rsid w:val="00643FC6"/>
    <w:rsid w:val="00644BFF"/>
    <w:rsid w:val="00645118"/>
    <w:rsid w:val="006463BB"/>
    <w:rsid w:val="00646B05"/>
    <w:rsid w:val="0065096A"/>
    <w:rsid w:val="00651C55"/>
    <w:rsid w:val="00653801"/>
    <w:rsid w:val="00653885"/>
    <w:rsid w:val="00653ED9"/>
    <w:rsid w:val="00655153"/>
    <w:rsid w:val="0066080A"/>
    <w:rsid w:val="00660962"/>
    <w:rsid w:val="0066119C"/>
    <w:rsid w:val="0066129A"/>
    <w:rsid w:val="00661378"/>
    <w:rsid w:val="0066169A"/>
    <w:rsid w:val="00663678"/>
    <w:rsid w:val="00663F3A"/>
    <w:rsid w:val="00667874"/>
    <w:rsid w:val="0067214A"/>
    <w:rsid w:val="00673A63"/>
    <w:rsid w:val="00674D21"/>
    <w:rsid w:val="00675660"/>
    <w:rsid w:val="00677025"/>
    <w:rsid w:val="0068019A"/>
    <w:rsid w:val="006842D6"/>
    <w:rsid w:val="00684C8C"/>
    <w:rsid w:val="00686A36"/>
    <w:rsid w:val="006872C9"/>
    <w:rsid w:val="00687548"/>
    <w:rsid w:val="0068791B"/>
    <w:rsid w:val="006879B4"/>
    <w:rsid w:val="00687BAE"/>
    <w:rsid w:val="006905B8"/>
    <w:rsid w:val="00691F31"/>
    <w:rsid w:val="0069205C"/>
    <w:rsid w:val="00692EEE"/>
    <w:rsid w:val="00694507"/>
    <w:rsid w:val="00694B0B"/>
    <w:rsid w:val="0069531D"/>
    <w:rsid w:val="006965AC"/>
    <w:rsid w:val="00696E57"/>
    <w:rsid w:val="006978A4"/>
    <w:rsid w:val="006A0A43"/>
    <w:rsid w:val="006A2EFF"/>
    <w:rsid w:val="006A3A58"/>
    <w:rsid w:val="006A40E4"/>
    <w:rsid w:val="006A42FC"/>
    <w:rsid w:val="006A45F1"/>
    <w:rsid w:val="006A533E"/>
    <w:rsid w:val="006A6046"/>
    <w:rsid w:val="006A771B"/>
    <w:rsid w:val="006A7D00"/>
    <w:rsid w:val="006B00AF"/>
    <w:rsid w:val="006B03F0"/>
    <w:rsid w:val="006B0855"/>
    <w:rsid w:val="006B1B2A"/>
    <w:rsid w:val="006B1B4C"/>
    <w:rsid w:val="006B28E5"/>
    <w:rsid w:val="006B2D6D"/>
    <w:rsid w:val="006B36C2"/>
    <w:rsid w:val="006B43B9"/>
    <w:rsid w:val="006B476B"/>
    <w:rsid w:val="006B52A4"/>
    <w:rsid w:val="006B54AF"/>
    <w:rsid w:val="006C0572"/>
    <w:rsid w:val="006C1DB4"/>
    <w:rsid w:val="006C3067"/>
    <w:rsid w:val="006C3A2E"/>
    <w:rsid w:val="006C4A81"/>
    <w:rsid w:val="006C54CB"/>
    <w:rsid w:val="006C7492"/>
    <w:rsid w:val="006D01D9"/>
    <w:rsid w:val="006D0CA5"/>
    <w:rsid w:val="006D1153"/>
    <w:rsid w:val="006D28E9"/>
    <w:rsid w:val="006D3207"/>
    <w:rsid w:val="006D35D1"/>
    <w:rsid w:val="006D3725"/>
    <w:rsid w:val="006D374C"/>
    <w:rsid w:val="006D44DE"/>
    <w:rsid w:val="006D58AB"/>
    <w:rsid w:val="006D6166"/>
    <w:rsid w:val="006D7275"/>
    <w:rsid w:val="006D73F2"/>
    <w:rsid w:val="006D778C"/>
    <w:rsid w:val="006D7B06"/>
    <w:rsid w:val="006E0D7D"/>
    <w:rsid w:val="006E1E70"/>
    <w:rsid w:val="006E24FF"/>
    <w:rsid w:val="006E3AC4"/>
    <w:rsid w:val="006E5A2D"/>
    <w:rsid w:val="006E6B25"/>
    <w:rsid w:val="006E7C8C"/>
    <w:rsid w:val="006F06A1"/>
    <w:rsid w:val="006F207A"/>
    <w:rsid w:val="006F3034"/>
    <w:rsid w:val="006F36C7"/>
    <w:rsid w:val="006F42CB"/>
    <w:rsid w:val="006F4913"/>
    <w:rsid w:val="006F50DA"/>
    <w:rsid w:val="006F74BC"/>
    <w:rsid w:val="00700389"/>
    <w:rsid w:val="007004C9"/>
    <w:rsid w:val="00700AA9"/>
    <w:rsid w:val="00701290"/>
    <w:rsid w:val="007026D1"/>
    <w:rsid w:val="007028DE"/>
    <w:rsid w:val="0070344A"/>
    <w:rsid w:val="00703D7B"/>
    <w:rsid w:val="00704785"/>
    <w:rsid w:val="0070619E"/>
    <w:rsid w:val="00706774"/>
    <w:rsid w:val="00706A22"/>
    <w:rsid w:val="0070746B"/>
    <w:rsid w:val="007100C9"/>
    <w:rsid w:val="00710257"/>
    <w:rsid w:val="00710C24"/>
    <w:rsid w:val="00712677"/>
    <w:rsid w:val="0071370E"/>
    <w:rsid w:val="0071446A"/>
    <w:rsid w:val="0071595C"/>
    <w:rsid w:val="0071764D"/>
    <w:rsid w:val="0072046B"/>
    <w:rsid w:val="00720813"/>
    <w:rsid w:val="007224E5"/>
    <w:rsid w:val="007277F9"/>
    <w:rsid w:val="00730801"/>
    <w:rsid w:val="00730B74"/>
    <w:rsid w:val="00731E95"/>
    <w:rsid w:val="00733A46"/>
    <w:rsid w:val="007342F7"/>
    <w:rsid w:val="007347CD"/>
    <w:rsid w:val="00734B86"/>
    <w:rsid w:val="007366DC"/>
    <w:rsid w:val="007369B2"/>
    <w:rsid w:val="007374EC"/>
    <w:rsid w:val="007403F1"/>
    <w:rsid w:val="00740C19"/>
    <w:rsid w:val="00740CF4"/>
    <w:rsid w:val="007416A2"/>
    <w:rsid w:val="00742E14"/>
    <w:rsid w:val="00743AEC"/>
    <w:rsid w:val="007452F6"/>
    <w:rsid w:val="007477C0"/>
    <w:rsid w:val="00747E0E"/>
    <w:rsid w:val="00752303"/>
    <w:rsid w:val="0075269D"/>
    <w:rsid w:val="00753A9D"/>
    <w:rsid w:val="007542D0"/>
    <w:rsid w:val="0075469A"/>
    <w:rsid w:val="007557C6"/>
    <w:rsid w:val="00757AA9"/>
    <w:rsid w:val="00757ABF"/>
    <w:rsid w:val="00760583"/>
    <w:rsid w:val="007606F1"/>
    <w:rsid w:val="007609B8"/>
    <w:rsid w:val="00760A9D"/>
    <w:rsid w:val="007611DE"/>
    <w:rsid w:val="00763EF6"/>
    <w:rsid w:val="00764265"/>
    <w:rsid w:val="0076516B"/>
    <w:rsid w:val="0076556F"/>
    <w:rsid w:val="00765F91"/>
    <w:rsid w:val="00766928"/>
    <w:rsid w:val="00766C46"/>
    <w:rsid w:val="00767848"/>
    <w:rsid w:val="00770841"/>
    <w:rsid w:val="00771761"/>
    <w:rsid w:val="007734BF"/>
    <w:rsid w:val="00773A87"/>
    <w:rsid w:val="007755DE"/>
    <w:rsid w:val="0077782C"/>
    <w:rsid w:val="007778C7"/>
    <w:rsid w:val="007812D6"/>
    <w:rsid w:val="00781986"/>
    <w:rsid w:val="00781B48"/>
    <w:rsid w:val="00782EFB"/>
    <w:rsid w:val="00783A7F"/>
    <w:rsid w:val="00784157"/>
    <w:rsid w:val="0078428F"/>
    <w:rsid w:val="00786562"/>
    <w:rsid w:val="00786AB6"/>
    <w:rsid w:val="00786E6B"/>
    <w:rsid w:val="00791E6F"/>
    <w:rsid w:val="007A078A"/>
    <w:rsid w:val="007A0D82"/>
    <w:rsid w:val="007A1417"/>
    <w:rsid w:val="007A23A9"/>
    <w:rsid w:val="007A23DC"/>
    <w:rsid w:val="007A3397"/>
    <w:rsid w:val="007A3406"/>
    <w:rsid w:val="007A4155"/>
    <w:rsid w:val="007A59A9"/>
    <w:rsid w:val="007A68F9"/>
    <w:rsid w:val="007A6B2A"/>
    <w:rsid w:val="007B0615"/>
    <w:rsid w:val="007B2021"/>
    <w:rsid w:val="007B2216"/>
    <w:rsid w:val="007B2799"/>
    <w:rsid w:val="007B3255"/>
    <w:rsid w:val="007B4026"/>
    <w:rsid w:val="007B47B2"/>
    <w:rsid w:val="007B50CC"/>
    <w:rsid w:val="007B53B5"/>
    <w:rsid w:val="007B6616"/>
    <w:rsid w:val="007B6B6B"/>
    <w:rsid w:val="007B7623"/>
    <w:rsid w:val="007C05C2"/>
    <w:rsid w:val="007C08D3"/>
    <w:rsid w:val="007C0B22"/>
    <w:rsid w:val="007C128D"/>
    <w:rsid w:val="007C164E"/>
    <w:rsid w:val="007C18AD"/>
    <w:rsid w:val="007C2771"/>
    <w:rsid w:val="007C2856"/>
    <w:rsid w:val="007C3042"/>
    <w:rsid w:val="007C3732"/>
    <w:rsid w:val="007C436B"/>
    <w:rsid w:val="007C486F"/>
    <w:rsid w:val="007C4D63"/>
    <w:rsid w:val="007C5309"/>
    <w:rsid w:val="007C5A37"/>
    <w:rsid w:val="007C5BEE"/>
    <w:rsid w:val="007C7E61"/>
    <w:rsid w:val="007D564B"/>
    <w:rsid w:val="007D576F"/>
    <w:rsid w:val="007D59A7"/>
    <w:rsid w:val="007D5FA2"/>
    <w:rsid w:val="007D6CE1"/>
    <w:rsid w:val="007D7717"/>
    <w:rsid w:val="007D7826"/>
    <w:rsid w:val="007E0C73"/>
    <w:rsid w:val="007E1093"/>
    <w:rsid w:val="007E1C14"/>
    <w:rsid w:val="007E1CBD"/>
    <w:rsid w:val="007E2FD6"/>
    <w:rsid w:val="007E4621"/>
    <w:rsid w:val="007E4F36"/>
    <w:rsid w:val="007E5AC7"/>
    <w:rsid w:val="007E5FD5"/>
    <w:rsid w:val="007E6512"/>
    <w:rsid w:val="007E76A7"/>
    <w:rsid w:val="007F3F65"/>
    <w:rsid w:val="007F4392"/>
    <w:rsid w:val="007F461C"/>
    <w:rsid w:val="007F5927"/>
    <w:rsid w:val="007F78CB"/>
    <w:rsid w:val="00800105"/>
    <w:rsid w:val="00801084"/>
    <w:rsid w:val="00801A1F"/>
    <w:rsid w:val="00802293"/>
    <w:rsid w:val="008024E5"/>
    <w:rsid w:val="008025DB"/>
    <w:rsid w:val="008030D1"/>
    <w:rsid w:val="0080314C"/>
    <w:rsid w:val="00805E7B"/>
    <w:rsid w:val="00807064"/>
    <w:rsid w:val="00807E5B"/>
    <w:rsid w:val="008107C5"/>
    <w:rsid w:val="008112B0"/>
    <w:rsid w:val="0081199E"/>
    <w:rsid w:val="008123EF"/>
    <w:rsid w:val="008124BD"/>
    <w:rsid w:val="00814B7C"/>
    <w:rsid w:val="00814F07"/>
    <w:rsid w:val="0081635E"/>
    <w:rsid w:val="008163FE"/>
    <w:rsid w:val="008223C2"/>
    <w:rsid w:val="00822517"/>
    <w:rsid w:val="00822A64"/>
    <w:rsid w:val="00822DE4"/>
    <w:rsid w:val="00824D83"/>
    <w:rsid w:val="008256D5"/>
    <w:rsid w:val="00825D49"/>
    <w:rsid w:val="008273AA"/>
    <w:rsid w:val="0082762F"/>
    <w:rsid w:val="00831F87"/>
    <w:rsid w:val="008320F2"/>
    <w:rsid w:val="008329AF"/>
    <w:rsid w:val="008339CB"/>
    <w:rsid w:val="00833B6B"/>
    <w:rsid w:val="00834C61"/>
    <w:rsid w:val="00835422"/>
    <w:rsid w:val="00835573"/>
    <w:rsid w:val="008364EB"/>
    <w:rsid w:val="00837B6B"/>
    <w:rsid w:val="00837CA1"/>
    <w:rsid w:val="00840E37"/>
    <w:rsid w:val="0084131A"/>
    <w:rsid w:val="00842EA1"/>
    <w:rsid w:val="00844450"/>
    <w:rsid w:val="00847559"/>
    <w:rsid w:val="00847BE2"/>
    <w:rsid w:val="00850377"/>
    <w:rsid w:val="00850ADE"/>
    <w:rsid w:val="00850F01"/>
    <w:rsid w:val="0085220D"/>
    <w:rsid w:val="00852563"/>
    <w:rsid w:val="008527FC"/>
    <w:rsid w:val="00854E66"/>
    <w:rsid w:val="00855EE3"/>
    <w:rsid w:val="0085613C"/>
    <w:rsid w:val="008561D8"/>
    <w:rsid w:val="0086077C"/>
    <w:rsid w:val="008616E8"/>
    <w:rsid w:val="00863812"/>
    <w:rsid w:val="00866AD1"/>
    <w:rsid w:val="00867096"/>
    <w:rsid w:val="00873056"/>
    <w:rsid w:val="00873AD1"/>
    <w:rsid w:val="00873F18"/>
    <w:rsid w:val="00874F27"/>
    <w:rsid w:val="0087567B"/>
    <w:rsid w:val="00876451"/>
    <w:rsid w:val="00876837"/>
    <w:rsid w:val="00876B5D"/>
    <w:rsid w:val="0087709A"/>
    <w:rsid w:val="008774C3"/>
    <w:rsid w:val="008776F6"/>
    <w:rsid w:val="00877C9E"/>
    <w:rsid w:val="00882095"/>
    <w:rsid w:val="008831D3"/>
    <w:rsid w:val="00884E6B"/>
    <w:rsid w:val="008852A9"/>
    <w:rsid w:val="00885CDD"/>
    <w:rsid w:val="00886B73"/>
    <w:rsid w:val="00890F53"/>
    <w:rsid w:val="008915FB"/>
    <w:rsid w:val="008924AB"/>
    <w:rsid w:val="00893815"/>
    <w:rsid w:val="0089554D"/>
    <w:rsid w:val="00896DB6"/>
    <w:rsid w:val="008972A8"/>
    <w:rsid w:val="008977C5"/>
    <w:rsid w:val="008A0D1C"/>
    <w:rsid w:val="008A2DEF"/>
    <w:rsid w:val="008A3370"/>
    <w:rsid w:val="008A3A89"/>
    <w:rsid w:val="008A42E6"/>
    <w:rsid w:val="008B1B56"/>
    <w:rsid w:val="008B1EFE"/>
    <w:rsid w:val="008B3196"/>
    <w:rsid w:val="008B37FF"/>
    <w:rsid w:val="008B4262"/>
    <w:rsid w:val="008B6121"/>
    <w:rsid w:val="008B6465"/>
    <w:rsid w:val="008B6A66"/>
    <w:rsid w:val="008C00FF"/>
    <w:rsid w:val="008C07A8"/>
    <w:rsid w:val="008C16F9"/>
    <w:rsid w:val="008C1DDF"/>
    <w:rsid w:val="008C4499"/>
    <w:rsid w:val="008C5934"/>
    <w:rsid w:val="008C5F56"/>
    <w:rsid w:val="008D175C"/>
    <w:rsid w:val="008D1C6C"/>
    <w:rsid w:val="008D1DA1"/>
    <w:rsid w:val="008D20E7"/>
    <w:rsid w:val="008D2E2F"/>
    <w:rsid w:val="008D2F4B"/>
    <w:rsid w:val="008D6A40"/>
    <w:rsid w:val="008D6EEB"/>
    <w:rsid w:val="008D7563"/>
    <w:rsid w:val="008D7DA7"/>
    <w:rsid w:val="008E07E5"/>
    <w:rsid w:val="008E1D41"/>
    <w:rsid w:val="008E22BD"/>
    <w:rsid w:val="008E2C7D"/>
    <w:rsid w:val="008E4B81"/>
    <w:rsid w:val="008E5D4A"/>
    <w:rsid w:val="008E6196"/>
    <w:rsid w:val="008E6261"/>
    <w:rsid w:val="008E64A3"/>
    <w:rsid w:val="008E6F78"/>
    <w:rsid w:val="008E6FC4"/>
    <w:rsid w:val="008E789F"/>
    <w:rsid w:val="008F0582"/>
    <w:rsid w:val="008F14D8"/>
    <w:rsid w:val="008F1A69"/>
    <w:rsid w:val="008F1B86"/>
    <w:rsid w:val="008F1BA2"/>
    <w:rsid w:val="008F3700"/>
    <w:rsid w:val="008F3AC5"/>
    <w:rsid w:val="008F3F17"/>
    <w:rsid w:val="008F47BD"/>
    <w:rsid w:val="008F5FF8"/>
    <w:rsid w:val="008F778D"/>
    <w:rsid w:val="0090099C"/>
    <w:rsid w:val="0090251D"/>
    <w:rsid w:val="00903233"/>
    <w:rsid w:val="009043B0"/>
    <w:rsid w:val="00904B98"/>
    <w:rsid w:val="00904CF1"/>
    <w:rsid w:val="0090678C"/>
    <w:rsid w:val="00906A52"/>
    <w:rsid w:val="009119EA"/>
    <w:rsid w:val="00917F37"/>
    <w:rsid w:val="0092028C"/>
    <w:rsid w:val="00920DBC"/>
    <w:rsid w:val="009217C0"/>
    <w:rsid w:val="0092266A"/>
    <w:rsid w:val="00922747"/>
    <w:rsid w:val="009229F1"/>
    <w:rsid w:val="0092353C"/>
    <w:rsid w:val="00923CCA"/>
    <w:rsid w:val="0092445E"/>
    <w:rsid w:val="00924765"/>
    <w:rsid w:val="00924C59"/>
    <w:rsid w:val="00924CC3"/>
    <w:rsid w:val="00925184"/>
    <w:rsid w:val="00927EB9"/>
    <w:rsid w:val="00927F1B"/>
    <w:rsid w:val="009302A9"/>
    <w:rsid w:val="00931446"/>
    <w:rsid w:val="00931591"/>
    <w:rsid w:val="0093174F"/>
    <w:rsid w:val="00932306"/>
    <w:rsid w:val="00933AA2"/>
    <w:rsid w:val="0093519B"/>
    <w:rsid w:val="00935372"/>
    <w:rsid w:val="009358EA"/>
    <w:rsid w:val="00935EB6"/>
    <w:rsid w:val="00936719"/>
    <w:rsid w:val="00937331"/>
    <w:rsid w:val="0094129B"/>
    <w:rsid w:val="00941BC5"/>
    <w:rsid w:val="00941F42"/>
    <w:rsid w:val="00943497"/>
    <w:rsid w:val="00943A0A"/>
    <w:rsid w:val="00944540"/>
    <w:rsid w:val="00945282"/>
    <w:rsid w:val="0094533A"/>
    <w:rsid w:val="0094657A"/>
    <w:rsid w:val="00946A7D"/>
    <w:rsid w:val="00947580"/>
    <w:rsid w:val="00947735"/>
    <w:rsid w:val="00947D7D"/>
    <w:rsid w:val="00947FDF"/>
    <w:rsid w:val="00950316"/>
    <w:rsid w:val="00951730"/>
    <w:rsid w:val="00952839"/>
    <w:rsid w:val="00952D7B"/>
    <w:rsid w:val="00954760"/>
    <w:rsid w:val="009548C9"/>
    <w:rsid w:val="009556E1"/>
    <w:rsid w:val="00955A45"/>
    <w:rsid w:val="009560DF"/>
    <w:rsid w:val="00956750"/>
    <w:rsid w:val="00957196"/>
    <w:rsid w:val="009572E5"/>
    <w:rsid w:val="00957CAC"/>
    <w:rsid w:val="00961D23"/>
    <w:rsid w:val="0096541C"/>
    <w:rsid w:val="00965854"/>
    <w:rsid w:val="00966273"/>
    <w:rsid w:val="00966D4D"/>
    <w:rsid w:val="00970EBF"/>
    <w:rsid w:val="00971DFA"/>
    <w:rsid w:val="0097290B"/>
    <w:rsid w:val="00972F96"/>
    <w:rsid w:val="0097350B"/>
    <w:rsid w:val="00973851"/>
    <w:rsid w:val="00973F11"/>
    <w:rsid w:val="009742D4"/>
    <w:rsid w:val="009743AD"/>
    <w:rsid w:val="00974E95"/>
    <w:rsid w:val="009801DD"/>
    <w:rsid w:val="00980F25"/>
    <w:rsid w:val="00980FC7"/>
    <w:rsid w:val="00983066"/>
    <w:rsid w:val="00984785"/>
    <w:rsid w:val="00985431"/>
    <w:rsid w:val="009857EA"/>
    <w:rsid w:val="00985F16"/>
    <w:rsid w:val="0098754B"/>
    <w:rsid w:val="00994018"/>
    <w:rsid w:val="0099633B"/>
    <w:rsid w:val="009A04B6"/>
    <w:rsid w:val="009A2538"/>
    <w:rsid w:val="009A2806"/>
    <w:rsid w:val="009A2DB8"/>
    <w:rsid w:val="009A3D5B"/>
    <w:rsid w:val="009A4233"/>
    <w:rsid w:val="009A4684"/>
    <w:rsid w:val="009A4AC0"/>
    <w:rsid w:val="009A5642"/>
    <w:rsid w:val="009B052A"/>
    <w:rsid w:val="009B109E"/>
    <w:rsid w:val="009B1F18"/>
    <w:rsid w:val="009B286C"/>
    <w:rsid w:val="009B289C"/>
    <w:rsid w:val="009B3FCC"/>
    <w:rsid w:val="009B5A5E"/>
    <w:rsid w:val="009B6215"/>
    <w:rsid w:val="009B7ECD"/>
    <w:rsid w:val="009C02F0"/>
    <w:rsid w:val="009C088B"/>
    <w:rsid w:val="009C1AC6"/>
    <w:rsid w:val="009C4647"/>
    <w:rsid w:val="009D035F"/>
    <w:rsid w:val="009D137B"/>
    <w:rsid w:val="009D24CD"/>
    <w:rsid w:val="009D2B81"/>
    <w:rsid w:val="009D2FBB"/>
    <w:rsid w:val="009D41E7"/>
    <w:rsid w:val="009D4658"/>
    <w:rsid w:val="009D4E89"/>
    <w:rsid w:val="009D6662"/>
    <w:rsid w:val="009E2B46"/>
    <w:rsid w:val="009E2D9E"/>
    <w:rsid w:val="009E3CAF"/>
    <w:rsid w:val="009E4227"/>
    <w:rsid w:val="009E42BF"/>
    <w:rsid w:val="009E46D3"/>
    <w:rsid w:val="009E4995"/>
    <w:rsid w:val="009F0DB5"/>
    <w:rsid w:val="009F1D01"/>
    <w:rsid w:val="009F2218"/>
    <w:rsid w:val="009F26D4"/>
    <w:rsid w:val="009F378D"/>
    <w:rsid w:val="009F3C8E"/>
    <w:rsid w:val="009F4211"/>
    <w:rsid w:val="009F429D"/>
    <w:rsid w:val="009F47BE"/>
    <w:rsid w:val="009F4C12"/>
    <w:rsid w:val="009F51FF"/>
    <w:rsid w:val="009F590A"/>
    <w:rsid w:val="009F5E98"/>
    <w:rsid w:val="009F637F"/>
    <w:rsid w:val="00A01461"/>
    <w:rsid w:val="00A01E86"/>
    <w:rsid w:val="00A0244C"/>
    <w:rsid w:val="00A03444"/>
    <w:rsid w:val="00A04C3F"/>
    <w:rsid w:val="00A10F45"/>
    <w:rsid w:val="00A11B16"/>
    <w:rsid w:val="00A12920"/>
    <w:rsid w:val="00A14CB9"/>
    <w:rsid w:val="00A1539C"/>
    <w:rsid w:val="00A17ABB"/>
    <w:rsid w:val="00A21183"/>
    <w:rsid w:val="00A25006"/>
    <w:rsid w:val="00A25D80"/>
    <w:rsid w:val="00A262AC"/>
    <w:rsid w:val="00A26338"/>
    <w:rsid w:val="00A27B43"/>
    <w:rsid w:val="00A27B68"/>
    <w:rsid w:val="00A307A6"/>
    <w:rsid w:val="00A30A71"/>
    <w:rsid w:val="00A3327C"/>
    <w:rsid w:val="00A34AF7"/>
    <w:rsid w:val="00A34F00"/>
    <w:rsid w:val="00A34F7C"/>
    <w:rsid w:val="00A358AA"/>
    <w:rsid w:val="00A35BB9"/>
    <w:rsid w:val="00A35C84"/>
    <w:rsid w:val="00A37776"/>
    <w:rsid w:val="00A37935"/>
    <w:rsid w:val="00A40CD0"/>
    <w:rsid w:val="00A426B0"/>
    <w:rsid w:val="00A44301"/>
    <w:rsid w:val="00A451DF"/>
    <w:rsid w:val="00A460B8"/>
    <w:rsid w:val="00A46FBB"/>
    <w:rsid w:val="00A473E3"/>
    <w:rsid w:val="00A47FA3"/>
    <w:rsid w:val="00A50BA7"/>
    <w:rsid w:val="00A51D78"/>
    <w:rsid w:val="00A51F29"/>
    <w:rsid w:val="00A538DE"/>
    <w:rsid w:val="00A544D5"/>
    <w:rsid w:val="00A55979"/>
    <w:rsid w:val="00A571F1"/>
    <w:rsid w:val="00A5745D"/>
    <w:rsid w:val="00A5748E"/>
    <w:rsid w:val="00A57968"/>
    <w:rsid w:val="00A61262"/>
    <w:rsid w:val="00A612CF"/>
    <w:rsid w:val="00A61508"/>
    <w:rsid w:val="00A61963"/>
    <w:rsid w:val="00A61B26"/>
    <w:rsid w:val="00A62C63"/>
    <w:rsid w:val="00A63334"/>
    <w:rsid w:val="00A63A8B"/>
    <w:rsid w:val="00A64333"/>
    <w:rsid w:val="00A66635"/>
    <w:rsid w:val="00A66DCC"/>
    <w:rsid w:val="00A67FB7"/>
    <w:rsid w:val="00A713CA"/>
    <w:rsid w:val="00A71829"/>
    <w:rsid w:val="00A719B1"/>
    <w:rsid w:val="00A731ED"/>
    <w:rsid w:val="00A73710"/>
    <w:rsid w:val="00A73ED1"/>
    <w:rsid w:val="00A752C6"/>
    <w:rsid w:val="00A777F4"/>
    <w:rsid w:val="00A80C08"/>
    <w:rsid w:val="00A81FD8"/>
    <w:rsid w:val="00A82AFD"/>
    <w:rsid w:val="00A82B33"/>
    <w:rsid w:val="00A8405B"/>
    <w:rsid w:val="00A84314"/>
    <w:rsid w:val="00A849D0"/>
    <w:rsid w:val="00A84D27"/>
    <w:rsid w:val="00A85016"/>
    <w:rsid w:val="00A8627C"/>
    <w:rsid w:val="00A871D0"/>
    <w:rsid w:val="00A905D7"/>
    <w:rsid w:val="00A90F7A"/>
    <w:rsid w:val="00A92125"/>
    <w:rsid w:val="00A938E2"/>
    <w:rsid w:val="00A94323"/>
    <w:rsid w:val="00A9523D"/>
    <w:rsid w:val="00A96716"/>
    <w:rsid w:val="00A97902"/>
    <w:rsid w:val="00AA12D3"/>
    <w:rsid w:val="00AA2ECE"/>
    <w:rsid w:val="00AA389C"/>
    <w:rsid w:val="00AA3DC7"/>
    <w:rsid w:val="00AA5241"/>
    <w:rsid w:val="00AA5443"/>
    <w:rsid w:val="00AA61F3"/>
    <w:rsid w:val="00AA70E4"/>
    <w:rsid w:val="00AA78C3"/>
    <w:rsid w:val="00AB00D0"/>
    <w:rsid w:val="00AB19C5"/>
    <w:rsid w:val="00AB20F4"/>
    <w:rsid w:val="00AB23BF"/>
    <w:rsid w:val="00AB3628"/>
    <w:rsid w:val="00AB57C2"/>
    <w:rsid w:val="00AB7A4C"/>
    <w:rsid w:val="00AC027C"/>
    <w:rsid w:val="00AC0C97"/>
    <w:rsid w:val="00AC20F3"/>
    <w:rsid w:val="00AC40B4"/>
    <w:rsid w:val="00AC5C19"/>
    <w:rsid w:val="00AC5D07"/>
    <w:rsid w:val="00AC6B37"/>
    <w:rsid w:val="00AC7615"/>
    <w:rsid w:val="00AC7F56"/>
    <w:rsid w:val="00AD0A0F"/>
    <w:rsid w:val="00AD0A68"/>
    <w:rsid w:val="00AD0EB7"/>
    <w:rsid w:val="00AD0F17"/>
    <w:rsid w:val="00AD2637"/>
    <w:rsid w:val="00AD2CD0"/>
    <w:rsid w:val="00AD4CC0"/>
    <w:rsid w:val="00AD6644"/>
    <w:rsid w:val="00AD66E9"/>
    <w:rsid w:val="00AD6F44"/>
    <w:rsid w:val="00AD7270"/>
    <w:rsid w:val="00AD7B08"/>
    <w:rsid w:val="00AE14B6"/>
    <w:rsid w:val="00AE2745"/>
    <w:rsid w:val="00AE2BD6"/>
    <w:rsid w:val="00AE2D5B"/>
    <w:rsid w:val="00AE2FB5"/>
    <w:rsid w:val="00AE35BC"/>
    <w:rsid w:val="00AE57CC"/>
    <w:rsid w:val="00AE5FB4"/>
    <w:rsid w:val="00AE7F53"/>
    <w:rsid w:val="00AF0F12"/>
    <w:rsid w:val="00AF1490"/>
    <w:rsid w:val="00AF1C33"/>
    <w:rsid w:val="00AF20D1"/>
    <w:rsid w:val="00AF25ED"/>
    <w:rsid w:val="00AF4416"/>
    <w:rsid w:val="00AF4ED4"/>
    <w:rsid w:val="00AF52F0"/>
    <w:rsid w:val="00AF5DA0"/>
    <w:rsid w:val="00AF7061"/>
    <w:rsid w:val="00B0072E"/>
    <w:rsid w:val="00B0078E"/>
    <w:rsid w:val="00B01B18"/>
    <w:rsid w:val="00B01D5A"/>
    <w:rsid w:val="00B02716"/>
    <w:rsid w:val="00B0299E"/>
    <w:rsid w:val="00B03C57"/>
    <w:rsid w:val="00B05D27"/>
    <w:rsid w:val="00B06CB7"/>
    <w:rsid w:val="00B07841"/>
    <w:rsid w:val="00B07ACE"/>
    <w:rsid w:val="00B07EC6"/>
    <w:rsid w:val="00B112EA"/>
    <w:rsid w:val="00B1165B"/>
    <w:rsid w:val="00B15390"/>
    <w:rsid w:val="00B1633C"/>
    <w:rsid w:val="00B17479"/>
    <w:rsid w:val="00B17595"/>
    <w:rsid w:val="00B20969"/>
    <w:rsid w:val="00B22306"/>
    <w:rsid w:val="00B22DBE"/>
    <w:rsid w:val="00B234B2"/>
    <w:rsid w:val="00B24B41"/>
    <w:rsid w:val="00B25078"/>
    <w:rsid w:val="00B26806"/>
    <w:rsid w:val="00B30A06"/>
    <w:rsid w:val="00B314E5"/>
    <w:rsid w:val="00B31A55"/>
    <w:rsid w:val="00B325BB"/>
    <w:rsid w:val="00B35107"/>
    <w:rsid w:val="00B3568D"/>
    <w:rsid w:val="00B36A94"/>
    <w:rsid w:val="00B36B42"/>
    <w:rsid w:val="00B36C91"/>
    <w:rsid w:val="00B37C1B"/>
    <w:rsid w:val="00B37C78"/>
    <w:rsid w:val="00B40090"/>
    <w:rsid w:val="00B41A46"/>
    <w:rsid w:val="00B43205"/>
    <w:rsid w:val="00B439D9"/>
    <w:rsid w:val="00B43B59"/>
    <w:rsid w:val="00B45424"/>
    <w:rsid w:val="00B458E9"/>
    <w:rsid w:val="00B4682A"/>
    <w:rsid w:val="00B46DFA"/>
    <w:rsid w:val="00B47150"/>
    <w:rsid w:val="00B47464"/>
    <w:rsid w:val="00B501BD"/>
    <w:rsid w:val="00B511C4"/>
    <w:rsid w:val="00B518B5"/>
    <w:rsid w:val="00B52A55"/>
    <w:rsid w:val="00B532A2"/>
    <w:rsid w:val="00B555DD"/>
    <w:rsid w:val="00B56F1B"/>
    <w:rsid w:val="00B635BF"/>
    <w:rsid w:val="00B64025"/>
    <w:rsid w:val="00B647C1"/>
    <w:rsid w:val="00B655AA"/>
    <w:rsid w:val="00B66DEC"/>
    <w:rsid w:val="00B70234"/>
    <w:rsid w:val="00B71F59"/>
    <w:rsid w:val="00B7248A"/>
    <w:rsid w:val="00B72A70"/>
    <w:rsid w:val="00B73E89"/>
    <w:rsid w:val="00B74ACB"/>
    <w:rsid w:val="00B74C84"/>
    <w:rsid w:val="00B74F48"/>
    <w:rsid w:val="00B7502D"/>
    <w:rsid w:val="00B75D8A"/>
    <w:rsid w:val="00B76DB9"/>
    <w:rsid w:val="00B778EF"/>
    <w:rsid w:val="00B80202"/>
    <w:rsid w:val="00B808CB"/>
    <w:rsid w:val="00B825D1"/>
    <w:rsid w:val="00B83F85"/>
    <w:rsid w:val="00B84F14"/>
    <w:rsid w:val="00B851E7"/>
    <w:rsid w:val="00B86480"/>
    <w:rsid w:val="00B916E5"/>
    <w:rsid w:val="00B92FA0"/>
    <w:rsid w:val="00B93746"/>
    <w:rsid w:val="00B95493"/>
    <w:rsid w:val="00BA19EA"/>
    <w:rsid w:val="00BA1DF1"/>
    <w:rsid w:val="00BA3ADC"/>
    <w:rsid w:val="00BA48C7"/>
    <w:rsid w:val="00BA57B9"/>
    <w:rsid w:val="00BA5C29"/>
    <w:rsid w:val="00BA64CA"/>
    <w:rsid w:val="00BA7754"/>
    <w:rsid w:val="00BA77F9"/>
    <w:rsid w:val="00BB063A"/>
    <w:rsid w:val="00BB176C"/>
    <w:rsid w:val="00BB2160"/>
    <w:rsid w:val="00BB40FE"/>
    <w:rsid w:val="00BB63AD"/>
    <w:rsid w:val="00BC19F8"/>
    <w:rsid w:val="00BC1D0A"/>
    <w:rsid w:val="00BC28CC"/>
    <w:rsid w:val="00BC38CF"/>
    <w:rsid w:val="00BC62BB"/>
    <w:rsid w:val="00BC6ECA"/>
    <w:rsid w:val="00BC7260"/>
    <w:rsid w:val="00BC7AF3"/>
    <w:rsid w:val="00BD01F2"/>
    <w:rsid w:val="00BD0DE9"/>
    <w:rsid w:val="00BD2381"/>
    <w:rsid w:val="00BD2844"/>
    <w:rsid w:val="00BD2D2C"/>
    <w:rsid w:val="00BD37E4"/>
    <w:rsid w:val="00BD44EF"/>
    <w:rsid w:val="00BD4FCF"/>
    <w:rsid w:val="00BD6797"/>
    <w:rsid w:val="00BD7B59"/>
    <w:rsid w:val="00BE00F1"/>
    <w:rsid w:val="00BE23B8"/>
    <w:rsid w:val="00BE5699"/>
    <w:rsid w:val="00BE61F5"/>
    <w:rsid w:val="00BF04AF"/>
    <w:rsid w:val="00BF2F34"/>
    <w:rsid w:val="00BF4FD3"/>
    <w:rsid w:val="00BF634C"/>
    <w:rsid w:val="00BF6E36"/>
    <w:rsid w:val="00C016E7"/>
    <w:rsid w:val="00C074BF"/>
    <w:rsid w:val="00C100DD"/>
    <w:rsid w:val="00C103C2"/>
    <w:rsid w:val="00C122D8"/>
    <w:rsid w:val="00C130B3"/>
    <w:rsid w:val="00C13570"/>
    <w:rsid w:val="00C142BE"/>
    <w:rsid w:val="00C1458B"/>
    <w:rsid w:val="00C14645"/>
    <w:rsid w:val="00C1546C"/>
    <w:rsid w:val="00C15504"/>
    <w:rsid w:val="00C15BC4"/>
    <w:rsid w:val="00C16CF8"/>
    <w:rsid w:val="00C16F66"/>
    <w:rsid w:val="00C16FB2"/>
    <w:rsid w:val="00C17AD3"/>
    <w:rsid w:val="00C21442"/>
    <w:rsid w:val="00C215A5"/>
    <w:rsid w:val="00C217D3"/>
    <w:rsid w:val="00C21F8E"/>
    <w:rsid w:val="00C23453"/>
    <w:rsid w:val="00C23B34"/>
    <w:rsid w:val="00C23D5F"/>
    <w:rsid w:val="00C2659E"/>
    <w:rsid w:val="00C27DBA"/>
    <w:rsid w:val="00C31A08"/>
    <w:rsid w:val="00C323A3"/>
    <w:rsid w:val="00C34ADD"/>
    <w:rsid w:val="00C34D5B"/>
    <w:rsid w:val="00C365E0"/>
    <w:rsid w:val="00C368F1"/>
    <w:rsid w:val="00C40C86"/>
    <w:rsid w:val="00C41530"/>
    <w:rsid w:val="00C41BFC"/>
    <w:rsid w:val="00C41F3D"/>
    <w:rsid w:val="00C445F1"/>
    <w:rsid w:val="00C449C5"/>
    <w:rsid w:val="00C44C2B"/>
    <w:rsid w:val="00C45328"/>
    <w:rsid w:val="00C4660F"/>
    <w:rsid w:val="00C47BE4"/>
    <w:rsid w:val="00C5074E"/>
    <w:rsid w:val="00C5081F"/>
    <w:rsid w:val="00C53C43"/>
    <w:rsid w:val="00C541DA"/>
    <w:rsid w:val="00C555EE"/>
    <w:rsid w:val="00C56145"/>
    <w:rsid w:val="00C57F07"/>
    <w:rsid w:val="00C61C23"/>
    <w:rsid w:val="00C62C92"/>
    <w:rsid w:val="00C63412"/>
    <w:rsid w:val="00C6371D"/>
    <w:rsid w:val="00C644A7"/>
    <w:rsid w:val="00C649A9"/>
    <w:rsid w:val="00C654A5"/>
    <w:rsid w:val="00C65742"/>
    <w:rsid w:val="00C66E9A"/>
    <w:rsid w:val="00C67348"/>
    <w:rsid w:val="00C7079A"/>
    <w:rsid w:val="00C7087C"/>
    <w:rsid w:val="00C72093"/>
    <w:rsid w:val="00C72E4B"/>
    <w:rsid w:val="00C74332"/>
    <w:rsid w:val="00C744F3"/>
    <w:rsid w:val="00C7471B"/>
    <w:rsid w:val="00C74883"/>
    <w:rsid w:val="00C754D2"/>
    <w:rsid w:val="00C75712"/>
    <w:rsid w:val="00C775B1"/>
    <w:rsid w:val="00C775E5"/>
    <w:rsid w:val="00C77CE1"/>
    <w:rsid w:val="00C821FA"/>
    <w:rsid w:val="00C82261"/>
    <w:rsid w:val="00C83B96"/>
    <w:rsid w:val="00C85533"/>
    <w:rsid w:val="00C8567B"/>
    <w:rsid w:val="00C87A78"/>
    <w:rsid w:val="00C915A5"/>
    <w:rsid w:val="00C92D70"/>
    <w:rsid w:val="00C92E22"/>
    <w:rsid w:val="00C97692"/>
    <w:rsid w:val="00C9788F"/>
    <w:rsid w:val="00CA08EA"/>
    <w:rsid w:val="00CA0CF0"/>
    <w:rsid w:val="00CA2349"/>
    <w:rsid w:val="00CA357F"/>
    <w:rsid w:val="00CA3874"/>
    <w:rsid w:val="00CA4D00"/>
    <w:rsid w:val="00CA53B6"/>
    <w:rsid w:val="00CA6D77"/>
    <w:rsid w:val="00CA714F"/>
    <w:rsid w:val="00CB0392"/>
    <w:rsid w:val="00CB0812"/>
    <w:rsid w:val="00CB1D58"/>
    <w:rsid w:val="00CB1F9F"/>
    <w:rsid w:val="00CB214B"/>
    <w:rsid w:val="00CB3486"/>
    <w:rsid w:val="00CB7D12"/>
    <w:rsid w:val="00CC1127"/>
    <w:rsid w:val="00CC1BEF"/>
    <w:rsid w:val="00CC3013"/>
    <w:rsid w:val="00CC323C"/>
    <w:rsid w:val="00CC4354"/>
    <w:rsid w:val="00CC53C7"/>
    <w:rsid w:val="00CC6AD2"/>
    <w:rsid w:val="00CC6BE3"/>
    <w:rsid w:val="00CC7F6C"/>
    <w:rsid w:val="00CD1C29"/>
    <w:rsid w:val="00CD238E"/>
    <w:rsid w:val="00CD259D"/>
    <w:rsid w:val="00CD27ED"/>
    <w:rsid w:val="00CD559A"/>
    <w:rsid w:val="00CD606D"/>
    <w:rsid w:val="00CD6618"/>
    <w:rsid w:val="00CD6EFA"/>
    <w:rsid w:val="00CD77B4"/>
    <w:rsid w:val="00CE08BE"/>
    <w:rsid w:val="00CE1733"/>
    <w:rsid w:val="00CE37BA"/>
    <w:rsid w:val="00CE4CC7"/>
    <w:rsid w:val="00CE63C9"/>
    <w:rsid w:val="00CE6FBA"/>
    <w:rsid w:val="00CE7D27"/>
    <w:rsid w:val="00CF0A61"/>
    <w:rsid w:val="00CF1736"/>
    <w:rsid w:val="00CF34A1"/>
    <w:rsid w:val="00CF5885"/>
    <w:rsid w:val="00CF5E90"/>
    <w:rsid w:val="00CF6E81"/>
    <w:rsid w:val="00CF7332"/>
    <w:rsid w:val="00D0052B"/>
    <w:rsid w:val="00D0091E"/>
    <w:rsid w:val="00D00D0F"/>
    <w:rsid w:val="00D027DA"/>
    <w:rsid w:val="00D0354B"/>
    <w:rsid w:val="00D03D18"/>
    <w:rsid w:val="00D044EC"/>
    <w:rsid w:val="00D07A5A"/>
    <w:rsid w:val="00D1009E"/>
    <w:rsid w:val="00D10672"/>
    <w:rsid w:val="00D1239B"/>
    <w:rsid w:val="00D1401D"/>
    <w:rsid w:val="00D14AE7"/>
    <w:rsid w:val="00D14FF8"/>
    <w:rsid w:val="00D15196"/>
    <w:rsid w:val="00D1632A"/>
    <w:rsid w:val="00D16B73"/>
    <w:rsid w:val="00D17392"/>
    <w:rsid w:val="00D2081E"/>
    <w:rsid w:val="00D20951"/>
    <w:rsid w:val="00D22281"/>
    <w:rsid w:val="00D22E5A"/>
    <w:rsid w:val="00D23393"/>
    <w:rsid w:val="00D2371F"/>
    <w:rsid w:val="00D23C19"/>
    <w:rsid w:val="00D23E8A"/>
    <w:rsid w:val="00D241D1"/>
    <w:rsid w:val="00D24B4E"/>
    <w:rsid w:val="00D26C7E"/>
    <w:rsid w:val="00D26D57"/>
    <w:rsid w:val="00D30001"/>
    <w:rsid w:val="00D32D28"/>
    <w:rsid w:val="00D3479A"/>
    <w:rsid w:val="00D35510"/>
    <w:rsid w:val="00D3643D"/>
    <w:rsid w:val="00D36C2E"/>
    <w:rsid w:val="00D41897"/>
    <w:rsid w:val="00D42202"/>
    <w:rsid w:val="00D422F9"/>
    <w:rsid w:val="00D42DA0"/>
    <w:rsid w:val="00D42F56"/>
    <w:rsid w:val="00D440C5"/>
    <w:rsid w:val="00D448B7"/>
    <w:rsid w:val="00D45272"/>
    <w:rsid w:val="00D45A3E"/>
    <w:rsid w:val="00D47E64"/>
    <w:rsid w:val="00D51313"/>
    <w:rsid w:val="00D52FB3"/>
    <w:rsid w:val="00D540C1"/>
    <w:rsid w:val="00D553BF"/>
    <w:rsid w:val="00D575C6"/>
    <w:rsid w:val="00D57D7E"/>
    <w:rsid w:val="00D61A1C"/>
    <w:rsid w:val="00D620F0"/>
    <w:rsid w:val="00D62A1A"/>
    <w:rsid w:val="00D62D51"/>
    <w:rsid w:val="00D63F64"/>
    <w:rsid w:val="00D64E75"/>
    <w:rsid w:val="00D65F2A"/>
    <w:rsid w:val="00D73599"/>
    <w:rsid w:val="00D766AC"/>
    <w:rsid w:val="00D76ABB"/>
    <w:rsid w:val="00D77238"/>
    <w:rsid w:val="00D77AD5"/>
    <w:rsid w:val="00D77E1A"/>
    <w:rsid w:val="00D8054F"/>
    <w:rsid w:val="00D8066D"/>
    <w:rsid w:val="00D81D9D"/>
    <w:rsid w:val="00D8296E"/>
    <w:rsid w:val="00D84254"/>
    <w:rsid w:val="00D84FDA"/>
    <w:rsid w:val="00D85783"/>
    <w:rsid w:val="00D860CB"/>
    <w:rsid w:val="00D8622C"/>
    <w:rsid w:val="00D8757C"/>
    <w:rsid w:val="00D91A2F"/>
    <w:rsid w:val="00D9222D"/>
    <w:rsid w:val="00D92F27"/>
    <w:rsid w:val="00D930C5"/>
    <w:rsid w:val="00D955EA"/>
    <w:rsid w:val="00D960D8"/>
    <w:rsid w:val="00DA054D"/>
    <w:rsid w:val="00DA3CE0"/>
    <w:rsid w:val="00DA593B"/>
    <w:rsid w:val="00DA59D4"/>
    <w:rsid w:val="00DA6042"/>
    <w:rsid w:val="00DA684E"/>
    <w:rsid w:val="00DA6EC6"/>
    <w:rsid w:val="00DA741A"/>
    <w:rsid w:val="00DB0729"/>
    <w:rsid w:val="00DB0F0E"/>
    <w:rsid w:val="00DB27F0"/>
    <w:rsid w:val="00DB38D3"/>
    <w:rsid w:val="00DB4243"/>
    <w:rsid w:val="00DB4AD4"/>
    <w:rsid w:val="00DB5588"/>
    <w:rsid w:val="00DB5C67"/>
    <w:rsid w:val="00DB6776"/>
    <w:rsid w:val="00DB6952"/>
    <w:rsid w:val="00DB6DB9"/>
    <w:rsid w:val="00DB7152"/>
    <w:rsid w:val="00DB72A8"/>
    <w:rsid w:val="00DC07C9"/>
    <w:rsid w:val="00DC0D6D"/>
    <w:rsid w:val="00DC1066"/>
    <w:rsid w:val="00DC1FF5"/>
    <w:rsid w:val="00DC2687"/>
    <w:rsid w:val="00DC3A00"/>
    <w:rsid w:val="00DC3F88"/>
    <w:rsid w:val="00DC484F"/>
    <w:rsid w:val="00DC5C5A"/>
    <w:rsid w:val="00DC6F04"/>
    <w:rsid w:val="00DC7CE2"/>
    <w:rsid w:val="00DD27D4"/>
    <w:rsid w:val="00DD337E"/>
    <w:rsid w:val="00DD49F8"/>
    <w:rsid w:val="00DD74AA"/>
    <w:rsid w:val="00DD7A07"/>
    <w:rsid w:val="00DE0492"/>
    <w:rsid w:val="00DE1177"/>
    <w:rsid w:val="00DE1275"/>
    <w:rsid w:val="00DE1342"/>
    <w:rsid w:val="00DE1461"/>
    <w:rsid w:val="00DE43E9"/>
    <w:rsid w:val="00DE44AF"/>
    <w:rsid w:val="00DE477E"/>
    <w:rsid w:val="00DE5332"/>
    <w:rsid w:val="00DE6277"/>
    <w:rsid w:val="00DE6D8F"/>
    <w:rsid w:val="00DF1BB3"/>
    <w:rsid w:val="00DF2384"/>
    <w:rsid w:val="00DF2B0A"/>
    <w:rsid w:val="00DF3E60"/>
    <w:rsid w:val="00DF431A"/>
    <w:rsid w:val="00DF647C"/>
    <w:rsid w:val="00E00CAD"/>
    <w:rsid w:val="00E02155"/>
    <w:rsid w:val="00E021F1"/>
    <w:rsid w:val="00E04094"/>
    <w:rsid w:val="00E054BC"/>
    <w:rsid w:val="00E061AA"/>
    <w:rsid w:val="00E072BE"/>
    <w:rsid w:val="00E073A2"/>
    <w:rsid w:val="00E07A8E"/>
    <w:rsid w:val="00E106B8"/>
    <w:rsid w:val="00E10704"/>
    <w:rsid w:val="00E12842"/>
    <w:rsid w:val="00E12E7F"/>
    <w:rsid w:val="00E13A87"/>
    <w:rsid w:val="00E141F3"/>
    <w:rsid w:val="00E20A82"/>
    <w:rsid w:val="00E21649"/>
    <w:rsid w:val="00E219BA"/>
    <w:rsid w:val="00E2268B"/>
    <w:rsid w:val="00E24BB5"/>
    <w:rsid w:val="00E24F8A"/>
    <w:rsid w:val="00E25A71"/>
    <w:rsid w:val="00E27C3A"/>
    <w:rsid w:val="00E27C62"/>
    <w:rsid w:val="00E27F70"/>
    <w:rsid w:val="00E30086"/>
    <w:rsid w:val="00E308C2"/>
    <w:rsid w:val="00E3163A"/>
    <w:rsid w:val="00E32445"/>
    <w:rsid w:val="00E33541"/>
    <w:rsid w:val="00E340F0"/>
    <w:rsid w:val="00E34EF2"/>
    <w:rsid w:val="00E35DAF"/>
    <w:rsid w:val="00E3640B"/>
    <w:rsid w:val="00E370EB"/>
    <w:rsid w:val="00E40D7E"/>
    <w:rsid w:val="00E40ECA"/>
    <w:rsid w:val="00E40F11"/>
    <w:rsid w:val="00E41FA5"/>
    <w:rsid w:val="00E42901"/>
    <w:rsid w:val="00E429BC"/>
    <w:rsid w:val="00E435CD"/>
    <w:rsid w:val="00E44E1D"/>
    <w:rsid w:val="00E46CC1"/>
    <w:rsid w:val="00E472EE"/>
    <w:rsid w:val="00E504A5"/>
    <w:rsid w:val="00E52220"/>
    <w:rsid w:val="00E5271D"/>
    <w:rsid w:val="00E53989"/>
    <w:rsid w:val="00E54337"/>
    <w:rsid w:val="00E54A6F"/>
    <w:rsid w:val="00E550A8"/>
    <w:rsid w:val="00E550B0"/>
    <w:rsid w:val="00E5589A"/>
    <w:rsid w:val="00E56F29"/>
    <w:rsid w:val="00E62618"/>
    <w:rsid w:val="00E63022"/>
    <w:rsid w:val="00E6481F"/>
    <w:rsid w:val="00E64BD6"/>
    <w:rsid w:val="00E6500E"/>
    <w:rsid w:val="00E65541"/>
    <w:rsid w:val="00E65B13"/>
    <w:rsid w:val="00E65EED"/>
    <w:rsid w:val="00E667DF"/>
    <w:rsid w:val="00E6741E"/>
    <w:rsid w:val="00E72356"/>
    <w:rsid w:val="00E724D3"/>
    <w:rsid w:val="00E72B35"/>
    <w:rsid w:val="00E753D5"/>
    <w:rsid w:val="00E75D19"/>
    <w:rsid w:val="00E76A56"/>
    <w:rsid w:val="00E76C7C"/>
    <w:rsid w:val="00E77309"/>
    <w:rsid w:val="00E7758C"/>
    <w:rsid w:val="00E80349"/>
    <w:rsid w:val="00E827F3"/>
    <w:rsid w:val="00E8297B"/>
    <w:rsid w:val="00E833DE"/>
    <w:rsid w:val="00E839C0"/>
    <w:rsid w:val="00E83E2C"/>
    <w:rsid w:val="00E8589C"/>
    <w:rsid w:val="00E9077D"/>
    <w:rsid w:val="00E907B5"/>
    <w:rsid w:val="00E90E5C"/>
    <w:rsid w:val="00E917C5"/>
    <w:rsid w:val="00E91931"/>
    <w:rsid w:val="00E93E2A"/>
    <w:rsid w:val="00E9443F"/>
    <w:rsid w:val="00E9469D"/>
    <w:rsid w:val="00E94A91"/>
    <w:rsid w:val="00E95D98"/>
    <w:rsid w:val="00E970ED"/>
    <w:rsid w:val="00EA29A2"/>
    <w:rsid w:val="00EA66BC"/>
    <w:rsid w:val="00EB0754"/>
    <w:rsid w:val="00EB07DB"/>
    <w:rsid w:val="00EB0C4D"/>
    <w:rsid w:val="00EB0D34"/>
    <w:rsid w:val="00EB3052"/>
    <w:rsid w:val="00EB31E2"/>
    <w:rsid w:val="00EB58A4"/>
    <w:rsid w:val="00EB5A65"/>
    <w:rsid w:val="00EB6EDF"/>
    <w:rsid w:val="00EB7A24"/>
    <w:rsid w:val="00EB7DAD"/>
    <w:rsid w:val="00EC020C"/>
    <w:rsid w:val="00EC22DD"/>
    <w:rsid w:val="00EC5765"/>
    <w:rsid w:val="00EC7C33"/>
    <w:rsid w:val="00EC7D82"/>
    <w:rsid w:val="00EC7DC0"/>
    <w:rsid w:val="00ED03B0"/>
    <w:rsid w:val="00ED0982"/>
    <w:rsid w:val="00ED2A89"/>
    <w:rsid w:val="00ED329A"/>
    <w:rsid w:val="00ED52F8"/>
    <w:rsid w:val="00ED7099"/>
    <w:rsid w:val="00EE0494"/>
    <w:rsid w:val="00EE1A2C"/>
    <w:rsid w:val="00EE3070"/>
    <w:rsid w:val="00EE3506"/>
    <w:rsid w:val="00EE43D1"/>
    <w:rsid w:val="00EE47D1"/>
    <w:rsid w:val="00EE5FED"/>
    <w:rsid w:val="00EE61BE"/>
    <w:rsid w:val="00EE7D2E"/>
    <w:rsid w:val="00EF013B"/>
    <w:rsid w:val="00EF1C4E"/>
    <w:rsid w:val="00EF3BE7"/>
    <w:rsid w:val="00EF47F4"/>
    <w:rsid w:val="00EF5777"/>
    <w:rsid w:val="00EF6874"/>
    <w:rsid w:val="00EF6E2B"/>
    <w:rsid w:val="00EF705D"/>
    <w:rsid w:val="00F017B5"/>
    <w:rsid w:val="00F01B7F"/>
    <w:rsid w:val="00F02ADA"/>
    <w:rsid w:val="00F067FA"/>
    <w:rsid w:val="00F07A42"/>
    <w:rsid w:val="00F10962"/>
    <w:rsid w:val="00F13327"/>
    <w:rsid w:val="00F1529F"/>
    <w:rsid w:val="00F159BF"/>
    <w:rsid w:val="00F15B42"/>
    <w:rsid w:val="00F16739"/>
    <w:rsid w:val="00F16825"/>
    <w:rsid w:val="00F17239"/>
    <w:rsid w:val="00F205DD"/>
    <w:rsid w:val="00F20648"/>
    <w:rsid w:val="00F2297A"/>
    <w:rsid w:val="00F22A89"/>
    <w:rsid w:val="00F23BA8"/>
    <w:rsid w:val="00F24AA3"/>
    <w:rsid w:val="00F25ED4"/>
    <w:rsid w:val="00F31BB3"/>
    <w:rsid w:val="00F32003"/>
    <w:rsid w:val="00F32BE6"/>
    <w:rsid w:val="00F34943"/>
    <w:rsid w:val="00F35899"/>
    <w:rsid w:val="00F3644A"/>
    <w:rsid w:val="00F36F05"/>
    <w:rsid w:val="00F3763C"/>
    <w:rsid w:val="00F37760"/>
    <w:rsid w:val="00F40352"/>
    <w:rsid w:val="00F412BF"/>
    <w:rsid w:val="00F41A1A"/>
    <w:rsid w:val="00F42FC5"/>
    <w:rsid w:val="00F434B5"/>
    <w:rsid w:val="00F43770"/>
    <w:rsid w:val="00F43A39"/>
    <w:rsid w:val="00F43C72"/>
    <w:rsid w:val="00F44D2D"/>
    <w:rsid w:val="00F473D1"/>
    <w:rsid w:val="00F474AD"/>
    <w:rsid w:val="00F475E8"/>
    <w:rsid w:val="00F477BD"/>
    <w:rsid w:val="00F47BDA"/>
    <w:rsid w:val="00F51586"/>
    <w:rsid w:val="00F51EA7"/>
    <w:rsid w:val="00F5339E"/>
    <w:rsid w:val="00F53A2E"/>
    <w:rsid w:val="00F54299"/>
    <w:rsid w:val="00F547C1"/>
    <w:rsid w:val="00F60930"/>
    <w:rsid w:val="00F61695"/>
    <w:rsid w:val="00F62428"/>
    <w:rsid w:val="00F62AA2"/>
    <w:rsid w:val="00F6396C"/>
    <w:rsid w:val="00F63B09"/>
    <w:rsid w:val="00F641C8"/>
    <w:rsid w:val="00F64D19"/>
    <w:rsid w:val="00F672FD"/>
    <w:rsid w:val="00F677F9"/>
    <w:rsid w:val="00F714FA"/>
    <w:rsid w:val="00F71749"/>
    <w:rsid w:val="00F73715"/>
    <w:rsid w:val="00F73C56"/>
    <w:rsid w:val="00F746F5"/>
    <w:rsid w:val="00F749F0"/>
    <w:rsid w:val="00F769D9"/>
    <w:rsid w:val="00F76D75"/>
    <w:rsid w:val="00F76E54"/>
    <w:rsid w:val="00F774CA"/>
    <w:rsid w:val="00F777CA"/>
    <w:rsid w:val="00F80346"/>
    <w:rsid w:val="00F805F6"/>
    <w:rsid w:val="00F80ABB"/>
    <w:rsid w:val="00F849DA"/>
    <w:rsid w:val="00F930C6"/>
    <w:rsid w:val="00F940C9"/>
    <w:rsid w:val="00F94216"/>
    <w:rsid w:val="00F95050"/>
    <w:rsid w:val="00F96F91"/>
    <w:rsid w:val="00F9782A"/>
    <w:rsid w:val="00F97EFD"/>
    <w:rsid w:val="00FA10AF"/>
    <w:rsid w:val="00FA4F13"/>
    <w:rsid w:val="00FA5C3A"/>
    <w:rsid w:val="00FA674B"/>
    <w:rsid w:val="00FA7631"/>
    <w:rsid w:val="00FA7A88"/>
    <w:rsid w:val="00FA7B8D"/>
    <w:rsid w:val="00FB0377"/>
    <w:rsid w:val="00FB119E"/>
    <w:rsid w:val="00FB15C5"/>
    <w:rsid w:val="00FB16CD"/>
    <w:rsid w:val="00FB1804"/>
    <w:rsid w:val="00FB4413"/>
    <w:rsid w:val="00FB4DB5"/>
    <w:rsid w:val="00FB61AB"/>
    <w:rsid w:val="00FB6415"/>
    <w:rsid w:val="00FB7326"/>
    <w:rsid w:val="00FB7784"/>
    <w:rsid w:val="00FC0CFE"/>
    <w:rsid w:val="00FC1DE1"/>
    <w:rsid w:val="00FC2491"/>
    <w:rsid w:val="00FC2AAF"/>
    <w:rsid w:val="00FC329C"/>
    <w:rsid w:val="00FC43BC"/>
    <w:rsid w:val="00FC4927"/>
    <w:rsid w:val="00FC7365"/>
    <w:rsid w:val="00FD04C9"/>
    <w:rsid w:val="00FD0648"/>
    <w:rsid w:val="00FD10FC"/>
    <w:rsid w:val="00FD1DA8"/>
    <w:rsid w:val="00FD3FB7"/>
    <w:rsid w:val="00FD5928"/>
    <w:rsid w:val="00FD6430"/>
    <w:rsid w:val="00FD71F9"/>
    <w:rsid w:val="00FD7AD7"/>
    <w:rsid w:val="00FD7C1C"/>
    <w:rsid w:val="00FD7CE6"/>
    <w:rsid w:val="00FE0460"/>
    <w:rsid w:val="00FE0B63"/>
    <w:rsid w:val="00FE1B2A"/>
    <w:rsid w:val="00FE39C8"/>
    <w:rsid w:val="00FE482E"/>
    <w:rsid w:val="00FE5365"/>
    <w:rsid w:val="00FF23B0"/>
    <w:rsid w:val="00FF25F5"/>
    <w:rsid w:val="00FF2A49"/>
    <w:rsid w:val="00FF2E5A"/>
    <w:rsid w:val="00FF4502"/>
    <w:rsid w:val="00FF4F70"/>
    <w:rsid w:val="00FF55CB"/>
    <w:rsid w:val="00FF6CD5"/>
    <w:rsid w:val="00FF70C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E5271D"/>
    <w:pPr>
      <w:ind w:firstLine="567"/>
      <w:jc w:val="both"/>
    </w:pPr>
    <w:rPr>
      <w:sz w:val="24"/>
      <w:szCs w:val="24"/>
    </w:rPr>
  </w:style>
  <w:style w:type="paragraph" w:styleId="Heading1">
    <w:name w:val="heading 1"/>
    <w:aliases w:val="Заголовок 1 Знак Знак,Заголовок 1 Знак Знак Знак"/>
    <w:basedOn w:val="Normal"/>
    <w:next w:val="a4"/>
    <w:link w:val="Heading1Char"/>
    <w:uiPriority w:val="99"/>
    <w:qFormat/>
    <w:rsid w:val="00DC07C9"/>
    <w:pPr>
      <w:keepNext/>
      <w:numPr>
        <w:numId w:val="14"/>
      </w:numPr>
      <w:tabs>
        <w:tab w:val="left" w:pos="851"/>
      </w:tabs>
      <w:spacing w:before="240" w:after="120"/>
      <w:ind w:left="-283"/>
      <w:jc w:val="center"/>
      <w:outlineLvl w:val="0"/>
    </w:pPr>
    <w:rPr>
      <w:b/>
      <w:bCs/>
      <w:kern w:val="32"/>
      <w:sz w:val="28"/>
      <w:szCs w:val="28"/>
    </w:rPr>
  </w:style>
  <w:style w:type="paragraph" w:styleId="Heading2">
    <w:name w:val="heading 2"/>
    <w:aliases w:val="Знак2 Знак,Знак2,Знак2 Знак Знак Знак,Знак2 Знак1,Заголовок 2 Знак1,Заголовок 2 Знак Знак,ГЛАВА"/>
    <w:basedOn w:val="Normal"/>
    <w:next w:val="a4"/>
    <w:link w:val="Heading2Char"/>
    <w:uiPriority w:val="99"/>
    <w:qFormat/>
    <w:rsid w:val="00733A46"/>
    <w:pPr>
      <w:keepNext/>
      <w:numPr>
        <w:ilvl w:val="1"/>
        <w:numId w:val="14"/>
      </w:numPr>
      <w:tabs>
        <w:tab w:val="left" w:pos="1134"/>
        <w:tab w:val="left" w:pos="1276"/>
      </w:tabs>
      <w:spacing w:before="180" w:after="60"/>
      <w:ind w:left="1277"/>
      <w:outlineLvl w:val="1"/>
    </w:pPr>
    <w:rPr>
      <w:b/>
      <w:bCs/>
      <w:iCs/>
      <w:sz w:val="28"/>
      <w:szCs w:val="28"/>
    </w:rPr>
  </w:style>
  <w:style w:type="paragraph" w:styleId="Heading3">
    <w:name w:val="heading 3"/>
    <w:aliases w:val="Знак3 Знак,Знак3,Знак3 Знак Знак Знак,Знак,ПодЗаголовок"/>
    <w:basedOn w:val="Normal"/>
    <w:next w:val="a4"/>
    <w:link w:val="Heading3Char1"/>
    <w:uiPriority w:val="99"/>
    <w:qFormat/>
    <w:rsid w:val="00191D7E"/>
    <w:pPr>
      <w:keepNext/>
      <w:numPr>
        <w:ilvl w:val="2"/>
        <w:numId w:val="14"/>
      </w:numPr>
      <w:tabs>
        <w:tab w:val="left" w:pos="1276"/>
      </w:tabs>
      <w:spacing w:before="120" w:after="120"/>
      <w:ind w:left="1"/>
      <w:outlineLvl w:val="2"/>
    </w:pPr>
    <w:rPr>
      <w:b/>
      <w:bCs/>
      <w:sz w:val="26"/>
      <w:szCs w:val="26"/>
    </w:rPr>
  </w:style>
  <w:style w:type="paragraph" w:styleId="Heading4">
    <w:name w:val="heading 4"/>
    <w:basedOn w:val="Normal"/>
    <w:next w:val="a4"/>
    <w:link w:val="Heading4Char"/>
    <w:uiPriority w:val="99"/>
    <w:qFormat/>
    <w:rsid w:val="00854E66"/>
    <w:pPr>
      <w:keepNext/>
      <w:numPr>
        <w:ilvl w:val="3"/>
        <w:numId w:val="11"/>
      </w:numPr>
      <w:tabs>
        <w:tab w:val="left" w:pos="1418"/>
      </w:tabs>
      <w:spacing w:before="120" w:after="60"/>
      <w:outlineLvl w:val="3"/>
    </w:pPr>
    <w:rPr>
      <w:b/>
      <w:bCs/>
    </w:rPr>
  </w:style>
  <w:style w:type="paragraph" w:styleId="Heading5">
    <w:name w:val="heading 5"/>
    <w:basedOn w:val="Normal"/>
    <w:next w:val="Normal"/>
    <w:link w:val="Heading5Char"/>
    <w:uiPriority w:val="99"/>
    <w:qFormat/>
    <w:rsid w:val="0015039E"/>
    <w:pPr>
      <w:numPr>
        <w:ilvl w:val="4"/>
        <w:numId w:val="11"/>
      </w:numPr>
      <w:tabs>
        <w:tab w:val="left" w:pos="1701"/>
      </w:tabs>
      <w:spacing w:before="240" w:after="60"/>
      <w:outlineLvl w:val="4"/>
    </w:pPr>
    <w:rPr>
      <w:b/>
      <w:bCs/>
      <w:iCs/>
      <w:sz w:val="22"/>
      <w:szCs w:val="22"/>
    </w:rPr>
  </w:style>
  <w:style w:type="paragraph" w:styleId="Heading6">
    <w:name w:val="heading 6"/>
    <w:basedOn w:val="Normal"/>
    <w:next w:val="Normal"/>
    <w:link w:val="Heading6Char"/>
    <w:uiPriority w:val="99"/>
    <w:qFormat/>
    <w:rsid w:val="0015039E"/>
    <w:pPr>
      <w:numPr>
        <w:ilvl w:val="5"/>
        <w:numId w:val="11"/>
      </w:numPr>
      <w:spacing w:before="240" w:after="60"/>
      <w:outlineLvl w:val="5"/>
    </w:pPr>
    <w:rPr>
      <w:b/>
      <w:bCs/>
      <w:sz w:val="22"/>
      <w:szCs w:val="22"/>
    </w:rPr>
  </w:style>
  <w:style w:type="paragraph" w:styleId="Heading7">
    <w:name w:val="heading 7"/>
    <w:aliases w:val="Заголовок x.x"/>
    <w:basedOn w:val="Normal"/>
    <w:next w:val="Normal"/>
    <w:link w:val="Heading7Char"/>
    <w:uiPriority w:val="99"/>
    <w:qFormat/>
    <w:rsid w:val="0015039E"/>
    <w:pPr>
      <w:numPr>
        <w:ilvl w:val="6"/>
        <w:numId w:val="11"/>
      </w:numPr>
      <w:spacing w:before="240" w:after="60"/>
      <w:outlineLvl w:val="6"/>
    </w:pPr>
  </w:style>
  <w:style w:type="paragraph" w:styleId="Heading8">
    <w:name w:val="heading 8"/>
    <w:basedOn w:val="Normal"/>
    <w:next w:val="Normal"/>
    <w:link w:val="Heading8Char"/>
    <w:uiPriority w:val="99"/>
    <w:qFormat/>
    <w:rsid w:val="0015039E"/>
    <w:pPr>
      <w:numPr>
        <w:ilvl w:val="7"/>
        <w:numId w:val="11"/>
      </w:numPr>
      <w:spacing w:before="240" w:after="60"/>
      <w:outlineLvl w:val="7"/>
    </w:pPr>
    <w:rPr>
      <w:i/>
      <w:iCs/>
    </w:rPr>
  </w:style>
  <w:style w:type="paragraph" w:styleId="Heading9">
    <w:name w:val="heading 9"/>
    <w:basedOn w:val="Normal"/>
    <w:next w:val="Normal"/>
    <w:link w:val="Heading9Char"/>
    <w:uiPriority w:val="99"/>
    <w:qFormat/>
    <w:rsid w:val="0015039E"/>
    <w:pPr>
      <w:numPr>
        <w:ilvl w:val="8"/>
        <w:numId w:val="11"/>
      </w:numPr>
      <w:spacing w:before="240" w:after="60"/>
      <w:outlineLvl w:val="8"/>
    </w:pPr>
    <w:rPr>
      <w:rFonts w:ascii="Arial" w:hAnsi="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Char"/>
    <w:basedOn w:val="DefaultParagraphFont"/>
    <w:link w:val="Heading1"/>
    <w:uiPriority w:val="99"/>
    <w:locked/>
    <w:rsid w:val="00DC07C9"/>
    <w:rPr>
      <w:b/>
      <w:kern w:val="32"/>
      <w:sz w:val="28"/>
      <w:lang w:val="ru-RU" w:eastAsia="ru-RU"/>
    </w:rPr>
  </w:style>
  <w:style w:type="character" w:customStyle="1" w:styleId="Heading2Char">
    <w:name w:val="Heading 2 Char"/>
    <w:aliases w:val="Знак2 Знак Char,Знак2 Char,Знак2 Знак Знак Знак Char,Знак2 Знак1 Char,Заголовок 2 Знак1 Char,Заголовок 2 Знак Знак Char,ГЛАВА Char"/>
    <w:basedOn w:val="DefaultParagraphFont"/>
    <w:link w:val="Heading2"/>
    <w:uiPriority w:val="99"/>
    <w:locked/>
    <w:rsid w:val="00A01E86"/>
    <w:rPr>
      <w:b/>
      <w:sz w:val="28"/>
      <w:lang w:val="ru-RU" w:eastAsia="ru-RU"/>
    </w:rPr>
  </w:style>
  <w:style w:type="character" w:customStyle="1" w:styleId="Heading3Char">
    <w:name w:val="Heading 3 Char"/>
    <w:aliases w:val="Знак3 Знак Char,Знак3 Char,Знак3 Знак Знак Знак Char,Знак Char,ПодЗаголовок Char"/>
    <w:basedOn w:val="DefaultParagraphFont"/>
    <w:link w:val="Heading3"/>
    <w:uiPriority w:val="9"/>
    <w:semiHidden/>
    <w:rsid w:val="00994E98"/>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9"/>
    <w:locked/>
    <w:rsid w:val="008C5934"/>
    <w:rPr>
      <w:b/>
      <w:bCs/>
      <w:sz w:val="24"/>
      <w:szCs w:val="24"/>
    </w:rPr>
  </w:style>
  <w:style w:type="character" w:customStyle="1" w:styleId="Heading5Char">
    <w:name w:val="Heading 5 Char"/>
    <w:basedOn w:val="DefaultParagraphFont"/>
    <w:link w:val="Heading5"/>
    <w:uiPriority w:val="99"/>
    <w:locked/>
    <w:rsid w:val="00A01E86"/>
    <w:rPr>
      <w:b/>
      <w:bCs/>
      <w:iCs/>
    </w:rPr>
  </w:style>
  <w:style w:type="character" w:customStyle="1" w:styleId="Heading6Char">
    <w:name w:val="Heading 6 Char"/>
    <w:basedOn w:val="DefaultParagraphFont"/>
    <w:link w:val="Heading6"/>
    <w:uiPriority w:val="99"/>
    <w:locked/>
    <w:rsid w:val="008C5934"/>
    <w:rPr>
      <w:b/>
      <w:bCs/>
    </w:rPr>
  </w:style>
  <w:style w:type="character" w:customStyle="1" w:styleId="Heading7Char">
    <w:name w:val="Heading 7 Char"/>
    <w:aliases w:val="Заголовок x.x Char"/>
    <w:basedOn w:val="DefaultParagraphFont"/>
    <w:link w:val="Heading7"/>
    <w:uiPriority w:val="99"/>
    <w:locked/>
    <w:rsid w:val="005C3DC1"/>
    <w:rPr>
      <w:sz w:val="24"/>
      <w:szCs w:val="24"/>
    </w:rPr>
  </w:style>
  <w:style w:type="character" w:customStyle="1" w:styleId="Heading8Char">
    <w:name w:val="Heading 8 Char"/>
    <w:basedOn w:val="DefaultParagraphFont"/>
    <w:link w:val="Heading8"/>
    <w:uiPriority w:val="99"/>
    <w:locked/>
    <w:rsid w:val="008C5934"/>
    <w:rPr>
      <w:i/>
      <w:iCs/>
      <w:sz w:val="24"/>
      <w:szCs w:val="24"/>
    </w:rPr>
  </w:style>
  <w:style w:type="character" w:customStyle="1" w:styleId="Heading9Char">
    <w:name w:val="Heading 9 Char"/>
    <w:basedOn w:val="DefaultParagraphFont"/>
    <w:link w:val="Heading9"/>
    <w:uiPriority w:val="99"/>
    <w:locked/>
    <w:rsid w:val="008C5934"/>
    <w:rPr>
      <w:rFonts w:ascii="Arial" w:hAnsi="Arial"/>
    </w:rPr>
  </w:style>
  <w:style w:type="paragraph" w:customStyle="1" w:styleId="a4">
    <w:name w:val="Абзац"/>
    <w:basedOn w:val="Normal"/>
    <w:link w:val="a5"/>
    <w:uiPriority w:val="99"/>
    <w:rsid w:val="00D23393"/>
  </w:style>
  <w:style w:type="character" w:customStyle="1" w:styleId="a5">
    <w:name w:val="Абзац Знак"/>
    <w:link w:val="a4"/>
    <w:uiPriority w:val="99"/>
    <w:locked/>
    <w:rsid w:val="00D23393"/>
    <w:rPr>
      <w:sz w:val="24"/>
    </w:rPr>
  </w:style>
  <w:style w:type="paragraph" w:styleId="List">
    <w:name w:val="List"/>
    <w:basedOn w:val="Normal"/>
    <w:link w:val="ListChar"/>
    <w:uiPriority w:val="99"/>
    <w:rsid w:val="005C00B6"/>
    <w:pPr>
      <w:tabs>
        <w:tab w:val="left" w:pos="709"/>
      </w:tabs>
      <w:spacing w:after="60"/>
    </w:pPr>
  </w:style>
  <w:style w:type="character" w:customStyle="1" w:styleId="ListChar">
    <w:name w:val="List Char"/>
    <w:link w:val="List"/>
    <w:uiPriority w:val="99"/>
    <w:locked/>
    <w:rsid w:val="005C00B6"/>
    <w:rPr>
      <w:sz w:val="24"/>
    </w:rPr>
  </w:style>
  <w:style w:type="paragraph" w:styleId="TOC3">
    <w:name w:val="toc 3"/>
    <w:basedOn w:val="Normal"/>
    <w:next w:val="Normal"/>
    <w:autoRedefine/>
    <w:uiPriority w:val="99"/>
    <w:rsid w:val="0015039E"/>
    <w:pPr>
      <w:ind w:left="480"/>
    </w:pPr>
    <w:rPr>
      <w:i/>
      <w:iCs/>
      <w:sz w:val="20"/>
      <w:szCs w:val="20"/>
    </w:rPr>
  </w:style>
  <w:style w:type="paragraph" w:customStyle="1" w:styleId="a">
    <w:name w:val="Список нумерованный"/>
    <w:basedOn w:val="Normal"/>
    <w:uiPriority w:val="99"/>
    <w:rsid w:val="0054040A"/>
    <w:pPr>
      <w:numPr>
        <w:numId w:val="16"/>
      </w:numPr>
      <w:spacing w:before="120"/>
    </w:pPr>
  </w:style>
  <w:style w:type="paragraph" w:customStyle="1" w:styleId="a6">
    <w:name w:val="Табличный"/>
    <w:basedOn w:val="Normal"/>
    <w:uiPriority w:val="99"/>
    <w:rsid w:val="0015039E"/>
    <w:pPr>
      <w:keepNext/>
      <w:widowControl w:val="0"/>
      <w:spacing w:before="60" w:after="60"/>
      <w:jc w:val="center"/>
    </w:pPr>
    <w:rPr>
      <w:b/>
      <w:sz w:val="22"/>
      <w:szCs w:val="20"/>
    </w:rPr>
  </w:style>
  <w:style w:type="paragraph" w:customStyle="1" w:styleId="a7">
    <w:name w:val="Содержание"/>
    <w:basedOn w:val="Normal"/>
    <w:uiPriority w:val="99"/>
    <w:rsid w:val="0015039E"/>
    <w:pPr>
      <w:widowControl w:val="0"/>
      <w:spacing w:before="240" w:after="240"/>
      <w:jc w:val="center"/>
    </w:pPr>
    <w:rPr>
      <w:b/>
      <w:caps/>
      <w:szCs w:val="20"/>
    </w:rPr>
  </w:style>
  <w:style w:type="paragraph" w:styleId="BalloonText">
    <w:name w:val="Balloon Text"/>
    <w:aliases w:val="Знак5"/>
    <w:basedOn w:val="Normal"/>
    <w:link w:val="BalloonTextChar"/>
    <w:uiPriority w:val="99"/>
    <w:rsid w:val="0015039E"/>
    <w:pPr>
      <w:widowControl w:val="0"/>
      <w:suppressAutoHyphens/>
    </w:pPr>
    <w:rPr>
      <w:rFonts w:ascii="Tahoma" w:hAnsi="Tahoma"/>
      <w:sz w:val="16"/>
      <w:szCs w:val="16"/>
    </w:rPr>
  </w:style>
  <w:style w:type="character" w:customStyle="1" w:styleId="BalloonTextChar">
    <w:name w:val="Balloon Text Char"/>
    <w:aliases w:val="Знак5 Char"/>
    <w:basedOn w:val="DefaultParagraphFont"/>
    <w:link w:val="BalloonText"/>
    <w:uiPriority w:val="99"/>
    <w:locked/>
    <w:rsid w:val="00A01E86"/>
    <w:rPr>
      <w:rFonts w:ascii="Tahoma" w:hAnsi="Tahoma"/>
      <w:sz w:val="16"/>
    </w:rPr>
  </w:style>
  <w:style w:type="paragraph" w:styleId="TOC1">
    <w:name w:val="toc 1"/>
    <w:basedOn w:val="Normal"/>
    <w:next w:val="Normal"/>
    <w:uiPriority w:val="99"/>
    <w:rsid w:val="0015039E"/>
    <w:pPr>
      <w:spacing w:before="120" w:after="120"/>
    </w:pPr>
    <w:rPr>
      <w:b/>
      <w:bCs/>
      <w:caps/>
      <w:sz w:val="20"/>
      <w:szCs w:val="20"/>
    </w:rPr>
  </w:style>
  <w:style w:type="paragraph" w:styleId="TOC2">
    <w:name w:val="toc 2"/>
    <w:basedOn w:val="Normal"/>
    <w:next w:val="Normal"/>
    <w:autoRedefine/>
    <w:uiPriority w:val="99"/>
    <w:rsid w:val="00492AB1"/>
    <w:pPr>
      <w:tabs>
        <w:tab w:val="right" w:leader="dot" w:pos="9900"/>
      </w:tabs>
      <w:ind w:left="240"/>
    </w:pPr>
    <w:rPr>
      <w:smallCaps/>
      <w:noProof/>
      <w:color w:val="F4F4F4"/>
      <w:sz w:val="20"/>
      <w:szCs w:val="20"/>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link w:val="CaptionChar"/>
    <w:uiPriority w:val="99"/>
    <w:qFormat/>
    <w:rsid w:val="0015039E"/>
    <w:pPr>
      <w:spacing w:before="120" w:after="120"/>
      <w:jc w:val="center"/>
    </w:pPr>
    <w:rPr>
      <w:b/>
      <w:bCs/>
      <w:sz w:val="22"/>
      <w:szCs w:val="20"/>
    </w:rPr>
  </w:style>
  <w:style w:type="paragraph" w:customStyle="1" w:styleId="a8">
    <w:name w:val="Название таблицы"/>
    <w:basedOn w:val="Caption"/>
    <w:uiPriority w:val="99"/>
    <w:rsid w:val="00BC62BB"/>
    <w:pPr>
      <w:keepNext/>
      <w:spacing w:after="0"/>
      <w:jc w:val="left"/>
    </w:pPr>
    <w:rPr>
      <w:szCs w:val="22"/>
    </w:rPr>
  </w:style>
  <w:style w:type="paragraph" w:customStyle="1" w:styleId="a9">
    <w:name w:val="Табличный_заголовки"/>
    <w:basedOn w:val="Normal"/>
    <w:uiPriority w:val="99"/>
    <w:rsid w:val="0015039E"/>
    <w:pPr>
      <w:keepNext/>
      <w:keepLines/>
      <w:jc w:val="center"/>
    </w:pPr>
    <w:rPr>
      <w:b/>
      <w:sz w:val="22"/>
      <w:szCs w:val="22"/>
    </w:rPr>
  </w:style>
  <w:style w:type="paragraph" w:customStyle="1" w:styleId="aa">
    <w:name w:val="Табличный_центр"/>
    <w:basedOn w:val="Normal"/>
    <w:uiPriority w:val="99"/>
    <w:rsid w:val="0015039E"/>
    <w:pPr>
      <w:jc w:val="center"/>
    </w:pPr>
    <w:rPr>
      <w:sz w:val="22"/>
      <w:szCs w:val="22"/>
    </w:rPr>
  </w:style>
  <w:style w:type="paragraph" w:customStyle="1" w:styleId="1">
    <w:name w:val="Список 1)"/>
    <w:basedOn w:val="Normal"/>
    <w:uiPriority w:val="99"/>
    <w:rsid w:val="00E072BE"/>
    <w:pPr>
      <w:numPr>
        <w:numId w:val="4"/>
      </w:numPr>
      <w:tabs>
        <w:tab w:val="clear" w:pos="1209"/>
      </w:tabs>
      <w:spacing w:after="60"/>
      <w:ind w:left="0" w:firstLine="567"/>
    </w:pPr>
  </w:style>
  <w:style w:type="paragraph" w:customStyle="1" w:styleId="a1">
    <w:name w:val="Табличный_нумерованный"/>
    <w:basedOn w:val="Normal"/>
    <w:link w:val="ab"/>
    <w:uiPriority w:val="99"/>
    <w:rsid w:val="00301DFE"/>
    <w:pPr>
      <w:numPr>
        <w:numId w:val="13"/>
      </w:numPr>
    </w:pPr>
    <w:rPr>
      <w:sz w:val="22"/>
      <w:szCs w:val="22"/>
    </w:rPr>
  </w:style>
  <w:style w:type="character" w:customStyle="1" w:styleId="ab">
    <w:name w:val="Табличный_нумерованный Знак"/>
    <w:link w:val="a1"/>
    <w:uiPriority w:val="99"/>
    <w:locked/>
    <w:rsid w:val="00F5339E"/>
  </w:style>
  <w:style w:type="paragraph" w:styleId="TOC4">
    <w:name w:val="toc 4"/>
    <w:basedOn w:val="Normal"/>
    <w:next w:val="Normal"/>
    <w:autoRedefine/>
    <w:uiPriority w:val="99"/>
    <w:rsid w:val="0015039E"/>
    <w:pPr>
      <w:ind w:left="720"/>
    </w:pPr>
    <w:rPr>
      <w:sz w:val="18"/>
      <w:szCs w:val="18"/>
    </w:rPr>
  </w:style>
  <w:style w:type="paragraph" w:styleId="TOC5">
    <w:name w:val="toc 5"/>
    <w:basedOn w:val="Normal"/>
    <w:next w:val="Normal"/>
    <w:autoRedefine/>
    <w:uiPriority w:val="99"/>
    <w:rsid w:val="0015039E"/>
    <w:pPr>
      <w:ind w:left="960"/>
    </w:pPr>
    <w:rPr>
      <w:sz w:val="18"/>
      <w:szCs w:val="18"/>
    </w:rPr>
  </w:style>
  <w:style w:type="paragraph" w:styleId="TOC6">
    <w:name w:val="toc 6"/>
    <w:basedOn w:val="Normal"/>
    <w:next w:val="Normal"/>
    <w:autoRedefine/>
    <w:uiPriority w:val="99"/>
    <w:rsid w:val="0015039E"/>
    <w:pPr>
      <w:ind w:left="1200"/>
    </w:pPr>
    <w:rPr>
      <w:sz w:val="18"/>
      <w:szCs w:val="18"/>
    </w:rPr>
  </w:style>
  <w:style w:type="paragraph" w:styleId="TOC7">
    <w:name w:val="toc 7"/>
    <w:basedOn w:val="Normal"/>
    <w:next w:val="Normal"/>
    <w:autoRedefine/>
    <w:uiPriority w:val="99"/>
    <w:rsid w:val="0015039E"/>
    <w:pPr>
      <w:ind w:left="1440"/>
    </w:pPr>
    <w:rPr>
      <w:sz w:val="18"/>
      <w:szCs w:val="18"/>
    </w:rPr>
  </w:style>
  <w:style w:type="paragraph" w:styleId="TOC8">
    <w:name w:val="toc 8"/>
    <w:basedOn w:val="Normal"/>
    <w:next w:val="Normal"/>
    <w:autoRedefine/>
    <w:uiPriority w:val="99"/>
    <w:rsid w:val="0015039E"/>
    <w:pPr>
      <w:ind w:left="1680"/>
    </w:pPr>
    <w:rPr>
      <w:sz w:val="18"/>
      <w:szCs w:val="18"/>
    </w:rPr>
  </w:style>
  <w:style w:type="paragraph" w:styleId="TOC9">
    <w:name w:val="toc 9"/>
    <w:basedOn w:val="Normal"/>
    <w:next w:val="Normal"/>
    <w:autoRedefine/>
    <w:uiPriority w:val="99"/>
    <w:rsid w:val="0015039E"/>
    <w:pPr>
      <w:ind w:left="1920"/>
    </w:pPr>
    <w:rPr>
      <w:sz w:val="18"/>
      <w:szCs w:val="18"/>
    </w:rPr>
  </w:style>
  <w:style w:type="paragraph" w:styleId="TOAHeading">
    <w:name w:val="toa heading"/>
    <w:basedOn w:val="Normal"/>
    <w:next w:val="Normal"/>
    <w:uiPriority w:val="99"/>
    <w:semiHidden/>
    <w:rsid w:val="0015039E"/>
    <w:pPr>
      <w:spacing w:before="40" w:after="20"/>
      <w:jc w:val="center"/>
    </w:pPr>
    <w:rPr>
      <w:b/>
      <w:sz w:val="22"/>
      <w:szCs w:val="20"/>
    </w:rPr>
  </w:style>
  <w:style w:type="paragraph" w:styleId="CommentText">
    <w:name w:val="annotation text"/>
    <w:basedOn w:val="Normal"/>
    <w:link w:val="CommentTextChar"/>
    <w:uiPriority w:val="99"/>
    <w:semiHidden/>
    <w:rsid w:val="0015039E"/>
    <w:rPr>
      <w:sz w:val="20"/>
      <w:szCs w:val="20"/>
    </w:rPr>
  </w:style>
  <w:style w:type="character" w:customStyle="1" w:styleId="CommentTextChar">
    <w:name w:val="Comment Text Char"/>
    <w:basedOn w:val="DefaultParagraphFont"/>
    <w:link w:val="CommentText"/>
    <w:uiPriority w:val="99"/>
    <w:semiHidden/>
    <w:locked/>
    <w:rsid w:val="00F24AA3"/>
    <w:rPr>
      <w:rFonts w:cs="Times New Roman"/>
    </w:rPr>
  </w:style>
  <w:style w:type="paragraph" w:styleId="CommentSubject">
    <w:name w:val="annotation subject"/>
    <w:basedOn w:val="CommentText"/>
    <w:next w:val="CommentText"/>
    <w:link w:val="CommentSubjectChar"/>
    <w:uiPriority w:val="99"/>
    <w:semiHidden/>
    <w:rsid w:val="0015039E"/>
    <w:pPr>
      <w:ind w:firstLine="284"/>
    </w:pPr>
    <w:rPr>
      <w:b/>
      <w:bCs/>
    </w:rPr>
  </w:style>
  <w:style w:type="character" w:customStyle="1" w:styleId="CommentSubjectChar">
    <w:name w:val="Comment Subject Char"/>
    <w:basedOn w:val="CommentTextChar"/>
    <w:link w:val="CommentSubject"/>
    <w:uiPriority w:val="99"/>
    <w:semiHidden/>
    <w:locked/>
    <w:rsid w:val="008C5934"/>
    <w:rPr>
      <w:b/>
    </w:rPr>
  </w:style>
  <w:style w:type="paragraph" w:customStyle="1" w:styleId="a3">
    <w:name w:val="Требования"/>
    <w:basedOn w:val="Normal"/>
    <w:uiPriority w:val="99"/>
    <w:rsid w:val="008E6F78"/>
    <w:pPr>
      <w:numPr>
        <w:ilvl w:val="1"/>
        <w:numId w:val="15"/>
      </w:numPr>
      <w:spacing w:before="120" w:after="60"/>
      <w:ind w:left="0"/>
      <w:outlineLvl w:val="1"/>
    </w:pPr>
    <w:rPr>
      <w:bCs/>
      <w:i/>
      <w:iCs/>
    </w:rPr>
  </w:style>
  <w:style w:type="paragraph" w:customStyle="1" w:styleId="a0">
    <w:name w:val="Список а)"/>
    <w:basedOn w:val="List"/>
    <w:uiPriority w:val="99"/>
    <w:rsid w:val="0054040A"/>
    <w:pPr>
      <w:numPr>
        <w:numId w:val="12"/>
      </w:numPr>
      <w:ind w:firstLine="0"/>
    </w:pPr>
  </w:style>
  <w:style w:type="paragraph" w:styleId="DocumentMap">
    <w:name w:val="Document Map"/>
    <w:basedOn w:val="Normal"/>
    <w:link w:val="DocumentMapChar"/>
    <w:uiPriority w:val="99"/>
    <w:semiHidden/>
    <w:rsid w:val="0015039E"/>
    <w:pPr>
      <w:widowControl w:val="0"/>
      <w:shd w:val="clear" w:color="auto" w:fill="000080"/>
      <w:suppressAutoHyphens/>
    </w:pPr>
    <w:rPr>
      <w:rFonts w:ascii="Tahoma" w:hAnsi="Tahoma"/>
      <w:szCs w:val="20"/>
    </w:rPr>
  </w:style>
  <w:style w:type="character" w:customStyle="1" w:styleId="DocumentMapChar">
    <w:name w:val="Document Map Char"/>
    <w:basedOn w:val="DefaultParagraphFont"/>
    <w:link w:val="DocumentMap"/>
    <w:uiPriority w:val="99"/>
    <w:semiHidden/>
    <w:locked/>
    <w:rsid w:val="008C5934"/>
    <w:rPr>
      <w:rFonts w:ascii="Tahoma" w:hAnsi="Tahoma"/>
      <w:sz w:val="24"/>
      <w:shd w:val="clear" w:color="auto" w:fill="000080"/>
    </w:rPr>
  </w:style>
  <w:style w:type="character" w:styleId="CommentReference">
    <w:name w:val="annotation reference"/>
    <w:basedOn w:val="DefaultParagraphFont"/>
    <w:uiPriority w:val="99"/>
    <w:semiHidden/>
    <w:rsid w:val="0015039E"/>
    <w:rPr>
      <w:rFonts w:cs="Times New Roman"/>
      <w:sz w:val="16"/>
    </w:rPr>
  </w:style>
  <w:style w:type="paragraph" w:customStyle="1" w:styleId="ac">
    <w:name w:val="Табличный_слева"/>
    <w:basedOn w:val="Normal"/>
    <w:uiPriority w:val="99"/>
    <w:rsid w:val="00301DFE"/>
    <w:rPr>
      <w:sz w:val="22"/>
      <w:szCs w:val="22"/>
    </w:rPr>
  </w:style>
  <w:style w:type="paragraph" w:customStyle="1" w:styleId="11">
    <w:name w:val="Обычный 1"/>
    <w:basedOn w:val="Normal"/>
    <w:next w:val="Normal"/>
    <w:uiPriority w:val="99"/>
    <w:semiHidden/>
    <w:rsid w:val="0015039E"/>
    <w:pPr>
      <w:tabs>
        <w:tab w:val="num" w:pos="360"/>
      </w:tabs>
      <w:spacing w:before="120"/>
      <w:ind w:left="360" w:hanging="360"/>
    </w:pPr>
    <w:rPr>
      <w:szCs w:val="20"/>
    </w:rPr>
  </w:style>
  <w:style w:type="table" w:styleId="TableGrid">
    <w:name w:val="Table Grid"/>
    <w:basedOn w:val="TableNormal"/>
    <w:uiPriority w:val="99"/>
    <w:rsid w:val="0097385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Обычный влево"/>
    <w:basedOn w:val="11"/>
    <w:uiPriority w:val="99"/>
    <w:rsid w:val="0084131A"/>
    <w:pPr>
      <w:tabs>
        <w:tab w:val="clear" w:pos="360"/>
      </w:tabs>
      <w:spacing w:before="0"/>
      <w:ind w:left="0" w:firstLine="0"/>
      <w:jc w:val="left"/>
    </w:pPr>
  </w:style>
  <w:style w:type="paragraph" w:customStyle="1" w:styleId="ae">
    <w:name w:val="Табличный_по ширине"/>
    <w:basedOn w:val="ac"/>
    <w:uiPriority w:val="99"/>
    <w:rsid w:val="009A4AC0"/>
  </w:style>
  <w:style w:type="paragraph" w:customStyle="1" w:styleId="100">
    <w:name w:val="Табличный_центр_10"/>
    <w:basedOn w:val="Normal"/>
    <w:uiPriority w:val="99"/>
    <w:rsid w:val="00947735"/>
    <w:pPr>
      <w:jc w:val="center"/>
    </w:pPr>
    <w:rPr>
      <w:sz w:val="20"/>
    </w:rPr>
  </w:style>
  <w:style w:type="paragraph" w:customStyle="1" w:styleId="101">
    <w:name w:val="Табличный_слева_10"/>
    <w:basedOn w:val="Normal"/>
    <w:uiPriority w:val="99"/>
    <w:rsid w:val="00947735"/>
    <w:rPr>
      <w:sz w:val="20"/>
    </w:rPr>
  </w:style>
  <w:style w:type="paragraph" w:customStyle="1" w:styleId="102">
    <w:name w:val="Табличный_по ширине_10"/>
    <w:basedOn w:val="Normal"/>
    <w:uiPriority w:val="99"/>
    <w:rsid w:val="00947735"/>
    <w:rPr>
      <w:sz w:val="20"/>
    </w:rPr>
  </w:style>
  <w:style w:type="paragraph" w:customStyle="1" w:styleId="10">
    <w:name w:val="Табличный_нумерованный_10"/>
    <w:basedOn w:val="Normal"/>
    <w:uiPriority w:val="99"/>
    <w:rsid w:val="00947735"/>
    <w:pPr>
      <w:numPr>
        <w:numId w:val="17"/>
      </w:numPr>
    </w:pPr>
    <w:rPr>
      <w:sz w:val="20"/>
    </w:rPr>
  </w:style>
  <w:style w:type="paragraph" w:customStyle="1" w:styleId="103">
    <w:name w:val="Табличный_заголовки_10"/>
    <w:basedOn w:val="a4"/>
    <w:uiPriority w:val="99"/>
    <w:rsid w:val="00947735"/>
    <w:pPr>
      <w:jc w:val="center"/>
    </w:pPr>
    <w:rPr>
      <w:b/>
      <w:sz w:val="20"/>
    </w:rPr>
  </w:style>
  <w:style w:type="paragraph" w:styleId="ListParagraph">
    <w:name w:val="List Paragraph"/>
    <w:basedOn w:val="Normal"/>
    <w:uiPriority w:val="99"/>
    <w:qFormat/>
    <w:rsid w:val="007C0B22"/>
    <w:pPr>
      <w:spacing w:line="360" w:lineRule="auto"/>
      <w:ind w:left="708" w:firstLine="680"/>
    </w:pPr>
  </w:style>
  <w:style w:type="paragraph" w:styleId="Title">
    <w:name w:val="Title"/>
    <w:basedOn w:val="Normal"/>
    <w:next w:val="Normal"/>
    <w:link w:val="TitleChar"/>
    <w:uiPriority w:val="99"/>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TitleChar">
    <w:name w:val="Title Char"/>
    <w:basedOn w:val="DefaultParagraphFont"/>
    <w:link w:val="Title"/>
    <w:uiPriority w:val="99"/>
    <w:locked/>
    <w:rsid w:val="00C45328"/>
    <w:rPr>
      <w:rFonts w:ascii="Cambria" w:hAnsi="Cambria"/>
      <w:i/>
      <w:color w:val="243F60"/>
      <w:sz w:val="60"/>
    </w:rPr>
  </w:style>
  <w:style w:type="paragraph" w:styleId="Subtitle">
    <w:name w:val="Subtitle"/>
    <w:basedOn w:val="Normal"/>
    <w:next w:val="Normal"/>
    <w:link w:val="SubtitleChar"/>
    <w:uiPriority w:val="99"/>
    <w:qFormat/>
    <w:rsid w:val="00C45328"/>
    <w:pPr>
      <w:spacing w:before="200" w:after="900" w:line="360" w:lineRule="auto"/>
      <w:ind w:firstLine="680"/>
      <w:jc w:val="right"/>
    </w:pPr>
    <w:rPr>
      <w:i/>
      <w:iCs/>
    </w:rPr>
  </w:style>
  <w:style w:type="character" w:customStyle="1" w:styleId="SubtitleChar">
    <w:name w:val="Subtitle Char"/>
    <w:basedOn w:val="DefaultParagraphFont"/>
    <w:link w:val="Subtitle"/>
    <w:uiPriority w:val="99"/>
    <w:locked/>
    <w:rsid w:val="00C45328"/>
    <w:rPr>
      <w:i/>
      <w:sz w:val="24"/>
    </w:rPr>
  </w:style>
  <w:style w:type="character" w:styleId="Strong">
    <w:name w:val="Strong"/>
    <w:basedOn w:val="DefaultParagraphFont"/>
    <w:uiPriority w:val="99"/>
    <w:qFormat/>
    <w:rsid w:val="00C45328"/>
    <w:rPr>
      <w:rFonts w:cs="Times New Roman"/>
      <w:b/>
      <w:spacing w:val="0"/>
    </w:rPr>
  </w:style>
  <w:style w:type="character" w:styleId="Emphasis">
    <w:name w:val="Emphasis"/>
    <w:basedOn w:val="DefaultParagraphFont"/>
    <w:uiPriority w:val="99"/>
    <w:qFormat/>
    <w:rsid w:val="00C45328"/>
    <w:rPr>
      <w:rFonts w:cs="Times New Roman"/>
      <w:b/>
      <w:i/>
      <w:color w:val="5A5A5A"/>
    </w:rPr>
  </w:style>
  <w:style w:type="paragraph" w:styleId="NoSpacing">
    <w:name w:val="No Spacing"/>
    <w:basedOn w:val="Normal"/>
    <w:uiPriority w:val="99"/>
    <w:qFormat/>
    <w:rsid w:val="00C45328"/>
    <w:pPr>
      <w:spacing w:line="360" w:lineRule="auto"/>
      <w:ind w:firstLine="680"/>
    </w:pPr>
  </w:style>
  <w:style w:type="paragraph" w:styleId="Quote">
    <w:name w:val="Quote"/>
    <w:basedOn w:val="Normal"/>
    <w:next w:val="Normal"/>
    <w:link w:val="QuoteChar"/>
    <w:uiPriority w:val="99"/>
    <w:qFormat/>
    <w:rsid w:val="00C45328"/>
    <w:pPr>
      <w:spacing w:line="360" w:lineRule="auto"/>
      <w:ind w:firstLine="680"/>
    </w:pPr>
    <w:rPr>
      <w:rFonts w:ascii="Cambria" w:hAnsi="Cambria"/>
      <w:i/>
      <w:iCs/>
      <w:color w:val="5A5A5A"/>
    </w:rPr>
  </w:style>
  <w:style w:type="character" w:customStyle="1" w:styleId="QuoteChar">
    <w:name w:val="Quote Char"/>
    <w:basedOn w:val="DefaultParagraphFont"/>
    <w:link w:val="Quote"/>
    <w:uiPriority w:val="99"/>
    <w:locked/>
    <w:rsid w:val="00C45328"/>
    <w:rPr>
      <w:rFonts w:ascii="Cambria" w:hAnsi="Cambria"/>
      <w:i/>
      <w:color w:val="5A5A5A"/>
      <w:sz w:val="24"/>
    </w:rPr>
  </w:style>
  <w:style w:type="paragraph" w:styleId="IntenseQuote">
    <w:name w:val="Intense Quote"/>
    <w:basedOn w:val="Normal"/>
    <w:next w:val="Normal"/>
    <w:link w:val="IntenseQuoteChar"/>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hAnsi="Cambria"/>
      <w:i/>
      <w:iCs/>
      <w:color w:val="F4F4F4"/>
    </w:rPr>
  </w:style>
  <w:style w:type="character" w:customStyle="1" w:styleId="IntenseQuoteChar">
    <w:name w:val="Intense Quote Char"/>
    <w:basedOn w:val="DefaultParagraphFont"/>
    <w:link w:val="IntenseQuote"/>
    <w:uiPriority w:val="99"/>
    <w:locked/>
    <w:rsid w:val="00C45328"/>
    <w:rPr>
      <w:rFonts w:ascii="Cambria" w:hAnsi="Cambria"/>
      <w:i/>
      <w:color w:val="F4F4F4"/>
      <w:sz w:val="24"/>
      <w:shd w:val="clear" w:color="auto" w:fill="4F81BD"/>
    </w:rPr>
  </w:style>
  <w:style w:type="character" w:styleId="SubtleEmphasis">
    <w:name w:val="Subtle Emphasis"/>
    <w:basedOn w:val="DefaultParagraphFont"/>
    <w:uiPriority w:val="99"/>
    <w:qFormat/>
    <w:rsid w:val="00C45328"/>
    <w:rPr>
      <w:i/>
      <w:color w:val="5A5A5A"/>
    </w:rPr>
  </w:style>
  <w:style w:type="character" w:styleId="IntenseEmphasis">
    <w:name w:val="Intense Emphasis"/>
    <w:basedOn w:val="DefaultParagraphFont"/>
    <w:uiPriority w:val="99"/>
    <w:qFormat/>
    <w:rsid w:val="00C45328"/>
    <w:rPr>
      <w:b/>
      <w:i/>
      <w:color w:val="4F81BD"/>
      <w:sz w:val="22"/>
    </w:rPr>
  </w:style>
  <w:style w:type="character" w:styleId="SubtleReference">
    <w:name w:val="Subtle Reference"/>
    <w:basedOn w:val="DefaultParagraphFont"/>
    <w:uiPriority w:val="99"/>
    <w:qFormat/>
    <w:rsid w:val="00C45328"/>
    <w:rPr>
      <w:color w:val="auto"/>
      <w:u w:val="single" w:color="9BBB59"/>
    </w:rPr>
  </w:style>
  <w:style w:type="character" w:styleId="IntenseReference">
    <w:name w:val="Intense Reference"/>
    <w:basedOn w:val="DefaultParagraphFont"/>
    <w:uiPriority w:val="99"/>
    <w:qFormat/>
    <w:rsid w:val="00C45328"/>
    <w:rPr>
      <w:b/>
      <w:color w:val="76923C"/>
      <w:u w:val="single" w:color="9BBB59"/>
    </w:rPr>
  </w:style>
  <w:style w:type="character" w:styleId="BookTitle">
    <w:name w:val="Book Title"/>
    <w:basedOn w:val="DefaultParagraphFont"/>
    <w:uiPriority w:val="99"/>
    <w:qFormat/>
    <w:rsid w:val="00C45328"/>
    <w:rPr>
      <w:rFonts w:ascii="Cambria" w:hAnsi="Cambria"/>
      <w:b/>
      <w:i/>
      <w:color w:val="auto"/>
    </w:rPr>
  </w:style>
  <w:style w:type="paragraph" w:styleId="Header">
    <w:name w:val="header"/>
    <w:aliases w:val="Знак4,Знак8,ВерхКолонтитул"/>
    <w:basedOn w:val="Normal"/>
    <w:link w:val="HeaderChar"/>
    <w:uiPriority w:val="99"/>
    <w:rsid w:val="00C45328"/>
    <w:pPr>
      <w:tabs>
        <w:tab w:val="center" w:pos="4677"/>
        <w:tab w:val="right" w:pos="9355"/>
      </w:tabs>
      <w:ind w:firstLine="680"/>
    </w:pPr>
  </w:style>
  <w:style w:type="character" w:customStyle="1" w:styleId="HeaderChar">
    <w:name w:val="Header Char"/>
    <w:aliases w:val="Знак4 Char,Знак8 Char,ВерхКолонтитул Char"/>
    <w:basedOn w:val="DefaultParagraphFont"/>
    <w:link w:val="Header"/>
    <w:uiPriority w:val="99"/>
    <w:locked/>
    <w:rsid w:val="00C45328"/>
    <w:rPr>
      <w:sz w:val="24"/>
    </w:rPr>
  </w:style>
  <w:style w:type="paragraph" w:styleId="Footer">
    <w:name w:val="footer"/>
    <w:aliases w:val="Знак6,Знак61,Знак14"/>
    <w:basedOn w:val="Normal"/>
    <w:link w:val="FooterChar1"/>
    <w:uiPriority w:val="99"/>
    <w:rsid w:val="00C45328"/>
    <w:pPr>
      <w:tabs>
        <w:tab w:val="center" w:pos="4677"/>
        <w:tab w:val="right" w:pos="9355"/>
      </w:tabs>
      <w:ind w:firstLine="680"/>
    </w:pPr>
  </w:style>
  <w:style w:type="character" w:customStyle="1" w:styleId="FooterChar">
    <w:name w:val="Footer Char"/>
    <w:aliases w:val="Знак6 Char,Знак61 Char,Знак14 Char"/>
    <w:basedOn w:val="DefaultParagraphFont"/>
    <w:link w:val="Footer"/>
    <w:uiPriority w:val="99"/>
    <w:semiHidden/>
    <w:rsid w:val="00994E98"/>
    <w:rPr>
      <w:sz w:val="24"/>
      <w:szCs w:val="24"/>
    </w:rPr>
  </w:style>
  <w:style w:type="character" w:customStyle="1" w:styleId="FooterChar1">
    <w:name w:val="Footer Char1"/>
    <w:aliases w:val="Знак6 Char1,Знак61 Char1,Знак14 Char1"/>
    <w:link w:val="Footer"/>
    <w:uiPriority w:val="99"/>
    <w:locked/>
    <w:rsid w:val="00C45328"/>
    <w:rPr>
      <w:sz w:val="24"/>
    </w:rPr>
  </w:style>
  <w:style w:type="paragraph" w:styleId="ListBullet">
    <w:name w:val="List Bullet"/>
    <w:basedOn w:val="Normal"/>
    <w:uiPriority w:val="99"/>
    <w:rsid w:val="00C45328"/>
    <w:pPr>
      <w:spacing w:line="360" w:lineRule="auto"/>
      <w:ind w:left="1571" w:hanging="360"/>
      <w:contextualSpacing/>
    </w:pPr>
  </w:style>
  <w:style w:type="character" w:styleId="FollowedHyperlink">
    <w:name w:val="FollowedHyperlink"/>
    <w:basedOn w:val="DefaultParagraphFont"/>
    <w:uiPriority w:val="99"/>
    <w:rsid w:val="00C45328"/>
    <w:rPr>
      <w:rFonts w:cs="Times New Roman"/>
      <w:color w:val="800080"/>
      <w:u w:val="single"/>
    </w:rPr>
  </w:style>
  <w:style w:type="paragraph" w:styleId="TOCHeading">
    <w:name w:val="TOC Heading"/>
    <w:basedOn w:val="Heading1"/>
    <w:next w:val="Normal"/>
    <w:uiPriority w:val="99"/>
    <w:qFormat/>
    <w:rsid w:val="00C45328"/>
    <w:pPr>
      <w:keepNext w:val="0"/>
      <w:numPr>
        <w:numId w:val="0"/>
      </w:numPr>
      <w:pBdr>
        <w:bottom w:val="single" w:sz="12" w:space="1" w:color="365F91"/>
      </w:pBdr>
      <w:tabs>
        <w:tab w:val="clear" w:pos="851"/>
      </w:tabs>
      <w:spacing w:before="600" w:after="80" w:line="360" w:lineRule="auto"/>
      <w:ind w:firstLine="680"/>
      <w:jc w:val="both"/>
      <w:outlineLvl w:val="9"/>
    </w:pPr>
    <w:rPr>
      <w:rFonts w:ascii="Cambria" w:hAnsi="Cambria"/>
      <w:caps/>
      <w:color w:val="365F91"/>
      <w:kern w:val="0"/>
      <w:sz w:val="24"/>
      <w:szCs w:val="24"/>
    </w:rPr>
  </w:style>
  <w:style w:type="paragraph" w:styleId="BodyText">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Normal"/>
    <w:link w:val="BodyTextChar1"/>
    <w:uiPriority w:val="99"/>
    <w:rsid w:val="00C45328"/>
    <w:pPr>
      <w:spacing w:after="120" w:line="360" w:lineRule="auto"/>
      <w:ind w:firstLine="709"/>
    </w:pPr>
  </w:style>
  <w:style w:type="character" w:customStyle="1" w:styleId="BodyTextChar1">
    <w:name w:val="Body Text Char1"/>
    <w:aliases w:val="Знак1 Знак Знак Знак Знак Char,Знак1 Знак Знак Знак Char,Знак1 Знак Char,bt Знак Char,Основной текст Знак Знак Char,bt Char,Îñíîâíîé òåêñò Çíàê Çíàê Char,Iniiaiie oaeno Ciae Ciae Char,Body Text Char Char,Òàáë òåêñò Char"/>
    <w:basedOn w:val="DefaultParagraphFont"/>
    <w:link w:val="BodyText"/>
    <w:uiPriority w:val="99"/>
    <w:locked/>
    <w:rsid w:val="00C45328"/>
    <w:rPr>
      <w:sz w:val="24"/>
    </w:rPr>
  </w:style>
  <w:style w:type="character" w:styleId="Hyperlink">
    <w:name w:val="Hyperlink"/>
    <w:basedOn w:val="DefaultParagraphFont"/>
    <w:uiPriority w:val="99"/>
    <w:rsid w:val="00C45328"/>
    <w:rPr>
      <w:rFonts w:cs="Times New Roman"/>
      <w:color w:val="0000FF"/>
      <w:u w:val="single"/>
    </w:rPr>
  </w:style>
  <w:style w:type="paragraph" w:styleId="FootnoteText">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Normal"/>
    <w:link w:val="FootnoteTextChar"/>
    <w:uiPriority w:val="99"/>
    <w:rsid w:val="00C45328"/>
    <w:pPr>
      <w:spacing w:before="120" w:after="120" w:line="360" w:lineRule="auto"/>
    </w:pPr>
    <w:rPr>
      <w:rFonts w:ascii="Arial" w:hAnsi="Arial"/>
      <w:sz w:val="20"/>
      <w:szCs w:val="20"/>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basedOn w:val="DefaultParagraphFont"/>
    <w:link w:val="FootnoteText"/>
    <w:uiPriority w:val="99"/>
    <w:locked/>
    <w:rsid w:val="00C45328"/>
    <w:rPr>
      <w:rFonts w:ascii="Arial" w:hAnsi="Arial"/>
    </w:rPr>
  </w:style>
  <w:style w:type="character" w:styleId="FootnoteReference">
    <w:name w:val="footnote reference"/>
    <w:aliases w:val="Знак сноски-FN,Знак сноски 1,Ciae niinee-FN,Referencia nota al pie,Ссылка на сноску 45,Appel note de bas de page"/>
    <w:basedOn w:val="DefaultParagraphFont"/>
    <w:uiPriority w:val="99"/>
    <w:rsid w:val="00C45328"/>
    <w:rPr>
      <w:rFonts w:cs="Times New Roman"/>
      <w:vertAlign w:val="superscript"/>
    </w:rPr>
  </w:style>
  <w:style w:type="paragraph" w:styleId="NormalWeb">
    <w:name w:val="Normal (Web)"/>
    <w:basedOn w:val="Normal"/>
    <w:uiPriority w:val="99"/>
    <w:rsid w:val="00F31BB3"/>
    <w:pPr>
      <w:tabs>
        <w:tab w:val="num" w:pos="0"/>
      </w:tabs>
      <w:spacing w:before="100" w:beforeAutospacing="1" w:after="100" w:afterAutospacing="1"/>
    </w:pPr>
    <w:rPr>
      <w:bCs/>
      <w:color w:val="000000"/>
      <w:kern w:val="24"/>
      <w:lang w:eastAsia="ar-SA"/>
    </w:rPr>
  </w:style>
  <w:style w:type="paragraph" w:styleId="BodyTextIndent">
    <w:name w:val="Body Text Indent"/>
    <w:aliases w:val="Основной текст 1,Основной текст 11"/>
    <w:basedOn w:val="Normal"/>
    <w:link w:val="BodyTextIndentChar"/>
    <w:uiPriority w:val="99"/>
    <w:rsid w:val="00CB3486"/>
    <w:pPr>
      <w:spacing w:line="360" w:lineRule="auto"/>
      <w:ind w:firstLine="708"/>
    </w:pPr>
  </w:style>
  <w:style w:type="character" w:customStyle="1" w:styleId="BodyTextIndentChar">
    <w:name w:val="Body Text Indent Char"/>
    <w:aliases w:val="Основной текст 1 Char,Основной текст 11 Char"/>
    <w:basedOn w:val="DefaultParagraphFont"/>
    <w:link w:val="BodyTextIndent"/>
    <w:uiPriority w:val="99"/>
    <w:locked/>
    <w:rsid w:val="00CB3486"/>
    <w:rPr>
      <w:sz w:val="24"/>
    </w:rPr>
  </w:style>
  <w:style w:type="paragraph" w:styleId="BodyText2">
    <w:name w:val="Body Text 2"/>
    <w:aliases w:val="Знак1"/>
    <w:basedOn w:val="Normal"/>
    <w:link w:val="BodyText2Char"/>
    <w:uiPriority w:val="99"/>
    <w:rsid w:val="00CB3486"/>
    <w:pPr>
      <w:spacing w:line="360" w:lineRule="auto"/>
      <w:ind w:firstLine="680"/>
      <w:jc w:val="center"/>
    </w:pPr>
    <w:rPr>
      <w:b/>
      <w:bCs/>
      <w:caps/>
    </w:rPr>
  </w:style>
  <w:style w:type="character" w:customStyle="1" w:styleId="BodyText2Char">
    <w:name w:val="Body Text 2 Char"/>
    <w:aliases w:val="Знак1 Char"/>
    <w:basedOn w:val="DefaultParagraphFont"/>
    <w:link w:val="BodyText2"/>
    <w:uiPriority w:val="99"/>
    <w:locked/>
    <w:rsid w:val="00CB3486"/>
    <w:rPr>
      <w:b/>
      <w:caps/>
      <w:sz w:val="24"/>
    </w:rPr>
  </w:style>
  <w:style w:type="character" w:styleId="PageNumber">
    <w:name w:val="page number"/>
    <w:basedOn w:val="DefaultParagraphFont"/>
    <w:uiPriority w:val="99"/>
    <w:rsid w:val="00CB3486"/>
    <w:rPr>
      <w:rFonts w:cs="Times New Roman"/>
    </w:rPr>
  </w:style>
  <w:style w:type="paragraph" w:styleId="BodyTextIndent2">
    <w:name w:val="Body Text Indent 2"/>
    <w:basedOn w:val="Normal"/>
    <w:link w:val="BodyTextIndent2Char"/>
    <w:uiPriority w:val="99"/>
    <w:rsid w:val="00CB3486"/>
    <w:pPr>
      <w:spacing w:after="120" w:line="480" w:lineRule="auto"/>
      <w:ind w:left="283" w:firstLine="680"/>
    </w:pPr>
  </w:style>
  <w:style w:type="character" w:customStyle="1" w:styleId="BodyTextIndent2Char">
    <w:name w:val="Body Text Indent 2 Char"/>
    <w:basedOn w:val="DefaultParagraphFont"/>
    <w:link w:val="BodyTextIndent2"/>
    <w:uiPriority w:val="99"/>
    <w:locked/>
    <w:rsid w:val="00CB3486"/>
    <w:rPr>
      <w:sz w:val="24"/>
    </w:rPr>
  </w:style>
  <w:style w:type="paragraph" w:styleId="BodyText3">
    <w:name w:val="Body Text 3"/>
    <w:basedOn w:val="Normal"/>
    <w:link w:val="BodyText3Char"/>
    <w:uiPriority w:val="99"/>
    <w:rsid w:val="00CB3486"/>
    <w:pPr>
      <w:spacing w:after="120" w:line="360" w:lineRule="auto"/>
      <w:ind w:firstLine="680"/>
    </w:pPr>
    <w:rPr>
      <w:sz w:val="16"/>
      <w:szCs w:val="16"/>
    </w:rPr>
  </w:style>
  <w:style w:type="character" w:customStyle="1" w:styleId="BodyText3Char">
    <w:name w:val="Body Text 3 Char"/>
    <w:basedOn w:val="DefaultParagraphFont"/>
    <w:link w:val="BodyText3"/>
    <w:uiPriority w:val="99"/>
    <w:locked/>
    <w:rsid w:val="00CB3486"/>
    <w:rPr>
      <w:sz w:val="16"/>
    </w:rPr>
  </w:style>
  <w:style w:type="paragraph" w:styleId="BodyTextIndent3">
    <w:name w:val="Body Text Indent 3"/>
    <w:basedOn w:val="Normal"/>
    <w:link w:val="BodyTextIndent3Char"/>
    <w:uiPriority w:val="99"/>
    <w:rsid w:val="00CB3486"/>
    <w:pPr>
      <w:spacing w:line="360" w:lineRule="auto"/>
      <w:ind w:left="708" w:firstLine="709"/>
    </w:pPr>
    <w:rPr>
      <w:sz w:val="28"/>
      <w:szCs w:val="28"/>
    </w:rPr>
  </w:style>
  <w:style w:type="character" w:customStyle="1" w:styleId="BodyTextIndent3Char">
    <w:name w:val="Body Text Indent 3 Char"/>
    <w:basedOn w:val="DefaultParagraphFont"/>
    <w:link w:val="BodyTextIndent3"/>
    <w:uiPriority w:val="99"/>
    <w:locked/>
    <w:rsid w:val="00CB3486"/>
    <w:rPr>
      <w:sz w:val="28"/>
    </w:rPr>
  </w:style>
  <w:style w:type="paragraph" w:styleId="BlockText">
    <w:name w:val="Block Text"/>
    <w:basedOn w:val="Normal"/>
    <w:uiPriority w:val="99"/>
    <w:rsid w:val="00CB3486"/>
    <w:pPr>
      <w:spacing w:line="360" w:lineRule="auto"/>
      <w:ind w:left="526" w:right="43" w:firstLine="709"/>
    </w:pPr>
    <w:rPr>
      <w:sz w:val="28"/>
      <w:szCs w:val="28"/>
    </w:rPr>
  </w:style>
  <w:style w:type="character" w:styleId="LineNumber">
    <w:name w:val="line number"/>
    <w:basedOn w:val="DefaultParagraphFont"/>
    <w:uiPriority w:val="99"/>
    <w:rsid w:val="00CB3486"/>
    <w:rPr>
      <w:rFonts w:cs="Times New Roman"/>
      <w:sz w:val="18"/>
    </w:rPr>
  </w:style>
  <w:style w:type="paragraph" w:styleId="List2">
    <w:name w:val="List 2"/>
    <w:basedOn w:val="List"/>
    <w:uiPriority w:val="99"/>
    <w:rsid w:val="00CB3486"/>
    <w:pPr>
      <w:spacing w:after="240" w:line="240" w:lineRule="atLeast"/>
      <w:ind w:left="1800" w:hanging="360"/>
    </w:pPr>
    <w:rPr>
      <w:rFonts w:ascii="Arial" w:hAnsi="Arial" w:cs="Arial"/>
      <w:spacing w:val="-5"/>
      <w:sz w:val="20"/>
      <w:szCs w:val="20"/>
      <w:lang w:eastAsia="en-US"/>
    </w:rPr>
  </w:style>
  <w:style w:type="paragraph" w:styleId="List3">
    <w:name w:val="List 3"/>
    <w:basedOn w:val="List"/>
    <w:uiPriority w:val="99"/>
    <w:rsid w:val="00CB3486"/>
    <w:pPr>
      <w:spacing w:after="240" w:line="240" w:lineRule="atLeast"/>
      <w:ind w:left="2160" w:hanging="360"/>
    </w:pPr>
    <w:rPr>
      <w:rFonts w:ascii="Arial" w:hAnsi="Arial" w:cs="Arial"/>
      <w:spacing w:val="-5"/>
      <w:sz w:val="20"/>
      <w:szCs w:val="20"/>
      <w:lang w:eastAsia="en-US"/>
    </w:rPr>
  </w:style>
  <w:style w:type="paragraph" w:styleId="List4">
    <w:name w:val="List 4"/>
    <w:basedOn w:val="List"/>
    <w:uiPriority w:val="99"/>
    <w:rsid w:val="00CB3486"/>
    <w:pPr>
      <w:spacing w:after="240" w:line="240" w:lineRule="atLeast"/>
      <w:ind w:left="2520" w:hanging="360"/>
    </w:pPr>
    <w:rPr>
      <w:rFonts w:ascii="Arial" w:hAnsi="Arial" w:cs="Arial"/>
      <w:spacing w:val="-5"/>
      <w:sz w:val="20"/>
      <w:szCs w:val="20"/>
      <w:lang w:eastAsia="en-US"/>
    </w:rPr>
  </w:style>
  <w:style w:type="paragraph" w:styleId="List5">
    <w:name w:val="List 5"/>
    <w:basedOn w:val="List"/>
    <w:uiPriority w:val="99"/>
    <w:rsid w:val="00CB3486"/>
    <w:pPr>
      <w:spacing w:after="240" w:line="240" w:lineRule="atLeast"/>
      <w:ind w:left="2880" w:hanging="360"/>
    </w:pPr>
    <w:rPr>
      <w:rFonts w:ascii="Arial" w:hAnsi="Arial" w:cs="Arial"/>
      <w:spacing w:val="-5"/>
      <w:sz w:val="20"/>
      <w:szCs w:val="20"/>
      <w:lang w:eastAsia="en-US"/>
    </w:rPr>
  </w:style>
  <w:style w:type="paragraph" w:styleId="ListBullet2">
    <w:name w:val="List Bullet 2"/>
    <w:basedOn w:val="ListBullet"/>
    <w:autoRedefine/>
    <w:uiPriority w:val="99"/>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ListBullet3">
    <w:name w:val="List Bullet 3"/>
    <w:basedOn w:val="ListBullet"/>
    <w:autoRedefine/>
    <w:uiPriority w:val="99"/>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ListBullet4">
    <w:name w:val="List Bullet 4"/>
    <w:basedOn w:val="ListBullet"/>
    <w:autoRedefine/>
    <w:uiPriority w:val="99"/>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ListBullet5">
    <w:name w:val="List Bullet 5"/>
    <w:basedOn w:val="ListBullet"/>
    <w:autoRedefine/>
    <w:uiPriority w:val="99"/>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ListContinue">
    <w:name w:val="List Continue"/>
    <w:basedOn w:val="List"/>
    <w:uiPriority w:val="99"/>
    <w:rsid w:val="00CB3486"/>
    <w:pPr>
      <w:spacing w:after="240" w:line="240" w:lineRule="atLeast"/>
      <w:ind w:left="1440" w:firstLine="0"/>
    </w:pPr>
    <w:rPr>
      <w:rFonts w:ascii="Arial" w:hAnsi="Arial" w:cs="Arial"/>
      <w:spacing w:val="-5"/>
      <w:sz w:val="20"/>
      <w:szCs w:val="20"/>
      <w:lang w:eastAsia="en-US"/>
    </w:rPr>
  </w:style>
  <w:style w:type="paragraph" w:styleId="ListContinue2">
    <w:name w:val="List Continue 2"/>
    <w:basedOn w:val="ListContinue"/>
    <w:uiPriority w:val="99"/>
    <w:rsid w:val="00CB3486"/>
    <w:pPr>
      <w:ind w:left="2160"/>
    </w:pPr>
  </w:style>
  <w:style w:type="paragraph" w:styleId="ListContinue3">
    <w:name w:val="List Continue 3"/>
    <w:basedOn w:val="ListContinue"/>
    <w:uiPriority w:val="99"/>
    <w:rsid w:val="00CB3486"/>
    <w:pPr>
      <w:ind w:left="2520"/>
    </w:pPr>
  </w:style>
  <w:style w:type="paragraph" w:styleId="ListContinue4">
    <w:name w:val="List Continue 4"/>
    <w:basedOn w:val="ListContinue"/>
    <w:uiPriority w:val="99"/>
    <w:rsid w:val="00CB3486"/>
    <w:pPr>
      <w:ind w:left="2880"/>
    </w:pPr>
  </w:style>
  <w:style w:type="paragraph" w:styleId="ListContinue5">
    <w:name w:val="List Continue 5"/>
    <w:basedOn w:val="ListContinue"/>
    <w:uiPriority w:val="99"/>
    <w:rsid w:val="00CB3486"/>
    <w:pPr>
      <w:ind w:left="3240"/>
    </w:pPr>
  </w:style>
  <w:style w:type="paragraph" w:styleId="ListNumber">
    <w:name w:val="List Number"/>
    <w:basedOn w:val="Normal"/>
    <w:uiPriority w:val="99"/>
    <w:rsid w:val="00CB3486"/>
    <w:pPr>
      <w:spacing w:before="100" w:beforeAutospacing="1" w:after="100" w:afterAutospacing="1" w:line="360" w:lineRule="auto"/>
      <w:ind w:firstLine="709"/>
    </w:pPr>
    <w:rPr>
      <w:sz w:val="28"/>
      <w:szCs w:val="28"/>
    </w:rPr>
  </w:style>
  <w:style w:type="paragraph" w:styleId="ListNumber2">
    <w:name w:val="List Number 2"/>
    <w:basedOn w:val="ListNumber"/>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ListNumber3">
    <w:name w:val="List Number 3"/>
    <w:basedOn w:val="ListNumber"/>
    <w:uiPriority w:val="99"/>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ListNumber4">
    <w:name w:val="List Number 4"/>
    <w:basedOn w:val="ListNumber"/>
    <w:uiPriority w:val="99"/>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ListNumber5">
    <w:name w:val="List Number 5"/>
    <w:basedOn w:val="ListNumber"/>
    <w:uiPriority w:val="99"/>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MessageHeader">
    <w:name w:val="Message Header"/>
    <w:basedOn w:val="BodyText"/>
    <w:link w:val="MessageHeaderChar"/>
    <w:uiPriority w:val="9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MessageHeaderChar">
    <w:name w:val="Message Header Char"/>
    <w:basedOn w:val="DefaultParagraphFont"/>
    <w:link w:val="MessageHeader"/>
    <w:uiPriority w:val="99"/>
    <w:locked/>
    <w:rsid w:val="00CB3486"/>
    <w:rPr>
      <w:rFonts w:ascii="Arial" w:hAnsi="Arial"/>
      <w:sz w:val="22"/>
      <w:lang w:eastAsia="en-US"/>
    </w:rPr>
  </w:style>
  <w:style w:type="paragraph" w:styleId="NormalIndent">
    <w:name w:val="Normal Indent"/>
    <w:basedOn w:val="Normal"/>
    <w:uiPriority w:val="99"/>
    <w:rsid w:val="00CB3486"/>
    <w:pPr>
      <w:spacing w:line="360" w:lineRule="auto"/>
      <w:ind w:left="1440" w:firstLine="709"/>
    </w:pPr>
    <w:rPr>
      <w:rFonts w:ascii="Arial" w:hAnsi="Arial" w:cs="Arial"/>
      <w:spacing w:val="-5"/>
      <w:sz w:val="20"/>
      <w:szCs w:val="20"/>
      <w:lang w:eastAsia="en-US"/>
    </w:rPr>
  </w:style>
  <w:style w:type="paragraph" w:styleId="HTMLAddress">
    <w:name w:val="HTML Address"/>
    <w:basedOn w:val="Normal"/>
    <w:link w:val="HTMLAddressChar"/>
    <w:uiPriority w:val="99"/>
    <w:rsid w:val="00CB3486"/>
    <w:pPr>
      <w:spacing w:line="360" w:lineRule="auto"/>
      <w:ind w:left="1080" w:firstLine="709"/>
    </w:pPr>
    <w:rPr>
      <w:rFonts w:ascii="Arial" w:hAnsi="Arial"/>
      <w:i/>
      <w:iCs/>
      <w:spacing w:val="-5"/>
      <w:sz w:val="20"/>
      <w:szCs w:val="20"/>
      <w:lang w:eastAsia="en-US"/>
    </w:rPr>
  </w:style>
  <w:style w:type="character" w:customStyle="1" w:styleId="HTMLAddressChar">
    <w:name w:val="HTML Address Char"/>
    <w:basedOn w:val="DefaultParagraphFont"/>
    <w:link w:val="HTMLAddress"/>
    <w:uiPriority w:val="99"/>
    <w:locked/>
    <w:rsid w:val="00CB3486"/>
    <w:rPr>
      <w:rFonts w:ascii="Arial" w:hAnsi="Arial"/>
      <w:i/>
      <w:spacing w:val="-5"/>
      <w:lang w:eastAsia="en-US"/>
    </w:rPr>
  </w:style>
  <w:style w:type="paragraph" w:styleId="EnvelopeAddress">
    <w:name w:val="envelope address"/>
    <w:basedOn w:val="Normal"/>
    <w:uiPriority w:val="99"/>
    <w:rsid w:val="00CB3486"/>
    <w:pPr>
      <w:framePr w:w="7920" w:h="1980" w:hRule="exact" w:hSpace="180" w:wrap="auto" w:hAnchor="page" w:xAlign="center" w:yAlign="bottom"/>
      <w:spacing w:line="360" w:lineRule="auto"/>
      <w:ind w:left="2880" w:firstLine="709"/>
    </w:pPr>
    <w:rPr>
      <w:rFonts w:ascii="Arial" w:hAnsi="Arial" w:cs="Arial"/>
      <w:spacing w:val="-5"/>
      <w:sz w:val="28"/>
      <w:szCs w:val="28"/>
      <w:lang w:eastAsia="en-US"/>
    </w:rPr>
  </w:style>
  <w:style w:type="character" w:styleId="HTMLAcronym">
    <w:name w:val="HTML Acronym"/>
    <w:basedOn w:val="DefaultParagraphFont"/>
    <w:uiPriority w:val="99"/>
    <w:rsid w:val="00CB3486"/>
    <w:rPr>
      <w:rFonts w:cs="Times New Roman"/>
      <w:lang w:val="ru-RU"/>
    </w:rPr>
  </w:style>
  <w:style w:type="paragraph" w:styleId="Date">
    <w:name w:val="Date"/>
    <w:basedOn w:val="Normal"/>
    <w:next w:val="Normal"/>
    <w:link w:val="DateChar"/>
    <w:uiPriority w:val="99"/>
    <w:rsid w:val="00CB3486"/>
    <w:pPr>
      <w:spacing w:line="360" w:lineRule="auto"/>
      <w:ind w:left="1080" w:firstLine="709"/>
    </w:pPr>
    <w:rPr>
      <w:rFonts w:ascii="Arial" w:hAnsi="Arial"/>
      <w:spacing w:val="-5"/>
      <w:sz w:val="20"/>
      <w:szCs w:val="20"/>
      <w:lang w:eastAsia="en-US"/>
    </w:rPr>
  </w:style>
  <w:style w:type="character" w:customStyle="1" w:styleId="DateChar">
    <w:name w:val="Date Char"/>
    <w:basedOn w:val="DefaultParagraphFont"/>
    <w:link w:val="Date"/>
    <w:uiPriority w:val="99"/>
    <w:locked/>
    <w:rsid w:val="00CB3486"/>
    <w:rPr>
      <w:rFonts w:ascii="Arial" w:hAnsi="Arial"/>
      <w:spacing w:val="-5"/>
      <w:lang w:eastAsia="en-US"/>
    </w:rPr>
  </w:style>
  <w:style w:type="paragraph" w:styleId="NoteHeading">
    <w:name w:val="Note Heading"/>
    <w:basedOn w:val="Normal"/>
    <w:next w:val="Normal"/>
    <w:link w:val="NoteHeadingChar"/>
    <w:uiPriority w:val="99"/>
    <w:rsid w:val="00CB3486"/>
    <w:pPr>
      <w:spacing w:line="360" w:lineRule="auto"/>
      <w:ind w:left="1080" w:firstLine="709"/>
    </w:pPr>
    <w:rPr>
      <w:rFonts w:ascii="Arial" w:hAnsi="Arial"/>
      <w:spacing w:val="-5"/>
      <w:sz w:val="20"/>
      <w:szCs w:val="20"/>
      <w:lang w:eastAsia="en-US"/>
    </w:rPr>
  </w:style>
  <w:style w:type="character" w:customStyle="1" w:styleId="NoteHeadingChar">
    <w:name w:val="Note Heading Char"/>
    <w:basedOn w:val="DefaultParagraphFont"/>
    <w:link w:val="NoteHeading"/>
    <w:uiPriority w:val="99"/>
    <w:locked/>
    <w:rsid w:val="00CB3486"/>
    <w:rPr>
      <w:rFonts w:ascii="Arial" w:hAnsi="Arial"/>
      <w:spacing w:val="-5"/>
      <w:lang w:eastAsia="en-US"/>
    </w:rPr>
  </w:style>
  <w:style w:type="character" w:styleId="HTMLKeyboard">
    <w:name w:val="HTML Keyboard"/>
    <w:basedOn w:val="DefaultParagraphFont"/>
    <w:uiPriority w:val="99"/>
    <w:rsid w:val="00CB3486"/>
    <w:rPr>
      <w:rFonts w:ascii="Courier New" w:hAnsi="Courier New" w:cs="Times New Roman"/>
      <w:sz w:val="20"/>
      <w:lang w:val="ru-RU"/>
    </w:rPr>
  </w:style>
  <w:style w:type="character" w:styleId="HTMLCode">
    <w:name w:val="HTML Code"/>
    <w:basedOn w:val="DefaultParagraphFont"/>
    <w:uiPriority w:val="99"/>
    <w:rsid w:val="00CB3486"/>
    <w:rPr>
      <w:rFonts w:ascii="Courier New" w:hAnsi="Courier New" w:cs="Times New Roman"/>
      <w:sz w:val="20"/>
      <w:lang w:val="ru-RU"/>
    </w:rPr>
  </w:style>
  <w:style w:type="paragraph" w:styleId="BodyTextFirstIndent">
    <w:name w:val="Body Text First Indent"/>
    <w:basedOn w:val="BodyText"/>
    <w:link w:val="BodyTextFirstIndentChar"/>
    <w:uiPriority w:val="99"/>
    <w:rsid w:val="00CB3486"/>
    <w:pPr>
      <w:ind w:left="1080" w:firstLine="210"/>
    </w:pPr>
    <w:rPr>
      <w:rFonts w:ascii="Arial" w:hAnsi="Arial"/>
      <w:spacing w:val="-5"/>
      <w:lang w:eastAsia="en-US"/>
    </w:rPr>
  </w:style>
  <w:style w:type="character" w:customStyle="1" w:styleId="BodyTextFirstIndentChar">
    <w:name w:val="Body Text First Indent Char"/>
    <w:basedOn w:val="BodyTextChar1"/>
    <w:link w:val="BodyTextFirstIndent"/>
    <w:uiPriority w:val="99"/>
    <w:locked/>
    <w:rsid w:val="00CB3486"/>
    <w:rPr>
      <w:rFonts w:ascii="Arial" w:hAnsi="Arial"/>
      <w:spacing w:val="-5"/>
      <w:lang w:eastAsia="en-US"/>
    </w:rPr>
  </w:style>
  <w:style w:type="paragraph" w:styleId="BodyTextFirstIndent2">
    <w:name w:val="Body Text First Indent 2"/>
    <w:basedOn w:val="BodyTextIndent"/>
    <w:link w:val="BodyTextFirstIndent2Char"/>
    <w:uiPriority w:val="99"/>
    <w:rsid w:val="00CB3486"/>
    <w:pPr>
      <w:spacing w:after="120"/>
      <w:ind w:left="283" w:firstLine="210"/>
      <w:jc w:val="left"/>
    </w:pPr>
    <w:rPr>
      <w:rFonts w:ascii="Arial" w:hAnsi="Arial"/>
      <w:spacing w:val="-5"/>
      <w:lang w:eastAsia="en-US"/>
    </w:rPr>
  </w:style>
  <w:style w:type="character" w:customStyle="1" w:styleId="BodyTextFirstIndent2Char">
    <w:name w:val="Body Text First Indent 2 Char"/>
    <w:basedOn w:val="BodyTextIndentChar"/>
    <w:link w:val="BodyTextFirstIndent2"/>
    <w:uiPriority w:val="99"/>
    <w:locked/>
    <w:rsid w:val="00CB3486"/>
    <w:rPr>
      <w:rFonts w:ascii="Arial" w:hAnsi="Arial"/>
      <w:spacing w:val="-5"/>
      <w:lang w:eastAsia="en-US"/>
    </w:rPr>
  </w:style>
  <w:style w:type="character" w:styleId="HTMLSample">
    <w:name w:val="HTML Sample"/>
    <w:basedOn w:val="DefaultParagraphFont"/>
    <w:uiPriority w:val="99"/>
    <w:rsid w:val="00CB3486"/>
    <w:rPr>
      <w:rFonts w:ascii="Courier New" w:hAnsi="Courier New" w:cs="Times New Roman"/>
      <w:lang w:val="ru-RU"/>
    </w:rPr>
  </w:style>
  <w:style w:type="paragraph" w:styleId="EnvelopeReturn">
    <w:name w:val="envelope return"/>
    <w:basedOn w:val="Normal"/>
    <w:uiPriority w:val="99"/>
    <w:rsid w:val="00CB3486"/>
    <w:pPr>
      <w:spacing w:line="360" w:lineRule="auto"/>
      <w:ind w:left="1080" w:firstLine="709"/>
    </w:pPr>
    <w:rPr>
      <w:rFonts w:ascii="Arial" w:hAnsi="Arial" w:cs="Arial"/>
      <w:spacing w:val="-5"/>
      <w:sz w:val="20"/>
      <w:szCs w:val="20"/>
      <w:lang w:eastAsia="en-US"/>
    </w:rPr>
  </w:style>
  <w:style w:type="character" w:styleId="HTMLDefinition">
    <w:name w:val="HTML Definition"/>
    <w:basedOn w:val="DefaultParagraphFont"/>
    <w:uiPriority w:val="99"/>
    <w:rsid w:val="00CB3486"/>
    <w:rPr>
      <w:rFonts w:cs="Times New Roman"/>
      <w:i/>
      <w:lang w:val="ru-RU"/>
    </w:rPr>
  </w:style>
  <w:style w:type="character" w:styleId="HTMLVariable">
    <w:name w:val="HTML Variable"/>
    <w:basedOn w:val="DefaultParagraphFont"/>
    <w:uiPriority w:val="99"/>
    <w:rsid w:val="00CB3486"/>
    <w:rPr>
      <w:rFonts w:cs="Times New Roman"/>
      <w:i/>
      <w:lang w:val="ru-RU"/>
    </w:rPr>
  </w:style>
  <w:style w:type="character" w:styleId="HTMLTypewriter">
    <w:name w:val="HTML Typewriter"/>
    <w:basedOn w:val="DefaultParagraphFont"/>
    <w:uiPriority w:val="99"/>
    <w:rsid w:val="00CB3486"/>
    <w:rPr>
      <w:rFonts w:ascii="Courier New" w:hAnsi="Courier New" w:cs="Times New Roman"/>
      <w:sz w:val="20"/>
      <w:lang w:val="ru-RU"/>
    </w:rPr>
  </w:style>
  <w:style w:type="paragraph" w:styleId="Signature">
    <w:name w:val="Signature"/>
    <w:basedOn w:val="Normal"/>
    <w:link w:val="SignatureChar"/>
    <w:uiPriority w:val="99"/>
    <w:rsid w:val="00CB3486"/>
    <w:pPr>
      <w:spacing w:line="360" w:lineRule="auto"/>
      <w:ind w:left="4252" w:firstLine="709"/>
    </w:pPr>
    <w:rPr>
      <w:rFonts w:ascii="Arial" w:hAnsi="Arial"/>
      <w:spacing w:val="-5"/>
      <w:sz w:val="20"/>
      <w:szCs w:val="20"/>
      <w:lang w:eastAsia="en-US"/>
    </w:rPr>
  </w:style>
  <w:style w:type="character" w:customStyle="1" w:styleId="SignatureChar">
    <w:name w:val="Signature Char"/>
    <w:basedOn w:val="DefaultParagraphFont"/>
    <w:link w:val="Signature"/>
    <w:uiPriority w:val="99"/>
    <w:locked/>
    <w:rsid w:val="00CB3486"/>
    <w:rPr>
      <w:rFonts w:ascii="Arial" w:hAnsi="Arial"/>
      <w:spacing w:val="-5"/>
      <w:lang w:eastAsia="en-US"/>
    </w:rPr>
  </w:style>
  <w:style w:type="paragraph" w:styleId="Salutation">
    <w:name w:val="Salutation"/>
    <w:basedOn w:val="Normal"/>
    <w:next w:val="Normal"/>
    <w:link w:val="SalutationChar"/>
    <w:uiPriority w:val="99"/>
    <w:rsid w:val="00CB3486"/>
    <w:pPr>
      <w:spacing w:line="360" w:lineRule="auto"/>
      <w:ind w:left="1080" w:firstLine="709"/>
    </w:pPr>
    <w:rPr>
      <w:rFonts w:ascii="Arial" w:hAnsi="Arial"/>
      <w:spacing w:val="-5"/>
      <w:sz w:val="20"/>
      <w:szCs w:val="20"/>
      <w:lang w:eastAsia="en-US"/>
    </w:rPr>
  </w:style>
  <w:style w:type="character" w:customStyle="1" w:styleId="SalutationChar">
    <w:name w:val="Salutation Char"/>
    <w:basedOn w:val="DefaultParagraphFont"/>
    <w:link w:val="Salutation"/>
    <w:uiPriority w:val="99"/>
    <w:locked/>
    <w:rsid w:val="00CB3486"/>
    <w:rPr>
      <w:rFonts w:ascii="Arial" w:hAnsi="Arial"/>
      <w:spacing w:val="-5"/>
      <w:lang w:eastAsia="en-US"/>
    </w:rPr>
  </w:style>
  <w:style w:type="paragraph" w:styleId="Closing">
    <w:name w:val="Closing"/>
    <w:basedOn w:val="Normal"/>
    <w:link w:val="ClosingChar"/>
    <w:uiPriority w:val="99"/>
    <w:rsid w:val="00CB3486"/>
    <w:pPr>
      <w:spacing w:line="360" w:lineRule="auto"/>
      <w:ind w:left="4252" w:firstLine="709"/>
    </w:pPr>
    <w:rPr>
      <w:rFonts w:ascii="Arial" w:hAnsi="Arial"/>
      <w:spacing w:val="-5"/>
      <w:sz w:val="20"/>
      <w:szCs w:val="20"/>
      <w:lang w:eastAsia="en-US"/>
    </w:rPr>
  </w:style>
  <w:style w:type="character" w:customStyle="1" w:styleId="ClosingChar">
    <w:name w:val="Closing Char"/>
    <w:basedOn w:val="DefaultParagraphFont"/>
    <w:link w:val="Closing"/>
    <w:uiPriority w:val="99"/>
    <w:locked/>
    <w:rsid w:val="00CB3486"/>
    <w:rPr>
      <w:rFonts w:ascii="Arial" w:hAnsi="Arial"/>
      <w:spacing w:val="-5"/>
      <w:lang w:eastAsia="en-US"/>
    </w:rPr>
  </w:style>
  <w:style w:type="paragraph" w:styleId="HTMLPreformatted">
    <w:name w:val="HTML Preformatted"/>
    <w:basedOn w:val="Normal"/>
    <w:link w:val="HTMLPreformattedChar"/>
    <w:uiPriority w:val="99"/>
    <w:rsid w:val="00CB3486"/>
    <w:pPr>
      <w:spacing w:line="360" w:lineRule="auto"/>
      <w:ind w:left="1080" w:firstLine="709"/>
    </w:pPr>
    <w:rPr>
      <w:rFonts w:ascii="Courier New" w:hAnsi="Courier New"/>
      <w:spacing w:val="-5"/>
      <w:sz w:val="20"/>
      <w:szCs w:val="20"/>
      <w:lang w:eastAsia="en-US"/>
    </w:rPr>
  </w:style>
  <w:style w:type="character" w:customStyle="1" w:styleId="HTMLPreformattedChar">
    <w:name w:val="HTML Preformatted Char"/>
    <w:basedOn w:val="DefaultParagraphFont"/>
    <w:link w:val="HTMLPreformatted"/>
    <w:uiPriority w:val="99"/>
    <w:locked/>
    <w:rsid w:val="00CB3486"/>
    <w:rPr>
      <w:rFonts w:ascii="Courier New" w:hAnsi="Courier New"/>
      <w:spacing w:val="-5"/>
      <w:lang w:eastAsia="en-US"/>
    </w:rPr>
  </w:style>
  <w:style w:type="paragraph" w:styleId="PlainText">
    <w:name w:val="Plain Text"/>
    <w:basedOn w:val="Normal"/>
    <w:link w:val="PlainTextChar"/>
    <w:uiPriority w:val="99"/>
    <w:rsid w:val="00CB3486"/>
    <w:pPr>
      <w:spacing w:line="360" w:lineRule="auto"/>
      <w:ind w:left="1080" w:firstLine="709"/>
    </w:pPr>
    <w:rPr>
      <w:rFonts w:ascii="Courier New" w:hAnsi="Courier New"/>
      <w:spacing w:val="-5"/>
      <w:sz w:val="20"/>
      <w:szCs w:val="20"/>
      <w:lang w:eastAsia="en-US"/>
    </w:rPr>
  </w:style>
  <w:style w:type="character" w:customStyle="1" w:styleId="PlainTextChar">
    <w:name w:val="Plain Text Char"/>
    <w:basedOn w:val="DefaultParagraphFont"/>
    <w:link w:val="PlainText"/>
    <w:uiPriority w:val="99"/>
    <w:locked/>
    <w:rsid w:val="00CB3486"/>
    <w:rPr>
      <w:rFonts w:ascii="Courier New" w:hAnsi="Courier New"/>
      <w:spacing w:val="-5"/>
      <w:lang w:eastAsia="en-US"/>
    </w:rPr>
  </w:style>
  <w:style w:type="character" w:styleId="HTMLCite">
    <w:name w:val="HTML Cite"/>
    <w:basedOn w:val="DefaultParagraphFont"/>
    <w:uiPriority w:val="99"/>
    <w:rsid w:val="00CB3486"/>
    <w:rPr>
      <w:rFonts w:cs="Times New Roman"/>
      <w:i/>
      <w:lang w:val="ru-RU"/>
    </w:rPr>
  </w:style>
  <w:style w:type="paragraph" w:styleId="E-mailSignature">
    <w:name w:val="E-mail Signature"/>
    <w:basedOn w:val="Normal"/>
    <w:link w:val="E-mailSignatureChar"/>
    <w:uiPriority w:val="99"/>
    <w:rsid w:val="00CB3486"/>
    <w:pPr>
      <w:spacing w:line="360" w:lineRule="auto"/>
      <w:ind w:left="1080" w:firstLine="709"/>
    </w:pPr>
    <w:rPr>
      <w:rFonts w:ascii="Arial" w:hAnsi="Arial"/>
      <w:spacing w:val="-5"/>
      <w:sz w:val="20"/>
      <w:szCs w:val="20"/>
      <w:lang w:eastAsia="en-US"/>
    </w:rPr>
  </w:style>
  <w:style w:type="character" w:customStyle="1" w:styleId="E-mailSignatureChar">
    <w:name w:val="E-mail Signature Char"/>
    <w:basedOn w:val="DefaultParagraphFont"/>
    <w:link w:val="E-mailSignature"/>
    <w:uiPriority w:val="99"/>
    <w:locked/>
    <w:rsid w:val="00CB3486"/>
    <w:rPr>
      <w:rFonts w:ascii="Arial" w:hAnsi="Arial"/>
      <w:spacing w:val="-5"/>
      <w:lang w:eastAsia="en-US"/>
    </w:rPr>
  </w:style>
  <w:style w:type="table" w:styleId="TableWeb1">
    <w:name w:val="Table Web 1"/>
    <w:basedOn w:val="TableNormal"/>
    <w:uiPriority w:val="99"/>
    <w:rsid w:val="00CB3486"/>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CB3486"/>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CB3486"/>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Elegant">
    <w:name w:val="Table Elegant"/>
    <w:basedOn w:val="TableNormal"/>
    <w:uiPriority w:val="99"/>
    <w:rsid w:val="00CB3486"/>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Subtle1">
    <w:name w:val="Table Subtle 1"/>
    <w:basedOn w:val="TableNormal"/>
    <w:uiPriority w:val="99"/>
    <w:rsid w:val="00CB3486"/>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CB3486"/>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CB3486"/>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CB3486"/>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CB3486"/>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CB3486"/>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3Deffects1">
    <w:name w:val="Table 3D effects 1"/>
    <w:basedOn w:val="TableNormal"/>
    <w:uiPriority w:val="99"/>
    <w:rsid w:val="00CB3486"/>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CB3486"/>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CB3486"/>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imple1">
    <w:name w:val="Table Simple 1"/>
    <w:basedOn w:val="TableNormal"/>
    <w:uiPriority w:val="99"/>
    <w:rsid w:val="00CB3486"/>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CB3486"/>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CB3486"/>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rsid w:val="00CB3486"/>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CB3486"/>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CB3486"/>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CB3486"/>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CB3486"/>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CB3486"/>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CB3486"/>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CB3486"/>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rsid w:val="00CB3486"/>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rsid w:val="00CB3486"/>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CB3486"/>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CB3486"/>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CB3486"/>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CB3486"/>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CB3486"/>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List1">
    <w:name w:val="Table List 1"/>
    <w:basedOn w:val="TableNormal"/>
    <w:uiPriority w:val="99"/>
    <w:rsid w:val="00CB3486"/>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CB3486"/>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CB3486"/>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CB3486"/>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CB3486"/>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CB3486"/>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CB3486"/>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CB3486"/>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rsid w:val="00CB348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uiPriority w:val="99"/>
    <w:rsid w:val="00CB3486"/>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CB3486"/>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CB3486"/>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EndnoteText">
    <w:name w:val="endnote text"/>
    <w:basedOn w:val="Normal"/>
    <w:link w:val="EndnoteTextChar"/>
    <w:uiPriority w:val="99"/>
    <w:rsid w:val="00CB3486"/>
    <w:pPr>
      <w:spacing w:line="360" w:lineRule="auto"/>
      <w:ind w:firstLine="680"/>
    </w:pPr>
    <w:rPr>
      <w:sz w:val="20"/>
      <w:szCs w:val="20"/>
    </w:rPr>
  </w:style>
  <w:style w:type="character" w:customStyle="1" w:styleId="EndnoteTextChar">
    <w:name w:val="Endnote Text Char"/>
    <w:basedOn w:val="DefaultParagraphFont"/>
    <w:link w:val="EndnoteText"/>
    <w:uiPriority w:val="99"/>
    <w:locked/>
    <w:rsid w:val="00CB3486"/>
    <w:rPr>
      <w:rFonts w:cs="Times New Roman"/>
    </w:rPr>
  </w:style>
  <w:style w:type="character" w:styleId="EndnoteReference">
    <w:name w:val="endnote reference"/>
    <w:basedOn w:val="DefaultParagraphFont"/>
    <w:uiPriority w:val="99"/>
    <w:rsid w:val="00CB3486"/>
    <w:rPr>
      <w:rFonts w:cs="Times New Roman"/>
      <w:vertAlign w:val="superscript"/>
    </w:rPr>
  </w:style>
  <w:style w:type="table" w:styleId="MediumShading2-Accent5">
    <w:name w:val="Medium Shading 2 Accent 5"/>
    <w:basedOn w:val="TableNormal"/>
    <w:uiPriority w:val="99"/>
    <w:rsid w:val="00CB3486"/>
    <w:rPr>
      <w:rFonts w:ascii="Calibri" w:hAnsi="Calibri"/>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character" w:customStyle="1" w:styleId="Heading3Char1">
    <w:name w:val="Heading 3 Char1"/>
    <w:aliases w:val="Знак3 Знак Char1,Знак3 Char1,Знак3 Знак Знак Знак Char1,Знак Char1,ПодЗаголовок Char1"/>
    <w:link w:val="Heading3"/>
    <w:uiPriority w:val="99"/>
    <w:locked/>
    <w:rsid w:val="00191D7E"/>
    <w:rPr>
      <w:b/>
      <w:sz w:val="26"/>
      <w:lang w:val="ru-RU" w:eastAsia="ru-RU"/>
    </w:rPr>
  </w:style>
  <w:style w:type="paragraph" w:customStyle="1" w:styleId="af">
    <w:name w:val="Îáû÷íûé"/>
    <w:uiPriority w:val="99"/>
    <w:rsid w:val="00A01E86"/>
    <w:pPr>
      <w:ind w:firstLine="567"/>
      <w:jc w:val="both"/>
    </w:pPr>
    <w:rPr>
      <w:sz w:val="28"/>
      <w:szCs w:val="20"/>
    </w:rPr>
  </w:style>
  <w:style w:type="paragraph" w:customStyle="1" w:styleId="S5">
    <w:name w:val="S_Обычный"/>
    <w:basedOn w:val="Normal"/>
    <w:link w:val="S6"/>
    <w:uiPriority w:val="99"/>
    <w:rsid w:val="0078428F"/>
    <w:pPr>
      <w:spacing w:before="120" w:after="60"/>
    </w:pPr>
    <w:rPr>
      <w:lang w:eastAsia="ar-SA"/>
    </w:rPr>
  </w:style>
  <w:style w:type="character" w:customStyle="1" w:styleId="S6">
    <w:name w:val="S_Обычный Знак"/>
    <w:link w:val="S5"/>
    <w:uiPriority w:val="99"/>
    <w:locked/>
    <w:rsid w:val="0078428F"/>
    <w:rPr>
      <w:sz w:val="24"/>
      <w:lang w:eastAsia="ar-SA" w:bidi="ar-SA"/>
    </w:rPr>
  </w:style>
  <w:style w:type="paragraph" w:customStyle="1" w:styleId="S7">
    <w:name w:val="S_Титульный"/>
    <w:basedOn w:val="Normal"/>
    <w:uiPriority w:val="99"/>
    <w:rsid w:val="00060D76"/>
    <w:pPr>
      <w:spacing w:line="360" w:lineRule="auto"/>
      <w:ind w:left="3240"/>
      <w:jc w:val="right"/>
    </w:pPr>
    <w:rPr>
      <w:b/>
      <w:sz w:val="32"/>
      <w:szCs w:val="32"/>
    </w:rPr>
  </w:style>
  <w:style w:type="paragraph" w:customStyle="1" w:styleId="af0">
    <w:name w:val="ТЕКСТ ГРАД"/>
    <w:basedOn w:val="Normal"/>
    <w:link w:val="af1"/>
    <w:uiPriority w:val="99"/>
    <w:rsid w:val="00060D76"/>
    <w:pPr>
      <w:spacing w:line="360" w:lineRule="auto"/>
      <w:ind w:firstLine="709"/>
    </w:pPr>
  </w:style>
  <w:style w:type="character" w:customStyle="1" w:styleId="af1">
    <w:name w:val="ТЕКСТ ГРАД Знак"/>
    <w:link w:val="af0"/>
    <w:uiPriority w:val="99"/>
    <w:locked/>
    <w:rsid w:val="00060D76"/>
    <w:rPr>
      <w:sz w:val="24"/>
    </w:rPr>
  </w:style>
  <w:style w:type="paragraph" w:customStyle="1" w:styleId="af2">
    <w:name w:val="ООО  «Институт Территориального Планирования"/>
    <w:basedOn w:val="Normal"/>
    <w:link w:val="af3"/>
    <w:uiPriority w:val="99"/>
    <w:rsid w:val="00060D76"/>
    <w:pPr>
      <w:spacing w:line="360" w:lineRule="auto"/>
      <w:ind w:left="709"/>
      <w:jc w:val="right"/>
    </w:pPr>
  </w:style>
  <w:style w:type="character" w:customStyle="1" w:styleId="af3">
    <w:name w:val="ООО  «Институт Территориального Планирования Знак"/>
    <w:link w:val="af2"/>
    <w:uiPriority w:val="99"/>
    <w:locked/>
    <w:rsid w:val="00060D76"/>
    <w:rPr>
      <w:sz w:val="24"/>
    </w:rPr>
  </w:style>
  <w:style w:type="paragraph" w:customStyle="1" w:styleId="S8">
    <w:name w:val="S_Обычный в таблице"/>
    <w:basedOn w:val="Normal"/>
    <w:link w:val="S9"/>
    <w:uiPriority w:val="99"/>
    <w:rsid w:val="00060D76"/>
    <w:pPr>
      <w:spacing w:line="360" w:lineRule="auto"/>
      <w:jc w:val="center"/>
    </w:pPr>
  </w:style>
  <w:style w:type="character" w:customStyle="1" w:styleId="S9">
    <w:name w:val="S_Обычный в таблице Знак"/>
    <w:link w:val="S8"/>
    <w:uiPriority w:val="99"/>
    <w:locked/>
    <w:rsid w:val="00060D76"/>
    <w:rPr>
      <w:sz w:val="24"/>
    </w:rPr>
  </w:style>
  <w:style w:type="character" w:styleId="PlaceholderText">
    <w:name w:val="Placeholder Text"/>
    <w:basedOn w:val="DefaultParagraphFont"/>
    <w:uiPriority w:val="99"/>
    <w:semiHidden/>
    <w:rsid w:val="002D2CBA"/>
    <w:rPr>
      <w:color w:val="808080"/>
    </w:rPr>
  </w:style>
  <w:style w:type="paragraph" w:styleId="Revision">
    <w:name w:val="Revision"/>
    <w:hidden/>
    <w:uiPriority w:val="99"/>
    <w:semiHidden/>
    <w:rsid w:val="002D2CBA"/>
    <w:pPr>
      <w:ind w:firstLine="567"/>
      <w:jc w:val="both"/>
    </w:pPr>
    <w:rPr>
      <w:sz w:val="24"/>
      <w:szCs w:val="24"/>
    </w:rPr>
  </w:style>
  <w:style w:type="paragraph" w:customStyle="1" w:styleId="Sa">
    <w:name w:val="S_Обложка_проект"/>
    <w:basedOn w:val="Normal"/>
    <w:uiPriority w:val="99"/>
    <w:rsid w:val="00085213"/>
    <w:pPr>
      <w:spacing w:line="360" w:lineRule="auto"/>
      <w:ind w:left="3240"/>
      <w:jc w:val="right"/>
    </w:pPr>
    <w:rPr>
      <w:caps/>
    </w:rPr>
  </w:style>
  <w:style w:type="paragraph" w:customStyle="1" w:styleId="S20">
    <w:name w:val="S_Титульный 2"/>
    <w:basedOn w:val="Normal"/>
    <w:uiPriority w:val="99"/>
    <w:rsid w:val="00085213"/>
    <w:pPr>
      <w:shd w:val="clear" w:color="auto" w:fill="FFFFFF"/>
      <w:snapToGrid w:val="0"/>
      <w:jc w:val="center"/>
    </w:pPr>
    <w:rPr>
      <w:lang w:eastAsia="ar-SA"/>
    </w:rPr>
  </w:style>
  <w:style w:type="paragraph" w:customStyle="1" w:styleId="S2">
    <w:name w:val="S_Заголовок 2"/>
    <w:basedOn w:val="Heading2"/>
    <w:autoRedefine/>
    <w:uiPriority w:val="99"/>
    <w:rsid w:val="000C2441"/>
    <w:pPr>
      <w:keepNext w:val="0"/>
      <w:numPr>
        <w:numId w:val="20"/>
      </w:numPr>
      <w:tabs>
        <w:tab w:val="clear" w:pos="1134"/>
        <w:tab w:val="clear" w:pos="1276"/>
      </w:tabs>
      <w:spacing w:before="0" w:after="0" w:line="360" w:lineRule="auto"/>
    </w:pPr>
    <w:rPr>
      <w:b w:val="0"/>
      <w:bCs w:val="0"/>
      <w:iCs w:val="0"/>
      <w:sz w:val="24"/>
      <w:szCs w:val="24"/>
    </w:rPr>
  </w:style>
  <w:style w:type="paragraph" w:customStyle="1" w:styleId="S3">
    <w:name w:val="S_Заголовок 3"/>
    <w:basedOn w:val="Heading3"/>
    <w:uiPriority w:val="99"/>
    <w:rsid w:val="000C2441"/>
    <w:pPr>
      <w:keepNext w:val="0"/>
      <w:numPr>
        <w:numId w:val="20"/>
      </w:numPr>
      <w:tabs>
        <w:tab w:val="clear" w:pos="1276"/>
      </w:tabs>
      <w:spacing w:before="0" w:after="0" w:line="360" w:lineRule="auto"/>
      <w:jc w:val="center"/>
    </w:pPr>
    <w:rPr>
      <w:bCs w:val="0"/>
      <w:sz w:val="24"/>
      <w:szCs w:val="24"/>
      <w:u w:val="single"/>
    </w:rPr>
  </w:style>
  <w:style w:type="paragraph" w:customStyle="1" w:styleId="S4">
    <w:name w:val="S_Заголовок 4"/>
    <w:basedOn w:val="Heading4"/>
    <w:uiPriority w:val="99"/>
    <w:rsid w:val="000C2441"/>
    <w:pPr>
      <w:keepNext w:val="0"/>
      <w:numPr>
        <w:numId w:val="20"/>
      </w:numPr>
      <w:tabs>
        <w:tab w:val="clear" w:pos="1418"/>
      </w:tabs>
      <w:spacing w:before="0" w:after="0"/>
    </w:pPr>
    <w:rPr>
      <w:b w:val="0"/>
      <w:bCs w:val="0"/>
      <w:i/>
    </w:rPr>
  </w:style>
  <w:style w:type="paragraph" w:customStyle="1" w:styleId="S1">
    <w:name w:val="S_Заголовок 1"/>
    <w:basedOn w:val="Normal"/>
    <w:uiPriority w:val="99"/>
    <w:rsid w:val="000C2441"/>
    <w:pPr>
      <w:numPr>
        <w:numId w:val="20"/>
      </w:numPr>
      <w:jc w:val="center"/>
    </w:pPr>
    <w:rPr>
      <w:b/>
      <w:caps/>
    </w:rPr>
  </w:style>
  <w:style w:type="paragraph" w:customStyle="1" w:styleId="af4">
    <w:name w:val="ГРАД Основной текст"/>
    <w:basedOn w:val="Normal"/>
    <w:link w:val="af5"/>
    <w:autoRedefine/>
    <w:uiPriority w:val="99"/>
    <w:rsid w:val="000C2441"/>
    <w:pPr>
      <w:tabs>
        <w:tab w:val="left" w:pos="540"/>
        <w:tab w:val="left" w:pos="1260"/>
        <w:tab w:val="left" w:pos="1620"/>
      </w:tabs>
      <w:ind w:firstLine="709"/>
    </w:pPr>
    <w:rPr>
      <w:bCs/>
      <w:spacing w:val="4"/>
      <w:w w:val="109"/>
      <w:szCs w:val="28"/>
      <w:lang w:eastAsia="en-US"/>
    </w:rPr>
  </w:style>
  <w:style w:type="character" w:customStyle="1" w:styleId="af5">
    <w:name w:val="ГРАД Основной текст Знак Знак"/>
    <w:link w:val="af4"/>
    <w:uiPriority w:val="99"/>
    <w:locked/>
    <w:rsid w:val="000C2441"/>
    <w:rPr>
      <w:rFonts w:eastAsia="Times New Roman"/>
      <w:spacing w:val="4"/>
      <w:w w:val="109"/>
      <w:sz w:val="28"/>
      <w:lang w:eastAsia="en-US"/>
    </w:rPr>
  </w:style>
  <w:style w:type="paragraph" w:customStyle="1" w:styleId="af6">
    <w:name w:val="ГРАД Список маркированный"/>
    <w:basedOn w:val="ListBullet"/>
    <w:autoRedefine/>
    <w:uiPriority w:val="99"/>
    <w:rsid w:val="000C2441"/>
    <w:pPr>
      <w:tabs>
        <w:tab w:val="left" w:pos="900"/>
        <w:tab w:val="num" w:pos="1135"/>
      </w:tabs>
      <w:spacing w:line="240" w:lineRule="auto"/>
      <w:ind w:left="0" w:firstLine="709"/>
      <w:contextualSpacing w:val="0"/>
    </w:pPr>
    <w:rPr>
      <w:spacing w:val="-1"/>
      <w:w w:val="109"/>
      <w:lang w:eastAsia="en-US"/>
    </w:rPr>
  </w:style>
  <w:style w:type="paragraph" w:customStyle="1" w:styleId="S">
    <w:name w:val="S_Нумерованный"/>
    <w:basedOn w:val="Normal"/>
    <w:link w:val="Sb"/>
    <w:autoRedefine/>
    <w:uiPriority w:val="99"/>
    <w:rsid w:val="000C7F10"/>
    <w:pPr>
      <w:numPr>
        <w:numId w:val="21"/>
      </w:numPr>
      <w:tabs>
        <w:tab w:val="left" w:pos="992"/>
      </w:tabs>
      <w:spacing w:line="360" w:lineRule="auto"/>
      <w:ind w:left="0" w:firstLine="709"/>
    </w:pPr>
  </w:style>
  <w:style w:type="paragraph" w:customStyle="1" w:styleId="ConsNormal">
    <w:name w:val="ConsNormal"/>
    <w:uiPriority w:val="99"/>
    <w:rsid w:val="006E1E70"/>
    <w:pPr>
      <w:snapToGrid w:val="0"/>
      <w:ind w:firstLine="720"/>
      <w:jc w:val="both"/>
    </w:pPr>
    <w:rPr>
      <w:rFonts w:ascii="Arial" w:hAnsi="Arial"/>
      <w:sz w:val="20"/>
      <w:szCs w:val="20"/>
    </w:rPr>
  </w:style>
  <w:style w:type="character" w:customStyle="1" w:styleId="apple-style-span">
    <w:name w:val="apple-style-span"/>
    <w:uiPriority w:val="99"/>
    <w:rsid w:val="0031658A"/>
  </w:style>
  <w:style w:type="character" w:customStyle="1" w:styleId="apple-converted-space">
    <w:name w:val="apple-converted-space"/>
    <w:uiPriority w:val="99"/>
    <w:rsid w:val="0031658A"/>
  </w:style>
  <w:style w:type="paragraph" w:customStyle="1" w:styleId="ConsPlusTitle">
    <w:name w:val="ConsPlusTitle"/>
    <w:uiPriority w:val="99"/>
    <w:rsid w:val="000A78C5"/>
    <w:pPr>
      <w:widowControl w:val="0"/>
      <w:autoSpaceDE w:val="0"/>
      <w:autoSpaceDN w:val="0"/>
      <w:adjustRightInd w:val="0"/>
      <w:ind w:firstLine="567"/>
      <w:jc w:val="both"/>
    </w:pPr>
    <w:rPr>
      <w:rFonts w:ascii="Calibri" w:hAnsi="Calibri" w:cs="Calibri"/>
      <w:b/>
      <w:bCs/>
    </w:rPr>
  </w:style>
  <w:style w:type="character" w:customStyle="1" w:styleId="Sb">
    <w:name w:val="S_Нумерованный Знак Знак"/>
    <w:link w:val="S"/>
    <w:uiPriority w:val="99"/>
    <w:locked/>
    <w:rsid w:val="005C3DC1"/>
    <w:rPr>
      <w:sz w:val="24"/>
      <w:szCs w:val="24"/>
    </w:rPr>
  </w:style>
  <w:style w:type="paragraph" w:customStyle="1" w:styleId="ConsPlusNormal">
    <w:name w:val="ConsPlusNormal"/>
    <w:link w:val="ConsPlusNormal0"/>
    <w:uiPriority w:val="99"/>
    <w:rsid w:val="005C3DC1"/>
    <w:pPr>
      <w:widowControl w:val="0"/>
      <w:autoSpaceDE w:val="0"/>
      <w:autoSpaceDN w:val="0"/>
      <w:adjustRightInd w:val="0"/>
      <w:ind w:firstLine="720"/>
      <w:jc w:val="both"/>
    </w:pPr>
    <w:rPr>
      <w:rFonts w:ascii="Arial" w:hAnsi="Arial" w:cs="Arial"/>
      <w:sz w:val="20"/>
      <w:szCs w:val="20"/>
    </w:rPr>
  </w:style>
  <w:style w:type="character" w:customStyle="1" w:styleId="FontStyle20">
    <w:name w:val="Font Style20"/>
    <w:uiPriority w:val="99"/>
    <w:rsid w:val="005C3DC1"/>
    <w:rPr>
      <w:rFonts w:ascii="Times New Roman" w:hAnsi="Times New Roman"/>
      <w:sz w:val="22"/>
    </w:rPr>
  </w:style>
  <w:style w:type="paragraph" w:customStyle="1" w:styleId="S0">
    <w:name w:val="S_Маркированный"/>
    <w:basedOn w:val="ListBullet"/>
    <w:uiPriority w:val="99"/>
    <w:rsid w:val="00D1401D"/>
    <w:pPr>
      <w:numPr>
        <w:numId w:val="23"/>
      </w:numPr>
      <w:spacing w:before="120" w:after="60" w:line="240" w:lineRule="auto"/>
      <w:ind w:left="924" w:hanging="357"/>
      <w:contextualSpacing w:val="0"/>
    </w:pPr>
    <w:rPr>
      <w:w w:val="109"/>
    </w:rPr>
  </w:style>
  <w:style w:type="character" w:customStyle="1" w:styleId="af7">
    <w:name w:val="Символ сноски"/>
    <w:uiPriority w:val="99"/>
    <w:rsid w:val="005C3DC1"/>
  </w:style>
  <w:style w:type="paragraph" w:customStyle="1" w:styleId="af8">
    <w:name w:val="Раздел МНГП"/>
    <w:basedOn w:val="Heading1"/>
    <w:uiPriority w:val="99"/>
    <w:rsid w:val="005C3DC1"/>
    <w:pPr>
      <w:keepLines/>
      <w:numPr>
        <w:numId w:val="0"/>
      </w:numPr>
      <w:tabs>
        <w:tab w:val="clear" w:pos="851"/>
      </w:tabs>
      <w:spacing w:before="480" w:after="0"/>
    </w:pPr>
    <w:rPr>
      <w:caps/>
      <w:kern w:val="0"/>
      <w:sz w:val="24"/>
      <w:lang w:eastAsia="en-US"/>
    </w:rPr>
  </w:style>
  <w:style w:type="paragraph" w:customStyle="1" w:styleId="af9">
    <w:name w:val="раздел МНГП"/>
    <w:basedOn w:val="Heading1"/>
    <w:uiPriority w:val="99"/>
    <w:rsid w:val="005C3DC1"/>
    <w:pPr>
      <w:keepLines/>
      <w:numPr>
        <w:numId w:val="0"/>
      </w:numPr>
      <w:tabs>
        <w:tab w:val="clear" w:pos="851"/>
      </w:tabs>
      <w:spacing w:before="480" w:after="0"/>
    </w:pPr>
    <w:rPr>
      <w:caps/>
      <w:color w:val="000000"/>
      <w:kern w:val="0"/>
      <w:sz w:val="24"/>
      <w:lang w:eastAsia="en-US"/>
    </w:rPr>
  </w:style>
  <w:style w:type="paragraph" w:customStyle="1" w:styleId="a2">
    <w:name w:val="глава МНГП"/>
    <w:basedOn w:val="Heading2"/>
    <w:uiPriority w:val="99"/>
    <w:rsid w:val="005C3DC1"/>
    <w:pPr>
      <w:keepLines/>
      <w:numPr>
        <w:numId w:val="22"/>
      </w:numPr>
      <w:tabs>
        <w:tab w:val="clear" w:pos="1134"/>
        <w:tab w:val="clear" w:pos="1276"/>
      </w:tabs>
      <w:spacing w:before="200" w:after="0" w:line="276" w:lineRule="auto"/>
    </w:pPr>
    <w:rPr>
      <w:iCs w:val="0"/>
      <w:sz w:val="24"/>
      <w:szCs w:val="24"/>
      <w:lang w:eastAsia="en-US"/>
    </w:rPr>
  </w:style>
  <w:style w:type="paragraph" w:customStyle="1" w:styleId="ConsPlusNonformat">
    <w:name w:val="ConsPlusNonformat"/>
    <w:uiPriority w:val="99"/>
    <w:rsid w:val="005C3DC1"/>
    <w:pPr>
      <w:autoSpaceDE w:val="0"/>
      <w:autoSpaceDN w:val="0"/>
      <w:adjustRightInd w:val="0"/>
      <w:ind w:firstLine="567"/>
      <w:jc w:val="both"/>
    </w:pPr>
    <w:rPr>
      <w:rFonts w:ascii="Courier New" w:hAnsi="Courier New" w:cs="Courier New"/>
      <w:sz w:val="20"/>
      <w:szCs w:val="20"/>
    </w:rPr>
  </w:style>
  <w:style w:type="paragraph" w:customStyle="1" w:styleId="xl65">
    <w:name w:val="xl65"/>
    <w:basedOn w:val="Normal"/>
    <w:uiPriority w:val="99"/>
    <w:rsid w:val="005C3DC1"/>
    <w:pPr>
      <w:spacing w:before="100" w:beforeAutospacing="1" w:after="100" w:afterAutospacing="1"/>
    </w:pPr>
  </w:style>
  <w:style w:type="paragraph" w:customStyle="1" w:styleId="xl66">
    <w:name w:val="xl66"/>
    <w:basedOn w:val="Normal"/>
    <w:uiPriority w:val="99"/>
    <w:rsid w:val="005C3DC1"/>
    <w:pPr>
      <w:pBdr>
        <w:top w:val="single" w:sz="4" w:space="0" w:color="000000"/>
        <w:left w:val="single" w:sz="4" w:space="0" w:color="000000"/>
      </w:pBdr>
      <w:spacing w:before="100" w:beforeAutospacing="1" w:after="100" w:afterAutospacing="1"/>
      <w:jc w:val="center"/>
    </w:pPr>
  </w:style>
  <w:style w:type="paragraph" w:customStyle="1" w:styleId="xl67">
    <w:name w:val="xl67"/>
    <w:basedOn w:val="Normal"/>
    <w:uiPriority w:val="99"/>
    <w:rsid w:val="005C3DC1"/>
    <w:pPr>
      <w:pBdr>
        <w:top w:val="single" w:sz="4" w:space="0" w:color="000000"/>
        <w:left w:val="single" w:sz="4" w:space="0" w:color="000000"/>
      </w:pBdr>
      <w:spacing w:before="100" w:beforeAutospacing="1" w:after="100" w:afterAutospacing="1"/>
      <w:jc w:val="center"/>
    </w:pPr>
  </w:style>
  <w:style w:type="paragraph" w:customStyle="1" w:styleId="xl68">
    <w:name w:val="xl68"/>
    <w:basedOn w:val="Normal"/>
    <w:uiPriority w:val="99"/>
    <w:rsid w:val="005C3DC1"/>
    <w:pPr>
      <w:pBdr>
        <w:top w:val="single" w:sz="4" w:space="0" w:color="000000"/>
        <w:left w:val="single" w:sz="4" w:space="0" w:color="000000"/>
      </w:pBdr>
      <w:spacing w:before="100" w:beforeAutospacing="1" w:after="100" w:afterAutospacing="1"/>
    </w:pPr>
  </w:style>
  <w:style w:type="paragraph" w:customStyle="1" w:styleId="xl69">
    <w:name w:val="xl69"/>
    <w:basedOn w:val="Normal"/>
    <w:uiPriority w:val="99"/>
    <w:rsid w:val="005C3DC1"/>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Normal"/>
    <w:uiPriority w:val="99"/>
    <w:rsid w:val="005C3DC1"/>
    <w:pPr>
      <w:pBdr>
        <w:left w:val="single" w:sz="4" w:space="0" w:color="000000"/>
      </w:pBdr>
      <w:spacing w:before="100" w:beforeAutospacing="1" w:after="100" w:afterAutospacing="1"/>
    </w:pPr>
  </w:style>
  <w:style w:type="paragraph" w:customStyle="1" w:styleId="xl71">
    <w:name w:val="xl71"/>
    <w:basedOn w:val="Normal"/>
    <w:uiPriority w:val="99"/>
    <w:rsid w:val="005C3DC1"/>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Normal"/>
    <w:uiPriority w:val="99"/>
    <w:rsid w:val="005C3DC1"/>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Normal"/>
    <w:uiPriority w:val="99"/>
    <w:rsid w:val="005C3DC1"/>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Normal"/>
    <w:uiPriority w:val="99"/>
    <w:rsid w:val="005C3DC1"/>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Normal"/>
    <w:uiPriority w:val="99"/>
    <w:rsid w:val="005C3DC1"/>
    <w:pPr>
      <w:pBdr>
        <w:left w:val="single" w:sz="4" w:space="0" w:color="000000"/>
      </w:pBdr>
      <w:spacing w:before="100" w:beforeAutospacing="1" w:after="100" w:afterAutospacing="1"/>
      <w:jc w:val="center"/>
    </w:pPr>
  </w:style>
  <w:style w:type="paragraph" w:customStyle="1" w:styleId="xl76">
    <w:name w:val="xl76"/>
    <w:basedOn w:val="Normal"/>
    <w:uiPriority w:val="99"/>
    <w:rsid w:val="005C3DC1"/>
    <w:pPr>
      <w:spacing w:before="100" w:beforeAutospacing="1" w:after="100" w:afterAutospacing="1"/>
      <w:jc w:val="center"/>
    </w:pPr>
  </w:style>
  <w:style w:type="paragraph" w:customStyle="1" w:styleId="xl77">
    <w:name w:val="xl77"/>
    <w:basedOn w:val="Normal"/>
    <w:uiPriority w:val="99"/>
    <w:rsid w:val="005C3DC1"/>
    <w:pPr>
      <w:pBdr>
        <w:left w:val="single" w:sz="4" w:space="0" w:color="000000"/>
      </w:pBdr>
      <w:spacing w:before="100" w:beforeAutospacing="1" w:after="100" w:afterAutospacing="1"/>
      <w:jc w:val="center"/>
    </w:pPr>
  </w:style>
  <w:style w:type="paragraph" w:customStyle="1" w:styleId="xl78">
    <w:name w:val="xl78"/>
    <w:basedOn w:val="Normal"/>
    <w:uiPriority w:val="99"/>
    <w:rsid w:val="005C3DC1"/>
    <w:pPr>
      <w:pBdr>
        <w:left w:val="single" w:sz="4" w:space="0" w:color="auto"/>
        <w:right w:val="single" w:sz="4" w:space="0" w:color="auto"/>
      </w:pBdr>
      <w:spacing w:before="100" w:beforeAutospacing="1" w:after="100" w:afterAutospacing="1"/>
    </w:pPr>
  </w:style>
  <w:style w:type="paragraph" w:customStyle="1" w:styleId="xl79">
    <w:name w:val="xl79"/>
    <w:basedOn w:val="Normal"/>
    <w:uiPriority w:val="99"/>
    <w:rsid w:val="005C3DC1"/>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al"/>
    <w:uiPriority w:val="99"/>
    <w:rsid w:val="005C3DC1"/>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
    <w:name w:val="Стиль2"/>
    <w:basedOn w:val="Heading6"/>
    <w:uiPriority w:val="99"/>
    <w:rsid w:val="005C3DC1"/>
    <w:pPr>
      <w:numPr>
        <w:ilvl w:val="0"/>
        <w:numId w:val="0"/>
      </w:numPr>
      <w:spacing w:line="276" w:lineRule="auto"/>
      <w:ind w:left="714" w:hanging="357"/>
    </w:pPr>
    <w:rPr>
      <w:sz w:val="24"/>
      <w:lang w:eastAsia="en-US"/>
    </w:rPr>
  </w:style>
  <w:style w:type="character" w:customStyle="1" w:styleId="ConsPlusNormal0">
    <w:name w:val="ConsPlusNormal Знак"/>
    <w:link w:val="ConsPlusNormal"/>
    <w:uiPriority w:val="99"/>
    <w:locked/>
    <w:rsid w:val="005C3DC1"/>
    <w:rPr>
      <w:rFonts w:ascii="Arial" w:hAnsi="Arial"/>
      <w:lang w:val="ru-RU" w:eastAsia="ru-RU"/>
    </w:rPr>
  </w:style>
  <w:style w:type="paragraph" w:customStyle="1" w:styleId="1466">
    <w:name w:val="1466"/>
    <w:basedOn w:val="Normal"/>
    <w:uiPriority w:val="99"/>
    <w:rsid w:val="005C3DC1"/>
    <w:pPr>
      <w:autoSpaceDE w:val="0"/>
      <w:autoSpaceDN w:val="0"/>
      <w:spacing w:before="120" w:after="120"/>
      <w:jc w:val="center"/>
    </w:pPr>
    <w:rPr>
      <w:b/>
      <w:bCs/>
      <w:sz w:val="28"/>
      <w:szCs w:val="28"/>
    </w:rPr>
  </w:style>
  <w:style w:type="paragraph" w:customStyle="1" w:styleId="ConsPlusCell">
    <w:name w:val="ConsPlusCell"/>
    <w:uiPriority w:val="99"/>
    <w:rsid w:val="00DB0F0E"/>
    <w:pPr>
      <w:widowControl w:val="0"/>
      <w:autoSpaceDE w:val="0"/>
      <w:autoSpaceDN w:val="0"/>
      <w:adjustRightInd w:val="0"/>
      <w:ind w:firstLine="567"/>
      <w:jc w:val="both"/>
    </w:pPr>
    <w:rPr>
      <w:rFonts w:ascii="Calibri" w:hAnsi="Calibri" w:cs="Calibri"/>
    </w:rPr>
  </w:style>
  <w:style w:type="paragraph" w:customStyle="1" w:styleId="FORMATTEXT">
    <w:name w:val=".FORMATTEXT"/>
    <w:uiPriority w:val="99"/>
    <w:rsid w:val="00DB0F0E"/>
    <w:pPr>
      <w:widowControl w:val="0"/>
      <w:autoSpaceDE w:val="0"/>
      <w:autoSpaceDN w:val="0"/>
      <w:adjustRightInd w:val="0"/>
      <w:ind w:firstLine="567"/>
      <w:jc w:val="both"/>
    </w:pPr>
    <w:rPr>
      <w:sz w:val="24"/>
      <w:szCs w:val="24"/>
    </w:rPr>
  </w:style>
  <w:style w:type="character" w:customStyle="1" w:styleId="submenu-table">
    <w:name w:val="submenu-table"/>
    <w:uiPriority w:val="99"/>
    <w:rsid w:val="00DB0F0E"/>
  </w:style>
  <w:style w:type="character" w:customStyle="1" w:styleId="afa">
    <w:name w:val="Основной текст_"/>
    <w:link w:val="20"/>
    <w:uiPriority w:val="99"/>
    <w:locked/>
    <w:rsid w:val="00DB0F0E"/>
    <w:rPr>
      <w:shd w:val="clear" w:color="auto" w:fill="FFFFFF"/>
    </w:rPr>
  </w:style>
  <w:style w:type="paragraph" w:customStyle="1" w:styleId="20">
    <w:name w:val="Основной текст2"/>
    <w:basedOn w:val="Normal"/>
    <w:link w:val="afa"/>
    <w:uiPriority w:val="99"/>
    <w:rsid w:val="00DB0F0E"/>
    <w:pPr>
      <w:shd w:val="clear" w:color="auto" w:fill="FFFFFF"/>
      <w:spacing w:before="360" w:after="60" w:line="274" w:lineRule="exact"/>
    </w:pPr>
    <w:rPr>
      <w:sz w:val="20"/>
      <w:szCs w:val="20"/>
    </w:rPr>
  </w:style>
  <w:style w:type="character" w:customStyle="1" w:styleId="13">
    <w:name w:val="Основной текст (13)_"/>
    <w:link w:val="130"/>
    <w:uiPriority w:val="99"/>
    <w:locked/>
    <w:rsid w:val="00DB0F0E"/>
    <w:rPr>
      <w:sz w:val="17"/>
      <w:shd w:val="clear" w:color="auto" w:fill="FFFFFF"/>
    </w:rPr>
  </w:style>
  <w:style w:type="paragraph" w:customStyle="1" w:styleId="130">
    <w:name w:val="Основной текст (13)"/>
    <w:basedOn w:val="Normal"/>
    <w:link w:val="13"/>
    <w:uiPriority w:val="99"/>
    <w:rsid w:val="00DB0F0E"/>
    <w:pPr>
      <w:shd w:val="clear" w:color="auto" w:fill="FFFFFF"/>
      <w:spacing w:after="120" w:line="206" w:lineRule="exact"/>
      <w:ind w:hanging="260"/>
    </w:pPr>
    <w:rPr>
      <w:sz w:val="17"/>
      <w:szCs w:val="17"/>
    </w:rPr>
  </w:style>
  <w:style w:type="character" w:customStyle="1" w:styleId="15">
    <w:name w:val="Основной текст (15)_"/>
    <w:link w:val="150"/>
    <w:uiPriority w:val="99"/>
    <w:locked/>
    <w:rsid w:val="00DB0F0E"/>
    <w:rPr>
      <w:sz w:val="19"/>
      <w:shd w:val="clear" w:color="auto" w:fill="FFFFFF"/>
    </w:rPr>
  </w:style>
  <w:style w:type="character" w:customStyle="1" w:styleId="afb">
    <w:name w:val="Оглавление_"/>
    <w:link w:val="afc"/>
    <w:uiPriority w:val="99"/>
    <w:locked/>
    <w:rsid w:val="00DB0F0E"/>
    <w:rPr>
      <w:sz w:val="19"/>
      <w:shd w:val="clear" w:color="auto" w:fill="FFFFFF"/>
    </w:rPr>
  </w:style>
  <w:style w:type="paragraph" w:customStyle="1" w:styleId="150">
    <w:name w:val="Основной текст (15)"/>
    <w:basedOn w:val="Normal"/>
    <w:link w:val="15"/>
    <w:uiPriority w:val="99"/>
    <w:rsid w:val="00DB0F0E"/>
    <w:pPr>
      <w:shd w:val="clear" w:color="auto" w:fill="FFFFFF"/>
      <w:spacing w:line="240" w:lineRule="atLeast"/>
      <w:ind w:hanging="520"/>
    </w:pPr>
    <w:rPr>
      <w:sz w:val="19"/>
      <w:szCs w:val="19"/>
    </w:rPr>
  </w:style>
  <w:style w:type="paragraph" w:customStyle="1" w:styleId="afc">
    <w:name w:val="Оглавление"/>
    <w:basedOn w:val="Normal"/>
    <w:link w:val="afb"/>
    <w:uiPriority w:val="99"/>
    <w:rsid w:val="00DB0F0E"/>
    <w:pPr>
      <w:shd w:val="clear" w:color="auto" w:fill="FFFFFF"/>
      <w:spacing w:before="120" w:line="230" w:lineRule="exact"/>
    </w:pPr>
    <w:rPr>
      <w:sz w:val="19"/>
      <w:szCs w:val="19"/>
    </w:rPr>
  </w:style>
  <w:style w:type="paragraph" w:customStyle="1" w:styleId="Sc">
    <w:name w:val="S_Отступ"/>
    <w:basedOn w:val="Normal"/>
    <w:uiPriority w:val="99"/>
    <w:rsid w:val="00DB0F0E"/>
    <w:pPr>
      <w:spacing w:line="360" w:lineRule="auto"/>
      <w:ind w:firstLine="709"/>
    </w:pPr>
    <w:rPr>
      <w:bCs/>
      <w:szCs w:val="32"/>
      <w:lang w:eastAsia="ar-SA"/>
    </w:rPr>
  </w:style>
  <w:style w:type="paragraph" w:customStyle="1" w:styleId="ConsNonformat">
    <w:name w:val="ConsNonformat"/>
    <w:link w:val="ConsNonformat0"/>
    <w:uiPriority w:val="99"/>
    <w:rsid w:val="00DB0F0E"/>
    <w:pPr>
      <w:widowControl w:val="0"/>
      <w:suppressAutoHyphens/>
      <w:ind w:firstLine="567"/>
      <w:jc w:val="both"/>
    </w:pPr>
    <w:rPr>
      <w:rFonts w:ascii="Courier New" w:hAnsi="Courier New"/>
      <w:sz w:val="20"/>
      <w:szCs w:val="20"/>
      <w:lang w:eastAsia="ar-SA"/>
    </w:rPr>
  </w:style>
  <w:style w:type="character" w:customStyle="1" w:styleId="ConsNonformat0">
    <w:name w:val="ConsNonformat Знак"/>
    <w:link w:val="ConsNonformat"/>
    <w:uiPriority w:val="99"/>
    <w:locked/>
    <w:rsid w:val="00DB0F0E"/>
    <w:rPr>
      <w:rFonts w:ascii="Courier New" w:eastAsia="Times New Roman" w:hAnsi="Courier New"/>
      <w:lang w:eastAsia="ar-SA" w:bidi="ar-SA"/>
    </w:rPr>
  </w:style>
  <w:style w:type="paragraph" w:customStyle="1" w:styleId="BinomialTheorem">
    <w:name w:val="Binomial Theorem"/>
    <w:uiPriority w:val="99"/>
    <w:rsid w:val="005735DF"/>
    <w:pPr>
      <w:spacing w:after="200" w:line="276" w:lineRule="auto"/>
      <w:ind w:firstLine="567"/>
      <w:jc w:val="both"/>
    </w:pPr>
    <w:rPr>
      <w:rFonts w:ascii="Calibri" w:hAnsi="Calibri"/>
    </w:rPr>
  </w:style>
  <w:style w:type="paragraph" w:customStyle="1" w:styleId="font5">
    <w:name w:val="font5"/>
    <w:basedOn w:val="Normal"/>
    <w:uiPriority w:val="99"/>
    <w:rsid w:val="00540D84"/>
    <w:pPr>
      <w:spacing w:before="100" w:beforeAutospacing="1" w:after="100" w:afterAutospacing="1"/>
    </w:pPr>
    <w:rPr>
      <w:color w:val="000000"/>
    </w:rPr>
  </w:style>
  <w:style w:type="paragraph" w:customStyle="1" w:styleId="xl63">
    <w:name w:val="xl63"/>
    <w:basedOn w:val="Normal"/>
    <w:uiPriority w:val="99"/>
    <w:rsid w:val="00540D84"/>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Normal"/>
    <w:uiPriority w:val="99"/>
    <w:rsid w:val="00540D84"/>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1">
    <w:name w:val="xl81"/>
    <w:basedOn w:val="Normal"/>
    <w:uiPriority w:val="99"/>
    <w:rsid w:val="00540D84"/>
    <w:pPr>
      <w:pBdr>
        <w:top w:val="single" w:sz="4" w:space="0" w:color="auto"/>
        <w:left w:val="single" w:sz="8" w:space="0" w:color="auto"/>
        <w:bottom w:val="single" w:sz="4" w:space="0" w:color="auto"/>
      </w:pBdr>
      <w:spacing w:before="100" w:beforeAutospacing="1" w:after="100" w:afterAutospacing="1"/>
    </w:pPr>
    <w:rPr>
      <w:color w:val="000000"/>
      <w:sz w:val="20"/>
      <w:szCs w:val="20"/>
    </w:rPr>
  </w:style>
  <w:style w:type="paragraph" w:customStyle="1" w:styleId="xl82">
    <w:name w:val="xl82"/>
    <w:basedOn w:val="Normal"/>
    <w:uiPriority w:val="99"/>
    <w:rsid w:val="00540D84"/>
    <w:pPr>
      <w:pBdr>
        <w:top w:val="single" w:sz="4" w:space="0" w:color="auto"/>
        <w:left w:val="single" w:sz="8" w:space="0" w:color="auto"/>
        <w:bottom w:val="single" w:sz="8" w:space="0" w:color="auto"/>
      </w:pBdr>
      <w:spacing w:before="100" w:beforeAutospacing="1" w:after="100" w:afterAutospacing="1"/>
    </w:pPr>
  </w:style>
  <w:style w:type="paragraph" w:customStyle="1" w:styleId="xl83">
    <w:name w:val="xl83"/>
    <w:basedOn w:val="Normal"/>
    <w:uiPriority w:val="99"/>
    <w:rsid w:val="00540D84"/>
    <w:pPr>
      <w:pBdr>
        <w:top w:val="single" w:sz="4" w:space="0" w:color="auto"/>
        <w:left w:val="single" w:sz="8" w:space="0" w:color="auto"/>
      </w:pBdr>
      <w:spacing w:before="100" w:beforeAutospacing="1" w:after="100" w:afterAutospacing="1"/>
    </w:pPr>
  </w:style>
  <w:style w:type="paragraph" w:customStyle="1" w:styleId="xl84">
    <w:name w:val="xl84"/>
    <w:basedOn w:val="Normal"/>
    <w:uiPriority w:val="99"/>
    <w:rsid w:val="00540D84"/>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Normal"/>
    <w:uiPriority w:val="99"/>
    <w:rsid w:val="00540D84"/>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Normal"/>
    <w:uiPriority w:val="99"/>
    <w:rsid w:val="00540D84"/>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Normal"/>
    <w:uiPriority w:val="99"/>
    <w:rsid w:val="00540D84"/>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Normal"/>
    <w:uiPriority w:val="99"/>
    <w:rsid w:val="00540D84"/>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paragraph" w:customStyle="1" w:styleId="HeaderOdd">
    <w:name w:val="Header Odd"/>
    <w:basedOn w:val="NoSpacing"/>
    <w:uiPriority w:val="99"/>
    <w:rsid w:val="00F43A39"/>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Normal"/>
    <w:uiPriority w:val="99"/>
    <w:rsid w:val="00F43A39"/>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ink w:val="Caption"/>
    <w:uiPriority w:val="99"/>
    <w:locked/>
    <w:rsid w:val="00620AB2"/>
    <w:rPr>
      <w:b/>
      <w:sz w:val="22"/>
    </w:rPr>
  </w:style>
  <w:style w:type="numbering" w:styleId="1ai">
    <w:name w:val="Outline List 1"/>
    <w:basedOn w:val="NoList"/>
    <w:uiPriority w:val="99"/>
    <w:semiHidden/>
    <w:unhideWhenUsed/>
    <w:rsid w:val="00994E98"/>
    <w:pPr>
      <w:numPr>
        <w:numId w:val="19"/>
      </w:numPr>
    </w:pPr>
  </w:style>
  <w:style w:type="numbering" w:styleId="111111">
    <w:name w:val="Outline List 2"/>
    <w:basedOn w:val="NoList"/>
    <w:uiPriority w:val="99"/>
    <w:semiHidden/>
    <w:unhideWhenUsed/>
    <w:rsid w:val="00994E98"/>
    <w:pPr>
      <w:numPr>
        <w:numId w:val="18"/>
      </w:numPr>
    </w:pPr>
  </w:style>
</w:styles>
</file>

<file path=word/webSettings.xml><?xml version="1.0" encoding="utf-8"?>
<w:webSettings xmlns:r="http://schemas.openxmlformats.org/officeDocument/2006/relationships" xmlns:w="http://schemas.openxmlformats.org/wordprocessingml/2006/main">
  <w:divs>
    <w:div w:id="1787385087">
      <w:marLeft w:val="0"/>
      <w:marRight w:val="0"/>
      <w:marTop w:val="0"/>
      <w:marBottom w:val="0"/>
      <w:divBdr>
        <w:top w:val="none" w:sz="0" w:space="0" w:color="auto"/>
        <w:left w:val="none" w:sz="0" w:space="0" w:color="auto"/>
        <w:bottom w:val="none" w:sz="0" w:space="0" w:color="auto"/>
        <w:right w:val="none" w:sz="0" w:space="0" w:color="auto"/>
      </w:divBdr>
    </w:div>
    <w:div w:id="1787385088">
      <w:marLeft w:val="0"/>
      <w:marRight w:val="0"/>
      <w:marTop w:val="0"/>
      <w:marBottom w:val="0"/>
      <w:divBdr>
        <w:top w:val="none" w:sz="0" w:space="0" w:color="auto"/>
        <w:left w:val="none" w:sz="0" w:space="0" w:color="auto"/>
        <w:bottom w:val="none" w:sz="0" w:space="0" w:color="auto"/>
        <w:right w:val="none" w:sz="0" w:space="0" w:color="auto"/>
      </w:divBdr>
    </w:div>
    <w:div w:id="1787385089">
      <w:marLeft w:val="0"/>
      <w:marRight w:val="0"/>
      <w:marTop w:val="0"/>
      <w:marBottom w:val="0"/>
      <w:divBdr>
        <w:top w:val="none" w:sz="0" w:space="0" w:color="auto"/>
        <w:left w:val="none" w:sz="0" w:space="0" w:color="auto"/>
        <w:bottom w:val="none" w:sz="0" w:space="0" w:color="auto"/>
        <w:right w:val="none" w:sz="0" w:space="0" w:color="auto"/>
      </w:divBdr>
    </w:div>
    <w:div w:id="1787385090">
      <w:marLeft w:val="0"/>
      <w:marRight w:val="0"/>
      <w:marTop w:val="0"/>
      <w:marBottom w:val="0"/>
      <w:divBdr>
        <w:top w:val="none" w:sz="0" w:space="0" w:color="auto"/>
        <w:left w:val="none" w:sz="0" w:space="0" w:color="auto"/>
        <w:bottom w:val="none" w:sz="0" w:space="0" w:color="auto"/>
        <w:right w:val="none" w:sz="0" w:space="0" w:color="auto"/>
      </w:divBdr>
    </w:div>
    <w:div w:id="1787385091">
      <w:marLeft w:val="0"/>
      <w:marRight w:val="0"/>
      <w:marTop w:val="0"/>
      <w:marBottom w:val="0"/>
      <w:divBdr>
        <w:top w:val="none" w:sz="0" w:space="0" w:color="auto"/>
        <w:left w:val="none" w:sz="0" w:space="0" w:color="auto"/>
        <w:bottom w:val="none" w:sz="0" w:space="0" w:color="auto"/>
        <w:right w:val="none" w:sz="0" w:space="0" w:color="auto"/>
      </w:divBdr>
    </w:div>
    <w:div w:id="1787385092">
      <w:marLeft w:val="0"/>
      <w:marRight w:val="0"/>
      <w:marTop w:val="0"/>
      <w:marBottom w:val="0"/>
      <w:divBdr>
        <w:top w:val="none" w:sz="0" w:space="0" w:color="auto"/>
        <w:left w:val="none" w:sz="0" w:space="0" w:color="auto"/>
        <w:bottom w:val="none" w:sz="0" w:space="0" w:color="auto"/>
        <w:right w:val="none" w:sz="0" w:space="0" w:color="auto"/>
      </w:divBdr>
    </w:div>
    <w:div w:id="1787385093">
      <w:marLeft w:val="0"/>
      <w:marRight w:val="0"/>
      <w:marTop w:val="0"/>
      <w:marBottom w:val="0"/>
      <w:divBdr>
        <w:top w:val="none" w:sz="0" w:space="0" w:color="auto"/>
        <w:left w:val="none" w:sz="0" w:space="0" w:color="auto"/>
        <w:bottom w:val="none" w:sz="0" w:space="0" w:color="auto"/>
        <w:right w:val="none" w:sz="0" w:space="0" w:color="auto"/>
      </w:divBdr>
    </w:div>
    <w:div w:id="1787385094">
      <w:marLeft w:val="0"/>
      <w:marRight w:val="0"/>
      <w:marTop w:val="0"/>
      <w:marBottom w:val="0"/>
      <w:divBdr>
        <w:top w:val="none" w:sz="0" w:space="0" w:color="auto"/>
        <w:left w:val="none" w:sz="0" w:space="0" w:color="auto"/>
        <w:bottom w:val="none" w:sz="0" w:space="0" w:color="auto"/>
        <w:right w:val="none" w:sz="0" w:space="0" w:color="auto"/>
      </w:divBdr>
    </w:div>
    <w:div w:id="1787385095">
      <w:marLeft w:val="0"/>
      <w:marRight w:val="0"/>
      <w:marTop w:val="0"/>
      <w:marBottom w:val="0"/>
      <w:divBdr>
        <w:top w:val="none" w:sz="0" w:space="0" w:color="auto"/>
        <w:left w:val="none" w:sz="0" w:space="0" w:color="auto"/>
        <w:bottom w:val="none" w:sz="0" w:space="0" w:color="auto"/>
        <w:right w:val="none" w:sz="0" w:space="0" w:color="auto"/>
      </w:divBdr>
    </w:div>
    <w:div w:id="1787385096">
      <w:marLeft w:val="0"/>
      <w:marRight w:val="0"/>
      <w:marTop w:val="0"/>
      <w:marBottom w:val="0"/>
      <w:divBdr>
        <w:top w:val="none" w:sz="0" w:space="0" w:color="auto"/>
        <w:left w:val="none" w:sz="0" w:space="0" w:color="auto"/>
        <w:bottom w:val="none" w:sz="0" w:space="0" w:color="auto"/>
        <w:right w:val="none" w:sz="0" w:space="0" w:color="auto"/>
      </w:divBdr>
    </w:div>
    <w:div w:id="1787385097">
      <w:marLeft w:val="0"/>
      <w:marRight w:val="0"/>
      <w:marTop w:val="0"/>
      <w:marBottom w:val="0"/>
      <w:divBdr>
        <w:top w:val="none" w:sz="0" w:space="0" w:color="auto"/>
        <w:left w:val="none" w:sz="0" w:space="0" w:color="auto"/>
        <w:bottom w:val="none" w:sz="0" w:space="0" w:color="auto"/>
        <w:right w:val="none" w:sz="0" w:space="0" w:color="auto"/>
      </w:divBdr>
    </w:div>
    <w:div w:id="1787385098">
      <w:marLeft w:val="0"/>
      <w:marRight w:val="0"/>
      <w:marTop w:val="0"/>
      <w:marBottom w:val="0"/>
      <w:divBdr>
        <w:top w:val="none" w:sz="0" w:space="0" w:color="auto"/>
        <w:left w:val="none" w:sz="0" w:space="0" w:color="auto"/>
        <w:bottom w:val="none" w:sz="0" w:space="0" w:color="auto"/>
        <w:right w:val="none" w:sz="0" w:space="0" w:color="auto"/>
      </w:divBdr>
    </w:div>
    <w:div w:id="1787385099">
      <w:marLeft w:val="0"/>
      <w:marRight w:val="0"/>
      <w:marTop w:val="0"/>
      <w:marBottom w:val="0"/>
      <w:divBdr>
        <w:top w:val="none" w:sz="0" w:space="0" w:color="auto"/>
        <w:left w:val="none" w:sz="0" w:space="0" w:color="auto"/>
        <w:bottom w:val="none" w:sz="0" w:space="0" w:color="auto"/>
        <w:right w:val="none" w:sz="0" w:space="0" w:color="auto"/>
      </w:divBdr>
    </w:div>
    <w:div w:id="1787385100">
      <w:marLeft w:val="0"/>
      <w:marRight w:val="0"/>
      <w:marTop w:val="0"/>
      <w:marBottom w:val="0"/>
      <w:divBdr>
        <w:top w:val="none" w:sz="0" w:space="0" w:color="auto"/>
        <w:left w:val="none" w:sz="0" w:space="0" w:color="auto"/>
        <w:bottom w:val="none" w:sz="0" w:space="0" w:color="auto"/>
        <w:right w:val="none" w:sz="0" w:space="0" w:color="auto"/>
      </w:divBdr>
    </w:div>
    <w:div w:id="1787385101">
      <w:marLeft w:val="0"/>
      <w:marRight w:val="0"/>
      <w:marTop w:val="0"/>
      <w:marBottom w:val="0"/>
      <w:divBdr>
        <w:top w:val="none" w:sz="0" w:space="0" w:color="auto"/>
        <w:left w:val="none" w:sz="0" w:space="0" w:color="auto"/>
        <w:bottom w:val="none" w:sz="0" w:space="0" w:color="auto"/>
        <w:right w:val="none" w:sz="0" w:space="0" w:color="auto"/>
      </w:divBdr>
    </w:div>
    <w:div w:id="1787385103">
      <w:marLeft w:val="0"/>
      <w:marRight w:val="0"/>
      <w:marTop w:val="0"/>
      <w:marBottom w:val="0"/>
      <w:divBdr>
        <w:top w:val="none" w:sz="0" w:space="0" w:color="auto"/>
        <w:left w:val="none" w:sz="0" w:space="0" w:color="auto"/>
        <w:bottom w:val="none" w:sz="0" w:space="0" w:color="auto"/>
        <w:right w:val="none" w:sz="0" w:space="0" w:color="auto"/>
      </w:divBdr>
    </w:div>
    <w:div w:id="1787385104">
      <w:marLeft w:val="0"/>
      <w:marRight w:val="0"/>
      <w:marTop w:val="0"/>
      <w:marBottom w:val="0"/>
      <w:divBdr>
        <w:top w:val="none" w:sz="0" w:space="0" w:color="auto"/>
        <w:left w:val="none" w:sz="0" w:space="0" w:color="auto"/>
        <w:bottom w:val="none" w:sz="0" w:space="0" w:color="auto"/>
        <w:right w:val="none" w:sz="0" w:space="0" w:color="auto"/>
      </w:divBdr>
    </w:div>
    <w:div w:id="1787385105">
      <w:marLeft w:val="0"/>
      <w:marRight w:val="0"/>
      <w:marTop w:val="0"/>
      <w:marBottom w:val="0"/>
      <w:divBdr>
        <w:top w:val="none" w:sz="0" w:space="0" w:color="auto"/>
        <w:left w:val="none" w:sz="0" w:space="0" w:color="auto"/>
        <w:bottom w:val="none" w:sz="0" w:space="0" w:color="auto"/>
        <w:right w:val="none" w:sz="0" w:space="0" w:color="auto"/>
      </w:divBdr>
    </w:div>
    <w:div w:id="1787385107">
      <w:marLeft w:val="0"/>
      <w:marRight w:val="0"/>
      <w:marTop w:val="0"/>
      <w:marBottom w:val="0"/>
      <w:divBdr>
        <w:top w:val="none" w:sz="0" w:space="0" w:color="auto"/>
        <w:left w:val="none" w:sz="0" w:space="0" w:color="auto"/>
        <w:bottom w:val="none" w:sz="0" w:space="0" w:color="auto"/>
        <w:right w:val="none" w:sz="0" w:space="0" w:color="auto"/>
      </w:divBdr>
    </w:div>
    <w:div w:id="1787385108">
      <w:marLeft w:val="0"/>
      <w:marRight w:val="0"/>
      <w:marTop w:val="0"/>
      <w:marBottom w:val="0"/>
      <w:divBdr>
        <w:top w:val="none" w:sz="0" w:space="0" w:color="auto"/>
        <w:left w:val="none" w:sz="0" w:space="0" w:color="auto"/>
        <w:bottom w:val="none" w:sz="0" w:space="0" w:color="auto"/>
        <w:right w:val="none" w:sz="0" w:space="0" w:color="auto"/>
      </w:divBdr>
    </w:div>
    <w:div w:id="1787385109">
      <w:marLeft w:val="0"/>
      <w:marRight w:val="0"/>
      <w:marTop w:val="0"/>
      <w:marBottom w:val="0"/>
      <w:divBdr>
        <w:top w:val="none" w:sz="0" w:space="0" w:color="auto"/>
        <w:left w:val="none" w:sz="0" w:space="0" w:color="auto"/>
        <w:bottom w:val="none" w:sz="0" w:space="0" w:color="auto"/>
        <w:right w:val="none" w:sz="0" w:space="0" w:color="auto"/>
      </w:divBdr>
    </w:div>
    <w:div w:id="1787385110">
      <w:marLeft w:val="0"/>
      <w:marRight w:val="0"/>
      <w:marTop w:val="0"/>
      <w:marBottom w:val="0"/>
      <w:divBdr>
        <w:top w:val="none" w:sz="0" w:space="0" w:color="auto"/>
        <w:left w:val="none" w:sz="0" w:space="0" w:color="auto"/>
        <w:bottom w:val="none" w:sz="0" w:space="0" w:color="auto"/>
        <w:right w:val="none" w:sz="0" w:space="0" w:color="auto"/>
      </w:divBdr>
    </w:div>
    <w:div w:id="1787385111">
      <w:marLeft w:val="0"/>
      <w:marRight w:val="0"/>
      <w:marTop w:val="0"/>
      <w:marBottom w:val="0"/>
      <w:divBdr>
        <w:top w:val="none" w:sz="0" w:space="0" w:color="auto"/>
        <w:left w:val="none" w:sz="0" w:space="0" w:color="auto"/>
        <w:bottom w:val="none" w:sz="0" w:space="0" w:color="auto"/>
        <w:right w:val="none" w:sz="0" w:space="0" w:color="auto"/>
      </w:divBdr>
    </w:div>
    <w:div w:id="1787385112">
      <w:marLeft w:val="0"/>
      <w:marRight w:val="0"/>
      <w:marTop w:val="0"/>
      <w:marBottom w:val="0"/>
      <w:divBdr>
        <w:top w:val="none" w:sz="0" w:space="0" w:color="auto"/>
        <w:left w:val="none" w:sz="0" w:space="0" w:color="auto"/>
        <w:bottom w:val="none" w:sz="0" w:space="0" w:color="auto"/>
        <w:right w:val="none" w:sz="0" w:space="0" w:color="auto"/>
      </w:divBdr>
    </w:div>
    <w:div w:id="1787385113">
      <w:marLeft w:val="0"/>
      <w:marRight w:val="0"/>
      <w:marTop w:val="0"/>
      <w:marBottom w:val="0"/>
      <w:divBdr>
        <w:top w:val="none" w:sz="0" w:space="0" w:color="auto"/>
        <w:left w:val="none" w:sz="0" w:space="0" w:color="auto"/>
        <w:bottom w:val="none" w:sz="0" w:space="0" w:color="auto"/>
        <w:right w:val="none" w:sz="0" w:space="0" w:color="auto"/>
      </w:divBdr>
    </w:div>
    <w:div w:id="1787385114">
      <w:marLeft w:val="0"/>
      <w:marRight w:val="0"/>
      <w:marTop w:val="0"/>
      <w:marBottom w:val="0"/>
      <w:divBdr>
        <w:top w:val="none" w:sz="0" w:space="0" w:color="auto"/>
        <w:left w:val="none" w:sz="0" w:space="0" w:color="auto"/>
        <w:bottom w:val="none" w:sz="0" w:space="0" w:color="auto"/>
        <w:right w:val="none" w:sz="0" w:space="0" w:color="auto"/>
      </w:divBdr>
    </w:div>
    <w:div w:id="1787385115">
      <w:marLeft w:val="0"/>
      <w:marRight w:val="0"/>
      <w:marTop w:val="0"/>
      <w:marBottom w:val="0"/>
      <w:divBdr>
        <w:top w:val="none" w:sz="0" w:space="0" w:color="auto"/>
        <w:left w:val="none" w:sz="0" w:space="0" w:color="auto"/>
        <w:bottom w:val="none" w:sz="0" w:space="0" w:color="auto"/>
        <w:right w:val="none" w:sz="0" w:space="0" w:color="auto"/>
      </w:divBdr>
    </w:div>
    <w:div w:id="1787385116">
      <w:marLeft w:val="0"/>
      <w:marRight w:val="0"/>
      <w:marTop w:val="0"/>
      <w:marBottom w:val="0"/>
      <w:divBdr>
        <w:top w:val="none" w:sz="0" w:space="0" w:color="auto"/>
        <w:left w:val="none" w:sz="0" w:space="0" w:color="auto"/>
        <w:bottom w:val="none" w:sz="0" w:space="0" w:color="auto"/>
        <w:right w:val="none" w:sz="0" w:space="0" w:color="auto"/>
      </w:divBdr>
    </w:div>
    <w:div w:id="1787385117">
      <w:marLeft w:val="0"/>
      <w:marRight w:val="0"/>
      <w:marTop w:val="0"/>
      <w:marBottom w:val="0"/>
      <w:divBdr>
        <w:top w:val="none" w:sz="0" w:space="0" w:color="auto"/>
        <w:left w:val="none" w:sz="0" w:space="0" w:color="auto"/>
        <w:bottom w:val="none" w:sz="0" w:space="0" w:color="auto"/>
        <w:right w:val="none" w:sz="0" w:space="0" w:color="auto"/>
      </w:divBdr>
    </w:div>
    <w:div w:id="1787385118">
      <w:marLeft w:val="0"/>
      <w:marRight w:val="0"/>
      <w:marTop w:val="0"/>
      <w:marBottom w:val="0"/>
      <w:divBdr>
        <w:top w:val="none" w:sz="0" w:space="0" w:color="auto"/>
        <w:left w:val="none" w:sz="0" w:space="0" w:color="auto"/>
        <w:bottom w:val="none" w:sz="0" w:space="0" w:color="auto"/>
        <w:right w:val="none" w:sz="0" w:space="0" w:color="auto"/>
      </w:divBdr>
    </w:div>
    <w:div w:id="1787385119">
      <w:marLeft w:val="0"/>
      <w:marRight w:val="0"/>
      <w:marTop w:val="0"/>
      <w:marBottom w:val="0"/>
      <w:divBdr>
        <w:top w:val="none" w:sz="0" w:space="0" w:color="auto"/>
        <w:left w:val="none" w:sz="0" w:space="0" w:color="auto"/>
        <w:bottom w:val="none" w:sz="0" w:space="0" w:color="auto"/>
        <w:right w:val="none" w:sz="0" w:space="0" w:color="auto"/>
      </w:divBdr>
    </w:div>
    <w:div w:id="1787385120">
      <w:marLeft w:val="0"/>
      <w:marRight w:val="0"/>
      <w:marTop w:val="0"/>
      <w:marBottom w:val="0"/>
      <w:divBdr>
        <w:top w:val="none" w:sz="0" w:space="0" w:color="auto"/>
        <w:left w:val="none" w:sz="0" w:space="0" w:color="auto"/>
        <w:bottom w:val="none" w:sz="0" w:space="0" w:color="auto"/>
        <w:right w:val="none" w:sz="0" w:space="0" w:color="auto"/>
      </w:divBdr>
    </w:div>
    <w:div w:id="1787385121">
      <w:marLeft w:val="0"/>
      <w:marRight w:val="0"/>
      <w:marTop w:val="0"/>
      <w:marBottom w:val="0"/>
      <w:divBdr>
        <w:top w:val="none" w:sz="0" w:space="0" w:color="auto"/>
        <w:left w:val="none" w:sz="0" w:space="0" w:color="auto"/>
        <w:bottom w:val="none" w:sz="0" w:space="0" w:color="auto"/>
        <w:right w:val="none" w:sz="0" w:space="0" w:color="auto"/>
      </w:divBdr>
    </w:div>
    <w:div w:id="1787385122">
      <w:marLeft w:val="0"/>
      <w:marRight w:val="0"/>
      <w:marTop w:val="0"/>
      <w:marBottom w:val="0"/>
      <w:divBdr>
        <w:top w:val="none" w:sz="0" w:space="0" w:color="auto"/>
        <w:left w:val="none" w:sz="0" w:space="0" w:color="auto"/>
        <w:bottom w:val="none" w:sz="0" w:space="0" w:color="auto"/>
        <w:right w:val="none" w:sz="0" w:space="0" w:color="auto"/>
      </w:divBdr>
    </w:div>
    <w:div w:id="1787385123">
      <w:marLeft w:val="0"/>
      <w:marRight w:val="0"/>
      <w:marTop w:val="0"/>
      <w:marBottom w:val="0"/>
      <w:divBdr>
        <w:top w:val="none" w:sz="0" w:space="0" w:color="auto"/>
        <w:left w:val="none" w:sz="0" w:space="0" w:color="auto"/>
        <w:bottom w:val="none" w:sz="0" w:space="0" w:color="auto"/>
        <w:right w:val="none" w:sz="0" w:space="0" w:color="auto"/>
      </w:divBdr>
      <w:divsChild>
        <w:div w:id="1787385167">
          <w:marLeft w:val="720"/>
          <w:marRight w:val="720"/>
          <w:marTop w:val="100"/>
          <w:marBottom w:val="100"/>
          <w:divBdr>
            <w:top w:val="none" w:sz="0" w:space="0" w:color="auto"/>
            <w:left w:val="none" w:sz="0" w:space="0" w:color="auto"/>
            <w:bottom w:val="none" w:sz="0" w:space="0" w:color="auto"/>
            <w:right w:val="none" w:sz="0" w:space="0" w:color="auto"/>
          </w:divBdr>
        </w:div>
      </w:divsChild>
    </w:div>
    <w:div w:id="1787385124">
      <w:marLeft w:val="0"/>
      <w:marRight w:val="0"/>
      <w:marTop w:val="0"/>
      <w:marBottom w:val="0"/>
      <w:divBdr>
        <w:top w:val="none" w:sz="0" w:space="0" w:color="auto"/>
        <w:left w:val="none" w:sz="0" w:space="0" w:color="auto"/>
        <w:bottom w:val="none" w:sz="0" w:space="0" w:color="auto"/>
        <w:right w:val="none" w:sz="0" w:space="0" w:color="auto"/>
      </w:divBdr>
    </w:div>
    <w:div w:id="1787385125">
      <w:marLeft w:val="0"/>
      <w:marRight w:val="0"/>
      <w:marTop w:val="0"/>
      <w:marBottom w:val="0"/>
      <w:divBdr>
        <w:top w:val="none" w:sz="0" w:space="0" w:color="auto"/>
        <w:left w:val="none" w:sz="0" w:space="0" w:color="auto"/>
        <w:bottom w:val="none" w:sz="0" w:space="0" w:color="auto"/>
        <w:right w:val="none" w:sz="0" w:space="0" w:color="auto"/>
      </w:divBdr>
    </w:div>
    <w:div w:id="1787385126">
      <w:marLeft w:val="0"/>
      <w:marRight w:val="0"/>
      <w:marTop w:val="0"/>
      <w:marBottom w:val="0"/>
      <w:divBdr>
        <w:top w:val="none" w:sz="0" w:space="0" w:color="auto"/>
        <w:left w:val="none" w:sz="0" w:space="0" w:color="auto"/>
        <w:bottom w:val="none" w:sz="0" w:space="0" w:color="auto"/>
        <w:right w:val="none" w:sz="0" w:space="0" w:color="auto"/>
      </w:divBdr>
    </w:div>
    <w:div w:id="1787385127">
      <w:marLeft w:val="0"/>
      <w:marRight w:val="0"/>
      <w:marTop w:val="0"/>
      <w:marBottom w:val="0"/>
      <w:divBdr>
        <w:top w:val="none" w:sz="0" w:space="0" w:color="auto"/>
        <w:left w:val="none" w:sz="0" w:space="0" w:color="auto"/>
        <w:bottom w:val="none" w:sz="0" w:space="0" w:color="auto"/>
        <w:right w:val="none" w:sz="0" w:space="0" w:color="auto"/>
      </w:divBdr>
    </w:div>
    <w:div w:id="1787385128">
      <w:marLeft w:val="0"/>
      <w:marRight w:val="0"/>
      <w:marTop w:val="0"/>
      <w:marBottom w:val="0"/>
      <w:divBdr>
        <w:top w:val="none" w:sz="0" w:space="0" w:color="auto"/>
        <w:left w:val="none" w:sz="0" w:space="0" w:color="auto"/>
        <w:bottom w:val="none" w:sz="0" w:space="0" w:color="auto"/>
        <w:right w:val="none" w:sz="0" w:space="0" w:color="auto"/>
      </w:divBdr>
    </w:div>
    <w:div w:id="1787385129">
      <w:marLeft w:val="0"/>
      <w:marRight w:val="0"/>
      <w:marTop w:val="0"/>
      <w:marBottom w:val="0"/>
      <w:divBdr>
        <w:top w:val="none" w:sz="0" w:space="0" w:color="auto"/>
        <w:left w:val="none" w:sz="0" w:space="0" w:color="auto"/>
        <w:bottom w:val="none" w:sz="0" w:space="0" w:color="auto"/>
        <w:right w:val="none" w:sz="0" w:space="0" w:color="auto"/>
      </w:divBdr>
    </w:div>
    <w:div w:id="1787385130">
      <w:marLeft w:val="0"/>
      <w:marRight w:val="0"/>
      <w:marTop w:val="0"/>
      <w:marBottom w:val="0"/>
      <w:divBdr>
        <w:top w:val="none" w:sz="0" w:space="0" w:color="auto"/>
        <w:left w:val="none" w:sz="0" w:space="0" w:color="auto"/>
        <w:bottom w:val="none" w:sz="0" w:space="0" w:color="auto"/>
        <w:right w:val="none" w:sz="0" w:space="0" w:color="auto"/>
      </w:divBdr>
    </w:div>
    <w:div w:id="1787385131">
      <w:marLeft w:val="0"/>
      <w:marRight w:val="0"/>
      <w:marTop w:val="0"/>
      <w:marBottom w:val="0"/>
      <w:divBdr>
        <w:top w:val="none" w:sz="0" w:space="0" w:color="auto"/>
        <w:left w:val="none" w:sz="0" w:space="0" w:color="auto"/>
        <w:bottom w:val="none" w:sz="0" w:space="0" w:color="auto"/>
        <w:right w:val="none" w:sz="0" w:space="0" w:color="auto"/>
      </w:divBdr>
    </w:div>
    <w:div w:id="1787385132">
      <w:marLeft w:val="0"/>
      <w:marRight w:val="0"/>
      <w:marTop w:val="0"/>
      <w:marBottom w:val="0"/>
      <w:divBdr>
        <w:top w:val="none" w:sz="0" w:space="0" w:color="auto"/>
        <w:left w:val="none" w:sz="0" w:space="0" w:color="auto"/>
        <w:bottom w:val="none" w:sz="0" w:space="0" w:color="auto"/>
        <w:right w:val="none" w:sz="0" w:space="0" w:color="auto"/>
      </w:divBdr>
    </w:div>
    <w:div w:id="1787385133">
      <w:marLeft w:val="0"/>
      <w:marRight w:val="0"/>
      <w:marTop w:val="0"/>
      <w:marBottom w:val="0"/>
      <w:divBdr>
        <w:top w:val="none" w:sz="0" w:space="0" w:color="auto"/>
        <w:left w:val="none" w:sz="0" w:space="0" w:color="auto"/>
        <w:bottom w:val="none" w:sz="0" w:space="0" w:color="auto"/>
        <w:right w:val="none" w:sz="0" w:space="0" w:color="auto"/>
      </w:divBdr>
    </w:div>
    <w:div w:id="1787385134">
      <w:marLeft w:val="0"/>
      <w:marRight w:val="0"/>
      <w:marTop w:val="0"/>
      <w:marBottom w:val="0"/>
      <w:divBdr>
        <w:top w:val="none" w:sz="0" w:space="0" w:color="auto"/>
        <w:left w:val="none" w:sz="0" w:space="0" w:color="auto"/>
        <w:bottom w:val="none" w:sz="0" w:space="0" w:color="auto"/>
        <w:right w:val="none" w:sz="0" w:space="0" w:color="auto"/>
      </w:divBdr>
    </w:div>
    <w:div w:id="1787385135">
      <w:marLeft w:val="0"/>
      <w:marRight w:val="0"/>
      <w:marTop w:val="0"/>
      <w:marBottom w:val="0"/>
      <w:divBdr>
        <w:top w:val="none" w:sz="0" w:space="0" w:color="auto"/>
        <w:left w:val="none" w:sz="0" w:space="0" w:color="auto"/>
        <w:bottom w:val="none" w:sz="0" w:space="0" w:color="auto"/>
        <w:right w:val="none" w:sz="0" w:space="0" w:color="auto"/>
      </w:divBdr>
    </w:div>
    <w:div w:id="1787385136">
      <w:marLeft w:val="0"/>
      <w:marRight w:val="0"/>
      <w:marTop w:val="0"/>
      <w:marBottom w:val="0"/>
      <w:divBdr>
        <w:top w:val="none" w:sz="0" w:space="0" w:color="auto"/>
        <w:left w:val="none" w:sz="0" w:space="0" w:color="auto"/>
        <w:bottom w:val="none" w:sz="0" w:space="0" w:color="auto"/>
        <w:right w:val="none" w:sz="0" w:space="0" w:color="auto"/>
      </w:divBdr>
    </w:div>
    <w:div w:id="1787385137">
      <w:marLeft w:val="0"/>
      <w:marRight w:val="0"/>
      <w:marTop w:val="0"/>
      <w:marBottom w:val="0"/>
      <w:divBdr>
        <w:top w:val="none" w:sz="0" w:space="0" w:color="auto"/>
        <w:left w:val="none" w:sz="0" w:space="0" w:color="auto"/>
        <w:bottom w:val="none" w:sz="0" w:space="0" w:color="auto"/>
        <w:right w:val="none" w:sz="0" w:space="0" w:color="auto"/>
      </w:divBdr>
    </w:div>
    <w:div w:id="1787385138">
      <w:marLeft w:val="0"/>
      <w:marRight w:val="0"/>
      <w:marTop w:val="0"/>
      <w:marBottom w:val="0"/>
      <w:divBdr>
        <w:top w:val="none" w:sz="0" w:space="0" w:color="auto"/>
        <w:left w:val="none" w:sz="0" w:space="0" w:color="auto"/>
        <w:bottom w:val="none" w:sz="0" w:space="0" w:color="auto"/>
        <w:right w:val="none" w:sz="0" w:space="0" w:color="auto"/>
      </w:divBdr>
    </w:div>
    <w:div w:id="1787385139">
      <w:marLeft w:val="0"/>
      <w:marRight w:val="0"/>
      <w:marTop w:val="0"/>
      <w:marBottom w:val="0"/>
      <w:divBdr>
        <w:top w:val="none" w:sz="0" w:space="0" w:color="auto"/>
        <w:left w:val="none" w:sz="0" w:space="0" w:color="auto"/>
        <w:bottom w:val="none" w:sz="0" w:space="0" w:color="auto"/>
        <w:right w:val="none" w:sz="0" w:space="0" w:color="auto"/>
      </w:divBdr>
    </w:div>
    <w:div w:id="1787385140">
      <w:marLeft w:val="0"/>
      <w:marRight w:val="0"/>
      <w:marTop w:val="0"/>
      <w:marBottom w:val="0"/>
      <w:divBdr>
        <w:top w:val="none" w:sz="0" w:space="0" w:color="auto"/>
        <w:left w:val="none" w:sz="0" w:space="0" w:color="auto"/>
        <w:bottom w:val="none" w:sz="0" w:space="0" w:color="auto"/>
        <w:right w:val="none" w:sz="0" w:space="0" w:color="auto"/>
      </w:divBdr>
    </w:div>
    <w:div w:id="1787385141">
      <w:marLeft w:val="0"/>
      <w:marRight w:val="0"/>
      <w:marTop w:val="0"/>
      <w:marBottom w:val="0"/>
      <w:divBdr>
        <w:top w:val="none" w:sz="0" w:space="0" w:color="auto"/>
        <w:left w:val="none" w:sz="0" w:space="0" w:color="auto"/>
        <w:bottom w:val="none" w:sz="0" w:space="0" w:color="auto"/>
        <w:right w:val="none" w:sz="0" w:space="0" w:color="auto"/>
      </w:divBdr>
    </w:div>
    <w:div w:id="1787385142">
      <w:marLeft w:val="0"/>
      <w:marRight w:val="0"/>
      <w:marTop w:val="0"/>
      <w:marBottom w:val="0"/>
      <w:divBdr>
        <w:top w:val="none" w:sz="0" w:space="0" w:color="auto"/>
        <w:left w:val="none" w:sz="0" w:space="0" w:color="auto"/>
        <w:bottom w:val="none" w:sz="0" w:space="0" w:color="auto"/>
        <w:right w:val="none" w:sz="0" w:space="0" w:color="auto"/>
      </w:divBdr>
    </w:div>
    <w:div w:id="1787385143">
      <w:marLeft w:val="0"/>
      <w:marRight w:val="0"/>
      <w:marTop w:val="0"/>
      <w:marBottom w:val="0"/>
      <w:divBdr>
        <w:top w:val="none" w:sz="0" w:space="0" w:color="auto"/>
        <w:left w:val="none" w:sz="0" w:space="0" w:color="auto"/>
        <w:bottom w:val="none" w:sz="0" w:space="0" w:color="auto"/>
        <w:right w:val="none" w:sz="0" w:space="0" w:color="auto"/>
      </w:divBdr>
    </w:div>
    <w:div w:id="1787385144">
      <w:marLeft w:val="0"/>
      <w:marRight w:val="0"/>
      <w:marTop w:val="0"/>
      <w:marBottom w:val="0"/>
      <w:divBdr>
        <w:top w:val="none" w:sz="0" w:space="0" w:color="auto"/>
        <w:left w:val="none" w:sz="0" w:space="0" w:color="auto"/>
        <w:bottom w:val="none" w:sz="0" w:space="0" w:color="auto"/>
        <w:right w:val="none" w:sz="0" w:space="0" w:color="auto"/>
      </w:divBdr>
    </w:div>
    <w:div w:id="1787385145">
      <w:marLeft w:val="0"/>
      <w:marRight w:val="0"/>
      <w:marTop w:val="0"/>
      <w:marBottom w:val="0"/>
      <w:divBdr>
        <w:top w:val="none" w:sz="0" w:space="0" w:color="auto"/>
        <w:left w:val="none" w:sz="0" w:space="0" w:color="auto"/>
        <w:bottom w:val="none" w:sz="0" w:space="0" w:color="auto"/>
        <w:right w:val="none" w:sz="0" w:space="0" w:color="auto"/>
      </w:divBdr>
    </w:div>
    <w:div w:id="1787385146">
      <w:marLeft w:val="0"/>
      <w:marRight w:val="0"/>
      <w:marTop w:val="0"/>
      <w:marBottom w:val="0"/>
      <w:divBdr>
        <w:top w:val="none" w:sz="0" w:space="0" w:color="auto"/>
        <w:left w:val="none" w:sz="0" w:space="0" w:color="auto"/>
        <w:bottom w:val="none" w:sz="0" w:space="0" w:color="auto"/>
        <w:right w:val="none" w:sz="0" w:space="0" w:color="auto"/>
      </w:divBdr>
    </w:div>
    <w:div w:id="1787385147">
      <w:marLeft w:val="0"/>
      <w:marRight w:val="0"/>
      <w:marTop w:val="0"/>
      <w:marBottom w:val="0"/>
      <w:divBdr>
        <w:top w:val="none" w:sz="0" w:space="0" w:color="auto"/>
        <w:left w:val="none" w:sz="0" w:space="0" w:color="auto"/>
        <w:bottom w:val="none" w:sz="0" w:space="0" w:color="auto"/>
        <w:right w:val="none" w:sz="0" w:space="0" w:color="auto"/>
      </w:divBdr>
    </w:div>
    <w:div w:id="1787385148">
      <w:marLeft w:val="0"/>
      <w:marRight w:val="0"/>
      <w:marTop w:val="0"/>
      <w:marBottom w:val="0"/>
      <w:divBdr>
        <w:top w:val="none" w:sz="0" w:space="0" w:color="auto"/>
        <w:left w:val="none" w:sz="0" w:space="0" w:color="auto"/>
        <w:bottom w:val="none" w:sz="0" w:space="0" w:color="auto"/>
        <w:right w:val="none" w:sz="0" w:space="0" w:color="auto"/>
      </w:divBdr>
    </w:div>
    <w:div w:id="1787385149">
      <w:marLeft w:val="0"/>
      <w:marRight w:val="0"/>
      <w:marTop w:val="0"/>
      <w:marBottom w:val="0"/>
      <w:divBdr>
        <w:top w:val="none" w:sz="0" w:space="0" w:color="auto"/>
        <w:left w:val="none" w:sz="0" w:space="0" w:color="auto"/>
        <w:bottom w:val="none" w:sz="0" w:space="0" w:color="auto"/>
        <w:right w:val="none" w:sz="0" w:space="0" w:color="auto"/>
      </w:divBdr>
    </w:div>
    <w:div w:id="1787385150">
      <w:marLeft w:val="0"/>
      <w:marRight w:val="0"/>
      <w:marTop w:val="0"/>
      <w:marBottom w:val="0"/>
      <w:divBdr>
        <w:top w:val="none" w:sz="0" w:space="0" w:color="auto"/>
        <w:left w:val="none" w:sz="0" w:space="0" w:color="auto"/>
        <w:bottom w:val="none" w:sz="0" w:space="0" w:color="auto"/>
        <w:right w:val="none" w:sz="0" w:space="0" w:color="auto"/>
      </w:divBdr>
    </w:div>
    <w:div w:id="1787385151">
      <w:marLeft w:val="0"/>
      <w:marRight w:val="0"/>
      <w:marTop w:val="0"/>
      <w:marBottom w:val="0"/>
      <w:divBdr>
        <w:top w:val="none" w:sz="0" w:space="0" w:color="auto"/>
        <w:left w:val="none" w:sz="0" w:space="0" w:color="auto"/>
        <w:bottom w:val="none" w:sz="0" w:space="0" w:color="auto"/>
        <w:right w:val="none" w:sz="0" w:space="0" w:color="auto"/>
      </w:divBdr>
    </w:div>
    <w:div w:id="1787385152">
      <w:marLeft w:val="0"/>
      <w:marRight w:val="0"/>
      <w:marTop w:val="0"/>
      <w:marBottom w:val="0"/>
      <w:divBdr>
        <w:top w:val="none" w:sz="0" w:space="0" w:color="auto"/>
        <w:left w:val="none" w:sz="0" w:space="0" w:color="auto"/>
        <w:bottom w:val="none" w:sz="0" w:space="0" w:color="auto"/>
        <w:right w:val="none" w:sz="0" w:space="0" w:color="auto"/>
      </w:divBdr>
    </w:div>
    <w:div w:id="1787385153">
      <w:marLeft w:val="0"/>
      <w:marRight w:val="0"/>
      <w:marTop w:val="0"/>
      <w:marBottom w:val="0"/>
      <w:divBdr>
        <w:top w:val="none" w:sz="0" w:space="0" w:color="auto"/>
        <w:left w:val="none" w:sz="0" w:space="0" w:color="auto"/>
        <w:bottom w:val="none" w:sz="0" w:space="0" w:color="auto"/>
        <w:right w:val="none" w:sz="0" w:space="0" w:color="auto"/>
      </w:divBdr>
    </w:div>
    <w:div w:id="1787385154">
      <w:marLeft w:val="0"/>
      <w:marRight w:val="0"/>
      <w:marTop w:val="0"/>
      <w:marBottom w:val="0"/>
      <w:divBdr>
        <w:top w:val="none" w:sz="0" w:space="0" w:color="auto"/>
        <w:left w:val="none" w:sz="0" w:space="0" w:color="auto"/>
        <w:bottom w:val="none" w:sz="0" w:space="0" w:color="auto"/>
        <w:right w:val="none" w:sz="0" w:space="0" w:color="auto"/>
      </w:divBdr>
    </w:div>
    <w:div w:id="1787385155">
      <w:marLeft w:val="0"/>
      <w:marRight w:val="0"/>
      <w:marTop w:val="0"/>
      <w:marBottom w:val="0"/>
      <w:divBdr>
        <w:top w:val="none" w:sz="0" w:space="0" w:color="auto"/>
        <w:left w:val="none" w:sz="0" w:space="0" w:color="auto"/>
        <w:bottom w:val="none" w:sz="0" w:space="0" w:color="auto"/>
        <w:right w:val="none" w:sz="0" w:space="0" w:color="auto"/>
      </w:divBdr>
    </w:div>
    <w:div w:id="1787385156">
      <w:marLeft w:val="0"/>
      <w:marRight w:val="0"/>
      <w:marTop w:val="0"/>
      <w:marBottom w:val="0"/>
      <w:divBdr>
        <w:top w:val="none" w:sz="0" w:space="0" w:color="auto"/>
        <w:left w:val="none" w:sz="0" w:space="0" w:color="auto"/>
        <w:bottom w:val="none" w:sz="0" w:space="0" w:color="auto"/>
        <w:right w:val="none" w:sz="0" w:space="0" w:color="auto"/>
      </w:divBdr>
    </w:div>
    <w:div w:id="1787385157">
      <w:marLeft w:val="0"/>
      <w:marRight w:val="0"/>
      <w:marTop w:val="0"/>
      <w:marBottom w:val="0"/>
      <w:divBdr>
        <w:top w:val="none" w:sz="0" w:space="0" w:color="auto"/>
        <w:left w:val="none" w:sz="0" w:space="0" w:color="auto"/>
        <w:bottom w:val="none" w:sz="0" w:space="0" w:color="auto"/>
        <w:right w:val="none" w:sz="0" w:space="0" w:color="auto"/>
      </w:divBdr>
    </w:div>
    <w:div w:id="1787385158">
      <w:marLeft w:val="0"/>
      <w:marRight w:val="0"/>
      <w:marTop w:val="0"/>
      <w:marBottom w:val="0"/>
      <w:divBdr>
        <w:top w:val="none" w:sz="0" w:space="0" w:color="auto"/>
        <w:left w:val="none" w:sz="0" w:space="0" w:color="auto"/>
        <w:bottom w:val="none" w:sz="0" w:space="0" w:color="auto"/>
        <w:right w:val="none" w:sz="0" w:space="0" w:color="auto"/>
      </w:divBdr>
    </w:div>
    <w:div w:id="1787385159">
      <w:marLeft w:val="0"/>
      <w:marRight w:val="0"/>
      <w:marTop w:val="0"/>
      <w:marBottom w:val="0"/>
      <w:divBdr>
        <w:top w:val="none" w:sz="0" w:space="0" w:color="auto"/>
        <w:left w:val="none" w:sz="0" w:space="0" w:color="auto"/>
        <w:bottom w:val="none" w:sz="0" w:space="0" w:color="auto"/>
        <w:right w:val="none" w:sz="0" w:space="0" w:color="auto"/>
      </w:divBdr>
    </w:div>
    <w:div w:id="1787385160">
      <w:marLeft w:val="0"/>
      <w:marRight w:val="0"/>
      <w:marTop w:val="0"/>
      <w:marBottom w:val="0"/>
      <w:divBdr>
        <w:top w:val="none" w:sz="0" w:space="0" w:color="auto"/>
        <w:left w:val="none" w:sz="0" w:space="0" w:color="auto"/>
        <w:bottom w:val="none" w:sz="0" w:space="0" w:color="auto"/>
        <w:right w:val="none" w:sz="0" w:space="0" w:color="auto"/>
      </w:divBdr>
    </w:div>
    <w:div w:id="1787385161">
      <w:marLeft w:val="0"/>
      <w:marRight w:val="0"/>
      <w:marTop w:val="0"/>
      <w:marBottom w:val="0"/>
      <w:divBdr>
        <w:top w:val="none" w:sz="0" w:space="0" w:color="auto"/>
        <w:left w:val="none" w:sz="0" w:space="0" w:color="auto"/>
        <w:bottom w:val="none" w:sz="0" w:space="0" w:color="auto"/>
        <w:right w:val="none" w:sz="0" w:space="0" w:color="auto"/>
      </w:divBdr>
    </w:div>
    <w:div w:id="1787385162">
      <w:marLeft w:val="0"/>
      <w:marRight w:val="0"/>
      <w:marTop w:val="0"/>
      <w:marBottom w:val="0"/>
      <w:divBdr>
        <w:top w:val="none" w:sz="0" w:space="0" w:color="auto"/>
        <w:left w:val="none" w:sz="0" w:space="0" w:color="auto"/>
        <w:bottom w:val="none" w:sz="0" w:space="0" w:color="auto"/>
        <w:right w:val="none" w:sz="0" w:space="0" w:color="auto"/>
      </w:divBdr>
    </w:div>
    <w:div w:id="1787385163">
      <w:marLeft w:val="0"/>
      <w:marRight w:val="0"/>
      <w:marTop w:val="0"/>
      <w:marBottom w:val="0"/>
      <w:divBdr>
        <w:top w:val="none" w:sz="0" w:space="0" w:color="auto"/>
        <w:left w:val="none" w:sz="0" w:space="0" w:color="auto"/>
        <w:bottom w:val="none" w:sz="0" w:space="0" w:color="auto"/>
        <w:right w:val="none" w:sz="0" w:space="0" w:color="auto"/>
      </w:divBdr>
    </w:div>
    <w:div w:id="1787385164">
      <w:marLeft w:val="0"/>
      <w:marRight w:val="0"/>
      <w:marTop w:val="0"/>
      <w:marBottom w:val="0"/>
      <w:divBdr>
        <w:top w:val="none" w:sz="0" w:space="0" w:color="auto"/>
        <w:left w:val="none" w:sz="0" w:space="0" w:color="auto"/>
        <w:bottom w:val="none" w:sz="0" w:space="0" w:color="auto"/>
        <w:right w:val="none" w:sz="0" w:space="0" w:color="auto"/>
      </w:divBdr>
    </w:div>
    <w:div w:id="1787385165">
      <w:marLeft w:val="0"/>
      <w:marRight w:val="0"/>
      <w:marTop w:val="0"/>
      <w:marBottom w:val="0"/>
      <w:divBdr>
        <w:top w:val="none" w:sz="0" w:space="0" w:color="auto"/>
        <w:left w:val="none" w:sz="0" w:space="0" w:color="auto"/>
        <w:bottom w:val="none" w:sz="0" w:space="0" w:color="auto"/>
        <w:right w:val="none" w:sz="0" w:space="0" w:color="auto"/>
      </w:divBdr>
    </w:div>
    <w:div w:id="1787385166">
      <w:marLeft w:val="0"/>
      <w:marRight w:val="0"/>
      <w:marTop w:val="0"/>
      <w:marBottom w:val="0"/>
      <w:divBdr>
        <w:top w:val="none" w:sz="0" w:space="0" w:color="auto"/>
        <w:left w:val="none" w:sz="0" w:space="0" w:color="auto"/>
        <w:bottom w:val="none" w:sz="0" w:space="0" w:color="auto"/>
        <w:right w:val="none" w:sz="0" w:space="0" w:color="auto"/>
      </w:divBdr>
    </w:div>
    <w:div w:id="1787385168">
      <w:marLeft w:val="0"/>
      <w:marRight w:val="0"/>
      <w:marTop w:val="0"/>
      <w:marBottom w:val="0"/>
      <w:divBdr>
        <w:top w:val="none" w:sz="0" w:space="0" w:color="auto"/>
        <w:left w:val="none" w:sz="0" w:space="0" w:color="auto"/>
        <w:bottom w:val="none" w:sz="0" w:space="0" w:color="auto"/>
        <w:right w:val="none" w:sz="0" w:space="0" w:color="auto"/>
      </w:divBdr>
    </w:div>
    <w:div w:id="1787385169">
      <w:marLeft w:val="0"/>
      <w:marRight w:val="0"/>
      <w:marTop w:val="0"/>
      <w:marBottom w:val="0"/>
      <w:divBdr>
        <w:top w:val="none" w:sz="0" w:space="0" w:color="auto"/>
        <w:left w:val="none" w:sz="0" w:space="0" w:color="auto"/>
        <w:bottom w:val="none" w:sz="0" w:space="0" w:color="auto"/>
        <w:right w:val="none" w:sz="0" w:space="0" w:color="auto"/>
      </w:divBdr>
      <w:divsChild>
        <w:div w:id="1787385106">
          <w:marLeft w:val="0"/>
          <w:marRight w:val="0"/>
          <w:marTop w:val="0"/>
          <w:marBottom w:val="0"/>
          <w:divBdr>
            <w:top w:val="none" w:sz="0" w:space="0" w:color="auto"/>
            <w:left w:val="none" w:sz="0" w:space="0" w:color="auto"/>
            <w:bottom w:val="none" w:sz="0" w:space="0" w:color="auto"/>
            <w:right w:val="none" w:sz="0" w:space="0" w:color="auto"/>
          </w:divBdr>
          <w:divsChild>
            <w:div w:id="1787385102">
              <w:marLeft w:val="0"/>
              <w:marRight w:val="0"/>
              <w:marTop w:val="0"/>
              <w:marBottom w:val="0"/>
              <w:divBdr>
                <w:top w:val="none" w:sz="0" w:space="0" w:color="auto"/>
                <w:left w:val="none" w:sz="0" w:space="0" w:color="auto"/>
                <w:bottom w:val="none" w:sz="0" w:space="0" w:color="auto"/>
                <w:right w:val="none" w:sz="0" w:space="0" w:color="auto"/>
              </w:divBdr>
            </w:div>
          </w:divsChild>
        </w:div>
        <w:div w:id="1787385176">
          <w:marLeft w:val="0"/>
          <w:marRight w:val="0"/>
          <w:marTop w:val="0"/>
          <w:marBottom w:val="0"/>
          <w:divBdr>
            <w:top w:val="none" w:sz="0" w:space="0" w:color="auto"/>
            <w:left w:val="none" w:sz="0" w:space="0" w:color="auto"/>
            <w:bottom w:val="none" w:sz="0" w:space="0" w:color="auto"/>
            <w:right w:val="none" w:sz="0" w:space="0" w:color="auto"/>
          </w:divBdr>
        </w:div>
      </w:divsChild>
    </w:div>
    <w:div w:id="1787385170">
      <w:marLeft w:val="0"/>
      <w:marRight w:val="0"/>
      <w:marTop w:val="0"/>
      <w:marBottom w:val="0"/>
      <w:divBdr>
        <w:top w:val="none" w:sz="0" w:space="0" w:color="auto"/>
        <w:left w:val="none" w:sz="0" w:space="0" w:color="auto"/>
        <w:bottom w:val="none" w:sz="0" w:space="0" w:color="auto"/>
        <w:right w:val="none" w:sz="0" w:space="0" w:color="auto"/>
      </w:divBdr>
    </w:div>
    <w:div w:id="1787385171">
      <w:marLeft w:val="0"/>
      <w:marRight w:val="0"/>
      <w:marTop w:val="0"/>
      <w:marBottom w:val="0"/>
      <w:divBdr>
        <w:top w:val="none" w:sz="0" w:space="0" w:color="auto"/>
        <w:left w:val="none" w:sz="0" w:space="0" w:color="auto"/>
        <w:bottom w:val="none" w:sz="0" w:space="0" w:color="auto"/>
        <w:right w:val="none" w:sz="0" w:space="0" w:color="auto"/>
      </w:divBdr>
    </w:div>
    <w:div w:id="1787385172">
      <w:marLeft w:val="0"/>
      <w:marRight w:val="0"/>
      <w:marTop w:val="0"/>
      <w:marBottom w:val="0"/>
      <w:divBdr>
        <w:top w:val="none" w:sz="0" w:space="0" w:color="auto"/>
        <w:left w:val="none" w:sz="0" w:space="0" w:color="auto"/>
        <w:bottom w:val="none" w:sz="0" w:space="0" w:color="auto"/>
        <w:right w:val="none" w:sz="0" w:space="0" w:color="auto"/>
      </w:divBdr>
    </w:div>
    <w:div w:id="1787385173">
      <w:marLeft w:val="0"/>
      <w:marRight w:val="0"/>
      <w:marTop w:val="0"/>
      <w:marBottom w:val="0"/>
      <w:divBdr>
        <w:top w:val="none" w:sz="0" w:space="0" w:color="auto"/>
        <w:left w:val="none" w:sz="0" w:space="0" w:color="auto"/>
        <w:bottom w:val="none" w:sz="0" w:space="0" w:color="auto"/>
        <w:right w:val="none" w:sz="0" w:space="0" w:color="auto"/>
      </w:divBdr>
    </w:div>
    <w:div w:id="1787385174">
      <w:marLeft w:val="0"/>
      <w:marRight w:val="0"/>
      <w:marTop w:val="0"/>
      <w:marBottom w:val="0"/>
      <w:divBdr>
        <w:top w:val="none" w:sz="0" w:space="0" w:color="auto"/>
        <w:left w:val="none" w:sz="0" w:space="0" w:color="auto"/>
        <w:bottom w:val="none" w:sz="0" w:space="0" w:color="auto"/>
        <w:right w:val="none" w:sz="0" w:space="0" w:color="auto"/>
      </w:divBdr>
    </w:div>
    <w:div w:id="1787385175">
      <w:marLeft w:val="0"/>
      <w:marRight w:val="0"/>
      <w:marTop w:val="0"/>
      <w:marBottom w:val="0"/>
      <w:divBdr>
        <w:top w:val="none" w:sz="0" w:space="0" w:color="auto"/>
        <w:left w:val="none" w:sz="0" w:space="0" w:color="auto"/>
        <w:bottom w:val="none" w:sz="0" w:space="0" w:color="auto"/>
        <w:right w:val="none" w:sz="0" w:space="0" w:color="auto"/>
      </w:divBdr>
    </w:div>
    <w:div w:id="1787385177">
      <w:marLeft w:val="0"/>
      <w:marRight w:val="0"/>
      <w:marTop w:val="0"/>
      <w:marBottom w:val="0"/>
      <w:divBdr>
        <w:top w:val="none" w:sz="0" w:space="0" w:color="auto"/>
        <w:left w:val="none" w:sz="0" w:space="0" w:color="auto"/>
        <w:bottom w:val="none" w:sz="0" w:space="0" w:color="auto"/>
        <w:right w:val="none" w:sz="0" w:space="0" w:color="auto"/>
      </w:divBdr>
    </w:div>
    <w:div w:id="1787385178">
      <w:marLeft w:val="0"/>
      <w:marRight w:val="0"/>
      <w:marTop w:val="0"/>
      <w:marBottom w:val="0"/>
      <w:divBdr>
        <w:top w:val="none" w:sz="0" w:space="0" w:color="auto"/>
        <w:left w:val="none" w:sz="0" w:space="0" w:color="auto"/>
        <w:bottom w:val="none" w:sz="0" w:space="0" w:color="auto"/>
        <w:right w:val="none" w:sz="0" w:space="0" w:color="auto"/>
      </w:divBdr>
    </w:div>
    <w:div w:id="1787385179">
      <w:marLeft w:val="0"/>
      <w:marRight w:val="0"/>
      <w:marTop w:val="0"/>
      <w:marBottom w:val="0"/>
      <w:divBdr>
        <w:top w:val="none" w:sz="0" w:space="0" w:color="auto"/>
        <w:left w:val="none" w:sz="0" w:space="0" w:color="auto"/>
        <w:bottom w:val="none" w:sz="0" w:space="0" w:color="auto"/>
        <w:right w:val="none" w:sz="0" w:space="0" w:color="auto"/>
      </w:divBdr>
    </w:div>
    <w:div w:id="1787385180">
      <w:marLeft w:val="0"/>
      <w:marRight w:val="0"/>
      <w:marTop w:val="0"/>
      <w:marBottom w:val="0"/>
      <w:divBdr>
        <w:top w:val="none" w:sz="0" w:space="0" w:color="auto"/>
        <w:left w:val="none" w:sz="0" w:space="0" w:color="auto"/>
        <w:bottom w:val="none" w:sz="0" w:space="0" w:color="auto"/>
        <w:right w:val="none" w:sz="0" w:space="0" w:color="auto"/>
      </w:divBdr>
    </w:div>
    <w:div w:id="1787385181">
      <w:marLeft w:val="0"/>
      <w:marRight w:val="0"/>
      <w:marTop w:val="0"/>
      <w:marBottom w:val="0"/>
      <w:divBdr>
        <w:top w:val="none" w:sz="0" w:space="0" w:color="auto"/>
        <w:left w:val="none" w:sz="0" w:space="0" w:color="auto"/>
        <w:bottom w:val="none" w:sz="0" w:space="0" w:color="auto"/>
        <w:right w:val="none" w:sz="0" w:space="0" w:color="auto"/>
      </w:divBdr>
    </w:div>
    <w:div w:id="1787385182">
      <w:marLeft w:val="0"/>
      <w:marRight w:val="0"/>
      <w:marTop w:val="0"/>
      <w:marBottom w:val="0"/>
      <w:divBdr>
        <w:top w:val="none" w:sz="0" w:space="0" w:color="auto"/>
        <w:left w:val="none" w:sz="0" w:space="0" w:color="auto"/>
        <w:bottom w:val="none" w:sz="0" w:space="0" w:color="auto"/>
        <w:right w:val="none" w:sz="0" w:space="0" w:color="auto"/>
      </w:divBdr>
    </w:div>
    <w:div w:id="1787385183">
      <w:marLeft w:val="0"/>
      <w:marRight w:val="0"/>
      <w:marTop w:val="0"/>
      <w:marBottom w:val="0"/>
      <w:divBdr>
        <w:top w:val="none" w:sz="0" w:space="0" w:color="auto"/>
        <w:left w:val="none" w:sz="0" w:space="0" w:color="auto"/>
        <w:bottom w:val="none" w:sz="0" w:space="0" w:color="auto"/>
        <w:right w:val="none" w:sz="0" w:space="0" w:color="auto"/>
      </w:divBdr>
    </w:div>
    <w:div w:id="17873851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BC04675D45A7319E48882E58993A48247F6B4CF3C62CBB1E8429029F34B456BF461B08Q5fEJ" TargetMode="External"/><Relationship Id="rId13" Type="http://schemas.openxmlformats.org/officeDocument/2006/relationships/image" Target="media/image1.png"/><Relationship Id="rId18" Type="http://schemas.openxmlformats.org/officeDocument/2006/relationships/hyperlink" Target="consultantplus://offline/ref=17BFE5A3C1B66F5A327654A76BB034B07D7403A5124A23551593B7FD752F7A14C89F0C227260405Ci8M" TargetMode="External"/><Relationship Id="rId26" Type="http://schemas.openxmlformats.org/officeDocument/2006/relationships/hyperlink" Target="http://integral.ru/download/literatur/2.1.6.1032-01.pdf" TargetMode="External"/><Relationship Id="rId39"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yperlink" Target="consultantplus://offline/ref=2AD52C8AA9680871242E1CADA20B001AE09FC3C2B31B1273425DA4h47FI" TargetMode="External"/><Relationship Id="rId34" Type="http://schemas.openxmlformats.org/officeDocument/2006/relationships/hyperlink" Target="consultantplus://offline/ref=2AD52C8AA9680871242E1CADA20B001AE09FC3C2B31B1273425DA4h47FI" TargetMode="External"/><Relationship Id="rId42" Type="http://schemas.openxmlformats.org/officeDocument/2006/relationships/fontTable" Target="fontTable.xml"/><Relationship Id="rId7" Type="http://schemas.openxmlformats.org/officeDocument/2006/relationships/hyperlink" Target="consultantplus://offline/ref=84CC81D2AEE8E6AE7EBDB7EE0275DB652C2A73682FAA777724CA2332BC5956F7564A2E7FB082C7DEB74CB2vFU9J" TargetMode="External"/><Relationship Id="rId12" Type="http://schemas.openxmlformats.org/officeDocument/2006/relationships/footer" Target="footer2.xml"/><Relationship Id="rId17" Type="http://schemas.openxmlformats.org/officeDocument/2006/relationships/hyperlink" Target="consultantplus://offline/ref=17BFE5A3C1B66F5A327654A76BB034B07D7706A812467E5F1DCABBFF72202503CFD60023726041CA54i5M" TargetMode="External"/><Relationship Id="rId25" Type="http://schemas.openxmlformats.org/officeDocument/2006/relationships/hyperlink" Target="consultantplus://offline/main?base=LAW;n=97924;fld=134;dst=100088" TargetMode="External"/><Relationship Id="rId33" Type="http://schemas.openxmlformats.org/officeDocument/2006/relationships/footer" Target="footer4.xml"/><Relationship Id="rId38" Type="http://schemas.openxmlformats.org/officeDocument/2006/relationships/hyperlink" Target="consultantplus://offline/main?base=LAW;n=117593;fld=134" TargetMode="External"/><Relationship Id="rId2" Type="http://schemas.openxmlformats.org/officeDocument/2006/relationships/styles" Target="styles.xml"/><Relationship Id="rId16" Type="http://schemas.openxmlformats.org/officeDocument/2006/relationships/hyperlink" Target="consultantplus://offline/ref=17BFE5A3C1B66F5A327654A76BB034B07D7403A5124A23551593B7FD752F7A14C89F0C227260475CiCM" TargetMode="External"/><Relationship Id="rId20" Type="http://schemas.openxmlformats.org/officeDocument/2006/relationships/hyperlink" Target="consultantplus://offline/ref=2AD52C8AA9680871242E1CADA20B001AE09FC3C2B31B1273425DA4h47FI" TargetMode="External"/><Relationship Id="rId29" Type="http://schemas.openxmlformats.org/officeDocument/2006/relationships/hyperlink" Target="consultantplus://offline/ref=2AD52C8AA9680871242E1CADA20B001AE09FC3C2B31B1273425DA4h47FI" TargetMode="External"/><Relationship Id="rId41"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http://newisys:8080/law?d&amp;nd=1200006118&amp;prevDoc=1400020&amp;mark=0000NLU0L2B4QU3VVVVVS00000000000000000000000000000000000" TargetMode="External"/><Relationship Id="rId32" Type="http://schemas.openxmlformats.org/officeDocument/2006/relationships/header" Target="header3.xml"/><Relationship Id="rId37" Type="http://schemas.openxmlformats.org/officeDocument/2006/relationships/hyperlink" Target="consultantplus://offline/main?base=LAW;n=117072;fld=134;dst=100705" TargetMode="External"/><Relationship Id="rId40"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consultantplus://offline/ref=2AD52C8AA9680871242E1CADA20B001AE09FC3C2B31B1273425DA4h47FI" TargetMode="External"/><Relationship Id="rId23" Type="http://schemas.openxmlformats.org/officeDocument/2006/relationships/hyperlink" Target="consultantplus://offline/ref=2AD52C8AA9680871242E1CADA20B001AE59EC0C3B31B1273425DA4h47FI" TargetMode="External"/><Relationship Id="rId28" Type="http://schemas.openxmlformats.org/officeDocument/2006/relationships/hyperlink" Target="consultantplus://offline/ref=B738B15FA10B29BF3A3F6DA8AD710BB450108213D12ED6003EBC6B59F00F9E147068A088LEIEL" TargetMode="External"/><Relationship Id="rId36" Type="http://schemas.openxmlformats.org/officeDocument/2006/relationships/hyperlink" Target="consultantplus://offline/ref=2AD52C8AA9680871242E1CADA20B001AE09FC3C2B31B1273425DA4h47FI" TargetMode="External"/><Relationship Id="rId10" Type="http://schemas.openxmlformats.org/officeDocument/2006/relationships/footer" Target="footer1.xml"/><Relationship Id="rId19" Type="http://schemas.openxmlformats.org/officeDocument/2006/relationships/hyperlink" Target="consultantplus://offline/ref=2AD52C8AA9680871242E1CADA20B001AE09FC3C2B31B1273425DA4h47FI"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consultantplus://offline/ref=ACBC04675D45A7319E4896234EF5654726773748F9C322EA4BDB725FC83DBE01F809424912C0B6B7A2E37AQFfCJ" TargetMode="External"/><Relationship Id="rId14" Type="http://schemas.openxmlformats.org/officeDocument/2006/relationships/image" Target="media/image2.png"/><Relationship Id="rId22" Type="http://schemas.openxmlformats.org/officeDocument/2006/relationships/hyperlink" Target="consultantplus://offline/ref=2AD52C8AA9680871242E1CADA20B001AE09FC3C2B31B1273425DA4h47FI" TargetMode="External"/><Relationship Id="rId27" Type="http://schemas.openxmlformats.org/officeDocument/2006/relationships/hyperlink" Target="consultantplus://offline/ref=2AD52C8AA9680871242E1CADA20B001AE09FC3C2B31B1273425DA4h47FI" TargetMode="External"/><Relationship Id="rId30" Type="http://schemas.openxmlformats.org/officeDocument/2006/relationships/header" Target="header2.xml"/><Relationship Id="rId35" Type="http://schemas.openxmlformats.org/officeDocument/2006/relationships/hyperlink" Target="consultantplus://offline/ref=2AD52C8AA9680871242E1CADA20B001AE09FC3C2B31B1273425DA4h47FI"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690</TotalTime>
  <Pages>73</Pages>
  <Words>30042</Words>
  <Characters>-32766</Characters>
  <Application>Microsoft Office Outlook</Application>
  <DocSecurity>0</DocSecurity>
  <Lines>0</Lines>
  <Paragraphs>0</Paragraphs>
  <ScaleCrop>false</ScaleCrop>
  <Company>ИТП Град</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ТОМ 2</dc:title>
  <dc:subject/>
  <dc:creator>Natali</dc:creator>
  <cp:keywords/>
  <dc:description/>
  <cp:lastModifiedBy>Admin</cp:lastModifiedBy>
  <cp:revision>50</cp:revision>
  <cp:lastPrinted>2015-08-18T06:59:00Z</cp:lastPrinted>
  <dcterms:created xsi:type="dcterms:W3CDTF">2015-03-12T07:54:00Z</dcterms:created>
  <dcterms:modified xsi:type="dcterms:W3CDTF">2015-10-02T09:02:00Z</dcterms:modified>
</cp:coreProperties>
</file>